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A6473B0" w:rsidR="00A27829" w:rsidRPr="001F61E6" w:rsidRDefault="005E25BC" w:rsidP="00A27829">
      <w:pPr>
        <w:pStyle w:val="Head"/>
      </w:pPr>
      <w:bookmarkStart w:id="0" w:name="_Hlk111120004"/>
      <w:r>
        <w:rPr>
          <w:lang w:val="tr"/>
        </w:rPr>
        <w:t xml:space="preserve">Ciber | Kontinü Mobil Asfalt Plenti </w:t>
      </w:r>
      <w:r>
        <w:rPr>
          <w:b w:val="0"/>
          <w:bCs w:val="0"/>
          <w:lang w:val="tr"/>
        </w:rPr>
        <w:t xml:space="preserve">iNOVA 2000 </w:t>
      </w:r>
      <w:r>
        <w:rPr>
          <w:lang w:val="tr"/>
        </w:rPr>
        <w:t xml:space="preserve">için Avrupa lansmanı </w:t>
      </w:r>
    </w:p>
    <w:p w14:paraId="193790FB" w14:textId="607AE021" w:rsidR="00A46F1E" w:rsidRPr="001F61E6" w:rsidRDefault="005E25BC" w:rsidP="00881E44">
      <w:pPr>
        <w:pStyle w:val="Teaser"/>
      </w:pPr>
      <w:r>
        <w:rPr>
          <w:bCs/>
          <w:lang w:val="tr"/>
        </w:rPr>
        <w:t xml:space="preserve">Ciber Bauma’da ve Avrupa’da ilk kez bir asfalt karıştırma tesisi olan iNOVA 2000’i dünya pazarına sunuyor. Bu model ilk kez 2017 yılında piyasaya sürülen iNOVA serisinde en yüksek üretim kapasitesine sahiptir. Lojistik avantajlar, düşük üretim maliyetleri ve düşük çevresel etki sunan teknolojileri ile iNOVA 2000, Latin Amerika ve Afrika’da pazar lideri olmasının yanı sıra Avusturalya ve Yeni Zelanda gibi ülkelerde önde gelen bir üründür. </w:t>
      </w:r>
    </w:p>
    <w:p w14:paraId="55CB604F" w14:textId="77777777" w:rsidR="002B7460" w:rsidRDefault="005E25BC" w:rsidP="00282AFC">
      <w:pPr>
        <w:pStyle w:val="Standardabsatz"/>
      </w:pPr>
      <w:r>
        <w:rPr>
          <w:lang w:val="tr"/>
        </w:rPr>
        <w:t xml:space="preserve">Saatte 200 tona varan üretim kapasitesi ile bu tesis, yalnızca iki mobil ünite hâlinde tasarlanması sayesinde düşük nakliye ve kurulum maliyetleri sunar. Nem sensörlerinin yardımı sayesinde kullanılan farklı agregalar için bağımsız tartma sistemi, malzemelerin sürekli akışla tam olarak dozlanmasını garanti eder. Agregalar için karşı akışlı kurutucu, otomatik hız değişimine sahiptir ve bu sayede agregalar ve yanma gazları arasında optimum ısı alışverişi sağlayarak yakıt tüketimini en aza indirir. </w:t>
      </w:r>
    </w:p>
    <w:p w14:paraId="5941A861" w14:textId="1B102796" w:rsidR="000B582B" w:rsidRPr="00AA5D7F" w:rsidRDefault="005E25BC" w:rsidP="00282AFC">
      <w:pPr>
        <w:pStyle w:val="Standardabsatz"/>
      </w:pPr>
      <w:r>
        <w:rPr>
          <w:lang w:val="tr"/>
        </w:rPr>
        <w:t xml:space="preserve">Dayanıklı filtrasyon sistemi, üretim sırasında en düşük çevresel etkiyi garanti eder. Maksimum karışım kalitesi sağlamak için proje koşulu olarak hızlı karıştırma, kuru ilk aşama (bağlayıcısız) ve otomatik karıştırma süresi kontrolüne sahip mikser, ekipmana harici olarak bağlanır. Plentin çalışması tam otomatiktir ve bu sayede yüksek üretimi garanti eder. Arıza teşhis sistemi ve son derece dayanıklı aşınma elemanları ekipmanın hizmet süresini artırır. </w:t>
      </w:r>
    </w:p>
    <w:p w14:paraId="7EDDE320" w14:textId="2970C21D" w:rsidR="00CD35C4" w:rsidRPr="00CD35C4" w:rsidRDefault="005E25BC" w:rsidP="00CD35C4">
      <w:pPr>
        <w:pStyle w:val="Absatzberschrift"/>
      </w:pPr>
      <w:r>
        <w:rPr>
          <w:bCs/>
          <w:lang w:val="tr"/>
        </w:rPr>
        <w:t>AutoSmart</w:t>
      </w:r>
    </w:p>
    <w:p w14:paraId="684C6270" w14:textId="12562E0F" w:rsidR="00BD25D1" w:rsidRPr="0025639D" w:rsidRDefault="0006144A" w:rsidP="0006144A">
      <w:pPr>
        <w:jc w:val="both"/>
      </w:pPr>
      <w:r>
        <w:rPr>
          <w:sz w:val="22"/>
          <w:lang w:val="tr"/>
        </w:rPr>
        <w:t>Tam entegrasyon ve tesis yönetimi için AutoSmart paketi dozaj, kurutma, filtreleme ve karıştırma sistemleri arasında bu sistemler tarafından gerçekleştirilecek işlemi tahmin edebilecek şekilde anlık iletişim kurarak optimum üretim koşullarına göre otomatik olarak ayarlanabilecek bir proses sağlar. Bu özellik operatörün uzmanlığına daha az bağımlı olunması da dâhil pek çok avantaj sunar ve üretim öncesi ve üretim sırasında agregalardaki nemin ölçülmesi gibi manuel olarak gerçekleştirilen ve hataya elverişli prosesleri otomatik hâle getirir.</w:t>
      </w:r>
      <w:r>
        <w:rPr>
          <w:lang w:val="tr"/>
        </w:rPr>
        <w:t xml:space="preserve"> </w:t>
      </w:r>
    </w:p>
    <w:p w14:paraId="4E87031D" w14:textId="3913CCE6" w:rsidR="00CD35C4" w:rsidRPr="0025639D" w:rsidRDefault="00CD35C4" w:rsidP="00CD35C4">
      <w:pPr>
        <w:jc w:val="both"/>
      </w:pPr>
    </w:p>
    <w:p w14:paraId="5D5717FE" w14:textId="6B7B46B9" w:rsidR="00CD35C4" w:rsidRPr="00CD35C4" w:rsidRDefault="005E25BC" w:rsidP="00CD35C4">
      <w:pPr>
        <w:pStyle w:val="Absatzberschrift"/>
      </w:pPr>
      <w:r>
        <w:rPr>
          <w:bCs/>
          <w:lang w:val="tr"/>
        </w:rPr>
        <w:t>Yakıt verimliliği</w:t>
      </w:r>
    </w:p>
    <w:p w14:paraId="54BF809D" w14:textId="6955D274" w:rsidR="005E25BC" w:rsidRPr="0025639D" w:rsidRDefault="005E25BC" w:rsidP="005E25BC">
      <w:pPr>
        <w:jc w:val="both"/>
        <w:rPr>
          <w:sz w:val="22"/>
          <w:szCs w:val="24"/>
        </w:rPr>
      </w:pPr>
      <w:r>
        <w:rPr>
          <w:sz w:val="22"/>
          <w:lang w:val="tr"/>
        </w:rPr>
        <w:t>Yalnızca agregalar için kullanılan kurutucu tamburu, Ciber Total Air brülör, talebe göre uyarlanan egzoz sistemi ve özel akıllı kurutma sistemi, düşük yakıt tüketimi sağlar.</w:t>
      </w:r>
      <w:r>
        <w:rPr>
          <w:szCs w:val="10"/>
          <w:lang w:val="tr"/>
        </w:rPr>
        <w:t xml:space="preserve"> </w:t>
      </w:r>
      <w:r>
        <w:rPr>
          <w:sz w:val="22"/>
          <w:lang w:val="tr"/>
        </w:rPr>
        <w:t>Hava</w:t>
      </w:r>
      <w:r>
        <w:rPr>
          <w:szCs w:val="10"/>
          <w:lang w:val="tr"/>
        </w:rPr>
        <w:t xml:space="preserve"> </w:t>
      </w:r>
      <w:r>
        <w:rPr>
          <w:sz w:val="22"/>
          <w:lang w:val="tr"/>
        </w:rPr>
        <w:t>brülörü, hava ve yakıt arasındaki mükemmel ilişkiyi elektronik olarak kolaylaştırarak yanma sistemini optimize eder ve ısıl verimliliği artırır.</w:t>
      </w:r>
    </w:p>
    <w:p w14:paraId="5037C4CD" w14:textId="6D1AA66E" w:rsidR="005E25BC" w:rsidRPr="005E25BC" w:rsidRDefault="005E25BC" w:rsidP="00CD35C4">
      <w:pPr>
        <w:jc w:val="both"/>
        <w:rPr>
          <w:szCs w:val="18"/>
        </w:rPr>
      </w:pPr>
    </w:p>
    <w:p w14:paraId="064F5790" w14:textId="3155D49B" w:rsidR="005E25BC" w:rsidRPr="00CD35C4" w:rsidRDefault="00BF01D6" w:rsidP="005E25BC">
      <w:pPr>
        <w:pStyle w:val="Absatzberschrift"/>
      </w:pPr>
      <w:r>
        <w:rPr>
          <w:bCs/>
          <w:lang w:val="tr"/>
        </w:rPr>
        <w:t>Egzoz sistemi talebe göre uyarlanır</w:t>
      </w:r>
    </w:p>
    <w:p w14:paraId="0A7B0EA6" w14:textId="26118EB5" w:rsidR="005E25BC" w:rsidRDefault="00C90092" w:rsidP="005E25BC">
      <w:pPr>
        <w:jc w:val="both"/>
        <w:rPr>
          <w:sz w:val="22"/>
        </w:rPr>
      </w:pPr>
      <w:r>
        <w:rPr>
          <w:sz w:val="22"/>
          <w:lang w:val="tr"/>
        </w:rPr>
        <w:t>Gaz emme hızı gerçek üretim talebiyle uyumlu şekilde otomatik olarak değişir ve sistemde mükemmel bir ısıl denge sağlar.</w:t>
      </w:r>
      <w:r>
        <w:rPr>
          <w:lang w:val="tr"/>
        </w:rPr>
        <w:t xml:space="preserve"> </w:t>
      </w:r>
      <w:r>
        <w:rPr>
          <w:sz w:val="22"/>
          <w:lang w:val="tr"/>
        </w:rPr>
        <w:t>Kurutucunun dönüş hızı da otomatik olarak değişerek agregaların özelliklerinden bağımsız olarak agregalar ve tesisin ısıl sistemi arasında mükemmel termal alışverişi garanti eder, bu da yakıt tüketimini önemli oranda azaltır.</w:t>
      </w:r>
    </w:p>
    <w:p w14:paraId="6E171978" w14:textId="77777777" w:rsidR="005E25BC" w:rsidRPr="005E25BC" w:rsidRDefault="005E25BC" w:rsidP="005E25BC">
      <w:pPr>
        <w:pStyle w:val="Absatzberschrift"/>
        <w:rPr>
          <w:sz w:val="16"/>
          <w:szCs w:val="18"/>
        </w:rPr>
      </w:pPr>
    </w:p>
    <w:p w14:paraId="24AAE240" w14:textId="77777777" w:rsidR="0006144A" w:rsidRDefault="0006144A">
      <w:pPr>
        <w:rPr>
          <w:rFonts w:eastAsiaTheme="minorHAnsi" w:cstheme="minorBidi"/>
          <w:b/>
          <w:sz w:val="22"/>
          <w:szCs w:val="24"/>
        </w:rPr>
      </w:pPr>
      <w:r>
        <w:rPr>
          <w:lang w:val="tr"/>
        </w:rPr>
        <w:br w:type="page"/>
      </w:r>
    </w:p>
    <w:p w14:paraId="55C0091B" w14:textId="4D893B0B" w:rsidR="005E25BC" w:rsidRPr="00CD35C4" w:rsidRDefault="005E25BC" w:rsidP="005E25BC">
      <w:pPr>
        <w:pStyle w:val="Absatzberschrift"/>
      </w:pPr>
      <w:r>
        <w:rPr>
          <w:bCs/>
          <w:lang w:val="tr"/>
        </w:rPr>
        <w:lastRenderedPageBreak/>
        <w:t>Özel karışımlarla yüksek performans</w:t>
      </w:r>
    </w:p>
    <w:p w14:paraId="432A3F07" w14:textId="7521B0AE" w:rsidR="005E25BC" w:rsidRPr="005E25BC" w:rsidRDefault="00F62E45" w:rsidP="005E25BC">
      <w:pPr>
        <w:jc w:val="both"/>
        <w:rPr>
          <w:sz w:val="22"/>
        </w:rPr>
      </w:pPr>
      <w:r>
        <w:rPr>
          <w:sz w:val="22"/>
          <w:lang w:val="tr"/>
        </w:rPr>
        <w:t>Agregalar ve katkı maddeleri arasında bir kuru homojenleştirme adımına ve otomatik karıştırma süresi kontrolüne sahip harici Karma Makinesi, en gelişmiş sürekli (kontinü) akış tipi bir mikser sunar. Bu, en yüksek kaliteyi garanti ederek her tür asfalt karışımını üretmek için gerekli sağlamlık ve esnekliği sağlar.</w:t>
      </w:r>
    </w:p>
    <w:p w14:paraId="2E9D8B04" w14:textId="77777777" w:rsidR="005E25BC" w:rsidRPr="00287D61" w:rsidRDefault="005E25BC" w:rsidP="005E25BC">
      <w:pPr>
        <w:jc w:val="both"/>
        <w:rPr>
          <w:szCs w:val="18"/>
        </w:rPr>
      </w:pPr>
    </w:p>
    <w:p w14:paraId="52084E38" w14:textId="2883ED3C" w:rsidR="00287D61" w:rsidRPr="00CD35C4" w:rsidRDefault="00287D61" w:rsidP="00287D61">
      <w:pPr>
        <w:pStyle w:val="Absatzberschrift"/>
      </w:pPr>
      <w:r>
        <w:rPr>
          <w:bCs/>
          <w:lang w:val="tr"/>
        </w:rPr>
        <w:t>Optimize bakım</w:t>
      </w:r>
    </w:p>
    <w:p w14:paraId="23ADA9FD" w14:textId="717252DA" w:rsidR="00287D61" w:rsidRDefault="00287D61" w:rsidP="00287D61">
      <w:pPr>
        <w:jc w:val="both"/>
        <w:rPr>
          <w:sz w:val="22"/>
        </w:rPr>
      </w:pPr>
      <w:r>
        <w:rPr>
          <w:sz w:val="22"/>
          <w:lang w:val="tr"/>
        </w:rPr>
        <w:t>Dijital arıza teşhis sistemi, ekipmanın optimum şekilde çalıştığını garanti etmek için çevrimiçi bilgileri kullanarak tüm tesis motorlarını sürekli olarak izler. Aşınma bileşenleri, özellikle mikser kanatları ve torbalı filtreler proses ve malzeme özellikleri sayesinde son derece dayanıklıdır. Sonuç: yüksek ekipman kullanılabilirliği.</w:t>
      </w:r>
    </w:p>
    <w:p w14:paraId="420DB820" w14:textId="77777777" w:rsidR="00287D61" w:rsidRPr="00287D61" w:rsidRDefault="00287D61" w:rsidP="00287D61">
      <w:pPr>
        <w:jc w:val="both"/>
        <w:rPr>
          <w:szCs w:val="10"/>
        </w:rPr>
      </w:pPr>
    </w:p>
    <w:p w14:paraId="480FF2D3" w14:textId="77777777" w:rsidR="00287D61" w:rsidRPr="00CD35C4" w:rsidRDefault="00287D61" w:rsidP="00287D61">
      <w:pPr>
        <w:pStyle w:val="Absatzberschrift"/>
      </w:pPr>
      <w:r>
        <w:rPr>
          <w:bCs/>
          <w:lang w:val="tr"/>
        </w:rPr>
        <w:t>Kolay kullanιm</w:t>
      </w:r>
    </w:p>
    <w:p w14:paraId="26E358AD" w14:textId="1235DA28" w:rsidR="00287D61" w:rsidRDefault="00287D61" w:rsidP="00287D61">
      <w:pPr>
        <w:jc w:val="both"/>
        <w:rPr>
          <w:sz w:val="22"/>
        </w:rPr>
      </w:pPr>
      <w:r>
        <w:rPr>
          <w:sz w:val="22"/>
          <w:lang w:val="tr"/>
        </w:rPr>
        <w:t>Tesisin üretimi tam otomatiktir ve üretim verilerinin girilmesi ve akışın ayarlanması için bir dokunmatik ekrana sahiptir. Operatör kabini, klimalıdır ve operatörün işini kolaylaştıran ergonomik ve kullanıcı dostu üretim kontrolleri ile donatılmıştır.</w:t>
      </w:r>
    </w:p>
    <w:p w14:paraId="48739A74" w14:textId="77777777" w:rsidR="00287D61" w:rsidRPr="00287D61" w:rsidRDefault="00287D61" w:rsidP="00287D61">
      <w:pPr>
        <w:jc w:val="both"/>
        <w:rPr>
          <w:szCs w:val="10"/>
        </w:rPr>
      </w:pPr>
    </w:p>
    <w:p w14:paraId="4772C304" w14:textId="5489DF35" w:rsidR="0006144A" w:rsidRDefault="0006144A" w:rsidP="00287D61">
      <w:pPr>
        <w:pStyle w:val="Absatzberschrift"/>
      </w:pPr>
    </w:p>
    <w:p w14:paraId="4A8AF07F" w14:textId="36FEF158" w:rsidR="00287D61" w:rsidRPr="00E0288A" w:rsidRDefault="00287D61" w:rsidP="00287D61">
      <w:pPr>
        <w:pStyle w:val="Absatzberschrift"/>
        <w:rPr>
          <w:b w:val="0"/>
          <w:bCs/>
          <w:i/>
          <w:iCs/>
        </w:rPr>
      </w:pPr>
      <w:r>
        <w:rPr>
          <w:b w:val="0"/>
          <w:i/>
          <w:iCs/>
          <w:lang w:val="tr"/>
        </w:rPr>
        <w:t>Ciber Hakkında</w:t>
      </w:r>
    </w:p>
    <w:p w14:paraId="30551171" w14:textId="7D045CAE" w:rsidR="00287D61" w:rsidRDefault="00287D61" w:rsidP="00287D61">
      <w:pPr>
        <w:jc w:val="both"/>
        <w:rPr>
          <w:sz w:val="22"/>
        </w:rPr>
      </w:pPr>
      <w:r>
        <w:rPr>
          <w:sz w:val="22"/>
          <w:lang w:val="tr"/>
        </w:rPr>
        <w:t>Porto Alegre, Brezilya’da bulunan modern bir fabrikaya sahip olan ve 1958 yılında kurulan Ciber Equipamentos Rodoviários, kontinü mobil asfalt plentlerinin geliştirilmesinde öncü olmuştur. Ciber, 1996’dan beri Wirtgen Group’un bir parçasıdır. Hem kontinü hem sürekli hem de yığın işleme kullanan pazarlar için Ciber, asfalt karıştırma tesisi portföyünü Wirtgen Group’un altıncı ürün markası olarak tamamlamaktadır. Özel ihtiyaçlara bağlı olarak Wirtgen Group müşterileri, kendi alanlarında teknoloji liderlerinin sürdürülebilir çözümlerine gönül rahatlığıyla güvenerek Benninghoven marka seri üretim asfalt karıştırma tesislerini veya Ciber marka sürekli üretim tesislerini seçebilir.</w:t>
      </w:r>
    </w:p>
    <w:p w14:paraId="179DA2D8" w14:textId="3351D7D8" w:rsidR="00D65E49" w:rsidRDefault="00D65E49">
      <w:pPr>
        <w:rPr>
          <w:rFonts w:eastAsiaTheme="minorHAnsi" w:cstheme="minorBidi"/>
          <w:b/>
          <w:sz w:val="22"/>
          <w:szCs w:val="24"/>
        </w:rPr>
      </w:pPr>
    </w:p>
    <w:p w14:paraId="65D2466B" w14:textId="77777777" w:rsidR="00F23537" w:rsidRDefault="00F23537">
      <w:pPr>
        <w:rPr>
          <w:rFonts w:eastAsiaTheme="minorHAnsi" w:cstheme="minorBidi"/>
          <w:b/>
          <w:sz w:val="22"/>
          <w:szCs w:val="24"/>
        </w:rPr>
      </w:pPr>
    </w:p>
    <w:p w14:paraId="31412CCB" w14:textId="13E309BD" w:rsidR="00E15EBE" w:rsidRPr="00CD35C4" w:rsidRDefault="00F01487" w:rsidP="00E15EBE">
      <w:pPr>
        <w:pStyle w:val="Fotos"/>
      </w:pPr>
      <w:r>
        <w:rPr>
          <w:bCs/>
          <w:lang w:val="tr"/>
        </w:rPr>
        <w:t>Resimler:</w:t>
      </w:r>
    </w:p>
    <w:p w14:paraId="7C90B270" w14:textId="48B8C8A1" w:rsidR="00CD35C4" w:rsidRPr="00CD35C4" w:rsidRDefault="00CD35C4" w:rsidP="00CD35C4">
      <w:pPr>
        <w:pStyle w:val="BUbold"/>
      </w:pPr>
      <w:r>
        <w:rPr>
          <w:b w:val="0"/>
          <w:noProof/>
          <w:lang w:val="tr"/>
        </w:rPr>
        <w:drawing>
          <wp:inline distT="0" distB="0" distL="0" distR="0" wp14:anchorId="0ACB2C28" wp14:editId="19AF7D1D">
            <wp:extent cx="2482478" cy="135853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482478" cy="1358537"/>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tr"/>
        </w:rPr>
        <w:br/>
      </w:r>
      <w:r>
        <w:rPr>
          <w:bCs/>
          <w:lang w:val="tr"/>
        </w:rPr>
        <w:t>CI_iNOVA_2000_Bauma_01</w:t>
      </w:r>
    </w:p>
    <w:p w14:paraId="201891CB" w14:textId="18466C65" w:rsidR="002B7460" w:rsidRDefault="0099535A" w:rsidP="00152E36">
      <w:pPr>
        <w:pStyle w:val="BUnormal"/>
      </w:pPr>
      <w:r>
        <w:rPr>
          <w:lang w:val="tr"/>
        </w:rPr>
        <w:t>Ciber’in kontinü mobil asfalt plenti iNOVA 2000, Bauma 2022’de Avrupa’da görücüye çıkıyor.</w:t>
      </w:r>
    </w:p>
    <w:p w14:paraId="60B90B32" w14:textId="77777777" w:rsidR="002B7460" w:rsidRDefault="002B7460">
      <w:pPr>
        <w:rPr>
          <w:rFonts w:eastAsiaTheme="minorHAnsi" w:cstheme="minorBidi"/>
          <w:color w:val="000000"/>
          <w:sz w:val="20"/>
          <w:szCs w:val="20"/>
        </w:rPr>
      </w:pPr>
      <w:r>
        <w:rPr>
          <w:lang w:val="tr"/>
        </w:rPr>
        <w:br w:type="page"/>
      </w:r>
    </w:p>
    <w:p w14:paraId="0D4E4516" w14:textId="29D6DC6C" w:rsidR="00BC6E4F" w:rsidRPr="00BC6E4F" w:rsidRDefault="005167A3" w:rsidP="00E0288A">
      <w:pPr>
        <w:pStyle w:val="Standardabsatz"/>
        <w:spacing w:after="0"/>
      </w:pPr>
      <w:r>
        <w:rPr>
          <w:noProof/>
          <w:lang w:val="tr"/>
        </w:rPr>
        <w:lastRenderedPageBreak/>
        <w:drawing>
          <wp:inline distT="0" distB="0" distL="0" distR="0" wp14:anchorId="3005AB7F" wp14:editId="1D6BB5B4">
            <wp:extent cx="2443728" cy="1550504"/>
            <wp:effectExtent l="0" t="0" r="0" b="0"/>
            <wp:docPr id="9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Grafik 7"/>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456003" cy="1558292"/>
                    </a:xfrm>
                    <a:prstGeom prst="rect">
                      <a:avLst/>
                    </a:prstGeom>
                    <a:noFill/>
                    <a:ln>
                      <a:noFill/>
                    </a:ln>
                    <a:extLst>
                      <a:ext uri="{53640926-AAD7-44D8-BBD7-CCE9431645EC}">
                        <a14:shadowObscured xmlns:a14="http://schemas.microsoft.com/office/drawing/2010/main"/>
                      </a:ext>
                    </a:extLst>
                  </pic:spPr>
                </pic:pic>
              </a:graphicData>
            </a:graphic>
          </wp:inline>
        </w:drawing>
      </w:r>
    </w:p>
    <w:p w14:paraId="19B71749" w14:textId="1364ABF6" w:rsidR="00BC6E4F" w:rsidRPr="00E0288A" w:rsidRDefault="005167A3" w:rsidP="00E0288A">
      <w:pPr>
        <w:pStyle w:val="BUbold"/>
      </w:pPr>
      <w:r>
        <w:rPr>
          <w:bCs/>
          <w:lang w:val="tr"/>
        </w:rPr>
        <w:t>CI_iNOVA_2000_Bauma_02</w:t>
      </w:r>
    </w:p>
    <w:p w14:paraId="20051015" w14:textId="38DC1670" w:rsidR="00BC6E4F" w:rsidRDefault="00380ACA" w:rsidP="00BC6E4F">
      <w:pPr>
        <w:pStyle w:val="BUnormal"/>
      </w:pPr>
      <w:r>
        <w:rPr>
          <w:lang w:val="tr"/>
        </w:rPr>
        <w:t xml:space="preserve">iNOVA 2000, yalnızca iki mobil ünite hâlinde tasarlanması sayesinde düşük nakliye ve kurulum maliyetleri sunar. </w:t>
      </w:r>
    </w:p>
    <w:p w14:paraId="5A16588B" w14:textId="7E9E5494" w:rsidR="00380ACA" w:rsidRPr="00CD35C4" w:rsidRDefault="00380ACA" w:rsidP="00380ACA">
      <w:pPr>
        <w:pStyle w:val="BUbold"/>
      </w:pPr>
      <w:r>
        <w:rPr>
          <w:b w:val="0"/>
          <w:noProof/>
          <w:lang w:val="tr"/>
        </w:rPr>
        <w:drawing>
          <wp:inline distT="0" distB="0" distL="0" distR="0" wp14:anchorId="07405EBD" wp14:editId="09073B3D">
            <wp:extent cx="1872574" cy="264811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1872574" cy="2648110"/>
                    </a:xfrm>
                    <a:prstGeom prst="rect">
                      <a:avLst/>
                    </a:prstGeom>
                    <a:noFill/>
                    <a:ln>
                      <a:noFill/>
                    </a:ln>
                  </pic:spPr>
                </pic:pic>
              </a:graphicData>
            </a:graphic>
          </wp:inline>
        </w:drawing>
      </w:r>
      <w:r>
        <w:rPr>
          <w:b w:val="0"/>
          <w:lang w:val="tr"/>
        </w:rPr>
        <w:br/>
      </w:r>
      <w:r>
        <w:rPr>
          <w:bCs/>
          <w:lang w:val="tr"/>
        </w:rPr>
        <w:t>CI_iNOVA_2000_Bauma_03</w:t>
      </w:r>
    </w:p>
    <w:p w14:paraId="264FBA6B" w14:textId="6ECDBDE9" w:rsidR="00380ACA" w:rsidRDefault="00380ACA" w:rsidP="00380ACA">
      <w:pPr>
        <w:pStyle w:val="BUnormal"/>
      </w:pPr>
      <w:r>
        <w:rPr>
          <w:lang w:val="tr"/>
        </w:rPr>
        <w:t>Ciber’in kontinü mobil asfalt plentleri yüksek kalite ve düşük işletme maliyetleri sunar.</w:t>
      </w:r>
    </w:p>
    <w:p w14:paraId="2A2E54EB" w14:textId="77777777" w:rsidR="002B7460" w:rsidRDefault="002B7460" w:rsidP="00184969">
      <w:pPr>
        <w:pStyle w:val="Text"/>
        <w:rPr>
          <w:i/>
          <w:iCs/>
          <w:sz w:val="20"/>
          <w:szCs w:val="20"/>
        </w:rPr>
      </w:pPr>
    </w:p>
    <w:p w14:paraId="6EA5A5F9" w14:textId="40A8E38C" w:rsidR="00184969" w:rsidRPr="002B7460" w:rsidRDefault="00184969" w:rsidP="00184969">
      <w:pPr>
        <w:pStyle w:val="Text"/>
        <w:rPr>
          <w:i/>
          <w:iCs/>
          <w:sz w:val="20"/>
          <w:szCs w:val="20"/>
        </w:rPr>
      </w:pPr>
      <w:r>
        <w:rPr>
          <w:i/>
          <w:iCs/>
          <w:sz w:val="20"/>
          <w:szCs w:val="20"/>
          <w:lang w:val="tr"/>
        </w:rPr>
        <w:t>Lütfen dikkat: burada gösterilen fotoğraflar sadece önizlemedir. Bunları başka bir medyada yayınlamak için lütfen Wirtgen Group web sitelerinden daha yüksek çözünürlüklü (300 dpi) sürümlerini indirin.</w:t>
      </w:r>
    </w:p>
    <w:p w14:paraId="2EAF1FE8" w14:textId="77777777" w:rsidR="004F5F01" w:rsidRDefault="004F5F01" w:rsidP="00184969">
      <w:pPr>
        <w:pStyle w:val="Text"/>
        <w:rPr>
          <w:sz w:val="18"/>
        </w:rPr>
      </w:pPr>
    </w:p>
    <w:p w14:paraId="177303F9" w14:textId="77777777" w:rsidR="002B7460" w:rsidRDefault="002B7460" w:rsidP="00E0288A">
      <w:pPr>
        <w:pStyle w:val="Absatzberschrift"/>
        <w:rPr>
          <w:iCs/>
        </w:rPr>
      </w:pPr>
    </w:p>
    <w:p w14:paraId="3E416DEE" w14:textId="4E7C73CB" w:rsidR="00E0288A" w:rsidRPr="00A338F5" w:rsidRDefault="00E0288A" w:rsidP="00E0288A">
      <w:pPr>
        <w:pStyle w:val="Absatzberschrift"/>
        <w:rPr>
          <w:iCs/>
        </w:rPr>
      </w:pPr>
      <w:r>
        <w:rPr>
          <w:bCs/>
          <w:lang w:val="tr"/>
        </w:rPr>
        <w:t>Daha fazla bilgi için lütfen bizimle iletişime geçin:</w:t>
      </w:r>
    </w:p>
    <w:p w14:paraId="6F230805" w14:textId="77777777" w:rsidR="00E0288A" w:rsidRPr="00A338F5" w:rsidRDefault="00E0288A" w:rsidP="00E0288A">
      <w:pPr>
        <w:pStyle w:val="Absatzberschrift"/>
      </w:pPr>
    </w:p>
    <w:p w14:paraId="12495DD9" w14:textId="77777777" w:rsidR="00E0288A" w:rsidRPr="00E0288A" w:rsidRDefault="00E0288A" w:rsidP="00E0288A">
      <w:pPr>
        <w:pStyle w:val="Absatzberschrift"/>
        <w:rPr>
          <w:b w:val="0"/>
          <w:bCs/>
        </w:rPr>
      </w:pPr>
      <w:r>
        <w:rPr>
          <w:b w:val="0"/>
          <w:lang w:val="tr"/>
        </w:rPr>
        <w:t>CIBER</w:t>
      </w:r>
    </w:p>
    <w:p w14:paraId="23A2025C" w14:textId="77777777" w:rsidR="00E0288A" w:rsidRPr="00E0288A" w:rsidRDefault="00E0288A" w:rsidP="00E0288A">
      <w:pPr>
        <w:pStyle w:val="Absatzberschrift"/>
        <w:rPr>
          <w:b w:val="0"/>
          <w:bCs/>
        </w:rPr>
      </w:pPr>
      <w:r>
        <w:rPr>
          <w:b w:val="0"/>
          <w:lang w:val="tr"/>
        </w:rPr>
        <w:t>Pazarlama</w:t>
      </w:r>
    </w:p>
    <w:p w14:paraId="19414390" w14:textId="77777777" w:rsidR="00E0288A" w:rsidRPr="00E0288A" w:rsidRDefault="00E0288A" w:rsidP="00E0288A">
      <w:pPr>
        <w:pStyle w:val="Absatzberschrift"/>
        <w:rPr>
          <w:b w:val="0"/>
          <w:bCs/>
        </w:rPr>
      </w:pPr>
      <w:r>
        <w:rPr>
          <w:b w:val="0"/>
          <w:lang w:val="tr"/>
        </w:rPr>
        <w:t>Rua Senhor do Bom Fim, 177</w:t>
      </w:r>
    </w:p>
    <w:p w14:paraId="77C9B15E" w14:textId="77777777" w:rsidR="00E0288A" w:rsidRPr="00E0288A" w:rsidRDefault="00E0288A" w:rsidP="00E0288A">
      <w:pPr>
        <w:pStyle w:val="Absatzberschrift"/>
        <w:rPr>
          <w:b w:val="0"/>
          <w:bCs/>
        </w:rPr>
      </w:pPr>
      <w:r>
        <w:rPr>
          <w:b w:val="0"/>
          <w:lang w:val="tr"/>
        </w:rPr>
        <w:t>91140-380 Porto Alegre</w:t>
      </w:r>
    </w:p>
    <w:p w14:paraId="0FA65CFC" w14:textId="77777777" w:rsidR="00E0288A" w:rsidRPr="00E0288A" w:rsidRDefault="00E0288A" w:rsidP="00E0288A">
      <w:pPr>
        <w:pStyle w:val="Absatzberschrift"/>
        <w:rPr>
          <w:b w:val="0"/>
          <w:bCs/>
        </w:rPr>
      </w:pPr>
      <w:r>
        <w:rPr>
          <w:b w:val="0"/>
          <w:lang w:val="tr"/>
        </w:rPr>
        <w:t>Brezilya</w:t>
      </w:r>
    </w:p>
    <w:p w14:paraId="7C49F082" w14:textId="77777777" w:rsidR="00E0288A" w:rsidRPr="00E0288A" w:rsidRDefault="00E0288A" w:rsidP="00E0288A">
      <w:pPr>
        <w:pStyle w:val="Absatzberschrift"/>
        <w:rPr>
          <w:b w:val="0"/>
          <w:bCs/>
        </w:rPr>
      </w:pPr>
    </w:p>
    <w:p w14:paraId="3B9C9793" w14:textId="77777777" w:rsidR="00E0288A" w:rsidRPr="00E0288A" w:rsidRDefault="00E0288A" w:rsidP="00E0288A">
      <w:pPr>
        <w:pStyle w:val="Absatzberschrift"/>
        <w:rPr>
          <w:b w:val="0"/>
          <w:bCs/>
        </w:rPr>
      </w:pPr>
      <w:r>
        <w:rPr>
          <w:b w:val="0"/>
          <w:lang w:val="tr"/>
        </w:rPr>
        <w:t xml:space="preserve">Telefon: +55 51 3364 9315  </w:t>
      </w:r>
    </w:p>
    <w:p w14:paraId="016FAF0F" w14:textId="77777777" w:rsidR="00E0288A" w:rsidRPr="00E0288A" w:rsidRDefault="00E0288A" w:rsidP="00E0288A">
      <w:pPr>
        <w:pStyle w:val="Absatzberschrift"/>
        <w:rPr>
          <w:b w:val="0"/>
          <w:bCs/>
        </w:rPr>
      </w:pPr>
      <w:r>
        <w:rPr>
          <w:b w:val="0"/>
          <w:lang w:val="tr"/>
        </w:rPr>
        <w:t>Faks: +55 51 3364 9254</w:t>
      </w:r>
    </w:p>
    <w:p w14:paraId="349B7EF5" w14:textId="2A94A262" w:rsidR="00E0288A" w:rsidRPr="00E0288A" w:rsidRDefault="00E35214" w:rsidP="00E0288A">
      <w:pPr>
        <w:pStyle w:val="Absatzberschrift"/>
        <w:rPr>
          <w:b w:val="0"/>
          <w:bCs/>
        </w:rPr>
      </w:pPr>
      <w:r>
        <w:rPr>
          <w:b w:val="0"/>
          <w:lang w:val="tr"/>
        </w:rPr>
        <w:t>E-posta: marketing@ciber.com.br</w:t>
      </w:r>
    </w:p>
    <w:p w14:paraId="0834BAC7" w14:textId="7FAE2126" w:rsidR="00E15EBE" w:rsidRDefault="00E0288A" w:rsidP="00E15EBE">
      <w:pPr>
        <w:pStyle w:val="Absatzberschrift"/>
      </w:pPr>
      <w:r>
        <w:rPr>
          <w:b w:val="0"/>
          <w:lang w:val="tr"/>
        </w:rPr>
        <w:t xml:space="preserve">www.ciber.com.br </w:t>
      </w:r>
      <w:bookmarkEnd w:id="0"/>
    </w:p>
    <w:sectPr w:rsidR="00E15EBE"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B5520" w14:textId="77777777" w:rsidR="00EC0F59" w:rsidRDefault="00EC0F59" w:rsidP="00E55534">
      <w:r>
        <w:separator/>
      </w:r>
    </w:p>
  </w:endnote>
  <w:endnote w:type="continuationSeparator" w:id="0">
    <w:p w14:paraId="09A0E713" w14:textId="77777777" w:rsidR="00EC0F59" w:rsidRDefault="00EC0F5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F87B" w14:textId="77777777" w:rsidR="002E5BE8" w:rsidRDefault="002E5B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lang w:val="tr"/>
            </w:rPr>
            <w:t xml:space="preserve">     </w:t>
          </w:r>
        </w:p>
      </w:tc>
      <w:tc>
        <w:tcPr>
          <w:tcW w:w="1160" w:type="dxa"/>
          <w:shd w:val="clear" w:color="auto" w:fill="auto"/>
        </w:tcPr>
        <w:p w14:paraId="120FF8E6" w14:textId="3871DCE0" w:rsidR="00533132" w:rsidRPr="00723F4F" w:rsidRDefault="00533132" w:rsidP="00723F4F">
          <w:pPr>
            <w:pStyle w:val="Seitenzahlen"/>
            <w:rPr>
              <w:szCs w:val="20"/>
            </w:rPr>
          </w:pPr>
          <w:r>
            <w:rPr>
              <w:lang w:val="tr"/>
            </w:rPr>
            <w:fldChar w:fldCharType="begin"/>
          </w:r>
          <w:r>
            <w:rPr>
              <w:lang w:val="tr"/>
            </w:rPr>
            <w:instrText xml:space="preserve"> PAGE \# "00"</w:instrText>
          </w:r>
          <w:r>
            <w:rPr>
              <w:lang w:val="tr"/>
            </w:rPr>
            <w:fldChar w:fldCharType="separate"/>
          </w:r>
          <w:r>
            <w:rPr>
              <w:lang w:val="tr"/>
            </w:rPr>
            <w:t>0</w:t>
          </w:r>
          <w:r>
            <w:rPr>
              <w:lang w:val="tr"/>
            </w:rPr>
            <w:t>2</w:t>
          </w:r>
          <w:r>
            <w:rPr>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lang w:val="tr"/>
            </w:rPr>
            <w:t xml:space="preserve">WIRTGEN </w:t>
          </w:r>
          <w:r>
            <w:rPr>
              <w:rStyle w:val="Hervorhebung"/>
              <w:bCs/>
              <w:iCs w:val="0"/>
              <w:lang w:val="tr"/>
            </w:rPr>
            <w:t>GmbH</w:t>
          </w:r>
          <w:r>
            <w:rPr>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A18EA" w14:textId="77777777" w:rsidR="00EC0F59" w:rsidRDefault="00EC0F59" w:rsidP="00E55534">
      <w:r>
        <w:separator/>
      </w:r>
    </w:p>
  </w:footnote>
  <w:footnote w:type="continuationSeparator" w:id="0">
    <w:p w14:paraId="1E5013BE" w14:textId="77777777" w:rsidR="00EC0F59" w:rsidRDefault="00EC0F5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F5E39" w14:textId="7F8037B1" w:rsidR="003524CC" w:rsidRDefault="005259BF">
    <w:pPr>
      <w:pStyle w:val="Kopfzeile"/>
    </w:pPr>
    <w:r>
      <w:rPr>
        <w:noProof/>
        <w:lang w:val="tr"/>
      </w:rPr>
      <mc:AlternateContent>
        <mc:Choice Requires="wps">
          <w:drawing>
            <wp:anchor distT="0" distB="0" distL="0" distR="0" simplePos="0" relativeHeight="251662336" behindDoc="0" locked="0" layoutInCell="1" allowOverlap="1" wp14:anchorId="74E57F07" wp14:editId="5E9ECB4E">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D49194" w14:textId="24E1E815"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E57F07"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BD49194" w14:textId="24E1E815"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72733FB" w:rsidR="00533132" w:rsidRPr="00533132" w:rsidRDefault="00F61A09" w:rsidP="00533132">
    <w:pPr>
      <w:pStyle w:val="Kopfzeile"/>
    </w:pPr>
    <w:r>
      <w:rPr>
        <w:noProof/>
        <w:lang w:val="tr"/>
      </w:rPr>
      <mc:AlternateContent>
        <mc:Choice Requires="wpc">
          <w:drawing>
            <wp:anchor distT="0" distB="0" distL="114300" distR="114300" simplePos="0" relativeHeight="251666432" behindDoc="0" locked="0" layoutInCell="1" allowOverlap="1" wp14:anchorId="230417A1" wp14:editId="10E7318C">
              <wp:simplePos x="0" y="0"/>
              <wp:positionH relativeFrom="column">
                <wp:posOffset>-756285</wp:posOffset>
              </wp:positionH>
              <wp:positionV relativeFrom="paragraph">
                <wp:posOffset>-450215</wp:posOffset>
              </wp:positionV>
              <wp:extent cx="7559675" cy="10693400"/>
              <wp:effectExtent l="0" t="0" r="0" b="0"/>
              <wp:wrapNone/>
              <wp:docPr id="76" name="Tela 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Freeform 4"/>
                      <wps:cNvSpPr>
                        <a:spLocks/>
                      </wps:cNvSpPr>
                      <wps:spPr bwMode="auto">
                        <a:xfrm>
                          <a:off x="756285" y="701040"/>
                          <a:ext cx="6055360" cy="29845"/>
                        </a:xfrm>
                        <a:custGeom>
                          <a:avLst/>
                          <a:gdLst>
                            <a:gd name="T0" fmla="*/ 0 w 6350"/>
                            <a:gd name="T1" fmla="*/ 31 h 31"/>
                            <a:gd name="T2" fmla="*/ 0 w 6350"/>
                            <a:gd name="T3" fmla="*/ 31 h 31"/>
                            <a:gd name="T4" fmla="*/ 6350 w 6350"/>
                            <a:gd name="T5" fmla="*/ 31 h 31"/>
                            <a:gd name="T6" fmla="*/ 6350 w 6350"/>
                            <a:gd name="T7" fmla="*/ 0 h 31"/>
                            <a:gd name="T8" fmla="*/ 0 w 6350"/>
                            <a:gd name="T9" fmla="*/ 0 h 31"/>
                            <a:gd name="T10" fmla="*/ 0 w 6350"/>
                            <a:gd name="T11" fmla="*/ 31 h 31"/>
                          </a:gdLst>
                          <a:ahLst/>
                          <a:cxnLst>
                            <a:cxn ang="0">
                              <a:pos x="T0" y="T1"/>
                            </a:cxn>
                            <a:cxn ang="0">
                              <a:pos x="T2" y="T3"/>
                            </a:cxn>
                            <a:cxn ang="0">
                              <a:pos x="T4" y="T5"/>
                            </a:cxn>
                            <a:cxn ang="0">
                              <a:pos x="T6" y="T7"/>
                            </a:cxn>
                            <a:cxn ang="0">
                              <a:pos x="T8" y="T9"/>
                            </a:cxn>
                            <a:cxn ang="0">
                              <a:pos x="T10" y="T11"/>
                            </a:cxn>
                          </a:cxnLst>
                          <a:rect l="0" t="0" r="r" b="b"/>
                          <a:pathLst>
                            <a:path w="6350" h="31">
                              <a:moveTo>
                                <a:pt x="0" y="31"/>
                              </a:moveTo>
                              <a:lnTo>
                                <a:pt x="0" y="31"/>
                              </a:lnTo>
                              <a:lnTo>
                                <a:pt x="6350" y="31"/>
                              </a:lnTo>
                              <a:lnTo>
                                <a:pt x="6350" y="0"/>
                              </a:lnTo>
                              <a:lnTo>
                                <a:pt x="0" y="0"/>
                              </a:lnTo>
                              <a:lnTo>
                                <a:pt x="0" y="3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g:wgp>
                      <wpg:cNvPr id="92" name="Agrupar 92"/>
                      <wpg:cNvGrpSpPr/>
                      <wpg:grpSpPr>
                        <a:xfrm>
                          <a:off x="5081905" y="1014730"/>
                          <a:ext cx="1729740" cy="170180"/>
                          <a:chOff x="5081905" y="1014730"/>
                          <a:chExt cx="1729740" cy="170180"/>
                        </a:xfrm>
                      </wpg:grpSpPr>
                      <wps:wsp>
                        <wps:cNvPr id="64" name="Freeform 57"/>
                        <wps:cNvSpPr>
                          <a:spLocks noEditPoints="1"/>
                        </wps:cNvSpPr>
                        <wps:spPr bwMode="auto">
                          <a:xfrm>
                            <a:off x="5081905" y="1019810"/>
                            <a:ext cx="121920" cy="161290"/>
                          </a:xfrm>
                          <a:custGeom>
                            <a:avLst/>
                            <a:gdLst>
                              <a:gd name="T0" fmla="*/ 128 w 128"/>
                              <a:gd name="T1" fmla="*/ 52 h 169"/>
                              <a:gd name="T2" fmla="*/ 128 w 128"/>
                              <a:gd name="T3" fmla="*/ 52 h 169"/>
                              <a:gd name="T4" fmla="*/ 62 w 128"/>
                              <a:gd name="T5" fmla="*/ 0 h 169"/>
                              <a:gd name="T6" fmla="*/ 0 w 128"/>
                              <a:gd name="T7" fmla="*/ 0 h 169"/>
                              <a:gd name="T8" fmla="*/ 0 w 128"/>
                              <a:gd name="T9" fmla="*/ 169 h 169"/>
                              <a:gd name="T10" fmla="*/ 41 w 128"/>
                              <a:gd name="T11" fmla="*/ 169 h 169"/>
                              <a:gd name="T12" fmla="*/ 41 w 128"/>
                              <a:gd name="T13" fmla="*/ 105 h 169"/>
                              <a:gd name="T14" fmla="*/ 61 w 128"/>
                              <a:gd name="T15" fmla="*/ 105 h 169"/>
                              <a:gd name="T16" fmla="*/ 128 w 128"/>
                              <a:gd name="T17" fmla="*/ 52 h 169"/>
                              <a:gd name="T18" fmla="*/ 88 w 128"/>
                              <a:gd name="T19" fmla="*/ 52 h 169"/>
                              <a:gd name="T20" fmla="*/ 88 w 128"/>
                              <a:gd name="T21" fmla="*/ 52 h 169"/>
                              <a:gd name="T22" fmla="*/ 58 w 128"/>
                              <a:gd name="T23" fmla="*/ 72 h 169"/>
                              <a:gd name="T24" fmla="*/ 41 w 128"/>
                              <a:gd name="T25" fmla="*/ 72 h 169"/>
                              <a:gd name="T26" fmla="*/ 41 w 128"/>
                              <a:gd name="T27" fmla="*/ 33 h 169"/>
                              <a:gd name="T28" fmla="*/ 59 w 128"/>
                              <a:gd name="T29" fmla="*/ 33 h 169"/>
                              <a:gd name="T30" fmla="*/ 88 w 128"/>
                              <a:gd name="T31" fmla="*/ 52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8" h="169">
                                <a:moveTo>
                                  <a:pt x="128" y="52"/>
                                </a:moveTo>
                                <a:lnTo>
                                  <a:pt x="128" y="52"/>
                                </a:lnTo>
                                <a:cubicBezTo>
                                  <a:pt x="128" y="13"/>
                                  <a:pt x="99" y="0"/>
                                  <a:pt x="62" y="0"/>
                                </a:cubicBezTo>
                                <a:lnTo>
                                  <a:pt x="0" y="0"/>
                                </a:lnTo>
                                <a:lnTo>
                                  <a:pt x="0" y="169"/>
                                </a:lnTo>
                                <a:lnTo>
                                  <a:pt x="41" y="169"/>
                                </a:lnTo>
                                <a:lnTo>
                                  <a:pt x="41" y="105"/>
                                </a:lnTo>
                                <a:lnTo>
                                  <a:pt x="61" y="105"/>
                                </a:lnTo>
                                <a:cubicBezTo>
                                  <a:pt x="97" y="105"/>
                                  <a:pt x="128" y="91"/>
                                  <a:pt x="128" y="52"/>
                                </a:cubicBezTo>
                                <a:close/>
                                <a:moveTo>
                                  <a:pt x="88" y="52"/>
                                </a:moveTo>
                                <a:lnTo>
                                  <a:pt x="88" y="52"/>
                                </a:lnTo>
                                <a:cubicBezTo>
                                  <a:pt x="88" y="68"/>
                                  <a:pt x="73" y="72"/>
                                  <a:pt x="58" y="72"/>
                                </a:cubicBezTo>
                                <a:lnTo>
                                  <a:pt x="41" y="72"/>
                                </a:lnTo>
                                <a:lnTo>
                                  <a:pt x="41" y="33"/>
                                </a:lnTo>
                                <a:lnTo>
                                  <a:pt x="59" y="33"/>
                                </a:lnTo>
                                <a:cubicBezTo>
                                  <a:pt x="73" y="33"/>
                                  <a:pt x="88" y="36"/>
                                  <a:pt x="88" y="52"/>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5" name="Freeform 58"/>
                        <wps:cNvSpPr>
                          <a:spLocks noEditPoints="1"/>
                        </wps:cNvSpPr>
                        <wps:spPr bwMode="auto">
                          <a:xfrm>
                            <a:off x="5228590" y="1019810"/>
                            <a:ext cx="131445" cy="161290"/>
                          </a:xfrm>
                          <a:custGeom>
                            <a:avLst/>
                            <a:gdLst>
                              <a:gd name="T0" fmla="*/ 138 w 138"/>
                              <a:gd name="T1" fmla="*/ 169 h 169"/>
                              <a:gd name="T2" fmla="*/ 138 w 138"/>
                              <a:gd name="T3" fmla="*/ 169 h 169"/>
                              <a:gd name="T4" fmla="*/ 94 w 138"/>
                              <a:gd name="T5" fmla="*/ 96 h 169"/>
                              <a:gd name="T6" fmla="*/ 129 w 138"/>
                              <a:gd name="T7" fmla="*/ 51 h 169"/>
                              <a:gd name="T8" fmla="*/ 64 w 138"/>
                              <a:gd name="T9" fmla="*/ 0 h 169"/>
                              <a:gd name="T10" fmla="*/ 0 w 138"/>
                              <a:gd name="T11" fmla="*/ 0 h 169"/>
                              <a:gd name="T12" fmla="*/ 0 w 138"/>
                              <a:gd name="T13" fmla="*/ 169 h 169"/>
                              <a:gd name="T14" fmla="*/ 40 w 138"/>
                              <a:gd name="T15" fmla="*/ 169 h 169"/>
                              <a:gd name="T16" fmla="*/ 40 w 138"/>
                              <a:gd name="T17" fmla="*/ 102 h 169"/>
                              <a:gd name="T18" fmla="*/ 54 w 138"/>
                              <a:gd name="T19" fmla="*/ 102 h 169"/>
                              <a:gd name="T20" fmla="*/ 90 w 138"/>
                              <a:gd name="T21" fmla="*/ 169 h 169"/>
                              <a:gd name="T22" fmla="*/ 138 w 138"/>
                              <a:gd name="T23" fmla="*/ 169 h 169"/>
                              <a:gd name="T24" fmla="*/ 89 w 138"/>
                              <a:gd name="T25" fmla="*/ 51 h 169"/>
                              <a:gd name="T26" fmla="*/ 89 w 138"/>
                              <a:gd name="T27" fmla="*/ 51 h 169"/>
                              <a:gd name="T28" fmla="*/ 59 w 138"/>
                              <a:gd name="T29" fmla="*/ 72 h 169"/>
                              <a:gd name="T30" fmla="*/ 40 w 138"/>
                              <a:gd name="T31" fmla="*/ 72 h 169"/>
                              <a:gd name="T32" fmla="*/ 40 w 138"/>
                              <a:gd name="T33" fmla="*/ 33 h 169"/>
                              <a:gd name="T34" fmla="*/ 61 w 138"/>
                              <a:gd name="T35" fmla="*/ 33 h 169"/>
                              <a:gd name="T36" fmla="*/ 89 w 138"/>
                              <a:gd name="T37" fmla="*/ 51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8" h="169">
                                <a:moveTo>
                                  <a:pt x="138" y="169"/>
                                </a:moveTo>
                                <a:lnTo>
                                  <a:pt x="138" y="169"/>
                                </a:lnTo>
                                <a:lnTo>
                                  <a:pt x="94" y="96"/>
                                </a:lnTo>
                                <a:cubicBezTo>
                                  <a:pt x="116" y="90"/>
                                  <a:pt x="129" y="73"/>
                                  <a:pt x="129" y="51"/>
                                </a:cubicBezTo>
                                <a:cubicBezTo>
                                  <a:pt x="129" y="12"/>
                                  <a:pt x="97" y="0"/>
                                  <a:pt x="64" y="0"/>
                                </a:cubicBezTo>
                                <a:lnTo>
                                  <a:pt x="0" y="0"/>
                                </a:lnTo>
                                <a:lnTo>
                                  <a:pt x="0" y="169"/>
                                </a:lnTo>
                                <a:lnTo>
                                  <a:pt x="40" y="169"/>
                                </a:lnTo>
                                <a:lnTo>
                                  <a:pt x="40" y="102"/>
                                </a:lnTo>
                                <a:lnTo>
                                  <a:pt x="54" y="102"/>
                                </a:lnTo>
                                <a:lnTo>
                                  <a:pt x="90" y="169"/>
                                </a:lnTo>
                                <a:lnTo>
                                  <a:pt x="138" y="169"/>
                                </a:lnTo>
                                <a:close/>
                                <a:moveTo>
                                  <a:pt x="89" y="51"/>
                                </a:moveTo>
                                <a:lnTo>
                                  <a:pt x="89" y="51"/>
                                </a:lnTo>
                                <a:cubicBezTo>
                                  <a:pt x="89" y="69"/>
                                  <a:pt x="72" y="72"/>
                                  <a:pt x="59" y="72"/>
                                </a:cubicBezTo>
                                <a:lnTo>
                                  <a:pt x="40" y="72"/>
                                </a:lnTo>
                                <a:lnTo>
                                  <a:pt x="40" y="33"/>
                                </a:lnTo>
                                <a:lnTo>
                                  <a:pt x="61" y="33"/>
                                </a:lnTo>
                                <a:cubicBezTo>
                                  <a:pt x="74" y="33"/>
                                  <a:pt x="89" y="36"/>
                                  <a:pt x="89" y="51"/>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6" name="Freeform 59"/>
                        <wps:cNvSpPr>
                          <a:spLocks/>
                        </wps:cNvSpPr>
                        <wps:spPr bwMode="auto">
                          <a:xfrm>
                            <a:off x="5380355" y="1019810"/>
                            <a:ext cx="112395" cy="161290"/>
                          </a:xfrm>
                          <a:custGeom>
                            <a:avLst/>
                            <a:gdLst>
                              <a:gd name="T0" fmla="*/ 118 w 118"/>
                              <a:gd name="T1" fmla="*/ 169 h 169"/>
                              <a:gd name="T2" fmla="*/ 118 w 118"/>
                              <a:gd name="T3" fmla="*/ 169 h 169"/>
                              <a:gd name="T4" fmla="*/ 118 w 118"/>
                              <a:gd name="T5" fmla="*/ 134 h 169"/>
                              <a:gd name="T6" fmla="*/ 39 w 118"/>
                              <a:gd name="T7" fmla="*/ 134 h 169"/>
                              <a:gd name="T8" fmla="*/ 39 w 118"/>
                              <a:gd name="T9" fmla="*/ 99 h 169"/>
                              <a:gd name="T10" fmla="*/ 109 w 118"/>
                              <a:gd name="T11" fmla="*/ 99 h 169"/>
                              <a:gd name="T12" fmla="*/ 109 w 118"/>
                              <a:gd name="T13" fmla="*/ 66 h 169"/>
                              <a:gd name="T14" fmla="*/ 39 w 118"/>
                              <a:gd name="T15" fmla="*/ 66 h 169"/>
                              <a:gd name="T16" fmla="*/ 39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7" name="Freeform 60"/>
                        <wps:cNvSpPr>
                          <a:spLocks/>
                        </wps:cNvSpPr>
                        <wps:spPr bwMode="auto">
                          <a:xfrm>
                            <a:off x="5506085" y="1014730"/>
                            <a:ext cx="123190" cy="170180"/>
                          </a:xfrm>
                          <a:custGeom>
                            <a:avLst/>
                            <a:gdLst>
                              <a:gd name="T0" fmla="*/ 129 w 129"/>
                              <a:gd name="T1" fmla="*/ 21 h 178"/>
                              <a:gd name="T2" fmla="*/ 129 w 129"/>
                              <a:gd name="T3" fmla="*/ 21 h 178"/>
                              <a:gd name="T4" fmla="*/ 73 w 129"/>
                              <a:gd name="T5" fmla="*/ 0 h 178"/>
                              <a:gd name="T6" fmla="*/ 8 w 129"/>
                              <a:gd name="T7" fmla="*/ 53 h 178"/>
                              <a:gd name="T8" fmla="*/ 51 w 129"/>
                              <a:gd name="T9" fmla="*/ 102 h 178"/>
                              <a:gd name="T10" fmla="*/ 86 w 129"/>
                              <a:gd name="T11" fmla="*/ 126 h 178"/>
                              <a:gd name="T12" fmla="*/ 63 w 129"/>
                              <a:gd name="T13" fmla="*/ 144 h 178"/>
                              <a:gd name="T14" fmla="*/ 26 w 129"/>
                              <a:gd name="T15" fmla="*/ 126 h 178"/>
                              <a:gd name="T16" fmla="*/ 0 w 129"/>
                              <a:gd name="T17" fmla="*/ 154 h 178"/>
                              <a:gd name="T18" fmla="*/ 63 w 129"/>
                              <a:gd name="T19" fmla="*/ 178 h 178"/>
                              <a:gd name="T20" fmla="*/ 128 w 129"/>
                              <a:gd name="T21" fmla="*/ 122 h 178"/>
                              <a:gd name="T22" fmla="*/ 75 w 129"/>
                              <a:gd name="T23" fmla="*/ 71 h 178"/>
                              <a:gd name="T24" fmla="*/ 49 w 129"/>
                              <a:gd name="T25" fmla="*/ 51 h 178"/>
                              <a:gd name="T26" fmla="*/ 73 w 129"/>
                              <a:gd name="T27" fmla="*/ 34 h 178"/>
                              <a:gd name="T28" fmla="*/ 103 w 129"/>
                              <a:gd name="T29" fmla="*/ 49 h 178"/>
                              <a:gd name="T30" fmla="*/ 129 w 129"/>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 h="178">
                                <a:moveTo>
                                  <a:pt x="129" y="21"/>
                                </a:moveTo>
                                <a:lnTo>
                                  <a:pt x="129" y="21"/>
                                </a:lnTo>
                                <a:cubicBezTo>
                                  <a:pt x="114" y="7"/>
                                  <a:pt x="93" y="0"/>
                                  <a:pt x="73" y="0"/>
                                </a:cubicBezTo>
                                <a:cubicBezTo>
                                  <a:pt x="42" y="0"/>
                                  <a:pt x="8" y="16"/>
                                  <a:pt x="8" y="53"/>
                                </a:cubicBezTo>
                                <a:cubicBezTo>
                                  <a:pt x="8" y="84"/>
                                  <a:pt x="30" y="95"/>
                                  <a:pt x="51" y="102"/>
                                </a:cubicBezTo>
                                <a:cubicBezTo>
                                  <a:pt x="73" y="109"/>
                                  <a:pt x="86" y="113"/>
                                  <a:pt x="86" y="126"/>
                                </a:cubicBezTo>
                                <a:cubicBezTo>
                                  <a:pt x="86" y="140"/>
                                  <a:pt x="75" y="144"/>
                                  <a:pt x="63" y="144"/>
                                </a:cubicBezTo>
                                <a:cubicBezTo>
                                  <a:pt x="50" y="144"/>
                                  <a:pt x="35" y="137"/>
                                  <a:pt x="26" y="126"/>
                                </a:cubicBezTo>
                                <a:lnTo>
                                  <a:pt x="0" y="154"/>
                                </a:lnTo>
                                <a:cubicBezTo>
                                  <a:pt x="14" y="169"/>
                                  <a:pt x="39" y="178"/>
                                  <a:pt x="63" y="178"/>
                                </a:cubicBezTo>
                                <a:cubicBezTo>
                                  <a:pt x="96" y="178"/>
                                  <a:pt x="128" y="161"/>
                                  <a:pt x="128" y="122"/>
                                </a:cubicBezTo>
                                <a:cubicBezTo>
                                  <a:pt x="128" y="88"/>
                                  <a:pt x="98" y="78"/>
                                  <a:pt x="75" y="71"/>
                                </a:cubicBezTo>
                                <a:cubicBezTo>
                                  <a:pt x="59" y="66"/>
                                  <a:pt x="49" y="62"/>
                                  <a:pt x="49" y="51"/>
                                </a:cubicBezTo>
                                <a:cubicBezTo>
                                  <a:pt x="49" y="38"/>
                                  <a:pt x="62" y="34"/>
                                  <a:pt x="73" y="34"/>
                                </a:cubicBezTo>
                                <a:cubicBezTo>
                                  <a:pt x="83" y="34"/>
                                  <a:pt x="96" y="40"/>
                                  <a:pt x="103" y="49"/>
                                </a:cubicBezTo>
                                <a:lnTo>
                                  <a:pt x="129"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8" name="Freeform 61"/>
                        <wps:cNvSpPr>
                          <a:spLocks/>
                        </wps:cNvSpPr>
                        <wps:spPr bwMode="auto">
                          <a:xfrm>
                            <a:off x="5640705" y="1014730"/>
                            <a:ext cx="123825" cy="170180"/>
                          </a:xfrm>
                          <a:custGeom>
                            <a:avLst/>
                            <a:gdLst>
                              <a:gd name="T0" fmla="*/ 130 w 130"/>
                              <a:gd name="T1" fmla="*/ 21 h 178"/>
                              <a:gd name="T2" fmla="*/ 130 w 130"/>
                              <a:gd name="T3" fmla="*/ 21 h 178"/>
                              <a:gd name="T4" fmla="*/ 74 w 130"/>
                              <a:gd name="T5" fmla="*/ 0 h 178"/>
                              <a:gd name="T6" fmla="*/ 9 w 130"/>
                              <a:gd name="T7" fmla="*/ 53 h 178"/>
                              <a:gd name="T8" fmla="*/ 52 w 130"/>
                              <a:gd name="T9" fmla="*/ 102 h 178"/>
                              <a:gd name="T10" fmla="*/ 87 w 130"/>
                              <a:gd name="T11" fmla="*/ 126 h 178"/>
                              <a:gd name="T12" fmla="*/ 64 w 130"/>
                              <a:gd name="T13" fmla="*/ 144 h 178"/>
                              <a:gd name="T14" fmla="*/ 27 w 130"/>
                              <a:gd name="T15" fmla="*/ 126 h 178"/>
                              <a:gd name="T16" fmla="*/ 0 w 130"/>
                              <a:gd name="T17" fmla="*/ 154 h 178"/>
                              <a:gd name="T18" fmla="*/ 64 w 130"/>
                              <a:gd name="T19" fmla="*/ 178 h 178"/>
                              <a:gd name="T20" fmla="*/ 129 w 130"/>
                              <a:gd name="T21" fmla="*/ 122 h 178"/>
                              <a:gd name="T22" fmla="*/ 76 w 130"/>
                              <a:gd name="T23" fmla="*/ 71 h 178"/>
                              <a:gd name="T24" fmla="*/ 50 w 130"/>
                              <a:gd name="T25" fmla="*/ 51 h 178"/>
                              <a:gd name="T26" fmla="*/ 74 w 130"/>
                              <a:gd name="T27" fmla="*/ 34 h 178"/>
                              <a:gd name="T28" fmla="*/ 104 w 130"/>
                              <a:gd name="T29" fmla="*/ 49 h 178"/>
                              <a:gd name="T30" fmla="*/ 130 w 130"/>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30" h="178">
                                <a:moveTo>
                                  <a:pt x="130" y="21"/>
                                </a:moveTo>
                                <a:lnTo>
                                  <a:pt x="130" y="21"/>
                                </a:lnTo>
                                <a:cubicBezTo>
                                  <a:pt x="115" y="7"/>
                                  <a:pt x="93" y="0"/>
                                  <a:pt x="74" y="0"/>
                                </a:cubicBezTo>
                                <a:cubicBezTo>
                                  <a:pt x="43" y="0"/>
                                  <a:pt x="9" y="16"/>
                                  <a:pt x="9" y="53"/>
                                </a:cubicBezTo>
                                <a:cubicBezTo>
                                  <a:pt x="9" y="84"/>
                                  <a:pt x="31" y="95"/>
                                  <a:pt x="52" y="102"/>
                                </a:cubicBezTo>
                                <a:cubicBezTo>
                                  <a:pt x="74" y="109"/>
                                  <a:pt x="87" y="113"/>
                                  <a:pt x="87" y="126"/>
                                </a:cubicBezTo>
                                <a:cubicBezTo>
                                  <a:pt x="87" y="140"/>
                                  <a:pt x="76" y="144"/>
                                  <a:pt x="64" y="144"/>
                                </a:cubicBezTo>
                                <a:cubicBezTo>
                                  <a:pt x="50" y="144"/>
                                  <a:pt x="35" y="137"/>
                                  <a:pt x="27" y="126"/>
                                </a:cubicBezTo>
                                <a:lnTo>
                                  <a:pt x="0" y="154"/>
                                </a:lnTo>
                                <a:cubicBezTo>
                                  <a:pt x="15" y="169"/>
                                  <a:pt x="40" y="178"/>
                                  <a:pt x="64" y="178"/>
                                </a:cubicBezTo>
                                <a:cubicBezTo>
                                  <a:pt x="97" y="178"/>
                                  <a:pt x="129" y="161"/>
                                  <a:pt x="129" y="122"/>
                                </a:cubicBezTo>
                                <a:cubicBezTo>
                                  <a:pt x="129" y="88"/>
                                  <a:pt x="99" y="78"/>
                                  <a:pt x="76" y="71"/>
                                </a:cubicBezTo>
                                <a:cubicBezTo>
                                  <a:pt x="60" y="66"/>
                                  <a:pt x="50" y="62"/>
                                  <a:pt x="50" y="51"/>
                                </a:cubicBezTo>
                                <a:cubicBezTo>
                                  <a:pt x="50" y="38"/>
                                  <a:pt x="63" y="34"/>
                                  <a:pt x="74" y="34"/>
                                </a:cubicBezTo>
                                <a:cubicBezTo>
                                  <a:pt x="84" y="34"/>
                                  <a:pt x="97" y="40"/>
                                  <a:pt x="104" y="49"/>
                                </a:cubicBezTo>
                                <a:lnTo>
                                  <a:pt x="130"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9" name="Freeform 62"/>
                        <wps:cNvSpPr>
                          <a:spLocks noEditPoints="1"/>
                        </wps:cNvSpPr>
                        <wps:spPr bwMode="auto">
                          <a:xfrm>
                            <a:off x="5846445" y="1019810"/>
                            <a:ext cx="132715" cy="161290"/>
                          </a:xfrm>
                          <a:custGeom>
                            <a:avLst/>
                            <a:gdLst>
                              <a:gd name="T0" fmla="*/ 139 w 139"/>
                              <a:gd name="T1" fmla="*/ 169 h 169"/>
                              <a:gd name="T2" fmla="*/ 139 w 139"/>
                              <a:gd name="T3" fmla="*/ 169 h 169"/>
                              <a:gd name="T4" fmla="*/ 94 w 139"/>
                              <a:gd name="T5" fmla="*/ 96 h 169"/>
                              <a:gd name="T6" fmla="*/ 129 w 139"/>
                              <a:gd name="T7" fmla="*/ 51 h 169"/>
                              <a:gd name="T8" fmla="*/ 65 w 139"/>
                              <a:gd name="T9" fmla="*/ 0 h 169"/>
                              <a:gd name="T10" fmla="*/ 0 w 139"/>
                              <a:gd name="T11" fmla="*/ 0 h 169"/>
                              <a:gd name="T12" fmla="*/ 0 w 139"/>
                              <a:gd name="T13" fmla="*/ 169 h 169"/>
                              <a:gd name="T14" fmla="*/ 40 w 139"/>
                              <a:gd name="T15" fmla="*/ 169 h 169"/>
                              <a:gd name="T16" fmla="*/ 40 w 139"/>
                              <a:gd name="T17" fmla="*/ 102 h 169"/>
                              <a:gd name="T18" fmla="*/ 54 w 139"/>
                              <a:gd name="T19" fmla="*/ 102 h 169"/>
                              <a:gd name="T20" fmla="*/ 91 w 139"/>
                              <a:gd name="T21" fmla="*/ 169 h 169"/>
                              <a:gd name="T22" fmla="*/ 139 w 139"/>
                              <a:gd name="T23" fmla="*/ 169 h 169"/>
                              <a:gd name="T24" fmla="*/ 89 w 139"/>
                              <a:gd name="T25" fmla="*/ 51 h 169"/>
                              <a:gd name="T26" fmla="*/ 89 w 139"/>
                              <a:gd name="T27" fmla="*/ 51 h 169"/>
                              <a:gd name="T28" fmla="*/ 59 w 139"/>
                              <a:gd name="T29" fmla="*/ 72 h 169"/>
                              <a:gd name="T30" fmla="*/ 40 w 139"/>
                              <a:gd name="T31" fmla="*/ 72 h 169"/>
                              <a:gd name="T32" fmla="*/ 40 w 139"/>
                              <a:gd name="T33" fmla="*/ 33 h 169"/>
                              <a:gd name="T34" fmla="*/ 62 w 139"/>
                              <a:gd name="T35" fmla="*/ 33 h 169"/>
                              <a:gd name="T36" fmla="*/ 89 w 139"/>
                              <a:gd name="T37" fmla="*/ 51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9" h="169">
                                <a:moveTo>
                                  <a:pt x="139" y="169"/>
                                </a:moveTo>
                                <a:lnTo>
                                  <a:pt x="139" y="169"/>
                                </a:lnTo>
                                <a:lnTo>
                                  <a:pt x="94" y="96"/>
                                </a:lnTo>
                                <a:cubicBezTo>
                                  <a:pt x="116" y="90"/>
                                  <a:pt x="129" y="73"/>
                                  <a:pt x="129" y="51"/>
                                </a:cubicBezTo>
                                <a:cubicBezTo>
                                  <a:pt x="129" y="12"/>
                                  <a:pt x="97" y="0"/>
                                  <a:pt x="65" y="0"/>
                                </a:cubicBezTo>
                                <a:lnTo>
                                  <a:pt x="0" y="0"/>
                                </a:lnTo>
                                <a:lnTo>
                                  <a:pt x="0" y="169"/>
                                </a:lnTo>
                                <a:lnTo>
                                  <a:pt x="40" y="169"/>
                                </a:lnTo>
                                <a:lnTo>
                                  <a:pt x="40" y="102"/>
                                </a:lnTo>
                                <a:lnTo>
                                  <a:pt x="54" y="102"/>
                                </a:lnTo>
                                <a:lnTo>
                                  <a:pt x="91" y="169"/>
                                </a:lnTo>
                                <a:lnTo>
                                  <a:pt x="139" y="169"/>
                                </a:lnTo>
                                <a:close/>
                                <a:moveTo>
                                  <a:pt x="89" y="51"/>
                                </a:moveTo>
                                <a:lnTo>
                                  <a:pt x="89" y="51"/>
                                </a:lnTo>
                                <a:cubicBezTo>
                                  <a:pt x="89" y="69"/>
                                  <a:pt x="73" y="72"/>
                                  <a:pt x="59" y="72"/>
                                </a:cubicBezTo>
                                <a:lnTo>
                                  <a:pt x="40" y="72"/>
                                </a:lnTo>
                                <a:lnTo>
                                  <a:pt x="40" y="33"/>
                                </a:lnTo>
                                <a:lnTo>
                                  <a:pt x="62" y="33"/>
                                </a:lnTo>
                                <a:cubicBezTo>
                                  <a:pt x="74" y="33"/>
                                  <a:pt x="89" y="36"/>
                                  <a:pt x="89" y="51"/>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0" name="Freeform 63"/>
                        <wps:cNvSpPr>
                          <a:spLocks/>
                        </wps:cNvSpPr>
                        <wps:spPr bwMode="auto">
                          <a:xfrm>
                            <a:off x="5998210" y="1019810"/>
                            <a:ext cx="112395" cy="161290"/>
                          </a:xfrm>
                          <a:custGeom>
                            <a:avLst/>
                            <a:gdLst>
                              <a:gd name="T0" fmla="*/ 118 w 118"/>
                              <a:gd name="T1" fmla="*/ 169 h 169"/>
                              <a:gd name="T2" fmla="*/ 118 w 118"/>
                              <a:gd name="T3" fmla="*/ 169 h 169"/>
                              <a:gd name="T4" fmla="*/ 118 w 118"/>
                              <a:gd name="T5" fmla="*/ 134 h 169"/>
                              <a:gd name="T6" fmla="*/ 40 w 118"/>
                              <a:gd name="T7" fmla="*/ 134 h 169"/>
                              <a:gd name="T8" fmla="*/ 40 w 118"/>
                              <a:gd name="T9" fmla="*/ 99 h 169"/>
                              <a:gd name="T10" fmla="*/ 110 w 118"/>
                              <a:gd name="T11" fmla="*/ 99 h 169"/>
                              <a:gd name="T12" fmla="*/ 110 w 118"/>
                              <a:gd name="T13" fmla="*/ 66 h 169"/>
                              <a:gd name="T14" fmla="*/ 40 w 118"/>
                              <a:gd name="T15" fmla="*/ 66 h 169"/>
                              <a:gd name="T16" fmla="*/ 40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1" name="Freeform 64"/>
                        <wps:cNvSpPr>
                          <a:spLocks/>
                        </wps:cNvSpPr>
                        <wps:spPr bwMode="auto">
                          <a:xfrm>
                            <a:off x="6137275" y="1019810"/>
                            <a:ext cx="102235" cy="161290"/>
                          </a:xfrm>
                          <a:custGeom>
                            <a:avLst/>
                            <a:gdLst>
                              <a:gd name="T0" fmla="*/ 107 w 107"/>
                              <a:gd name="T1" fmla="*/ 169 h 169"/>
                              <a:gd name="T2" fmla="*/ 107 w 107"/>
                              <a:gd name="T3" fmla="*/ 169 h 169"/>
                              <a:gd name="T4" fmla="*/ 107 w 107"/>
                              <a:gd name="T5" fmla="*/ 133 h 169"/>
                              <a:gd name="T6" fmla="*/ 41 w 107"/>
                              <a:gd name="T7" fmla="*/ 133 h 169"/>
                              <a:gd name="T8" fmla="*/ 41 w 107"/>
                              <a:gd name="T9" fmla="*/ 0 h 169"/>
                              <a:gd name="T10" fmla="*/ 0 w 107"/>
                              <a:gd name="T11" fmla="*/ 0 h 169"/>
                              <a:gd name="T12" fmla="*/ 0 w 107"/>
                              <a:gd name="T13" fmla="*/ 169 h 169"/>
                              <a:gd name="T14" fmla="*/ 107 w 107"/>
                              <a:gd name="T15" fmla="*/ 169 h 16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7" h="169">
                                <a:moveTo>
                                  <a:pt x="107" y="169"/>
                                </a:moveTo>
                                <a:lnTo>
                                  <a:pt x="107" y="169"/>
                                </a:lnTo>
                                <a:lnTo>
                                  <a:pt x="107" y="133"/>
                                </a:lnTo>
                                <a:lnTo>
                                  <a:pt x="41" y="133"/>
                                </a:lnTo>
                                <a:lnTo>
                                  <a:pt x="41" y="0"/>
                                </a:lnTo>
                                <a:lnTo>
                                  <a:pt x="0" y="0"/>
                                </a:lnTo>
                                <a:lnTo>
                                  <a:pt x="0" y="169"/>
                                </a:lnTo>
                                <a:lnTo>
                                  <a:pt x="107"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2" name="Freeform 65"/>
                        <wps:cNvSpPr>
                          <a:spLocks/>
                        </wps:cNvSpPr>
                        <wps:spPr bwMode="auto">
                          <a:xfrm>
                            <a:off x="6257290" y="1019810"/>
                            <a:ext cx="112395" cy="161290"/>
                          </a:xfrm>
                          <a:custGeom>
                            <a:avLst/>
                            <a:gdLst>
                              <a:gd name="T0" fmla="*/ 118 w 118"/>
                              <a:gd name="T1" fmla="*/ 169 h 169"/>
                              <a:gd name="T2" fmla="*/ 118 w 118"/>
                              <a:gd name="T3" fmla="*/ 169 h 169"/>
                              <a:gd name="T4" fmla="*/ 118 w 118"/>
                              <a:gd name="T5" fmla="*/ 134 h 169"/>
                              <a:gd name="T6" fmla="*/ 40 w 118"/>
                              <a:gd name="T7" fmla="*/ 134 h 169"/>
                              <a:gd name="T8" fmla="*/ 40 w 118"/>
                              <a:gd name="T9" fmla="*/ 99 h 169"/>
                              <a:gd name="T10" fmla="*/ 110 w 118"/>
                              <a:gd name="T11" fmla="*/ 99 h 169"/>
                              <a:gd name="T12" fmla="*/ 110 w 118"/>
                              <a:gd name="T13" fmla="*/ 66 h 169"/>
                              <a:gd name="T14" fmla="*/ 40 w 118"/>
                              <a:gd name="T15" fmla="*/ 66 h 169"/>
                              <a:gd name="T16" fmla="*/ 40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3" name="Freeform 66"/>
                        <wps:cNvSpPr>
                          <a:spLocks noEditPoints="1"/>
                        </wps:cNvSpPr>
                        <wps:spPr bwMode="auto">
                          <a:xfrm>
                            <a:off x="6376670" y="1019810"/>
                            <a:ext cx="172720" cy="161290"/>
                          </a:xfrm>
                          <a:custGeom>
                            <a:avLst/>
                            <a:gdLst>
                              <a:gd name="T0" fmla="*/ 181 w 181"/>
                              <a:gd name="T1" fmla="*/ 169 h 169"/>
                              <a:gd name="T2" fmla="*/ 181 w 181"/>
                              <a:gd name="T3" fmla="*/ 169 h 169"/>
                              <a:gd name="T4" fmla="*/ 111 w 181"/>
                              <a:gd name="T5" fmla="*/ 0 h 169"/>
                              <a:gd name="T6" fmla="*/ 71 w 181"/>
                              <a:gd name="T7" fmla="*/ 0 h 169"/>
                              <a:gd name="T8" fmla="*/ 0 w 181"/>
                              <a:gd name="T9" fmla="*/ 169 h 169"/>
                              <a:gd name="T10" fmla="*/ 45 w 181"/>
                              <a:gd name="T11" fmla="*/ 169 h 169"/>
                              <a:gd name="T12" fmla="*/ 57 w 181"/>
                              <a:gd name="T13" fmla="*/ 136 h 169"/>
                              <a:gd name="T14" fmla="*/ 122 w 181"/>
                              <a:gd name="T15" fmla="*/ 136 h 169"/>
                              <a:gd name="T16" fmla="*/ 136 w 181"/>
                              <a:gd name="T17" fmla="*/ 169 h 169"/>
                              <a:gd name="T18" fmla="*/ 181 w 181"/>
                              <a:gd name="T19" fmla="*/ 169 h 169"/>
                              <a:gd name="T20" fmla="*/ 111 w 181"/>
                              <a:gd name="T21" fmla="*/ 103 h 169"/>
                              <a:gd name="T22" fmla="*/ 111 w 181"/>
                              <a:gd name="T23" fmla="*/ 103 h 169"/>
                              <a:gd name="T24" fmla="*/ 69 w 181"/>
                              <a:gd name="T25" fmla="*/ 103 h 169"/>
                              <a:gd name="T26" fmla="*/ 90 w 181"/>
                              <a:gd name="T27" fmla="*/ 45 h 169"/>
                              <a:gd name="T28" fmla="*/ 111 w 181"/>
                              <a:gd name="T29" fmla="*/ 103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1" h="169">
                                <a:moveTo>
                                  <a:pt x="181" y="169"/>
                                </a:moveTo>
                                <a:lnTo>
                                  <a:pt x="181" y="169"/>
                                </a:lnTo>
                                <a:lnTo>
                                  <a:pt x="111" y="0"/>
                                </a:lnTo>
                                <a:lnTo>
                                  <a:pt x="71" y="0"/>
                                </a:lnTo>
                                <a:lnTo>
                                  <a:pt x="0" y="169"/>
                                </a:lnTo>
                                <a:lnTo>
                                  <a:pt x="45" y="169"/>
                                </a:lnTo>
                                <a:lnTo>
                                  <a:pt x="57" y="136"/>
                                </a:lnTo>
                                <a:lnTo>
                                  <a:pt x="122" y="136"/>
                                </a:lnTo>
                                <a:lnTo>
                                  <a:pt x="136" y="169"/>
                                </a:lnTo>
                                <a:lnTo>
                                  <a:pt x="181" y="169"/>
                                </a:lnTo>
                                <a:close/>
                                <a:moveTo>
                                  <a:pt x="111" y="103"/>
                                </a:moveTo>
                                <a:lnTo>
                                  <a:pt x="111" y="103"/>
                                </a:lnTo>
                                <a:lnTo>
                                  <a:pt x="69" y="103"/>
                                </a:lnTo>
                                <a:lnTo>
                                  <a:pt x="90" y="45"/>
                                </a:lnTo>
                                <a:lnTo>
                                  <a:pt x="111" y="103"/>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4" name="Freeform 67"/>
                        <wps:cNvSpPr>
                          <a:spLocks/>
                        </wps:cNvSpPr>
                        <wps:spPr bwMode="auto">
                          <a:xfrm>
                            <a:off x="6550025" y="1014730"/>
                            <a:ext cx="123190" cy="170180"/>
                          </a:xfrm>
                          <a:custGeom>
                            <a:avLst/>
                            <a:gdLst>
                              <a:gd name="T0" fmla="*/ 129 w 129"/>
                              <a:gd name="T1" fmla="*/ 21 h 178"/>
                              <a:gd name="T2" fmla="*/ 129 w 129"/>
                              <a:gd name="T3" fmla="*/ 21 h 178"/>
                              <a:gd name="T4" fmla="*/ 74 w 129"/>
                              <a:gd name="T5" fmla="*/ 0 h 178"/>
                              <a:gd name="T6" fmla="*/ 8 w 129"/>
                              <a:gd name="T7" fmla="*/ 53 h 178"/>
                              <a:gd name="T8" fmla="*/ 52 w 129"/>
                              <a:gd name="T9" fmla="*/ 102 h 178"/>
                              <a:gd name="T10" fmla="*/ 87 w 129"/>
                              <a:gd name="T11" fmla="*/ 126 h 178"/>
                              <a:gd name="T12" fmla="*/ 63 w 129"/>
                              <a:gd name="T13" fmla="*/ 144 h 178"/>
                              <a:gd name="T14" fmla="*/ 27 w 129"/>
                              <a:gd name="T15" fmla="*/ 126 h 178"/>
                              <a:gd name="T16" fmla="*/ 0 w 129"/>
                              <a:gd name="T17" fmla="*/ 154 h 178"/>
                              <a:gd name="T18" fmla="*/ 63 w 129"/>
                              <a:gd name="T19" fmla="*/ 178 h 178"/>
                              <a:gd name="T20" fmla="*/ 128 w 129"/>
                              <a:gd name="T21" fmla="*/ 122 h 178"/>
                              <a:gd name="T22" fmla="*/ 75 w 129"/>
                              <a:gd name="T23" fmla="*/ 71 h 178"/>
                              <a:gd name="T24" fmla="*/ 49 w 129"/>
                              <a:gd name="T25" fmla="*/ 51 h 178"/>
                              <a:gd name="T26" fmla="*/ 73 w 129"/>
                              <a:gd name="T27" fmla="*/ 34 h 178"/>
                              <a:gd name="T28" fmla="*/ 103 w 129"/>
                              <a:gd name="T29" fmla="*/ 49 h 178"/>
                              <a:gd name="T30" fmla="*/ 129 w 129"/>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 h="178">
                                <a:moveTo>
                                  <a:pt x="129" y="21"/>
                                </a:moveTo>
                                <a:lnTo>
                                  <a:pt x="129" y="21"/>
                                </a:lnTo>
                                <a:cubicBezTo>
                                  <a:pt x="114" y="7"/>
                                  <a:pt x="93" y="0"/>
                                  <a:pt x="74" y="0"/>
                                </a:cubicBezTo>
                                <a:cubicBezTo>
                                  <a:pt x="42" y="0"/>
                                  <a:pt x="8" y="16"/>
                                  <a:pt x="8" y="53"/>
                                </a:cubicBezTo>
                                <a:cubicBezTo>
                                  <a:pt x="8" y="84"/>
                                  <a:pt x="30" y="95"/>
                                  <a:pt x="52" y="102"/>
                                </a:cubicBezTo>
                                <a:cubicBezTo>
                                  <a:pt x="74" y="109"/>
                                  <a:pt x="87" y="113"/>
                                  <a:pt x="87" y="126"/>
                                </a:cubicBezTo>
                                <a:cubicBezTo>
                                  <a:pt x="87" y="140"/>
                                  <a:pt x="76" y="144"/>
                                  <a:pt x="63" y="144"/>
                                </a:cubicBezTo>
                                <a:cubicBezTo>
                                  <a:pt x="50" y="144"/>
                                  <a:pt x="35" y="137"/>
                                  <a:pt x="27" y="126"/>
                                </a:cubicBezTo>
                                <a:lnTo>
                                  <a:pt x="0" y="154"/>
                                </a:lnTo>
                                <a:cubicBezTo>
                                  <a:pt x="15" y="169"/>
                                  <a:pt x="39" y="178"/>
                                  <a:pt x="63" y="178"/>
                                </a:cubicBezTo>
                                <a:cubicBezTo>
                                  <a:pt x="97" y="178"/>
                                  <a:pt x="128" y="161"/>
                                  <a:pt x="128" y="122"/>
                                </a:cubicBezTo>
                                <a:cubicBezTo>
                                  <a:pt x="128" y="88"/>
                                  <a:pt x="98" y="78"/>
                                  <a:pt x="75" y="71"/>
                                </a:cubicBezTo>
                                <a:cubicBezTo>
                                  <a:pt x="59" y="66"/>
                                  <a:pt x="49" y="62"/>
                                  <a:pt x="49" y="51"/>
                                </a:cubicBezTo>
                                <a:cubicBezTo>
                                  <a:pt x="49" y="38"/>
                                  <a:pt x="63" y="34"/>
                                  <a:pt x="73" y="34"/>
                                </a:cubicBezTo>
                                <a:cubicBezTo>
                                  <a:pt x="84" y="34"/>
                                  <a:pt x="96" y="40"/>
                                  <a:pt x="103" y="49"/>
                                </a:cubicBezTo>
                                <a:lnTo>
                                  <a:pt x="129"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5" name="Freeform 68"/>
                        <wps:cNvSpPr>
                          <a:spLocks/>
                        </wps:cNvSpPr>
                        <wps:spPr bwMode="auto">
                          <a:xfrm>
                            <a:off x="6698615" y="1019810"/>
                            <a:ext cx="113030" cy="161290"/>
                          </a:xfrm>
                          <a:custGeom>
                            <a:avLst/>
                            <a:gdLst>
                              <a:gd name="T0" fmla="*/ 118 w 118"/>
                              <a:gd name="T1" fmla="*/ 169 h 169"/>
                              <a:gd name="T2" fmla="*/ 118 w 118"/>
                              <a:gd name="T3" fmla="*/ 169 h 169"/>
                              <a:gd name="T4" fmla="*/ 118 w 118"/>
                              <a:gd name="T5" fmla="*/ 134 h 169"/>
                              <a:gd name="T6" fmla="*/ 39 w 118"/>
                              <a:gd name="T7" fmla="*/ 134 h 169"/>
                              <a:gd name="T8" fmla="*/ 39 w 118"/>
                              <a:gd name="T9" fmla="*/ 99 h 169"/>
                              <a:gd name="T10" fmla="*/ 109 w 118"/>
                              <a:gd name="T11" fmla="*/ 99 h 169"/>
                              <a:gd name="T12" fmla="*/ 109 w 118"/>
                              <a:gd name="T13" fmla="*/ 66 h 169"/>
                              <a:gd name="T14" fmla="*/ 39 w 118"/>
                              <a:gd name="T15" fmla="*/ 66 h 169"/>
                              <a:gd name="T16" fmla="*/ 39 w 118"/>
                              <a:gd name="T17" fmla="*/ 34 h 169"/>
                              <a:gd name="T18" fmla="*/ 113 w 118"/>
                              <a:gd name="T19" fmla="*/ 34 h 169"/>
                              <a:gd name="T20" fmla="*/ 113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3" y="34"/>
                                </a:lnTo>
                                <a:lnTo>
                                  <a:pt x="113"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g:wgp>
                    <wpg:wgp>
                      <wpg:cNvPr id="91" name="Agrupar 91"/>
                      <wpg:cNvGrpSpPr>
                        <a:grpSpLocks noChangeAspect="1"/>
                      </wpg:cNvGrpSpPr>
                      <wpg:grpSpPr>
                        <a:xfrm>
                          <a:off x="755737" y="291056"/>
                          <a:ext cx="1200260" cy="288000"/>
                          <a:chOff x="1185893" y="520700"/>
                          <a:chExt cx="3375754" cy="810006"/>
                        </a:xfrm>
                      </wpg:grpSpPr>
                      <wpg:grpSp>
                        <wpg:cNvPr id="80" name="Gráfico 4"/>
                        <wpg:cNvGrpSpPr/>
                        <wpg:grpSpPr>
                          <a:xfrm>
                            <a:off x="2365754" y="647096"/>
                            <a:ext cx="2195893" cy="554450"/>
                            <a:chOff x="2365754" y="647096"/>
                            <a:chExt cx="2195893" cy="554450"/>
                          </a:xfrm>
                          <a:solidFill>
                            <a:srgbClr val="485358"/>
                          </a:solidFill>
                        </wpg:grpSpPr>
                        <wps:wsp>
                          <wps:cNvPr id="81" name="Forma Livre: Forma 81"/>
                          <wps:cNvSpPr/>
                          <wps:spPr>
                            <a:xfrm>
                              <a:off x="2365754" y="647096"/>
                              <a:ext cx="489680" cy="554450"/>
                            </a:xfrm>
                            <a:custGeom>
                              <a:avLst/>
                              <a:gdLst>
                                <a:gd name="connsiteX0" fmla="*/ 403003 w 489680"/>
                                <a:gd name="connsiteY0" fmla="*/ 531019 h 554450"/>
                                <a:gd name="connsiteX1" fmla="*/ 284321 w 489680"/>
                                <a:gd name="connsiteY1" fmla="*/ 554450 h 554450"/>
                                <a:gd name="connsiteX2" fmla="*/ 171260 w 489680"/>
                                <a:gd name="connsiteY2" fmla="*/ 534353 h 554450"/>
                                <a:gd name="connsiteX3" fmla="*/ 81344 w 489680"/>
                                <a:gd name="connsiteY3" fmla="*/ 477488 h 554450"/>
                                <a:gd name="connsiteX4" fmla="*/ 21622 w 489680"/>
                                <a:gd name="connsiteY4" fmla="*/ 389382 h 554450"/>
                                <a:gd name="connsiteX5" fmla="*/ 0 w 489680"/>
                                <a:gd name="connsiteY5" fmla="*/ 276416 h 554450"/>
                                <a:gd name="connsiteX6" fmla="*/ 22003 w 489680"/>
                                <a:gd name="connsiteY6" fmla="*/ 162020 h 554450"/>
                                <a:gd name="connsiteX7" fmla="*/ 82868 w 489680"/>
                                <a:gd name="connsiteY7" fmla="*/ 74676 h 554450"/>
                                <a:gd name="connsiteX8" fmla="*/ 173927 w 489680"/>
                                <a:gd name="connsiteY8" fmla="*/ 19336 h 554450"/>
                                <a:gd name="connsiteX9" fmla="*/ 286607 w 489680"/>
                                <a:gd name="connsiteY9" fmla="*/ 0 h 554450"/>
                                <a:gd name="connsiteX10" fmla="*/ 396716 w 489680"/>
                                <a:gd name="connsiteY10" fmla="*/ 19717 h 554450"/>
                                <a:gd name="connsiteX11" fmla="*/ 484441 w 489680"/>
                                <a:gd name="connsiteY11" fmla="*/ 77343 h 554450"/>
                                <a:gd name="connsiteX12" fmla="*/ 397859 w 489680"/>
                                <a:gd name="connsiteY12" fmla="*/ 163544 h 554450"/>
                                <a:gd name="connsiteX13" fmla="*/ 350806 w 489680"/>
                                <a:gd name="connsiteY13" fmla="*/ 127064 h 554450"/>
                                <a:gd name="connsiteX14" fmla="*/ 291084 w 489680"/>
                                <a:gd name="connsiteY14" fmla="*/ 115157 h 554450"/>
                                <a:gd name="connsiteX15" fmla="*/ 229552 w 489680"/>
                                <a:gd name="connsiteY15" fmla="*/ 127444 h 554450"/>
                                <a:gd name="connsiteX16" fmla="*/ 181451 w 489680"/>
                                <a:gd name="connsiteY16" fmla="*/ 161258 h 554450"/>
                                <a:gd name="connsiteX17" fmla="*/ 150114 w 489680"/>
                                <a:gd name="connsiteY17" fmla="*/ 212122 h 554450"/>
                                <a:gd name="connsiteX18" fmla="*/ 138874 w 489680"/>
                                <a:gd name="connsiteY18" fmla="*/ 276416 h 554450"/>
                                <a:gd name="connsiteX19" fmla="*/ 150114 w 489680"/>
                                <a:gd name="connsiteY19" fmla="*/ 341852 h 554450"/>
                                <a:gd name="connsiteX20" fmla="*/ 181070 w 489680"/>
                                <a:gd name="connsiteY20" fmla="*/ 392716 h 554450"/>
                                <a:gd name="connsiteX21" fmla="*/ 228505 w 489680"/>
                                <a:gd name="connsiteY21" fmla="*/ 425768 h 554450"/>
                                <a:gd name="connsiteX22" fmla="*/ 288989 w 489680"/>
                                <a:gd name="connsiteY22" fmla="*/ 437674 h 554450"/>
                                <a:gd name="connsiteX23" fmla="*/ 355378 w 489680"/>
                                <a:gd name="connsiteY23" fmla="*/ 422815 h 554450"/>
                                <a:gd name="connsiteX24" fmla="*/ 400907 w 489680"/>
                                <a:gd name="connsiteY24" fmla="*/ 384143 h 554450"/>
                                <a:gd name="connsiteX25" fmla="*/ 489680 w 489680"/>
                                <a:gd name="connsiteY25" fmla="*/ 467392 h 554450"/>
                                <a:gd name="connsiteX26" fmla="*/ 403098 w 489680"/>
                                <a:gd name="connsiteY26" fmla="*/ 530924 h 5544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89680" h="554450">
                                  <a:moveTo>
                                    <a:pt x="403003" y="531019"/>
                                  </a:moveTo>
                                  <a:cubicBezTo>
                                    <a:pt x="368713" y="546640"/>
                                    <a:pt x="329089" y="554450"/>
                                    <a:pt x="284321" y="554450"/>
                                  </a:cubicBezTo>
                                  <a:cubicBezTo>
                                    <a:pt x="243459" y="554450"/>
                                    <a:pt x="205835" y="547783"/>
                                    <a:pt x="171260" y="534353"/>
                                  </a:cubicBezTo>
                                  <a:cubicBezTo>
                                    <a:pt x="136684" y="521018"/>
                                    <a:pt x="106680" y="502063"/>
                                    <a:pt x="81344" y="477488"/>
                                  </a:cubicBezTo>
                                  <a:cubicBezTo>
                                    <a:pt x="55912" y="453009"/>
                                    <a:pt x="36100" y="423577"/>
                                    <a:pt x="21622" y="389382"/>
                                  </a:cubicBezTo>
                                  <a:cubicBezTo>
                                    <a:pt x="7239" y="355187"/>
                                    <a:pt x="0" y="317564"/>
                                    <a:pt x="0" y="276416"/>
                                  </a:cubicBezTo>
                                  <a:cubicBezTo>
                                    <a:pt x="0" y="235268"/>
                                    <a:pt x="7334" y="196120"/>
                                    <a:pt x="22003" y="162020"/>
                                  </a:cubicBezTo>
                                  <a:cubicBezTo>
                                    <a:pt x="36671" y="127826"/>
                                    <a:pt x="56960" y="98679"/>
                                    <a:pt x="82868" y="74676"/>
                                  </a:cubicBezTo>
                                  <a:cubicBezTo>
                                    <a:pt x="108775" y="50673"/>
                                    <a:pt x="139065" y="32194"/>
                                    <a:pt x="173927" y="19336"/>
                                  </a:cubicBezTo>
                                  <a:cubicBezTo>
                                    <a:pt x="208788" y="6477"/>
                                    <a:pt x="246316" y="0"/>
                                    <a:pt x="286607" y="0"/>
                                  </a:cubicBezTo>
                                  <a:cubicBezTo>
                                    <a:pt x="323945" y="0"/>
                                    <a:pt x="360616" y="6572"/>
                                    <a:pt x="396716" y="19717"/>
                                  </a:cubicBezTo>
                                  <a:cubicBezTo>
                                    <a:pt x="432816" y="32861"/>
                                    <a:pt x="462058" y="52006"/>
                                    <a:pt x="484441" y="77343"/>
                                  </a:cubicBezTo>
                                  <a:lnTo>
                                    <a:pt x="397859" y="163544"/>
                                  </a:lnTo>
                                  <a:cubicBezTo>
                                    <a:pt x="385953" y="147161"/>
                                    <a:pt x="370237" y="135065"/>
                                    <a:pt x="350806" y="127064"/>
                                  </a:cubicBezTo>
                                  <a:cubicBezTo>
                                    <a:pt x="331375" y="119158"/>
                                    <a:pt x="311468" y="115157"/>
                                    <a:pt x="291084" y="115157"/>
                                  </a:cubicBezTo>
                                  <a:cubicBezTo>
                                    <a:pt x="268700" y="115157"/>
                                    <a:pt x="248221" y="119253"/>
                                    <a:pt x="229552" y="127444"/>
                                  </a:cubicBezTo>
                                  <a:cubicBezTo>
                                    <a:pt x="210883" y="135636"/>
                                    <a:pt x="194881" y="146876"/>
                                    <a:pt x="181451" y="161258"/>
                                  </a:cubicBezTo>
                                  <a:cubicBezTo>
                                    <a:pt x="168021" y="175641"/>
                                    <a:pt x="157544" y="192596"/>
                                    <a:pt x="150114" y="212122"/>
                                  </a:cubicBezTo>
                                  <a:cubicBezTo>
                                    <a:pt x="142685" y="231743"/>
                                    <a:pt x="138874" y="253079"/>
                                    <a:pt x="138874" y="276416"/>
                                  </a:cubicBezTo>
                                  <a:cubicBezTo>
                                    <a:pt x="138874" y="299752"/>
                                    <a:pt x="142589" y="322040"/>
                                    <a:pt x="150114" y="341852"/>
                                  </a:cubicBezTo>
                                  <a:cubicBezTo>
                                    <a:pt x="157544" y="361664"/>
                                    <a:pt x="167926" y="378619"/>
                                    <a:pt x="181070" y="392716"/>
                                  </a:cubicBezTo>
                                  <a:cubicBezTo>
                                    <a:pt x="194215" y="406813"/>
                                    <a:pt x="210026" y="417862"/>
                                    <a:pt x="228505" y="425768"/>
                                  </a:cubicBezTo>
                                  <a:cubicBezTo>
                                    <a:pt x="246888" y="433769"/>
                                    <a:pt x="267081" y="437674"/>
                                    <a:pt x="288989" y="437674"/>
                                  </a:cubicBezTo>
                                  <a:cubicBezTo>
                                    <a:pt x="314325" y="437674"/>
                                    <a:pt x="336518" y="432721"/>
                                    <a:pt x="355378" y="422815"/>
                                  </a:cubicBezTo>
                                  <a:cubicBezTo>
                                    <a:pt x="374237" y="412909"/>
                                    <a:pt x="389477" y="400050"/>
                                    <a:pt x="400907" y="384143"/>
                                  </a:cubicBezTo>
                                  <a:lnTo>
                                    <a:pt x="489680" y="467392"/>
                                  </a:lnTo>
                                  <a:cubicBezTo>
                                    <a:pt x="466249" y="494157"/>
                                    <a:pt x="437388" y="515303"/>
                                    <a:pt x="403098" y="530924"/>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Forma Livre: Forma 82"/>
                          <wps:cNvSpPr/>
                          <wps:spPr>
                            <a:xfrm>
                              <a:off x="2928491" y="661289"/>
                              <a:ext cx="128396" cy="526160"/>
                            </a:xfrm>
                            <a:custGeom>
                              <a:avLst/>
                              <a:gdLst>
                                <a:gd name="connsiteX0" fmla="*/ 0 w 128396"/>
                                <a:gd name="connsiteY0" fmla="*/ 526161 h 526160"/>
                                <a:gd name="connsiteX1" fmla="*/ 0 w 128396"/>
                                <a:gd name="connsiteY1" fmla="*/ 0 h 526160"/>
                                <a:gd name="connsiteX2" fmla="*/ 128397 w 128396"/>
                                <a:gd name="connsiteY2" fmla="*/ 0 h 526160"/>
                                <a:gd name="connsiteX3" fmla="*/ 128397 w 128396"/>
                                <a:gd name="connsiteY3" fmla="*/ 526161 h 526160"/>
                                <a:gd name="connsiteX4" fmla="*/ 0 w 128396"/>
                                <a:gd name="connsiteY4" fmla="*/ 526161 h 5261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8396" h="526160">
                                  <a:moveTo>
                                    <a:pt x="0" y="526161"/>
                                  </a:moveTo>
                                  <a:lnTo>
                                    <a:pt x="0" y="0"/>
                                  </a:lnTo>
                                  <a:lnTo>
                                    <a:pt x="128397" y="0"/>
                                  </a:lnTo>
                                  <a:lnTo>
                                    <a:pt x="128397" y="526161"/>
                                  </a:lnTo>
                                  <a:lnTo>
                                    <a:pt x="0" y="526161"/>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Forma Livre: Forma 83"/>
                          <wps:cNvSpPr/>
                          <wps:spPr>
                            <a:xfrm>
                              <a:off x="3175475" y="661289"/>
                              <a:ext cx="412051" cy="526160"/>
                            </a:xfrm>
                            <a:custGeom>
                              <a:avLst/>
                              <a:gdLst>
                                <a:gd name="connsiteX0" fmla="*/ 412051 w 412051"/>
                                <a:gd name="connsiteY0" fmla="*/ 373094 h 526160"/>
                                <a:gd name="connsiteX1" fmla="*/ 394906 w 412051"/>
                                <a:gd name="connsiteY1" fmla="*/ 445580 h 526160"/>
                                <a:gd name="connsiteX2" fmla="*/ 349377 w 412051"/>
                                <a:gd name="connsiteY2" fmla="*/ 492728 h 526160"/>
                                <a:gd name="connsiteX3" fmla="*/ 284797 w 412051"/>
                                <a:gd name="connsiteY3" fmla="*/ 518351 h 526160"/>
                                <a:gd name="connsiteX4" fmla="*/ 210502 w 412051"/>
                                <a:gd name="connsiteY4" fmla="*/ 526161 h 526160"/>
                                <a:gd name="connsiteX5" fmla="*/ 0 w 412051"/>
                                <a:gd name="connsiteY5" fmla="*/ 526161 h 526160"/>
                                <a:gd name="connsiteX6" fmla="*/ 0 w 412051"/>
                                <a:gd name="connsiteY6" fmla="*/ 0 h 526160"/>
                                <a:gd name="connsiteX7" fmla="*/ 210502 w 412051"/>
                                <a:gd name="connsiteY7" fmla="*/ 0 h 526160"/>
                                <a:gd name="connsiteX8" fmla="*/ 273177 w 412051"/>
                                <a:gd name="connsiteY8" fmla="*/ 6286 h 526160"/>
                                <a:gd name="connsiteX9" fmla="*/ 331375 w 412051"/>
                                <a:gd name="connsiteY9" fmla="*/ 27813 h 526160"/>
                                <a:gd name="connsiteX10" fmla="*/ 373951 w 412051"/>
                                <a:gd name="connsiteY10" fmla="*/ 69056 h 526160"/>
                                <a:gd name="connsiteX11" fmla="*/ 390430 w 412051"/>
                                <a:gd name="connsiteY11" fmla="*/ 135255 h 526160"/>
                                <a:gd name="connsiteX12" fmla="*/ 366522 w 412051"/>
                                <a:gd name="connsiteY12" fmla="*/ 207740 h 526160"/>
                                <a:gd name="connsiteX13" fmla="*/ 303847 w 412051"/>
                                <a:gd name="connsiteY13" fmla="*/ 248984 h 526160"/>
                                <a:gd name="connsiteX14" fmla="*/ 303847 w 412051"/>
                                <a:gd name="connsiteY14" fmla="*/ 250508 h 526160"/>
                                <a:gd name="connsiteX15" fmla="*/ 346043 w 412051"/>
                                <a:gd name="connsiteY15" fmla="*/ 264224 h 526160"/>
                                <a:gd name="connsiteX16" fmla="*/ 380333 w 412051"/>
                                <a:gd name="connsiteY16" fmla="*/ 289846 h 526160"/>
                                <a:gd name="connsiteX17" fmla="*/ 403479 w 412051"/>
                                <a:gd name="connsiteY17" fmla="*/ 326231 h 526160"/>
                                <a:gd name="connsiteX18" fmla="*/ 412051 w 412051"/>
                                <a:gd name="connsiteY18" fmla="*/ 373094 h 526160"/>
                                <a:gd name="connsiteX19" fmla="*/ 267271 w 412051"/>
                                <a:gd name="connsiteY19" fmla="*/ 152400 h 526160"/>
                                <a:gd name="connsiteX20" fmla="*/ 246793 w 412051"/>
                                <a:gd name="connsiteY20" fmla="*/ 113348 h 526160"/>
                                <a:gd name="connsiteX21" fmla="*/ 185928 w 412051"/>
                                <a:gd name="connsiteY21" fmla="*/ 101060 h 526160"/>
                                <a:gd name="connsiteX22" fmla="*/ 123254 w 412051"/>
                                <a:gd name="connsiteY22" fmla="*/ 101060 h 526160"/>
                                <a:gd name="connsiteX23" fmla="*/ 123254 w 412051"/>
                                <a:gd name="connsiteY23" fmla="*/ 209550 h 526160"/>
                                <a:gd name="connsiteX24" fmla="*/ 191929 w 412051"/>
                                <a:gd name="connsiteY24" fmla="*/ 209550 h 526160"/>
                                <a:gd name="connsiteX25" fmla="*/ 247555 w 412051"/>
                                <a:gd name="connsiteY25" fmla="*/ 195072 h 526160"/>
                                <a:gd name="connsiteX26" fmla="*/ 267367 w 412051"/>
                                <a:gd name="connsiteY26" fmla="*/ 152400 h 526160"/>
                                <a:gd name="connsiteX27" fmla="*/ 284417 w 412051"/>
                                <a:gd name="connsiteY27" fmla="*/ 361188 h 526160"/>
                                <a:gd name="connsiteX28" fmla="*/ 259842 w 412051"/>
                                <a:gd name="connsiteY28" fmla="*/ 315849 h 526160"/>
                                <a:gd name="connsiteX29" fmla="*/ 194119 w 412051"/>
                                <a:gd name="connsiteY29" fmla="*/ 303276 h 526160"/>
                                <a:gd name="connsiteX30" fmla="*/ 123254 w 412051"/>
                                <a:gd name="connsiteY30" fmla="*/ 303276 h 526160"/>
                                <a:gd name="connsiteX31" fmla="*/ 123254 w 412051"/>
                                <a:gd name="connsiteY31" fmla="*/ 423672 h 526160"/>
                                <a:gd name="connsiteX32" fmla="*/ 194881 w 412051"/>
                                <a:gd name="connsiteY32" fmla="*/ 423672 h 526160"/>
                                <a:gd name="connsiteX33" fmla="*/ 225838 w 412051"/>
                                <a:gd name="connsiteY33" fmla="*/ 421100 h 526160"/>
                                <a:gd name="connsiteX34" fmla="*/ 254889 w 412051"/>
                                <a:gd name="connsiteY34" fmla="*/ 411766 h 526160"/>
                                <a:gd name="connsiteX35" fmla="*/ 276130 w 412051"/>
                                <a:gd name="connsiteY35" fmla="*/ 392811 h 526160"/>
                                <a:gd name="connsiteX36" fmla="*/ 284321 w 412051"/>
                                <a:gd name="connsiteY36" fmla="*/ 361283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412051" h="526160">
                                  <a:moveTo>
                                    <a:pt x="412051" y="373094"/>
                                  </a:moveTo>
                                  <a:cubicBezTo>
                                    <a:pt x="412051" y="401860"/>
                                    <a:pt x="406336" y="425958"/>
                                    <a:pt x="394906" y="445580"/>
                                  </a:cubicBezTo>
                                  <a:cubicBezTo>
                                    <a:pt x="383476" y="465106"/>
                                    <a:pt x="368332" y="480917"/>
                                    <a:pt x="349377" y="492728"/>
                                  </a:cubicBezTo>
                                  <a:cubicBezTo>
                                    <a:pt x="330422" y="504634"/>
                                    <a:pt x="308991" y="513207"/>
                                    <a:pt x="284797" y="518351"/>
                                  </a:cubicBezTo>
                                  <a:cubicBezTo>
                                    <a:pt x="260699" y="523494"/>
                                    <a:pt x="235934" y="526161"/>
                                    <a:pt x="210502" y="526161"/>
                                  </a:cubicBezTo>
                                  <a:lnTo>
                                    <a:pt x="0" y="526161"/>
                                  </a:lnTo>
                                  <a:lnTo>
                                    <a:pt x="0" y="0"/>
                                  </a:lnTo>
                                  <a:lnTo>
                                    <a:pt x="210502" y="0"/>
                                  </a:lnTo>
                                  <a:cubicBezTo>
                                    <a:pt x="230886" y="0"/>
                                    <a:pt x="251841" y="2095"/>
                                    <a:pt x="273177" y="6286"/>
                                  </a:cubicBezTo>
                                  <a:cubicBezTo>
                                    <a:pt x="294608" y="10477"/>
                                    <a:pt x="313944" y="17717"/>
                                    <a:pt x="331375" y="27813"/>
                                  </a:cubicBezTo>
                                  <a:cubicBezTo>
                                    <a:pt x="348805" y="38005"/>
                                    <a:pt x="362998" y="51721"/>
                                    <a:pt x="373951" y="69056"/>
                                  </a:cubicBezTo>
                                  <a:cubicBezTo>
                                    <a:pt x="384905" y="86392"/>
                                    <a:pt x="390430" y="108490"/>
                                    <a:pt x="390430" y="135255"/>
                                  </a:cubicBezTo>
                                  <a:cubicBezTo>
                                    <a:pt x="390430" y="164497"/>
                                    <a:pt x="382429" y="188595"/>
                                    <a:pt x="366522" y="207740"/>
                                  </a:cubicBezTo>
                                  <a:cubicBezTo>
                                    <a:pt x="350615" y="226790"/>
                                    <a:pt x="329660" y="240602"/>
                                    <a:pt x="303847" y="248984"/>
                                  </a:cubicBezTo>
                                  <a:lnTo>
                                    <a:pt x="303847" y="250508"/>
                                  </a:lnTo>
                                  <a:cubicBezTo>
                                    <a:pt x="318802" y="252984"/>
                                    <a:pt x="332804" y="257556"/>
                                    <a:pt x="346043" y="264224"/>
                                  </a:cubicBezTo>
                                  <a:cubicBezTo>
                                    <a:pt x="359188" y="270891"/>
                                    <a:pt x="370713" y="279463"/>
                                    <a:pt x="380333" y="289846"/>
                                  </a:cubicBezTo>
                                  <a:cubicBezTo>
                                    <a:pt x="390049" y="300228"/>
                                    <a:pt x="397764" y="312420"/>
                                    <a:pt x="403479" y="326231"/>
                                  </a:cubicBezTo>
                                  <a:cubicBezTo>
                                    <a:pt x="409194" y="340138"/>
                                    <a:pt x="412051" y="355759"/>
                                    <a:pt x="412051" y="373094"/>
                                  </a:cubicBezTo>
                                  <a:close/>
                                  <a:moveTo>
                                    <a:pt x="267271" y="152400"/>
                                  </a:moveTo>
                                  <a:cubicBezTo>
                                    <a:pt x="267271" y="134588"/>
                                    <a:pt x="260413" y="121539"/>
                                    <a:pt x="246793" y="113348"/>
                                  </a:cubicBezTo>
                                  <a:cubicBezTo>
                                    <a:pt x="233077" y="105251"/>
                                    <a:pt x="212788" y="101060"/>
                                    <a:pt x="185928" y="101060"/>
                                  </a:cubicBezTo>
                                  <a:lnTo>
                                    <a:pt x="123254" y="101060"/>
                                  </a:lnTo>
                                  <a:lnTo>
                                    <a:pt x="123254" y="209550"/>
                                  </a:lnTo>
                                  <a:lnTo>
                                    <a:pt x="191929" y="209550"/>
                                  </a:lnTo>
                                  <a:cubicBezTo>
                                    <a:pt x="215836" y="209550"/>
                                    <a:pt x="234315" y="204692"/>
                                    <a:pt x="247555" y="195072"/>
                                  </a:cubicBezTo>
                                  <a:cubicBezTo>
                                    <a:pt x="260699" y="185452"/>
                                    <a:pt x="267367" y="171164"/>
                                    <a:pt x="267367" y="152400"/>
                                  </a:cubicBezTo>
                                  <a:close/>
                                  <a:moveTo>
                                    <a:pt x="284417" y="361188"/>
                                  </a:moveTo>
                                  <a:cubicBezTo>
                                    <a:pt x="284417" y="339376"/>
                                    <a:pt x="276225" y="324231"/>
                                    <a:pt x="259842" y="315849"/>
                                  </a:cubicBezTo>
                                  <a:cubicBezTo>
                                    <a:pt x="243364" y="307467"/>
                                    <a:pt x="221456" y="303276"/>
                                    <a:pt x="194119" y="303276"/>
                                  </a:cubicBezTo>
                                  <a:lnTo>
                                    <a:pt x="123254" y="303276"/>
                                  </a:lnTo>
                                  <a:lnTo>
                                    <a:pt x="123254" y="423672"/>
                                  </a:lnTo>
                                  <a:lnTo>
                                    <a:pt x="194881" y="423672"/>
                                  </a:lnTo>
                                  <a:cubicBezTo>
                                    <a:pt x="204788" y="423672"/>
                                    <a:pt x="215170" y="422815"/>
                                    <a:pt x="225838" y="421100"/>
                                  </a:cubicBezTo>
                                  <a:cubicBezTo>
                                    <a:pt x="236506" y="419386"/>
                                    <a:pt x="246221" y="416243"/>
                                    <a:pt x="254889" y="411766"/>
                                  </a:cubicBezTo>
                                  <a:cubicBezTo>
                                    <a:pt x="263557" y="407289"/>
                                    <a:pt x="270700" y="401003"/>
                                    <a:pt x="276130" y="392811"/>
                                  </a:cubicBezTo>
                                  <a:cubicBezTo>
                                    <a:pt x="281559" y="384620"/>
                                    <a:pt x="284321" y="374142"/>
                                    <a:pt x="284321" y="361283"/>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Forma Livre: Forma 84"/>
                          <wps:cNvSpPr/>
                          <wps:spPr>
                            <a:xfrm>
                              <a:off x="3672679" y="661289"/>
                              <a:ext cx="368712" cy="526160"/>
                            </a:xfrm>
                            <a:custGeom>
                              <a:avLst/>
                              <a:gdLst>
                                <a:gd name="connsiteX0" fmla="*/ 0 w 368712"/>
                                <a:gd name="connsiteY0" fmla="*/ 526161 h 526160"/>
                                <a:gd name="connsiteX1" fmla="*/ 0 w 368712"/>
                                <a:gd name="connsiteY1" fmla="*/ 0 h 526160"/>
                                <a:gd name="connsiteX2" fmla="*/ 355283 w 368712"/>
                                <a:gd name="connsiteY2" fmla="*/ 0 h 526160"/>
                                <a:gd name="connsiteX3" fmla="*/ 355283 w 368712"/>
                                <a:gd name="connsiteY3" fmla="*/ 106966 h 526160"/>
                                <a:gd name="connsiteX4" fmla="*/ 123158 w 368712"/>
                                <a:gd name="connsiteY4" fmla="*/ 106966 h 526160"/>
                                <a:gd name="connsiteX5" fmla="*/ 123158 w 368712"/>
                                <a:gd name="connsiteY5" fmla="*/ 206597 h 526160"/>
                                <a:gd name="connsiteX6" fmla="*/ 342614 w 368712"/>
                                <a:gd name="connsiteY6" fmla="*/ 206597 h 526160"/>
                                <a:gd name="connsiteX7" fmla="*/ 342614 w 368712"/>
                                <a:gd name="connsiteY7" fmla="*/ 308420 h 526160"/>
                                <a:gd name="connsiteX8" fmla="*/ 123158 w 368712"/>
                                <a:gd name="connsiteY8" fmla="*/ 308420 h 526160"/>
                                <a:gd name="connsiteX9" fmla="*/ 123158 w 368712"/>
                                <a:gd name="connsiteY9" fmla="*/ 417671 h 526160"/>
                                <a:gd name="connsiteX10" fmla="*/ 368713 w 368712"/>
                                <a:gd name="connsiteY10" fmla="*/ 417671 h 526160"/>
                                <a:gd name="connsiteX11" fmla="*/ 368713 w 368712"/>
                                <a:gd name="connsiteY11" fmla="*/ 526161 h 526160"/>
                                <a:gd name="connsiteX12" fmla="*/ 0 w 368712"/>
                                <a:gd name="connsiteY12" fmla="*/ 526161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68712" h="526160">
                                  <a:moveTo>
                                    <a:pt x="0" y="526161"/>
                                  </a:moveTo>
                                  <a:lnTo>
                                    <a:pt x="0" y="0"/>
                                  </a:lnTo>
                                  <a:lnTo>
                                    <a:pt x="355283" y="0"/>
                                  </a:lnTo>
                                  <a:lnTo>
                                    <a:pt x="355283" y="106966"/>
                                  </a:lnTo>
                                  <a:lnTo>
                                    <a:pt x="123158" y="106966"/>
                                  </a:lnTo>
                                  <a:lnTo>
                                    <a:pt x="123158" y="206597"/>
                                  </a:lnTo>
                                  <a:lnTo>
                                    <a:pt x="342614" y="206597"/>
                                  </a:lnTo>
                                  <a:lnTo>
                                    <a:pt x="342614" y="308420"/>
                                  </a:lnTo>
                                  <a:lnTo>
                                    <a:pt x="123158" y="308420"/>
                                  </a:lnTo>
                                  <a:lnTo>
                                    <a:pt x="123158" y="417671"/>
                                  </a:lnTo>
                                  <a:lnTo>
                                    <a:pt x="368713" y="417671"/>
                                  </a:lnTo>
                                  <a:lnTo>
                                    <a:pt x="368713" y="526161"/>
                                  </a:lnTo>
                                  <a:lnTo>
                                    <a:pt x="0" y="526161"/>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Forma Livre: Forma 85"/>
                          <wps:cNvSpPr/>
                          <wps:spPr>
                            <a:xfrm>
                              <a:off x="4129403" y="661289"/>
                              <a:ext cx="432244" cy="526160"/>
                            </a:xfrm>
                            <a:custGeom>
                              <a:avLst/>
                              <a:gdLst>
                                <a:gd name="connsiteX0" fmla="*/ 282893 w 432244"/>
                                <a:gd name="connsiteY0" fmla="*/ 526161 h 526160"/>
                                <a:gd name="connsiteX1" fmla="*/ 168116 w 432244"/>
                                <a:gd name="connsiteY1" fmla="*/ 317278 h 526160"/>
                                <a:gd name="connsiteX2" fmla="*/ 124682 w 432244"/>
                                <a:gd name="connsiteY2" fmla="*/ 317278 h 526160"/>
                                <a:gd name="connsiteX3" fmla="*/ 124682 w 432244"/>
                                <a:gd name="connsiteY3" fmla="*/ 526161 h 526160"/>
                                <a:gd name="connsiteX4" fmla="*/ 0 w 432244"/>
                                <a:gd name="connsiteY4" fmla="*/ 526161 h 526160"/>
                                <a:gd name="connsiteX5" fmla="*/ 0 w 432244"/>
                                <a:gd name="connsiteY5" fmla="*/ 0 h 526160"/>
                                <a:gd name="connsiteX6" fmla="*/ 201549 w 432244"/>
                                <a:gd name="connsiteY6" fmla="*/ 0 h 526160"/>
                                <a:gd name="connsiteX7" fmla="*/ 275844 w 432244"/>
                                <a:gd name="connsiteY7" fmla="*/ 7810 h 526160"/>
                                <a:gd name="connsiteX8" fmla="*/ 340805 w 432244"/>
                                <a:gd name="connsiteY8" fmla="*/ 34195 h 526160"/>
                                <a:gd name="connsiteX9" fmla="*/ 386715 w 432244"/>
                                <a:gd name="connsiteY9" fmla="*/ 83249 h 526160"/>
                                <a:gd name="connsiteX10" fmla="*/ 403860 w 432244"/>
                                <a:gd name="connsiteY10" fmla="*/ 159067 h 526160"/>
                                <a:gd name="connsiteX11" fmla="*/ 374713 w 432244"/>
                                <a:gd name="connsiteY11" fmla="*/ 248984 h 526160"/>
                                <a:gd name="connsiteX12" fmla="*/ 294132 w 432244"/>
                                <a:gd name="connsiteY12" fmla="*/ 300990 h 526160"/>
                                <a:gd name="connsiteX13" fmla="*/ 432245 w 432244"/>
                                <a:gd name="connsiteY13" fmla="*/ 526161 h 526160"/>
                                <a:gd name="connsiteX14" fmla="*/ 282988 w 432244"/>
                                <a:gd name="connsiteY14" fmla="*/ 526161 h 526160"/>
                                <a:gd name="connsiteX15" fmla="*/ 277654 w 432244"/>
                                <a:gd name="connsiteY15" fmla="*/ 161258 h 526160"/>
                                <a:gd name="connsiteX16" fmla="*/ 269748 w 432244"/>
                                <a:gd name="connsiteY16" fmla="*/ 131255 h 526160"/>
                                <a:gd name="connsiteX17" fmla="*/ 249460 w 432244"/>
                                <a:gd name="connsiteY17" fmla="*/ 113348 h 526160"/>
                                <a:gd name="connsiteX18" fmla="*/ 221647 w 432244"/>
                                <a:gd name="connsiteY18" fmla="*/ 104775 h 526160"/>
                                <a:gd name="connsiteX19" fmla="*/ 192024 w 432244"/>
                                <a:gd name="connsiteY19" fmla="*/ 102489 h 526160"/>
                                <a:gd name="connsiteX20" fmla="*/ 123730 w 432244"/>
                                <a:gd name="connsiteY20" fmla="*/ 102489 h 526160"/>
                                <a:gd name="connsiteX21" fmla="*/ 123730 w 432244"/>
                                <a:gd name="connsiteY21" fmla="*/ 225076 h 526160"/>
                                <a:gd name="connsiteX22" fmla="*/ 184499 w 432244"/>
                                <a:gd name="connsiteY22" fmla="*/ 225076 h 526160"/>
                                <a:gd name="connsiteX23" fmla="*/ 216789 w 432244"/>
                                <a:gd name="connsiteY23" fmla="*/ 222504 h 526160"/>
                                <a:gd name="connsiteX24" fmla="*/ 246793 w 432244"/>
                                <a:gd name="connsiteY24" fmla="*/ 213169 h 526160"/>
                                <a:gd name="connsiteX25" fmla="*/ 268891 w 432244"/>
                                <a:gd name="connsiteY25" fmla="*/ 193834 h 526160"/>
                                <a:gd name="connsiteX26" fmla="*/ 277559 w 432244"/>
                                <a:gd name="connsiteY26" fmla="*/ 161163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32244" h="526160">
                                  <a:moveTo>
                                    <a:pt x="282893" y="526161"/>
                                  </a:moveTo>
                                  <a:lnTo>
                                    <a:pt x="168116" y="317278"/>
                                  </a:lnTo>
                                  <a:lnTo>
                                    <a:pt x="124682" y="317278"/>
                                  </a:lnTo>
                                  <a:lnTo>
                                    <a:pt x="124682" y="526161"/>
                                  </a:lnTo>
                                  <a:lnTo>
                                    <a:pt x="0" y="526161"/>
                                  </a:lnTo>
                                  <a:lnTo>
                                    <a:pt x="0" y="0"/>
                                  </a:lnTo>
                                  <a:lnTo>
                                    <a:pt x="201549" y="0"/>
                                  </a:lnTo>
                                  <a:cubicBezTo>
                                    <a:pt x="226981" y="0"/>
                                    <a:pt x="251651" y="2572"/>
                                    <a:pt x="275844" y="7810"/>
                                  </a:cubicBezTo>
                                  <a:cubicBezTo>
                                    <a:pt x="299942" y="12954"/>
                                    <a:pt x="321659" y="21812"/>
                                    <a:pt x="340805" y="34195"/>
                                  </a:cubicBezTo>
                                  <a:cubicBezTo>
                                    <a:pt x="359950" y="46577"/>
                                    <a:pt x="375285" y="62960"/>
                                    <a:pt x="386715" y="83249"/>
                                  </a:cubicBezTo>
                                  <a:cubicBezTo>
                                    <a:pt x="398145" y="103537"/>
                                    <a:pt x="403860" y="128873"/>
                                    <a:pt x="403860" y="159067"/>
                                  </a:cubicBezTo>
                                  <a:cubicBezTo>
                                    <a:pt x="403860" y="194786"/>
                                    <a:pt x="394145" y="224695"/>
                                    <a:pt x="374713" y="248984"/>
                                  </a:cubicBezTo>
                                  <a:cubicBezTo>
                                    <a:pt x="355282" y="273272"/>
                                    <a:pt x="328422" y="290608"/>
                                    <a:pt x="294132" y="300990"/>
                                  </a:cubicBezTo>
                                  <a:lnTo>
                                    <a:pt x="432245" y="526161"/>
                                  </a:lnTo>
                                  <a:lnTo>
                                    <a:pt x="282988" y="526161"/>
                                  </a:lnTo>
                                  <a:close/>
                                  <a:moveTo>
                                    <a:pt x="277654" y="161258"/>
                                  </a:moveTo>
                                  <a:cubicBezTo>
                                    <a:pt x="277654" y="148876"/>
                                    <a:pt x="274987" y="138875"/>
                                    <a:pt x="269748" y="131255"/>
                                  </a:cubicBezTo>
                                  <a:cubicBezTo>
                                    <a:pt x="264509" y="123539"/>
                                    <a:pt x="257746" y="117634"/>
                                    <a:pt x="249460" y="113348"/>
                                  </a:cubicBezTo>
                                  <a:cubicBezTo>
                                    <a:pt x="241173" y="109156"/>
                                    <a:pt x="231934" y="106299"/>
                                    <a:pt x="221647" y="104775"/>
                                  </a:cubicBezTo>
                                  <a:cubicBezTo>
                                    <a:pt x="211455" y="103251"/>
                                    <a:pt x="201549" y="102489"/>
                                    <a:pt x="192024" y="102489"/>
                                  </a:cubicBezTo>
                                  <a:lnTo>
                                    <a:pt x="123730" y="102489"/>
                                  </a:lnTo>
                                  <a:lnTo>
                                    <a:pt x="123730" y="225076"/>
                                  </a:lnTo>
                                  <a:lnTo>
                                    <a:pt x="184499" y="225076"/>
                                  </a:lnTo>
                                  <a:cubicBezTo>
                                    <a:pt x="194977" y="225076"/>
                                    <a:pt x="205740" y="224218"/>
                                    <a:pt x="216789" y="222504"/>
                                  </a:cubicBezTo>
                                  <a:cubicBezTo>
                                    <a:pt x="227743" y="220789"/>
                                    <a:pt x="237744" y="217646"/>
                                    <a:pt x="246793" y="213169"/>
                                  </a:cubicBezTo>
                                  <a:cubicBezTo>
                                    <a:pt x="255746" y="208693"/>
                                    <a:pt x="263176" y="202311"/>
                                    <a:pt x="268891" y="193834"/>
                                  </a:cubicBezTo>
                                  <a:cubicBezTo>
                                    <a:pt x="274701" y="185452"/>
                                    <a:pt x="277559" y="174498"/>
                                    <a:pt x="277559" y="161163"/>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6" name="Gráfico 4"/>
                        <wpg:cNvGrpSpPr/>
                        <wpg:grpSpPr>
                          <a:xfrm>
                            <a:off x="1185893" y="520700"/>
                            <a:ext cx="852773" cy="810006"/>
                            <a:chOff x="1185893" y="520700"/>
                            <a:chExt cx="852773" cy="810006"/>
                          </a:xfrm>
                        </wpg:grpSpPr>
                        <wps:wsp>
                          <wps:cNvPr id="87" name="Forma Livre: Forma 87"/>
                          <wps:cNvSpPr/>
                          <wps:spPr>
                            <a:xfrm>
                              <a:off x="1185893" y="520700"/>
                              <a:ext cx="852773" cy="810006"/>
                            </a:xfrm>
                            <a:custGeom>
                              <a:avLst/>
                              <a:gdLst>
                                <a:gd name="connsiteX0" fmla="*/ 790861 w 852773"/>
                                <a:gd name="connsiteY0" fmla="*/ 0 h 810006"/>
                                <a:gd name="connsiteX1" fmla="*/ 61913 w 852773"/>
                                <a:gd name="connsiteY1" fmla="*/ 0 h 810006"/>
                                <a:gd name="connsiteX2" fmla="*/ 0 w 852773"/>
                                <a:gd name="connsiteY2" fmla="*/ 61913 h 810006"/>
                                <a:gd name="connsiteX3" fmla="*/ 0 w 852773"/>
                                <a:gd name="connsiteY3" fmla="*/ 748094 h 810006"/>
                                <a:gd name="connsiteX4" fmla="*/ 61913 w 852773"/>
                                <a:gd name="connsiteY4" fmla="*/ 810006 h 810006"/>
                                <a:gd name="connsiteX5" fmla="*/ 790861 w 852773"/>
                                <a:gd name="connsiteY5" fmla="*/ 810006 h 810006"/>
                                <a:gd name="connsiteX6" fmla="*/ 852773 w 852773"/>
                                <a:gd name="connsiteY6" fmla="*/ 748094 h 810006"/>
                                <a:gd name="connsiteX7" fmla="*/ 852773 w 852773"/>
                                <a:gd name="connsiteY7" fmla="*/ 61913 h 810006"/>
                                <a:gd name="connsiteX8" fmla="*/ 790861 w 852773"/>
                                <a:gd name="connsiteY8" fmla="*/ 0 h 810006"/>
                                <a:gd name="connsiteX9" fmla="*/ 805148 w 852773"/>
                                <a:gd name="connsiteY9" fmla="*/ 733235 h 810006"/>
                                <a:gd name="connsiteX10" fmla="*/ 776097 w 852773"/>
                                <a:gd name="connsiteY10" fmla="*/ 762381 h 810006"/>
                                <a:gd name="connsiteX11" fmla="*/ 76676 w 852773"/>
                                <a:gd name="connsiteY11" fmla="*/ 762381 h 810006"/>
                                <a:gd name="connsiteX12" fmla="*/ 47530 w 852773"/>
                                <a:gd name="connsiteY12" fmla="*/ 733235 h 810006"/>
                                <a:gd name="connsiteX13" fmla="*/ 47530 w 852773"/>
                                <a:gd name="connsiteY13" fmla="*/ 76676 h 810006"/>
                                <a:gd name="connsiteX14" fmla="*/ 76676 w 852773"/>
                                <a:gd name="connsiteY14" fmla="*/ 47530 h 810006"/>
                                <a:gd name="connsiteX15" fmla="*/ 776097 w 852773"/>
                                <a:gd name="connsiteY15" fmla="*/ 47530 h 810006"/>
                                <a:gd name="connsiteX16" fmla="*/ 805148 w 852773"/>
                                <a:gd name="connsiteY16" fmla="*/ 76676 h 810006"/>
                                <a:gd name="connsiteX17" fmla="*/ 805148 w 852773"/>
                                <a:gd name="connsiteY17" fmla="*/ 733235 h 8100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852773" h="810006">
                                  <a:moveTo>
                                    <a:pt x="790861" y="0"/>
                                  </a:moveTo>
                                  <a:lnTo>
                                    <a:pt x="61913" y="0"/>
                                  </a:lnTo>
                                  <a:cubicBezTo>
                                    <a:pt x="27908" y="0"/>
                                    <a:pt x="0" y="27813"/>
                                    <a:pt x="0" y="61913"/>
                                  </a:cubicBezTo>
                                  <a:lnTo>
                                    <a:pt x="0" y="748094"/>
                                  </a:lnTo>
                                  <a:cubicBezTo>
                                    <a:pt x="0" y="782193"/>
                                    <a:pt x="27908" y="810006"/>
                                    <a:pt x="61913" y="810006"/>
                                  </a:cubicBezTo>
                                  <a:lnTo>
                                    <a:pt x="790861" y="810006"/>
                                  </a:lnTo>
                                  <a:cubicBezTo>
                                    <a:pt x="824865" y="810006"/>
                                    <a:pt x="852773" y="782193"/>
                                    <a:pt x="852773" y="748094"/>
                                  </a:cubicBezTo>
                                  <a:lnTo>
                                    <a:pt x="852773" y="61913"/>
                                  </a:lnTo>
                                  <a:cubicBezTo>
                                    <a:pt x="852773" y="27908"/>
                                    <a:pt x="824960" y="0"/>
                                    <a:pt x="790861" y="0"/>
                                  </a:cubicBezTo>
                                  <a:close/>
                                  <a:moveTo>
                                    <a:pt x="805148" y="733235"/>
                                  </a:moveTo>
                                  <a:cubicBezTo>
                                    <a:pt x="805148" y="749237"/>
                                    <a:pt x="792004" y="762381"/>
                                    <a:pt x="776097" y="762381"/>
                                  </a:cubicBezTo>
                                  <a:lnTo>
                                    <a:pt x="76676" y="762381"/>
                                  </a:lnTo>
                                  <a:cubicBezTo>
                                    <a:pt x="60674" y="762381"/>
                                    <a:pt x="47530" y="749237"/>
                                    <a:pt x="47530" y="733235"/>
                                  </a:cubicBezTo>
                                  <a:lnTo>
                                    <a:pt x="47530" y="76676"/>
                                  </a:lnTo>
                                  <a:cubicBezTo>
                                    <a:pt x="47530" y="60674"/>
                                    <a:pt x="60674" y="47530"/>
                                    <a:pt x="76676" y="47530"/>
                                  </a:cubicBezTo>
                                  <a:lnTo>
                                    <a:pt x="776097" y="47530"/>
                                  </a:lnTo>
                                  <a:cubicBezTo>
                                    <a:pt x="792099" y="47530"/>
                                    <a:pt x="805148" y="60674"/>
                                    <a:pt x="805148" y="76676"/>
                                  </a:cubicBezTo>
                                  <a:lnTo>
                                    <a:pt x="805148" y="733235"/>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Forma Livre: Forma 88"/>
                          <wps:cNvSpPr/>
                          <wps:spPr>
                            <a:xfrm>
                              <a:off x="1278380" y="612235"/>
                              <a:ext cx="667893" cy="626840"/>
                            </a:xfrm>
                            <a:custGeom>
                              <a:avLst/>
                              <a:gdLst>
                                <a:gd name="connsiteX0" fmla="*/ 653320 w 667893"/>
                                <a:gd name="connsiteY0" fmla="*/ 0 h 626840"/>
                                <a:gd name="connsiteX1" fmla="*/ 14573 w 667893"/>
                                <a:gd name="connsiteY1" fmla="*/ 0 h 626840"/>
                                <a:gd name="connsiteX2" fmla="*/ 0 w 667893"/>
                                <a:gd name="connsiteY2" fmla="*/ 14573 h 626840"/>
                                <a:gd name="connsiteX3" fmla="*/ 0 w 667893"/>
                                <a:gd name="connsiteY3" fmla="*/ 612267 h 626840"/>
                                <a:gd name="connsiteX4" fmla="*/ 14573 w 667893"/>
                                <a:gd name="connsiteY4" fmla="*/ 626840 h 626840"/>
                                <a:gd name="connsiteX5" fmla="*/ 653320 w 667893"/>
                                <a:gd name="connsiteY5" fmla="*/ 626840 h 626840"/>
                                <a:gd name="connsiteX6" fmla="*/ 667893 w 667893"/>
                                <a:gd name="connsiteY6" fmla="*/ 612267 h 626840"/>
                                <a:gd name="connsiteX7" fmla="*/ 667893 w 667893"/>
                                <a:gd name="connsiteY7" fmla="*/ 14669 h 626840"/>
                                <a:gd name="connsiteX8" fmla="*/ 653320 w 667893"/>
                                <a:gd name="connsiteY8" fmla="*/ 95 h 626840"/>
                                <a:gd name="connsiteX9" fmla="*/ 617125 w 667893"/>
                                <a:gd name="connsiteY9" fmla="*/ 565404 h 626840"/>
                                <a:gd name="connsiteX10" fmla="*/ 606171 w 667893"/>
                                <a:gd name="connsiteY10" fmla="*/ 576358 h 626840"/>
                                <a:gd name="connsiteX11" fmla="*/ 61817 w 667893"/>
                                <a:gd name="connsiteY11" fmla="*/ 576358 h 626840"/>
                                <a:gd name="connsiteX12" fmla="*/ 50864 w 667893"/>
                                <a:gd name="connsiteY12" fmla="*/ 565404 h 626840"/>
                                <a:gd name="connsiteX13" fmla="*/ 50864 w 667893"/>
                                <a:gd name="connsiteY13" fmla="*/ 61913 h 626840"/>
                                <a:gd name="connsiteX14" fmla="*/ 61817 w 667893"/>
                                <a:gd name="connsiteY14" fmla="*/ 51054 h 626840"/>
                                <a:gd name="connsiteX15" fmla="*/ 606076 w 667893"/>
                                <a:gd name="connsiteY15" fmla="*/ 51054 h 626840"/>
                                <a:gd name="connsiteX16" fmla="*/ 617030 w 667893"/>
                                <a:gd name="connsiteY16" fmla="*/ 61913 h 626840"/>
                                <a:gd name="connsiteX17" fmla="*/ 617030 w 667893"/>
                                <a:gd name="connsiteY17" fmla="*/ 565499 h 626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67893" h="626840">
                                  <a:moveTo>
                                    <a:pt x="653320" y="0"/>
                                  </a:moveTo>
                                  <a:lnTo>
                                    <a:pt x="14573" y="0"/>
                                  </a:lnTo>
                                  <a:cubicBezTo>
                                    <a:pt x="6572" y="0"/>
                                    <a:pt x="0" y="6572"/>
                                    <a:pt x="0" y="14573"/>
                                  </a:cubicBezTo>
                                  <a:lnTo>
                                    <a:pt x="0" y="612267"/>
                                  </a:lnTo>
                                  <a:cubicBezTo>
                                    <a:pt x="0" y="620268"/>
                                    <a:pt x="6572" y="626840"/>
                                    <a:pt x="14573" y="626840"/>
                                  </a:cubicBezTo>
                                  <a:lnTo>
                                    <a:pt x="653320" y="626840"/>
                                  </a:lnTo>
                                  <a:cubicBezTo>
                                    <a:pt x="661321" y="626840"/>
                                    <a:pt x="667893" y="620268"/>
                                    <a:pt x="667893" y="612267"/>
                                  </a:cubicBezTo>
                                  <a:lnTo>
                                    <a:pt x="667893" y="14669"/>
                                  </a:lnTo>
                                  <a:cubicBezTo>
                                    <a:pt x="667893" y="6668"/>
                                    <a:pt x="661321" y="95"/>
                                    <a:pt x="653320" y="95"/>
                                  </a:cubicBezTo>
                                  <a:close/>
                                  <a:moveTo>
                                    <a:pt x="617125" y="565404"/>
                                  </a:moveTo>
                                  <a:cubicBezTo>
                                    <a:pt x="617125" y="571405"/>
                                    <a:pt x="612172" y="576358"/>
                                    <a:pt x="606171" y="576358"/>
                                  </a:cubicBezTo>
                                  <a:lnTo>
                                    <a:pt x="61817" y="576358"/>
                                  </a:lnTo>
                                  <a:cubicBezTo>
                                    <a:pt x="55816" y="576358"/>
                                    <a:pt x="50864" y="571405"/>
                                    <a:pt x="50864" y="565404"/>
                                  </a:cubicBezTo>
                                  <a:lnTo>
                                    <a:pt x="50864" y="61913"/>
                                  </a:lnTo>
                                  <a:cubicBezTo>
                                    <a:pt x="50864" y="55912"/>
                                    <a:pt x="55816" y="51054"/>
                                    <a:pt x="61817" y="51054"/>
                                  </a:cubicBezTo>
                                  <a:lnTo>
                                    <a:pt x="606076" y="51054"/>
                                  </a:lnTo>
                                  <a:cubicBezTo>
                                    <a:pt x="612077" y="51054"/>
                                    <a:pt x="617030" y="56007"/>
                                    <a:pt x="617030" y="61913"/>
                                  </a:cubicBezTo>
                                  <a:lnTo>
                                    <a:pt x="617030" y="565499"/>
                                  </a:lnTo>
                                  <a:close/>
                                </a:path>
                              </a:pathLst>
                            </a:custGeom>
                            <a:solidFill>
                              <a:srgbClr val="E84E0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Forma Livre: Forma 89"/>
                          <wps:cNvSpPr/>
                          <wps:spPr>
                            <a:xfrm>
                              <a:off x="1370106" y="767302"/>
                              <a:ext cx="234314" cy="316801"/>
                            </a:xfrm>
                            <a:custGeom>
                              <a:avLst/>
                              <a:gdLst>
                                <a:gd name="connsiteX0" fmla="*/ 200120 w 234314"/>
                                <a:gd name="connsiteY0" fmla="*/ 63818 h 316801"/>
                                <a:gd name="connsiteX1" fmla="*/ 146114 w 234314"/>
                                <a:gd name="connsiteY1" fmla="*/ 154686 h 316801"/>
                                <a:gd name="connsiteX2" fmla="*/ 81343 w 234314"/>
                                <a:gd name="connsiteY2" fmla="*/ 0 h 316801"/>
                                <a:gd name="connsiteX3" fmla="*/ 0 w 234314"/>
                                <a:gd name="connsiteY3" fmla="*/ 0 h 316801"/>
                                <a:gd name="connsiteX4" fmla="*/ 132302 w 234314"/>
                                <a:gd name="connsiteY4" fmla="*/ 316802 h 316801"/>
                                <a:gd name="connsiteX5" fmla="*/ 200311 w 234314"/>
                                <a:gd name="connsiteY5" fmla="*/ 316802 h 316801"/>
                                <a:gd name="connsiteX6" fmla="*/ 234315 w 234314"/>
                                <a:gd name="connsiteY6" fmla="*/ 63818 h 316801"/>
                                <a:gd name="connsiteX7" fmla="*/ 200120 w 234314"/>
                                <a:gd name="connsiteY7" fmla="*/ 63818 h 3168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34314" h="316801">
                                  <a:moveTo>
                                    <a:pt x="200120" y="63818"/>
                                  </a:moveTo>
                                  <a:lnTo>
                                    <a:pt x="146114" y="154686"/>
                                  </a:lnTo>
                                  <a:lnTo>
                                    <a:pt x="81343" y="0"/>
                                  </a:lnTo>
                                  <a:lnTo>
                                    <a:pt x="0" y="0"/>
                                  </a:lnTo>
                                  <a:lnTo>
                                    <a:pt x="132302" y="316802"/>
                                  </a:lnTo>
                                  <a:lnTo>
                                    <a:pt x="200311" y="316802"/>
                                  </a:lnTo>
                                  <a:lnTo>
                                    <a:pt x="234315" y="63818"/>
                                  </a:lnTo>
                                  <a:lnTo>
                                    <a:pt x="200120" y="63818"/>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Forma Livre: Forma 90"/>
                          <wps:cNvSpPr/>
                          <wps:spPr>
                            <a:xfrm>
                              <a:off x="1620137" y="767302"/>
                              <a:ext cx="234315" cy="316801"/>
                            </a:xfrm>
                            <a:custGeom>
                              <a:avLst/>
                              <a:gdLst>
                                <a:gd name="connsiteX0" fmla="*/ 34195 w 234315"/>
                                <a:gd name="connsiteY0" fmla="*/ 63818 h 316801"/>
                                <a:gd name="connsiteX1" fmla="*/ 88201 w 234315"/>
                                <a:gd name="connsiteY1" fmla="*/ 154686 h 316801"/>
                                <a:gd name="connsiteX2" fmla="*/ 152972 w 234315"/>
                                <a:gd name="connsiteY2" fmla="*/ 0 h 316801"/>
                                <a:gd name="connsiteX3" fmla="*/ 234315 w 234315"/>
                                <a:gd name="connsiteY3" fmla="*/ 0 h 316801"/>
                                <a:gd name="connsiteX4" fmla="*/ 102013 w 234315"/>
                                <a:gd name="connsiteY4" fmla="*/ 316802 h 316801"/>
                                <a:gd name="connsiteX5" fmla="*/ 34004 w 234315"/>
                                <a:gd name="connsiteY5" fmla="*/ 316802 h 316801"/>
                                <a:gd name="connsiteX6" fmla="*/ 0 w 234315"/>
                                <a:gd name="connsiteY6" fmla="*/ 63818 h 316801"/>
                                <a:gd name="connsiteX7" fmla="*/ 34195 w 234315"/>
                                <a:gd name="connsiteY7" fmla="*/ 63818 h 3168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34315" h="316801">
                                  <a:moveTo>
                                    <a:pt x="34195" y="63818"/>
                                  </a:moveTo>
                                  <a:lnTo>
                                    <a:pt x="88201" y="154686"/>
                                  </a:lnTo>
                                  <a:lnTo>
                                    <a:pt x="152972" y="0"/>
                                  </a:lnTo>
                                  <a:lnTo>
                                    <a:pt x="234315" y="0"/>
                                  </a:lnTo>
                                  <a:lnTo>
                                    <a:pt x="102013" y="316802"/>
                                  </a:lnTo>
                                  <a:lnTo>
                                    <a:pt x="34004" y="316802"/>
                                  </a:lnTo>
                                  <a:lnTo>
                                    <a:pt x="0" y="63818"/>
                                  </a:lnTo>
                                  <a:lnTo>
                                    <a:pt x="34195" y="63818"/>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wpc:wpc>
                </a:graphicData>
              </a:graphic>
              <wp14:sizeRelH relativeFrom="page">
                <wp14:pctWidth>0</wp14:pctWidth>
              </wp14:sizeRelH>
              <wp14:sizeRelV relativeFrom="page">
                <wp14:pctHeight>0</wp14:pctHeight>
              </wp14:sizeRelV>
            </wp:anchor>
          </w:drawing>
        </mc:Choice>
        <mc:Fallback xmlns:oel="http://schemas.microsoft.com/office/2019/extlst">
          <w:pict>
            <v:group w14:anchorId="39F85539" id="Tela 76" o:spid="_x0000_s1026" editas="canvas" style="position:absolute;margin-left:-59.55pt;margin-top:-35.45pt;width:595.25pt;height:842pt;z-index:251666432" coordsize="75596,106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596;height:106934;visibility:visible;mso-wrap-style:square">
                <v:fill o:detectmouseclick="t"/>
                <v:path o:connecttype="none"/>
              </v:shape>
              <v:shape id="Freeform 4" o:spid="_x0000_s1028" style="position:absolute;left:7562;top:7010;width:60554;height:298;visibility:visible;mso-wrap-style:square;v-text-anchor:top" coordsize="635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" path="m,31r,l6350,31r,-31l,,,31xe" fillcolor="#fa5a00" stroked="f" strokeweight="0">
                <v:path arrowok="t" o:connecttype="custom" o:connectlocs="0,29845;0,29845;6055360,29845;6055360,0;0,0;0,29845" o:connectangles="0,0,0,0,0,0"/>
              </v:shape>
              <v:group id="Agrupar 92" o:spid="_x0000_s1029" style="position:absolute;left:50819;top:10147;width:17297;height:1702" coordorigin="50819,10147" coordsize="17297,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Freeform 57" o:spid="_x0000_s1030" style="position:absolute;left:50819;top:10198;width:1219;height:1613;visibility:visible;mso-wrap-style:square;v-text-anchor:top" coordsize="12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" path="m128,52r,c128,13,99,,62,l,,,169r41,l41,105r20,c97,105,128,91,128,52xm88,52r,c88,68,73,72,58,72r-17,l41,33r18,c73,33,88,36,88,52xe" fillcolor="#fa5a00" stroked="f" strokeweight="0">
                  <v:path arrowok="t" o:connecttype="custom" o:connectlocs="121920,49628;121920,49628;59055,0;0,0;0,161290;39053,161290;39053,100210;58103,100210;121920,49628;83820,49628;83820,49628;55245,68715;39053,68715;39053,31494;56198,31494;83820,49628" o:connectangles="0,0,0,0,0,0,0,0,0,0,0,0,0,0,0,0"/>
                  <o:lock v:ext="edit" verticies="t"/>
                </v:shape>
                <v:shape id="Freeform 58" o:spid="_x0000_s1031" style="position:absolute;left:52285;top:10198;width:1315;height:1613;visibility:visible;mso-wrap-style:square;v-text-anchor:top" coordsize="13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" path="m138,169r,l94,96v22,-6,35,-23,35,-45c129,12,97,,64,l,,,169r40,l40,102r14,l90,169r48,xm89,51r,c89,69,72,72,59,72r-19,l40,33r21,c74,33,89,36,89,51xe" fillcolor="#fa5a00" stroked="f" strokeweight="0">
                  <v:path arrowok="t" o:connecttype="custom" o:connectlocs="131445,161290;131445,161290;89535,91620;122873,48673;60960,0;0,0;0,161290;38100,161290;38100,97347;51435,97347;85725,161290;131445,161290;84773,48673;84773,48673;56198,68715;38100,68715;38100,31494;58103,31494;84773,48673" o:connectangles="0,0,0,0,0,0,0,0,0,0,0,0,0,0,0,0,0,0,0"/>
                  <o:lock v:ext="edit" verticies="t"/>
                </v:shape>
                <v:shape id="Freeform 59" o:spid="_x0000_s1032" style="position:absolute;left:53803;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" path="m118,169r,l118,134r-79,l39,99r70,l109,66r-70,l39,34r75,l114,,,,,169r118,xe" fillcolor="#fa5a00" stroked="f" strokeweight="0">
                  <v:path arrowok="t" o:connecttype="custom" o:connectlocs="112395,161290;112395,161290;112395,127887;37148,127887;37148,94483;103823,94483;103823,62989;37148,62989;37148,32449;108585,32449;108585,0;0,0;0,161290;112395,161290" o:connectangles="0,0,0,0,0,0,0,0,0,0,0,0,0,0"/>
                </v:shape>
                <v:shape id="Freeform 60" o:spid="_x0000_s1033" style="position:absolute;left:5506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" path="m129,21r,c114,7,93,,73,,42,,8,16,8,53v,31,22,42,43,49c73,109,86,113,86,126v,14,-11,18,-23,18c50,144,35,137,26,126l,154v14,15,39,24,63,24c96,178,128,161,128,122,128,88,98,78,75,71,59,66,49,62,49,51,49,38,62,34,73,34v10,,23,6,30,15l129,21xe" fillcolor="#fa5a00" stroked="f" strokeweight="0">
                  <v:path arrowok="t" o:connecttype="custom" o:connectlocs="123190,20077;123190,20077;69712,0;7640,50672;48703,97519;82127,120464;60163,137674;24829,120464;0,147234;60163,170180;122235,116640;71622,67881;46793,48759;69712,32506;98361,46847;123190,20077" o:connectangles="0,0,0,0,0,0,0,0,0,0,0,0,0,0,0,0"/>
                </v:shape>
                <v:shape id="Freeform 61" o:spid="_x0000_s1034" style="position:absolute;left:56407;top:10147;width:1238;height:1702;visibility:visible;mso-wrap-style:square;v-text-anchor:top" coordsize="13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" path="m130,21r,c115,7,93,,74,,43,,9,16,9,53v,31,22,42,43,49c74,109,87,113,87,126v,14,-11,18,-23,18c50,144,35,137,27,126l,154v15,15,40,24,64,24c97,178,129,161,129,122,129,88,99,78,76,71,60,66,50,62,50,51,50,38,63,34,74,34v10,,23,6,30,15l130,21xe" fillcolor="#fa5a00" stroked="f" strokeweight="0">
                  <v:path arrowok="t" o:connecttype="custom" o:connectlocs="123825,20077;123825,20077;70485,0;8573,50672;49530,97519;82868,120464;60960,137674;25718,120464;0,147234;60960,170180;122873,116640;72390,67881;47625,48759;70485,32506;99060,46847;123825,20077" o:connectangles="0,0,0,0,0,0,0,0,0,0,0,0,0,0,0,0"/>
                </v:shape>
                <v:shape id="Freeform 62" o:spid="_x0000_s1035" style="position:absolute;left:58464;top:10198;width:1327;height:1613;visibility:visible;mso-wrap-style:square;v-text-anchor:top" coordsize="13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" path="m139,169r,l94,96v22,-6,35,-23,35,-45c129,12,97,,65,l,,,169r40,l40,102r14,l91,169r48,xm89,51r,c89,69,73,72,59,72r-19,l40,33r22,c74,33,89,36,89,51xe" fillcolor="#fa5a00" stroked="f" strokeweight="0">
                  <v:path arrowok="t" o:connecttype="custom" o:connectlocs="132715,161290;132715,161290;89750,91620;123167,48673;62061,0;0,0;0,161290;38191,161290;38191,97347;51558,97347;86885,161290;132715,161290;84976,48673;84976,48673;56332,68715;38191,68715;38191,31494;59197,31494;84976,48673" o:connectangles="0,0,0,0,0,0,0,0,0,0,0,0,0,0,0,0,0,0,0"/>
                  <o:lock v:ext="edit" verticies="t"/>
                </v:shape>
                <v:shape id="Freeform 63" o:spid="_x0000_s1036" style="position:absolute;left:5998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" path="m118,169r,l118,134r-78,l40,99r70,l110,66r-70,l40,34r74,l114,,,,,169r118,xe" fillcolor="#fa5a00" stroked="f" strokeweight="0">
                  <v:path arrowok="t" o:connecttype="custom" o:connectlocs="112395,161290;112395,161290;112395,127887;38100,127887;38100,94483;104775,94483;104775,62989;38100,62989;38100,32449;108585,32449;108585,0;0,0;0,161290;112395,161290" o:connectangles="0,0,0,0,0,0,0,0,0,0,0,0,0,0"/>
                </v:shape>
                <v:shape id="Freeform 64" o:spid="_x0000_s1037" style="position:absolute;left:61372;top:10198;width:1023;height:1613;visibility:visible;mso-wrap-style:square;v-text-anchor:top" coordsize="107,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" path="m107,169r,l107,133r-66,l41,,,,,169r107,xe" fillcolor="#fa5a00" stroked="f" strokeweight="0">
                  <v:path arrowok="t" o:connecttype="custom" o:connectlocs="102235,161290;102235,161290;102235,126932;39174,126932;39174,0;0,0;0,161290;102235,161290" o:connectangles="0,0,0,0,0,0,0,0"/>
                </v:shape>
                <v:shape id="Freeform 65" o:spid="_x0000_s1038" style="position:absolute;left:6257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" path="m118,169r,l118,134r-78,l40,99r70,l110,66r-70,l40,34r74,l114,,,,,169r118,xe" fillcolor="#fa5a00" stroked="f" strokeweight="0">
                  <v:path arrowok="t" o:connecttype="custom" o:connectlocs="112395,161290;112395,161290;112395,127887;38100,127887;38100,94483;104775,94483;104775,62989;38100,62989;38100,32449;108585,32449;108585,0;0,0;0,161290;112395,161290" o:connectangles="0,0,0,0,0,0,0,0,0,0,0,0,0,0"/>
                </v:shape>
                <v:shape id="Freeform 66" o:spid="_x0000_s1039" style="position:absolute;left:63766;top:10198;width:1727;height:1613;visibility:visible;mso-wrap-style:square;v-text-anchor:top" coordsize="18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" path="m181,169r,l111,,71,,,169r45,l57,136r65,l136,169r45,xm111,103r,l69,103,90,45r21,58xe" fillcolor="#fa5a00" stroked="f" strokeweight="0">
                  <v:path arrowok="t" o:connecttype="custom" o:connectlocs="172720,161290;172720,161290;105922,0;67752,0;0,161290;42941,161290;54392,129796;116419,129796;129779,161290;172720,161290;105922,98301;105922,98301;65844,98301;85883,42947;105922,98301" o:connectangles="0,0,0,0,0,0,0,0,0,0,0,0,0,0,0"/>
                  <o:lock v:ext="edit" verticies="t"/>
                </v:shape>
                <v:shape id="Freeform 67" o:spid="_x0000_s1040" style="position:absolute;left:6550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" path="m129,21r,c114,7,93,,74,,42,,8,16,8,53v,31,22,42,44,49c74,109,87,113,87,126v,14,-11,18,-24,18c50,144,35,137,27,126l,154v15,15,39,24,63,24c97,178,128,161,128,122,128,88,98,78,75,71,59,66,49,62,49,51,49,38,63,34,73,34v11,,23,6,30,15l129,21xe" fillcolor="#fa5a00" stroked="f" strokeweight="0">
                  <v:path arrowok="t" o:connecttype="custom" o:connectlocs="123190,20077;123190,20077;70667,0;7640,50672;49658,97519;83082,120464;60163,137674;25784,120464;0,147234;60163,170180;122235,116640;71622,67881;46793,48759;69712,32506;98361,46847;123190,20077" o:connectangles="0,0,0,0,0,0,0,0,0,0,0,0,0,0,0,0"/>
                </v:shape>
                <v:shape id="Freeform 68" o:spid="_x0000_s1041" style="position:absolute;left:66986;top:10198;width:1130;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" path="m118,169r,l118,134r-79,l39,99r70,l109,66r-70,l39,34r74,l113,,,,,169r118,xe" fillcolor="#fa5a00" stroked="f" strokeweight="0">
                  <v:path arrowok="t" o:connecttype="custom" o:connectlocs="113030,161290;113030,161290;113030,127887;37357,127887;37357,94483;104409,94483;104409,62989;37357,62989;37357,32449;108241,32449;108241,0;0,0;0,161290;113030,161290" o:connectangles="0,0,0,0,0,0,0,0,0,0,0,0,0,0"/>
                </v:shape>
              </v:group>
              <v:group id="Agrupar 91" o:spid="_x0000_s1042" style="position:absolute;left:7557;top:2910;width:12002;height:2880" coordorigin="11858,5207" coordsize="3375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o:lock v:ext="edit" aspectratio="t"/>
                <v:group id="Gráfico 4" o:spid="_x0000_s1043" style="position:absolute;left:23657;top:6470;width:21959;height:5545" coordorigin="23657,6470" coordsize="21958,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orma Livre: Forma 81" o:spid="_x0000_s1044" style="position:absolute;left:23657;top:6470;width:4897;height:5545;visibility:visible;mso-wrap-style:square;v-text-anchor:middle" coordsize="489680,55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" path="m403003,531019v-34290,15621,-73914,23431,-118682,23431c243459,554450,205835,547783,171260,534353,136684,521018,106680,502063,81344,477488,55912,453009,36100,423577,21622,389382,7239,355187,,317564,,276416,,235268,7334,196120,22003,162020,36671,127826,56960,98679,82868,74676,108775,50673,139065,32194,173927,19336,208788,6477,246316,,286607,v37338,,74009,6572,110109,19717c432816,32861,462058,52006,484441,77343r-86582,86201c385953,147161,370237,135065,350806,127064v-19431,-7906,-39338,-11907,-59722,-11907c268700,115157,248221,119253,229552,127444v-18669,8192,-34671,19432,-48101,33814c168021,175641,157544,192596,150114,212122v-7429,19621,-11240,40957,-11240,64294c138874,299752,142589,322040,150114,341852v7430,19812,17812,36767,30956,50864c194215,406813,210026,417862,228505,425768v18383,8001,38576,11906,60484,11906c314325,437674,336518,432721,355378,422815v18859,-9906,34099,-22765,45529,-38672l489680,467392v-23431,26765,-52292,47911,-86582,63532l403003,531019xe" fillcolor="#485358" stroked="f">
                    <v:stroke joinstyle="miter"/>
                    <v:path arrowok="t" o:connecttype="custom" o:connectlocs="403003,531019;284321,554450;171260,534353;81344,477488;21622,389382;0,276416;22003,162020;82868,74676;173927,19336;286607,0;396716,19717;484441,77343;397859,163544;350806,127064;291084,115157;229552,127444;181451,161258;150114,212122;138874,276416;150114,341852;181070,392716;228505,425768;288989,437674;355378,422815;400907,384143;489680,467392;403098,530924" o:connectangles="0,0,0,0,0,0,0,0,0,0,0,0,0,0,0,0,0,0,0,0,0,0,0,0,0,0,0"/>
                  </v:shape>
                  <v:shape id="Forma Livre: Forma 82" o:spid="_x0000_s1045" style="position:absolute;left:29284;top:6612;width:1284;height:5262;visibility:visible;mso-wrap-style:square;v-text-anchor:middle" coordsize="128396,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" path="m,526161l,,128397,r,526161l,526161xe" fillcolor="#485358" stroked="f">
                    <v:stroke joinstyle="miter"/>
                    <v:path arrowok="t" o:connecttype="custom" o:connectlocs="0,526161;0,0;128397,0;128397,526161;0,526161" o:connectangles="0,0,0,0,0"/>
                  </v:shape>
                  <v:shape id="Forma Livre: Forma 83" o:spid="_x0000_s1046" style="position:absolute;left:31754;top:6612;width:4121;height:5262;visibility:visible;mso-wrap-style:square;v-text-anchor:middle" coordsize="412051,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" path="m412051,373094v,28766,-5715,52864,-17145,72486c383476,465106,368332,480917,349377,492728v-18955,11906,-40386,20479,-64580,25623c260699,523494,235934,526161,210502,526161l,526161,,,210502,v20384,,41339,2095,62675,6286c294608,10477,313944,17717,331375,27813v17430,10192,31623,23908,42576,41243c384905,86392,390430,108490,390430,135255v,29242,-8001,53340,-23908,72485c350615,226790,329660,240602,303847,248984r,1524c318802,252984,332804,257556,346043,264224v13145,6667,24670,15239,34290,25622c390049,300228,397764,312420,403479,326231v5715,13907,8572,29528,8572,46863xm267271,152400v,-17812,-6858,-30861,-20478,-39052c233077,105251,212788,101060,185928,101060r-62674,l123254,209550r68675,c215836,209550,234315,204692,247555,195072v13144,-9620,19812,-23908,19812,-42672l267271,152400xm284417,361188v,-21812,-8192,-36957,-24575,-45339c243364,307467,221456,303276,194119,303276r-70865,l123254,423672r71627,c204788,423672,215170,422815,225838,421100v10668,-1714,20383,-4857,29051,-9334c263557,407289,270700,401003,276130,392811v5429,-8191,8191,-18669,8191,-31528l284417,361188xe" fillcolor="#485358" stroked="f">
                    <v:stroke joinstyle="miter"/>
                    <v:path arrowok="t" o:connecttype="custom" o:connectlocs="412051,373094;394906,445580;349377,492728;284797,518351;210502,526161;0,526161;0,0;210502,0;273177,6286;331375,27813;373951,69056;390430,135255;366522,207740;303847,248984;303847,250508;346043,264224;380333,289846;403479,326231;412051,373094;267271,152400;246793,113348;185928,101060;123254,101060;123254,209550;191929,209550;247555,195072;267367,152400;284417,361188;259842,315849;194119,303276;123254,303276;123254,423672;194881,423672;225838,421100;254889,411766;276130,392811;284321,361283" o:connectangles="0,0,0,0,0,0,0,0,0,0,0,0,0,0,0,0,0,0,0,0,0,0,0,0,0,0,0,0,0,0,0,0,0,0,0,0,0"/>
                  </v:shape>
                  <v:shape id="Forma Livre: Forma 84" o:spid="_x0000_s1047" style="position:absolute;left:36726;top:6612;width:3687;height:5262;visibility:visible;mso-wrap-style:square;v-text-anchor:middle" coordsize="368712,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" path="m,526161l,,355283,r,106966l123158,106966r,99631l342614,206597r,101823l123158,308420r,109251l368713,417671r,108490l,526161xe" fillcolor="#485358" stroked="f">
                    <v:stroke joinstyle="miter"/>
                    <v:path arrowok="t" o:connecttype="custom" o:connectlocs="0,526161;0,0;355283,0;355283,106966;123158,106966;123158,206597;342614,206597;342614,308420;123158,308420;123158,417671;368713,417671;368713,526161;0,526161" o:connectangles="0,0,0,0,0,0,0,0,0,0,0,0,0"/>
                  </v:shape>
                  <v:shape id="Forma Livre: Forma 85" o:spid="_x0000_s1048" style="position:absolute;left:41294;top:6612;width:4322;height:5262;visibility:visible;mso-wrap-style:square;v-text-anchor:middle" coordsize="432244,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" path="m282893,526161l168116,317278r-43434,l124682,526161,,526161,,,201549,v25432,,50102,2572,74295,7810c299942,12954,321659,21812,340805,34195v19145,12382,34480,28765,45910,49054c398145,103537,403860,128873,403860,159067v,35719,-9715,65628,-29147,89917c355282,273272,328422,290608,294132,300990l432245,526161r-149257,l282893,526161xm277654,161258v,-12382,-2667,-22383,-7906,-30003c264509,123539,257746,117634,249460,113348v-8287,-4192,-17526,-7049,-27813,-8573c211455,103251,201549,102489,192024,102489r-68294,l123730,225076r60769,c194977,225076,205740,224218,216789,222504v10954,-1715,20955,-4858,30004,-9335c255746,208693,263176,202311,268891,193834v5810,-8382,8668,-19336,8668,-32671l277654,161258xe" fillcolor="#485358" stroked="f">
                    <v:stroke joinstyle="miter"/>
                    <v:path arrowok="t" o:connecttype="custom" o:connectlocs="282893,526161;168116,317278;124682,317278;124682,526161;0,526161;0,0;201549,0;275844,7810;340805,34195;386715,83249;403860,159067;374713,248984;294132,300990;432245,526161;282988,526161;277654,161258;269748,131255;249460,113348;221647,104775;192024,102489;123730,102489;123730,225076;184499,225076;216789,222504;246793,213169;268891,193834;277559,161163" o:connectangles="0,0,0,0,0,0,0,0,0,0,0,0,0,0,0,0,0,0,0,0,0,0,0,0,0,0,0"/>
                  </v:shape>
                </v:group>
                <v:group id="Gráfico 4" o:spid="_x0000_s1049" style="position:absolute;left:11858;top:5207;width:8528;height:8100" coordorigin="11858,5207" coordsize="852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Forma Livre: Forma 87" o:spid="_x0000_s1050" style="position:absolute;left:11858;top:5207;width:8528;height:8100;visibility:visible;mso-wrap-style:square;v-text-anchor:middle" coordsize="852773,8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" path="m790861,l61913,c27908,,,27813,,61913l,748094v,34099,27908,61912,61913,61912l790861,810006v34004,,61912,-27813,61912,-61912l852773,61913c852773,27908,824960,,790861,xm805148,733235v,16002,-13144,29146,-29051,29146l76676,762381v-16002,,-29146,-13144,-29146,-29146l47530,76676v,-16002,13144,-29146,29146,-29146l776097,47530v16002,,29051,13144,29051,29146l805148,733235xe" fillcolor="#485358" stroked="f">
                    <v:stroke joinstyle="miter"/>
                    <v:path arrowok="t" o:connecttype="custom" o:connectlocs="790861,0;61913,0;0,61913;0,748094;61913,810006;790861,810006;852773,748094;852773,61913;790861,0;805148,733235;776097,762381;76676,762381;47530,733235;47530,76676;76676,47530;776097,47530;805148,76676;805148,733235" o:connectangles="0,0,0,0,0,0,0,0,0,0,0,0,0,0,0,0,0,0"/>
                  </v:shape>
                  <v:shape id="Forma Livre: Forma 88" o:spid="_x0000_s1051" style="position:absolute;left:12783;top:6122;width:6679;height:6268;visibility:visible;mso-wrap-style:square;v-text-anchor:middle" coordsize="667893,626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" path="m653320,l14573,c6572,,,6572,,14573l,612267v,8001,6572,14573,14573,14573l653320,626840v8001,,14573,-6572,14573,-14573l667893,14669c667893,6668,661321,95,653320,95r,-95xm617125,565404v,6001,-4953,10954,-10954,10954l61817,576358v-6001,,-10953,-4953,-10953,-10954l50864,61913v,-6001,4952,-10859,10953,-10859l606076,51054v6001,,10954,4953,10954,10859l617030,565499r95,-95xe" fillcolor="#e84e0f" stroked="f">
                    <v:stroke joinstyle="miter"/>
                    <v:path arrowok="t" o:connecttype="custom" o:connectlocs="653320,0;14573,0;0,14573;0,612267;14573,626840;653320,626840;667893,612267;667893,14669;653320,95;617125,565404;606171,576358;61817,576358;50864,565404;50864,61913;61817,51054;606076,51054;617030,61913;617030,565499" o:connectangles="0,0,0,0,0,0,0,0,0,0,0,0,0,0,0,0,0,0"/>
                  </v:shape>
                  <v:shape id="Forma Livre: Forma 89" o:spid="_x0000_s1052" style="position:absolute;left:13701;top:7673;width:2343;height:3168;visibility:visible;mso-wrap-style:square;v-text-anchor:middle" coordsize="234314,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" path="m200120,63818r-54006,90868l81343,,,,132302,316802r68009,l234315,63818r-34195,xe" fillcolor="#485358" stroked="f">
                    <v:stroke joinstyle="miter"/>
                    <v:path arrowok="t" o:connecttype="custom" o:connectlocs="200120,63818;146114,154686;81343,0;0,0;132302,316802;200311,316802;234315,63818;200120,63818" o:connectangles="0,0,0,0,0,0,0,0"/>
                  </v:shape>
                  <v:shape id="Forma Livre: Forma 90" o:spid="_x0000_s1053" style="position:absolute;left:16201;top:7673;width:2343;height:3168;visibility:visible;mso-wrap-style:square;v-text-anchor:middle" coordsize="234315,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" path="m34195,63818r54006,90868l152972,r81343,l102013,316802r-68009,l,63818r34195,xe" fillcolor="#485358" stroked="f">
                    <v:stroke joinstyle="miter"/>
                    <v:path arrowok="t" o:connecttype="custom" o:connectlocs="34195,63818;88201,154686;152972,0;234315,0;102013,316802;34004,316802;0,63818;34195,63818" o:connectangles="0,0,0,0,0,0,0,0"/>
                  </v:shape>
                </v:group>
              </v:group>
            </v:group>
          </w:pict>
        </mc:Fallback>
      </mc:AlternateContent>
    </w:r>
    <w:r>
      <w:rPr>
        <w:noProof/>
        <w:lang w:val="tr"/>
      </w:rPr>
      <mc:AlternateContent>
        <mc:Choice Requires="wps">
          <w:drawing>
            <wp:anchor distT="0" distB="0" distL="0" distR="0" simplePos="0" relativeHeight="251663360" behindDoc="0" locked="0" layoutInCell="1" allowOverlap="1" wp14:anchorId="590C1290" wp14:editId="708395A8">
              <wp:simplePos x="758190" y="44958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FD69BA" w14:textId="3BCDF32A"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0C1290"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3FD69BA" w14:textId="3BCDF32A"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51C0210" w:rsidR="00533132" w:rsidRDefault="005259BF">
    <w:pPr>
      <w:pStyle w:val="Kopfzeile"/>
    </w:pPr>
    <w:r>
      <w:rPr>
        <w:noProof/>
        <w:lang w:val="tr"/>
      </w:rPr>
      <mc:AlternateContent>
        <mc:Choice Requires="wps">
          <w:drawing>
            <wp:anchor distT="0" distB="0" distL="0" distR="0" simplePos="0" relativeHeight="251661312" behindDoc="0" locked="0" layoutInCell="1" allowOverlap="1" wp14:anchorId="3E87DF34" wp14:editId="2A62BF9B">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68D897" w14:textId="5649FC49"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87DF34"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4968D897" w14:textId="5649FC49"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58" type="#_x0000_t75" style="width:1501.7pt;height:1501.7pt" o:bullet="t">
        <v:imagedata r:id="rId1" o:title="AZ_04a"/>
      </v:shape>
    </w:pict>
  </w:numPicBullet>
  <w:numPicBullet w:numPicBulletId="1">
    <w:pict>
      <v:shape id="_x0000_i1459" type="#_x0000_t75" style="width:5.15pt;height:5.1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1784"/>
    <w:rsid w:val="00033012"/>
    <w:rsid w:val="00042106"/>
    <w:rsid w:val="0005285B"/>
    <w:rsid w:val="00055529"/>
    <w:rsid w:val="00055F15"/>
    <w:rsid w:val="0006144A"/>
    <w:rsid w:val="00062C3A"/>
    <w:rsid w:val="00066D09"/>
    <w:rsid w:val="000736B5"/>
    <w:rsid w:val="00080D3F"/>
    <w:rsid w:val="0009665C"/>
    <w:rsid w:val="000A0479"/>
    <w:rsid w:val="000A36D9"/>
    <w:rsid w:val="000A4C7D"/>
    <w:rsid w:val="000B582B"/>
    <w:rsid w:val="000D15C3"/>
    <w:rsid w:val="000E24F8"/>
    <w:rsid w:val="000E5738"/>
    <w:rsid w:val="00103205"/>
    <w:rsid w:val="0011795C"/>
    <w:rsid w:val="0012026F"/>
    <w:rsid w:val="00130601"/>
    <w:rsid w:val="00132055"/>
    <w:rsid w:val="00140D7E"/>
    <w:rsid w:val="00146C3D"/>
    <w:rsid w:val="00152E36"/>
    <w:rsid w:val="00153B47"/>
    <w:rsid w:val="001613A6"/>
    <w:rsid w:val="001614F0"/>
    <w:rsid w:val="001616F4"/>
    <w:rsid w:val="0018021A"/>
    <w:rsid w:val="00184969"/>
    <w:rsid w:val="00184D2A"/>
    <w:rsid w:val="00194B9D"/>
    <w:rsid w:val="00194FB1"/>
    <w:rsid w:val="001B16BB"/>
    <w:rsid w:val="001B34EE"/>
    <w:rsid w:val="001C1A3E"/>
    <w:rsid w:val="001F61E6"/>
    <w:rsid w:val="00200355"/>
    <w:rsid w:val="0021351D"/>
    <w:rsid w:val="00247AA1"/>
    <w:rsid w:val="00253971"/>
    <w:rsid w:val="00253A2E"/>
    <w:rsid w:val="0025639D"/>
    <w:rsid w:val="002603EC"/>
    <w:rsid w:val="002611FE"/>
    <w:rsid w:val="00282AFC"/>
    <w:rsid w:val="00286C15"/>
    <w:rsid w:val="00287D61"/>
    <w:rsid w:val="0029634D"/>
    <w:rsid w:val="002A25A2"/>
    <w:rsid w:val="002B7460"/>
    <w:rsid w:val="002C676B"/>
    <w:rsid w:val="002C7542"/>
    <w:rsid w:val="002D065C"/>
    <w:rsid w:val="002D0780"/>
    <w:rsid w:val="002D2EE5"/>
    <w:rsid w:val="002D63E6"/>
    <w:rsid w:val="002D71E0"/>
    <w:rsid w:val="002E5BE8"/>
    <w:rsid w:val="002E765F"/>
    <w:rsid w:val="002E7E4E"/>
    <w:rsid w:val="002F108B"/>
    <w:rsid w:val="002F5818"/>
    <w:rsid w:val="002F70FD"/>
    <w:rsid w:val="0030316D"/>
    <w:rsid w:val="0032774C"/>
    <w:rsid w:val="00332D28"/>
    <w:rsid w:val="0034191A"/>
    <w:rsid w:val="00343CC7"/>
    <w:rsid w:val="003524CC"/>
    <w:rsid w:val="0036561D"/>
    <w:rsid w:val="003665BE"/>
    <w:rsid w:val="00380ACA"/>
    <w:rsid w:val="00384A08"/>
    <w:rsid w:val="00387E6F"/>
    <w:rsid w:val="003967E5"/>
    <w:rsid w:val="003A753A"/>
    <w:rsid w:val="003B3803"/>
    <w:rsid w:val="003C2A71"/>
    <w:rsid w:val="003C4F36"/>
    <w:rsid w:val="003E1CB6"/>
    <w:rsid w:val="003E3CF6"/>
    <w:rsid w:val="003E759F"/>
    <w:rsid w:val="003E7853"/>
    <w:rsid w:val="003F57AB"/>
    <w:rsid w:val="00400FD9"/>
    <w:rsid w:val="004016F7"/>
    <w:rsid w:val="0040277F"/>
    <w:rsid w:val="00403373"/>
    <w:rsid w:val="00406C81"/>
    <w:rsid w:val="004107D2"/>
    <w:rsid w:val="00412545"/>
    <w:rsid w:val="0041475A"/>
    <w:rsid w:val="00414BD5"/>
    <w:rsid w:val="00417237"/>
    <w:rsid w:val="00430BB0"/>
    <w:rsid w:val="004454FF"/>
    <w:rsid w:val="0046460D"/>
    <w:rsid w:val="00467F3C"/>
    <w:rsid w:val="0047498D"/>
    <w:rsid w:val="00476100"/>
    <w:rsid w:val="00487BFC"/>
    <w:rsid w:val="00490F48"/>
    <w:rsid w:val="004A463B"/>
    <w:rsid w:val="004B63CD"/>
    <w:rsid w:val="004C1967"/>
    <w:rsid w:val="004D23D0"/>
    <w:rsid w:val="004D2BE0"/>
    <w:rsid w:val="004E6EF5"/>
    <w:rsid w:val="004F5F01"/>
    <w:rsid w:val="00506409"/>
    <w:rsid w:val="005167A3"/>
    <w:rsid w:val="005259BF"/>
    <w:rsid w:val="0053014B"/>
    <w:rsid w:val="00530E32"/>
    <w:rsid w:val="00533132"/>
    <w:rsid w:val="00537210"/>
    <w:rsid w:val="005649F4"/>
    <w:rsid w:val="005710C8"/>
    <w:rsid w:val="005711A3"/>
    <w:rsid w:val="00571A5C"/>
    <w:rsid w:val="00573B2B"/>
    <w:rsid w:val="005776E9"/>
    <w:rsid w:val="00587AD9"/>
    <w:rsid w:val="005909A8"/>
    <w:rsid w:val="00592C48"/>
    <w:rsid w:val="005A4F04"/>
    <w:rsid w:val="005B2BA9"/>
    <w:rsid w:val="005B5793"/>
    <w:rsid w:val="005B6265"/>
    <w:rsid w:val="005C6B30"/>
    <w:rsid w:val="005C71EC"/>
    <w:rsid w:val="005E25BC"/>
    <w:rsid w:val="005E764C"/>
    <w:rsid w:val="005E7F7D"/>
    <w:rsid w:val="005F77E5"/>
    <w:rsid w:val="006055BB"/>
    <w:rsid w:val="006063D4"/>
    <w:rsid w:val="00623B37"/>
    <w:rsid w:val="006330A2"/>
    <w:rsid w:val="0063625E"/>
    <w:rsid w:val="00642EB6"/>
    <w:rsid w:val="006433E2"/>
    <w:rsid w:val="00651E5D"/>
    <w:rsid w:val="00677F11"/>
    <w:rsid w:val="00682B1A"/>
    <w:rsid w:val="00690D7C"/>
    <w:rsid w:val="00690DFE"/>
    <w:rsid w:val="00695E57"/>
    <w:rsid w:val="006B3EEC"/>
    <w:rsid w:val="006C0C87"/>
    <w:rsid w:val="006D6CC6"/>
    <w:rsid w:val="006D7EAC"/>
    <w:rsid w:val="006E0104"/>
    <w:rsid w:val="006F3B56"/>
    <w:rsid w:val="006F7602"/>
    <w:rsid w:val="00722A17"/>
    <w:rsid w:val="00723F4F"/>
    <w:rsid w:val="00732DBC"/>
    <w:rsid w:val="0075032E"/>
    <w:rsid w:val="00754B80"/>
    <w:rsid w:val="00755AE0"/>
    <w:rsid w:val="0075761B"/>
    <w:rsid w:val="00757B83"/>
    <w:rsid w:val="00767C96"/>
    <w:rsid w:val="00774358"/>
    <w:rsid w:val="00791A69"/>
    <w:rsid w:val="0079462A"/>
    <w:rsid w:val="00794830"/>
    <w:rsid w:val="00797CAA"/>
    <w:rsid w:val="007A2B6F"/>
    <w:rsid w:val="007A6BD2"/>
    <w:rsid w:val="007C2658"/>
    <w:rsid w:val="007C272C"/>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27AB"/>
    <w:rsid w:val="008A5650"/>
    <w:rsid w:val="008C2A29"/>
    <w:rsid w:val="008C2DB2"/>
    <w:rsid w:val="008C4A2B"/>
    <w:rsid w:val="008D2B87"/>
    <w:rsid w:val="008D770E"/>
    <w:rsid w:val="008F34E2"/>
    <w:rsid w:val="0090337E"/>
    <w:rsid w:val="009049D8"/>
    <w:rsid w:val="00910609"/>
    <w:rsid w:val="00915841"/>
    <w:rsid w:val="00922169"/>
    <w:rsid w:val="00926BE6"/>
    <w:rsid w:val="009328FA"/>
    <w:rsid w:val="00936A78"/>
    <w:rsid w:val="009375E1"/>
    <w:rsid w:val="009405D6"/>
    <w:rsid w:val="00952853"/>
    <w:rsid w:val="00954CF4"/>
    <w:rsid w:val="00962FD6"/>
    <w:rsid w:val="009646E4"/>
    <w:rsid w:val="00977EC3"/>
    <w:rsid w:val="0098631D"/>
    <w:rsid w:val="0099535A"/>
    <w:rsid w:val="009B17A9"/>
    <w:rsid w:val="009B211F"/>
    <w:rsid w:val="009B7C05"/>
    <w:rsid w:val="009C2378"/>
    <w:rsid w:val="009C5A77"/>
    <w:rsid w:val="009C5D99"/>
    <w:rsid w:val="009D016F"/>
    <w:rsid w:val="009E251D"/>
    <w:rsid w:val="009F10A8"/>
    <w:rsid w:val="009F715C"/>
    <w:rsid w:val="00A02F49"/>
    <w:rsid w:val="00A042B4"/>
    <w:rsid w:val="00A171F4"/>
    <w:rsid w:val="00A1772D"/>
    <w:rsid w:val="00A177B2"/>
    <w:rsid w:val="00A24EFC"/>
    <w:rsid w:val="00A27829"/>
    <w:rsid w:val="00A46F1E"/>
    <w:rsid w:val="00A614EF"/>
    <w:rsid w:val="00A66B3F"/>
    <w:rsid w:val="00A82395"/>
    <w:rsid w:val="00A9295C"/>
    <w:rsid w:val="00A977CE"/>
    <w:rsid w:val="00AA0DF7"/>
    <w:rsid w:val="00AA5D7F"/>
    <w:rsid w:val="00AB52F9"/>
    <w:rsid w:val="00AD131F"/>
    <w:rsid w:val="00AD32D5"/>
    <w:rsid w:val="00AD70E4"/>
    <w:rsid w:val="00AF3B3A"/>
    <w:rsid w:val="00AF4E8E"/>
    <w:rsid w:val="00AF6569"/>
    <w:rsid w:val="00B06265"/>
    <w:rsid w:val="00B5232A"/>
    <w:rsid w:val="00B60ED1"/>
    <w:rsid w:val="00B62CF5"/>
    <w:rsid w:val="00B70014"/>
    <w:rsid w:val="00B85705"/>
    <w:rsid w:val="00B874DC"/>
    <w:rsid w:val="00B90F78"/>
    <w:rsid w:val="00BC6E4F"/>
    <w:rsid w:val="00BD1058"/>
    <w:rsid w:val="00BD25D1"/>
    <w:rsid w:val="00BD5245"/>
    <w:rsid w:val="00BD5391"/>
    <w:rsid w:val="00BD764C"/>
    <w:rsid w:val="00BF01D6"/>
    <w:rsid w:val="00BF56B2"/>
    <w:rsid w:val="00BF6ECF"/>
    <w:rsid w:val="00C04150"/>
    <w:rsid w:val="00C055AB"/>
    <w:rsid w:val="00C11F95"/>
    <w:rsid w:val="00C136DF"/>
    <w:rsid w:val="00C17501"/>
    <w:rsid w:val="00C26672"/>
    <w:rsid w:val="00C40627"/>
    <w:rsid w:val="00C43EAF"/>
    <w:rsid w:val="00C457C3"/>
    <w:rsid w:val="00C644CA"/>
    <w:rsid w:val="00C658FC"/>
    <w:rsid w:val="00C73005"/>
    <w:rsid w:val="00C84D75"/>
    <w:rsid w:val="00C85E18"/>
    <w:rsid w:val="00C90092"/>
    <w:rsid w:val="00C96E9F"/>
    <w:rsid w:val="00CA0313"/>
    <w:rsid w:val="00CA4A09"/>
    <w:rsid w:val="00CB71DD"/>
    <w:rsid w:val="00CC5A63"/>
    <w:rsid w:val="00CC787C"/>
    <w:rsid w:val="00CD35C4"/>
    <w:rsid w:val="00CE26FE"/>
    <w:rsid w:val="00CF36C9"/>
    <w:rsid w:val="00D00EC4"/>
    <w:rsid w:val="00D12CB8"/>
    <w:rsid w:val="00D166AC"/>
    <w:rsid w:val="00D36BA2"/>
    <w:rsid w:val="00D37CF4"/>
    <w:rsid w:val="00D4487C"/>
    <w:rsid w:val="00D63D33"/>
    <w:rsid w:val="00D65E49"/>
    <w:rsid w:val="00D73352"/>
    <w:rsid w:val="00D935C3"/>
    <w:rsid w:val="00DA0266"/>
    <w:rsid w:val="00DA477E"/>
    <w:rsid w:val="00DA781F"/>
    <w:rsid w:val="00DB4BB0"/>
    <w:rsid w:val="00DC2990"/>
    <w:rsid w:val="00DC3E09"/>
    <w:rsid w:val="00DE461D"/>
    <w:rsid w:val="00E0288A"/>
    <w:rsid w:val="00E04039"/>
    <w:rsid w:val="00E14608"/>
    <w:rsid w:val="00E15EBE"/>
    <w:rsid w:val="00E1733A"/>
    <w:rsid w:val="00E21E67"/>
    <w:rsid w:val="00E30EBF"/>
    <w:rsid w:val="00E316C0"/>
    <w:rsid w:val="00E31E03"/>
    <w:rsid w:val="00E35214"/>
    <w:rsid w:val="00E451CD"/>
    <w:rsid w:val="00E51170"/>
    <w:rsid w:val="00E52D70"/>
    <w:rsid w:val="00E55534"/>
    <w:rsid w:val="00E7116D"/>
    <w:rsid w:val="00E72429"/>
    <w:rsid w:val="00E729CB"/>
    <w:rsid w:val="00E914D1"/>
    <w:rsid w:val="00E960D8"/>
    <w:rsid w:val="00E97DC4"/>
    <w:rsid w:val="00EB5FCA"/>
    <w:rsid w:val="00EC0F59"/>
    <w:rsid w:val="00F01487"/>
    <w:rsid w:val="00F048D4"/>
    <w:rsid w:val="00F04E21"/>
    <w:rsid w:val="00F20920"/>
    <w:rsid w:val="00F23212"/>
    <w:rsid w:val="00F23537"/>
    <w:rsid w:val="00F33B16"/>
    <w:rsid w:val="00F34990"/>
    <w:rsid w:val="00F353EA"/>
    <w:rsid w:val="00F36C27"/>
    <w:rsid w:val="00F56318"/>
    <w:rsid w:val="00F60ED2"/>
    <w:rsid w:val="00F61A09"/>
    <w:rsid w:val="00F62E45"/>
    <w:rsid w:val="00F67C95"/>
    <w:rsid w:val="00F74540"/>
    <w:rsid w:val="00F75B79"/>
    <w:rsid w:val="00F82525"/>
    <w:rsid w:val="00F91AC4"/>
    <w:rsid w:val="00F97FEA"/>
    <w:rsid w:val="00FB60E1"/>
    <w:rsid w:val="00FD3589"/>
    <w:rsid w:val="00FD3768"/>
    <w:rsid w:val="00FD51E9"/>
    <w:rsid w:val="00FF47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Platzhaltertext">
    <w:name w:val="Placeholder Text"/>
    <w:basedOn w:val="Absatz-Standardschriftart"/>
    <w:uiPriority w:val="99"/>
    <w:unhideWhenUsed/>
    <w:rsid w:val="00CD35C4"/>
    <w:rPr>
      <w:color w:val="808080"/>
    </w:rPr>
  </w:style>
  <w:style w:type="paragraph" w:styleId="berarbeitung">
    <w:name w:val="Revision"/>
    <w:hidden/>
    <w:uiPriority w:val="71"/>
    <w:semiHidden/>
    <w:rsid w:val="00184969"/>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2080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0CEC-6933-4DA1-867E-79211E6B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719</Words>
  <Characters>4532</Characters>
  <Application>Microsoft Office Word</Application>
  <DocSecurity>0</DocSecurity>
  <Lines>37</Lines>
  <Paragraphs>10</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wir-lieben-office.de</Company>
  <LinksUpToDate>false</LinksUpToDate>
  <CharactersWithSpaces>5241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2021-10-28T15:19:00Z</cp:lastPrinted>
  <dcterms:created xsi:type="dcterms:W3CDTF">2022-08-31T09:41:00Z</dcterms:created>
  <dcterms:modified xsi:type="dcterms:W3CDTF">2022-10-07T08:42:00Z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2022-05-10T09:30:51Z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098fdcaa-44f8-410b-b992-4adfe1315d14</vt:lpwstr>
  </property>
  <property fmtid="{D5CDD505-2E9C-101B-9397-08002B2CF9AE}" pid="11" name="MSIP_Label_df1a195f-122b-42dc-a2d3-71a1903dcdac_ContentBits">
    <vt:lpwstr>1</vt:lpwstr>
  </property>
</Properties>
</file>