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A6473B0" w:rsidR="00A27829" w:rsidRPr="001F61E6" w:rsidRDefault="005E25BC" w:rsidP="00A27829">
      <w:pPr>
        <w:pStyle w:val="Head"/>
      </w:pPr>
      <w:bookmarkStart w:id="0" w:name="_Hlk111120004"/>
      <w:r>
        <w:t xml:space="preserve">Ciber | Estreia europeia da usina de asfalto móvel contínua iNOVA 2000 </w:t>
      </w:r>
    </w:p>
    <w:p w14:paraId="193790FB" w14:textId="607AE021" w:rsidR="00A46F1E" w:rsidRPr="001F61E6" w:rsidRDefault="005E25BC" w:rsidP="00881E44">
      <w:pPr>
        <w:pStyle w:val="Teaser"/>
      </w:pPr>
      <w:r>
        <w:rPr>
          <w:bCs/>
        </w:rPr>
        <w:t xml:space="preserve">Na Bauma, e pela primeira vez na Europa, a Ciber está apresentando a iNOVA 2000, uma usina de asfalto para o mercado global. Esse modelo tem a maior capacidade de produção da linha iNOVA, que foi lançada em 2017. Com suas tecnologias que oferecem vantagens logísticas, custos de produção reduzidos e um baixo impacto ambiental, a iNOVA 2000 é um produto de liderança em países como Austrália e Nova Zelândia, assim como uma líder de mercado na América Latina e África. </w:t>
      </w:r>
    </w:p>
    <w:p w14:paraId="55CB604F" w14:textId="77777777" w:rsidR="002B7460" w:rsidRDefault="005E25BC" w:rsidP="00282AFC">
      <w:pPr>
        <w:pStyle w:val="Standardabsatz"/>
      </w:pPr>
      <w:r>
        <w:t xml:space="preserve">Com uma capacidade de produção de até 200 t/h, a usina foi projetada com apenas duas unidades móveis, o que resulta em baixos custos de transporte e instalação. Com a ajuda de sensores de umidade, o sistema de pesagem individual para os diferentes agregados usados garante que os materiais sejam pesados com precisão em um fluxo contínuo. O secador de contrafluxo para agregados apresenta variação automática de velocidade e, assim, proporciona uma ótima troca de calor entre agregados e gases de combustão, minimizando o consumo de combustível. </w:t>
      </w:r>
    </w:p>
    <w:p w14:paraId="5941A861" w14:textId="1B102796" w:rsidR="000B582B" w:rsidRPr="00AA5D7F" w:rsidRDefault="005E25BC" w:rsidP="00282AFC">
      <w:pPr>
        <w:pStyle w:val="Standardabsatz"/>
      </w:pPr>
      <w:r>
        <w:t xml:space="preserve">O robusto sistema de filtragem assegura o menor impacto ambiental durante a produção. Para fornecer a máxima qualidade de mistura, o misturador é externo ao equipamento, com alto cisalhamento, um estágio inicial seco (sem o ligante) e controle automático do tempo de mistura de acordo com os requisitos do projeto. A operação da usina é totalmente automática, garantindo alta confiança na produção. O sistema de diagnóstico de avarias e os elementos de desgaste altamente duráveis aumentam o tempo de operação do equipamento. </w:t>
      </w:r>
    </w:p>
    <w:p w14:paraId="7EDDE320" w14:textId="2970C21D" w:rsidR="00CD35C4" w:rsidRPr="00CD35C4" w:rsidRDefault="005E25BC" w:rsidP="00CD35C4">
      <w:pPr>
        <w:pStyle w:val="Absatzberschrift"/>
      </w:pPr>
      <w:r>
        <w:rPr>
          <w:bCs/>
        </w:rPr>
        <w:t>AutoSmart</w:t>
      </w:r>
    </w:p>
    <w:p w14:paraId="684C6270" w14:textId="12562E0F" w:rsidR="00BD25D1" w:rsidRPr="0025639D" w:rsidRDefault="0006144A" w:rsidP="0006144A">
      <w:pPr>
        <w:jc w:val="both"/>
      </w:pPr>
      <w:r>
        <w:rPr>
          <w:sz w:val="22"/>
        </w:rPr>
        <w:t>Para uma integração completa e gerenciamento total da usina, o pacote AutoSmart gera uma comunicação instantânea entre os sistemas de dosagem, secagem, filtragem e mistura, de modo que possa antecipar a ação a ser tomada por tais sistemas, resultando em um processo que pode ser automaticamente ajustado às condições ideais de produção. Esse recurso oferece muitos benefícios, entre eles a menor dependência da experiência do operador, e automatiza processos que são manuais e suscetíveis a erros, como a medição da umidade em agregados – antes e durante a produção.</w:t>
      </w:r>
      <w:r>
        <w:t xml:space="preserve"> </w:t>
      </w:r>
    </w:p>
    <w:p w14:paraId="4E87031D" w14:textId="3913CCE6" w:rsidR="00CD35C4" w:rsidRPr="0025639D" w:rsidRDefault="00CD35C4" w:rsidP="00CD35C4">
      <w:pPr>
        <w:jc w:val="both"/>
      </w:pPr>
    </w:p>
    <w:p w14:paraId="5D5717FE" w14:textId="6B7B46B9" w:rsidR="00CD35C4" w:rsidRPr="00CD35C4" w:rsidRDefault="005E25BC" w:rsidP="00CD35C4">
      <w:pPr>
        <w:pStyle w:val="Absatzberschrift"/>
      </w:pPr>
      <w:r>
        <w:rPr>
          <w:bCs/>
        </w:rPr>
        <w:t>Eficiência de combustível</w:t>
      </w:r>
    </w:p>
    <w:p w14:paraId="54BF809D" w14:textId="6955D274" w:rsidR="005E25BC" w:rsidRPr="0025639D" w:rsidRDefault="005E25BC" w:rsidP="005E25BC">
      <w:pPr>
        <w:jc w:val="both"/>
        <w:rPr>
          <w:sz w:val="22"/>
          <w:szCs w:val="24"/>
        </w:rPr>
      </w:pPr>
      <w:r>
        <w:rPr>
          <w:sz w:val="22"/>
        </w:rPr>
        <w:t>O tambor de secagem usado exclusivamente para agregados, o queimador Ciber Total Air, o sistema de escape que se adapta à demanda e o sistema de secagem inteligente exclusivo permitem um baixo consumo de combustível.</w:t>
      </w:r>
      <w:r>
        <w:rPr>
          <w:szCs w:val="10"/>
        </w:rPr>
        <w:t xml:space="preserve"> </w:t>
      </w:r>
      <w:r>
        <w:rPr>
          <w:sz w:val="22"/>
        </w:rPr>
        <w:t>O</w:t>
      </w:r>
      <w:r>
        <w:rPr>
          <w:szCs w:val="10"/>
        </w:rPr>
        <w:t xml:space="preserve"> </w:t>
      </w:r>
      <w:r>
        <w:rPr>
          <w:sz w:val="22"/>
        </w:rPr>
        <w:t>queimador de ar eletrônico facilita uma relação perfeita entre ar e combustível, otimizando o sistema de combustão e aumentando a eficiência térmica.</w:t>
      </w:r>
    </w:p>
    <w:p w14:paraId="5037C4CD" w14:textId="6D1AA66E" w:rsidR="005E25BC" w:rsidRPr="005E25BC" w:rsidRDefault="005E25BC" w:rsidP="00CD35C4">
      <w:pPr>
        <w:jc w:val="both"/>
        <w:rPr>
          <w:szCs w:val="18"/>
        </w:rPr>
      </w:pPr>
    </w:p>
    <w:p w14:paraId="064F5790" w14:textId="3155D49B" w:rsidR="005E25BC" w:rsidRPr="00CD35C4" w:rsidRDefault="00BF01D6" w:rsidP="005E25BC">
      <w:pPr>
        <w:pStyle w:val="Absatzberschrift"/>
      </w:pPr>
      <w:r>
        <w:rPr>
          <w:bCs/>
        </w:rPr>
        <w:t>Sistema de escape que se adapta à demanda</w:t>
      </w:r>
    </w:p>
    <w:p w14:paraId="0A7B0EA6" w14:textId="26118EB5" w:rsidR="005E25BC" w:rsidRDefault="00C90092" w:rsidP="005E25BC">
      <w:pPr>
        <w:jc w:val="both"/>
        <w:rPr>
          <w:sz w:val="22"/>
        </w:rPr>
      </w:pPr>
      <w:r>
        <w:rPr>
          <w:sz w:val="22"/>
        </w:rPr>
        <w:t>A velocidade de sucção de gás varia automaticamente de forma alinhada à demanda de produção, proporcionando um equilíbrio térmico perfeito no sistema.</w:t>
      </w:r>
      <w:r>
        <w:t xml:space="preserve"> </w:t>
      </w:r>
      <w:r>
        <w:rPr>
          <w:sz w:val="22"/>
        </w:rPr>
        <w:t>A velocidade de rotação do secador também varia automaticamente, garantindo a troca térmica perfeita entre os agregados e o sistema térmico da usina, independentemente das características do agregado, o que reduz significativamente o consumo de combustível.</w:t>
      </w:r>
    </w:p>
    <w:p w14:paraId="6E171978" w14:textId="77777777" w:rsidR="005E25BC" w:rsidRPr="005E25BC" w:rsidRDefault="005E25BC" w:rsidP="005E25BC">
      <w:pPr>
        <w:pStyle w:val="Absatzberschrift"/>
        <w:rPr>
          <w:sz w:val="16"/>
          <w:szCs w:val="18"/>
        </w:rPr>
      </w:pPr>
    </w:p>
    <w:p w14:paraId="55C0091B" w14:textId="4D893B0B" w:rsidR="005E25BC" w:rsidRPr="00CD35C4" w:rsidRDefault="005E25BC" w:rsidP="005E25BC">
      <w:pPr>
        <w:pStyle w:val="Absatzberschrift"/>
      </w:pPr>
      <w:r>
        <w:rPr>
          <w:bCs/>
        </w:rPr>
        <w:t>Alto desempenho com misturas especiais</w:t>
      </w:r>
    </w:p>
    <w:p w14:paraId="432A3F07" w14:textId="7521B0AE" w:rsidR="005E25BC" w:rsidRPr="005E25BC" w:rsidRDefault="00F62E45" w:rsidP="005E25BC">
      <w:pPr>
        <w:jc w:val="both"/>
        <w:rPr>
          <w:sz w:val="22"/>
        </w:rPr>
      </w:pPr>
      <w:r>
        <w:rPr>
          <w:sz w:val="22"/>
        </w:rPr>
        <w:t>O misturador pugmill externo com uma etapa de homogeneização a seco entre os agregados e aditivos, bem como o controle automático do tempo de mistura resultam em um misturador de fluxo contínuo de última geração. Isso oferece a robustez e flexibilidade necessárias para produzir qualquer tipo de mistura asfáltica, garantindo a mais alta qualidade.</w:t>
      </w:r>
    </w:p>
    <w:p w14:paraId="2E9D8B04" w14:textId="77777777" w:rsidR="005E25BC" w:rsidRPr="00287D61" w:rsidRDefault="005E25BC" w:rsidP="005E25BC">
      <w:pPr>
        <w:jc w:val="both"/>
        <w:rPr>
          <w:szCs w:val="18"/>
        </w:rPr>
      </w:pPr>
    </w:p>
    <w:p w14:paraId="52084E38" w14:textId="2883ED3C" w:rsidR="00287D61" w:rsidRPr="00CD35C4" w:rsidRDefault="00287D61" w:rsidP="00287D61">
      <w:pPr>
        <w:pStyle w:val="Absatzberschrift"/>
      </w:pPr>
      <w:r>
        <w:rPr>
          <w:bCs/>
        </w:rPr>
        <w:t>Manutenção otimizada</w:t>
      </w:r>
    </w:p>
    <w:p w14:paraId="23ADA9FD" w14:textId="717252DA" w:rsidR="00287D61" w:rsidRDefault="00287D61" w:rsidP="00287D61">
      <w:pPr>
        <w:jc w:val="both"/>
        <w:rPr>
          <w:sz w:val="22"/>
        </w:rPr>
      </w:pPr>
      <w:r>
        <w:rPr>
          <w:sz w:val="22"/>
        </w:rPr>
        <w:t>O sistema digital de diagnóstico de avarias monitora constantemente todos os motores da usina, usando informações on-line para garantir que o equipamento esteja operando de forma ideal. Os componentes de desgaste, especialmente as pás do misturador e os filtros de mangas, são altamente duráveis devido às características do processo e do material. O resultado é a alta disponibilidade do equipamento.</w:t>
      </w:r>
    </w:p>
    <w:p w14:paraId="420DB820" w14:textId="77777777" w:rsidR="00287D61" w:rsidRPr="00287D61" w:rsidRDefault="00287D61" w:rsidP="00287D61">
      <w:pPr>
        <w:jc w:val="both"/>
        <w:rPr>
          <w:szCs w:val="10"/>
        </w:rPr>
      </w:pPr>
    </w:p>
    <w:p w14:paraId="480FF2D3" w14:textId="77777777" w:rsidR="00287D61" w:rsidRPr="00CD35C4" w:rsidRDefault="00287D61" w:rsidP="00287D61">
      <w:pPr>
        <w:pStyle w:val="Absatzberschrift"/>
      </w:pPr>
      <w:r>
        <w:rPr>
          <w:bCs/>
        </w:rPr>
        <w:t>Facilidade de operação</w:t>
      </w:r>
    </w:p>
    <w:p w14:paraId="26E358AD" w14:textId="1235DA28" w:rsidR="00287D61" w:rsidRDefault="00287D61" w:rsidP="00287D61">
      <w:pPr>
        <w:jc w:val="both"/>
        <w:rPr>
          <w:sz w:val="22"/>
        </w:rPr>
      </w:pPr>
      <w:r>
        <w:rPr>
          <w:sz w:val="22"/>
        </w:rPr>
        <w:t>A produção da usina é totalmente automática, com uma tela sensível ao toque para inserir os dados de produção e ajustar o fluxo. A cabine do operador é climatizada e conta com controles de produção ergonômicos e intuitivos, facilitando o trabalho.</w:t>
      </w:r>
    </w:p>
    <w:p w14:paraId="48739A74" w14:textId="77777777" w:rsidR="00287D61" w:rsidRPr="00287D61" w:rsidRDefault="00287D61" w:rsidP="00287D61">
      <w:pPr>
        <w:jc w:val="both"/>
        <w:rPr>
          <w:szCs w:val="10"/>
        </w:rPr>
      </w:pPr>
    </w:p>
    <w:p w14:paraId="4772C304" w14:textId="5489DF35" w:rsidR="0006144A" w:rsidRDefault="0006144A" w:rsidP="00287D61">
      <w:pPr>
        <w:pStyle w:val="Absatzberschrift"/>
      </w:pPr>
    </w:p>
    <w:p w14:paraId="4A8AF07F" w14:textId="36FEF158" w:rsidR="00287D61" w:rsidRPr="00E0288A" w:rsidRDefault="00287D61" w:rsidP="00287D61">
      <w:pPr>
        <w:pStyle w:val="Absatzberschrift"/>
        <w:rPr>
          <w:b w:val="0"/>
          <w:bCs/>
          <w:i/>
          <w:iCs/>
        </w:rPr>
      </w:pPr>
      <w:r>
        <w:rPr>
          <w:b w:val="0"/>
          <w:i/>
          <w:iCs/>
        </w:rPr>
        <w:t>Sobre a Ciber</w:t>
      </w:r>
    </w:p>
    <w:p w14:paraId="30551171" w14:textId="7D045CAE" w:rsidR="00287D61" w:rsidRDefault="00287D61" w:rsidP="00287D61">
      <w:pPr>
        <w:jc w:val="both"/>
        <w:rPr>
          <w:sz w:val="22"/>
        </w:rPr>
      </w:pPr>
      <w:r>
        <w:rPr>
          <w:sz w:val="22"/>
        </w:rPr>
        <w:t>Com uma fábrica moderna localizada na cidade de Porto Alegre, Brasil, a Ciber Equipamentos Rodoviários, fundada em 1958, foi pioneira no desenvolvimento de usinas de asfalto móveis contínuas. A Ciber é parte do Wirtgen Group desde 1996. Para os mercados que usam tanto processamento contínuo quanto por lote, a Ciber complementa o portfólio de usinas de asfalto como a sexta marca de produtos do Wirtgen Group. Dependendo de suas necessidades particulares, os clientes do Wirtgen Group podem escolher as usinas de asfalto de produção por lote da Benninghoven ou as usinas de produção contínua da Ciber, contando com soluções sustentáveis das líderes tecnológicas em seus campos.</w:t>
      </w:r>
    </w:p>
    <w:p w14:paraId="179DA2D8" w14:textId="04E4E22A" w:rsidR="00D65E49" w:rsidRDefault="00D65E49">
      <w:pPr>
        <w:rPr>
          <w:rFonts w:eastAsiaTheme="minorHAnsi" w:cstheme="minorBidi"/>
          <w:b/>
          <w:sz w:val="22"/>
          <w:szCs w:val="24"/>
        </w:rPr>
      </w:pPr>
    </w:p>
    <w:p w14:paraId="5BC50A7F" w14:textId="77777777" w:rsidR="00EE4BA7" w:rsidRDefault="00EE4BA7">
      <w:pPr>
        <w:rPr>
          <w:rFonts w:eastAsiaTheme="minorHAnsi" w:cstheme="minorBidi"/>
          <w:b/>
          <w:sz w:val="22"/>
          <w:szCs w:val="24"/>
        </w:rPr>
      </w:pPr>
    </w:p>
    <w:p w14:paraId="31412CCB" w14:textId="13E309BD" w:rsidR="00E15EBE" w:rsidRPr="00CD35C4" w:rsidRDefault="00F01487" w:rsidP="00E15EBE">
      <w:pPr>
        <w:pStyle w:val="Fotos"/>
      </w:pPr>
      <w:r>
        <w:rPr>
          <w:bCs/>
        </w:rPr>
        <w:t>Fotos:</w:t>
      </w:r>
    </w:p>
    <w:p w14:paraId="7C90B270" w14:textId="48B8C8A1" w:rsidR="00CD35C4" w:rsidRPr="00CD35C4" w:rsidRDefault="00CD35C4" w:rsidP="00CD35C4">
      <w:pPr>
        <w:pStyle w:val="BUbold"/>
      </w:pPr>
      <w:r>
        <w:rPr>
          <w:b w:val="0"/>
          <w:noProof/>
        </w:rPr>
        <w:drawing>
          <wp:inline distT="0" distB="0" distL="0" distR="0" wp14:anchorId="0ACB2C28" wp14:editId="19AF7D1D">
            <wp:extent cx="2482478" cy="135853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482478" cy="1358537"/>
                    </a:xfrm>
                    <a:prstGeom prst="rect">
                      <a:avLst/>
                    </a:prstGeom>
                    <a:noFill/>
                    <a:ln>
                      <a:noFill/>
                    </a:ln>
                    <a:extLst>
                      <a:ext uri="{53640926-AAD7-44D8-BBD7-CCE9431645EC}">
                        <a14:shadowObscured xmlns:a14="http://schemas.microsoft.com/office/drawing/2010/main"/>
                      </a:ext>
                    </a:extLst>
                  </pic:spPr>
                </pic:pic>
              </a:graphicData>
            </a:graphic>
          </wp:inline>
        </w:drawing>
      </w:r>
      <w:r>
        <w:rPr>
          <w:b w:val="0"/>
        </w:rPr>
        <w:br/>
      </w:r>
      <w:r>
        <w:rPr>
          <w:bCs/>
        </w:rPr>
        <w:t>CI_iNOVA_2000_Bauma_01</w:t>
      </w:r>
    </w:p>
    <w:p w14:paraId="201891CB" w14:textId="18466C65" w:rsidR="002B7460" w:rsidRDefault="0099535A" w:rsidP="00152E36">
      <w:pPr>
        <w:pStyle w:val="BUnormal"/>
      </w:pPr>
      <w:r>
        <w:t>A usina de asfalto móvel contínua iNOVA 2000 da Ciber está fazendo sua estreia europeia na Bauma 2022.</w:t>
      </w:r>
    </w:p>
    <w:p w14:paraId="60B90B32" w14:textId="77777777" w:rsidR="002B7460" w:rsidRDefault="002B7460">
      <w:pPr>
        <w:rPr>
          <w:rFonts w:eastAsiaTheme="minorHAnsi" w:cstheme="minorBidi"/>
          <w:color w:val="000000"/>
          <w:sz w:val="20"/>
          <w:szCs w:val="20"/>
        </w:rPr>
      </w:pPr>
      <w:r>
        <w:br w:type="page"/>
      </w:r>
    </w:p>
    <w:p w14:paraId="0D4E4516" w14:textId="29D6DC6C" w:rsidR="00BC6E4F" w:rsidRPr="00BC6E4F" w:rsidRDefault="005167A3" w:rsidP="00E0288A">
      <w:pPr>
        <w:pStyle w:val="Standardabsatz"/>
        <w:spacing w:after="0"/>
      </w:pPr>
      <w:r>
        <w:rPr>
          <w:noProof/>
        </w:rPr>
        <w:lastRenderedPageBreak/>
        <w:drawing>
          <wp:inline distT="0" distB="0" distL="0" distR="0" wp14:anchorId="3005AB7F" wp14:editId="1D6BB5B4">
            <wp:extent cx="2443728" cy="1550504"/>
            <wp:effectExtent l="0" t="0" r="0" b="0"/>
            <wp:docPr id="9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afik 7"/>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456003" cy="1558292"/>
                    </a:xfrm>
                    <a:prstGeom prst="rect">
                      <a:avLst/>
                    </a:prstGeom>
                    <a:noFill/>
                    <a:ln>
                      <a:noFill/>
                    </a:ln>
                    <a:extLst>
                      <a:ext uri="{53640926-AAD7-44D8-BBD7-CCE9431645EC}">
                        <a14:shadowObscured xmlns:a14="http://schemas.microsoft.com/office/drawing/2010/main"/>
                      </a:ext>
                    </a:extLst>
                  </pic:spPr>
                </pic:pic>
              </a:graphicData>
            </a:graphic>
          </wp:inline>
        </w:drawing>
      </w:r>
    </w:p>
    <w:p w14:paraId="19B71749" w14:textId="1364ABF6" w:rsidR="00BC6E4F" w:rsidRPr="00E0288A" w:rsidRDefault="005167A3" w:rsidP="00E0288A">
      <w:pPr>
        <w:pStyle w:val="BUbold"/>
      </w:pPr>
      <w:r>
        <w:rPr>
          <w:bCs/>
        </w:rPr>
        <w:t>CI_iNOVA_2000_Bauma_02</w:t>
      </w:r>
    </w:p>
    <w:p w14:paraId="20051015" w14:textId="38DC1670" w:rsidR="00BC6E4F" w:rsidRDefault="00380ACA" w:rsidP="00BC6E4F">
      <w:pPr>
        <w:pStyle w:val="BUnormal"/>
      </w:pPr>
      <w:r>
        <w:t xml:space="preserve">A iNOVA 2000 foi projetada com apenas duas unidades móveis, resultando em baixos custos de transporte e instalação. </w:t>
      </w:r>
    </w:p>
    <w:p w14:paraId="5A16588B" w14:textId="7E9E5494" w:rsidR="00380ACA" w:rsidRPr="00CD35C4" w:rsidRDefault="00380ACA" w:rsidP="00380ACA">
      <w:pPr>
        <w:pStyle w:val="BUbold"/>
      </w:pPr>
      <w:r>
        <w:rPr>
          <w:b w:val="0"/>
          <w:noProof/>
        </w:rPr>
        <w:drawing>
          <wp:inline distT="0" distB="0" distL="0" distR="0" wp14:anchorId="07405EBD" wp14:editId="09073B3D">
            <wp:extent cx="1872574" cy="264811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872574" cy="2648110"/>
                    </a:xfrm>
                    <a:prstGeom prst="rect">
                      <a:avLst/>
                    </a:prstGeom>
                    <a:noFill/>
                    <a:ln>
                      <a:noFill/>
                    </a:ln>
                  </pic:spPr>
                </pic:pic>
              </a:graphicData>
            </a:graphic>
          </wp:inline>
        </w:drawing>
      </w:r>
      <w:r>
        <w:rPr>
          <w:b w:val="0"/>
        </w:rPr>
        <w:br/>
      </w:r>
      <w:r>
        <w:rPr>
          <w:bCs/>
        </w:rPr>
        <w:t>CI_iNOVA_2000_Bauma_03</w:t>
      </w:r>
    </w:p>
    <w:p w14:paraId="264FBA6B" w14:textId="6ECDBDE9" w:rsidR="00380ACA" w:rsidRDefault="00380ACA" w:rsidP="00380ACA">
      <w:pPr>
        <w:pStyle w:val="BUnormal"/>
      </w:pPr>
      <w:r>
        <w:t>A usina de asfalto móvel contínua da Ciber oferece alta qualidade e baixos custos operacionais.</w:t>
      </w:r>
    </w:p>
    <w:p w14:paraId="2A2E54EB" w14:textId="77777777" w:rsidR="002B7460" w:rsidRDefault="002B7460" w:rsidP="00184969">
      <w:pPr>
        <w:pStyle w:val="Text"/>
        <w:rPr>
          <w:i/>
          <w:iCs/>
          <w:sz w:val="20"/>
          <w:szCs w:val="20"/>
        </w:rPr>
      </w:pPr>
    </w:p>
    <w:p w14:paraId="6EA5A5F9" w14:textId="40A8E38C" w:rsidR="00184969" w:rsidRPr="002B7460" w:rsidRDefault="00184969" w:rsidP="00184969">
      <w:pPr>
        <w:pStyle w:val="Text"/>
        <w:rPr>
          <w:i/>
          <w:iCs/>
          <w:sz w:val="20"/>
          <w:szCs w:val="20"/>
        </w:rPr>
      </w:pPr>
      <w:r>
        <w:rPr>
          <w:i/>
          <w:iCs/>
          <w:sz w:val="20"/>
          <w:szCs w:val="20"/>
        </w:rPr>
        <w:t xml:space="preserve">Observação: Essas fotos servem apenas para a visualização prévia. Para impressão nas publicações, devem ser utilizadas as fotos em resolução de 300 dpi, disponíveis para download no site da Wirtgen GmbH /do </w:t>
      </w:r>
      <w:r>
        <w:rPr>
          <w:sz w:val="20"/>
          <w:szCs w:val="20"/>
        </w:rPr>
        <w:t>Wirtgen Group</w:t>
      </w:r>
      <w:r>
        <w:rPr>
          <w:i/>
          <w:iCs/>
          <w:sz w:val="20"/>
          <w:szCs w:val="20"/>
        </w:rPr>
        <w:t>.</w:t>
      </w:r>
    </w:p>
    <w:p w14:paraId="2EAF1FE8" w14:textId="77777777" w:rsidR="004F5F01" w:rsidRDefault="004F5F01" w:rsidP="00184969">
      <w:pPr>
        <w:pStyle w:val="Text"/>
        <w:rPr>
          <w:sz w:val="18"/>
        </w:rPr>
      </w:pPr>
    </w:p>
    <w:p w14:paraId="177303F9" w14:textId="77777777" w:rsidR="002B7460" w:rsidRDefault="002B7460" w:rsidP="00E0288A">
      <w:pPr>
        <w:pStyle w:val="Absatzberschrift"/>
        <w:rPr>
          <w:iCs/>
        </w:rPr>
      </w:pPr>
    </w:p>
    <w:p w14:paraId="3E416DEE" w14:textId="4E7C73CB" w:rsidR="00E0288A" w:rsidRPr="00A338F5" w:rsidRDefault="00E0288A" w:rsidP="00E0288A">
      <w:pPr>
        <w:pStyle w:val="Absatzberschrift"/>
        <w:rPr>
          <w:iCs/>
        </w:rPr>
      </w:pPr>
      <w:r>
        <w:rPr>
          <w:bCs/>
        </w:rPr>
        <w:t>Para mais informações, entre em contato com:</w:t>
      </w:r>
    </w:p>
    <w:p w14:paraId="6F230805" w14:textId="77777777" w:rsidR="00E0288A" w:rsidRPr="00A338F5" w:rsidRDefault="00E0288A" w:rsidP="00E0288A">
      <w:pPr>
        <w:pStyle w:val="Absatzberschrift"/>
      </w:pPr>
    </w:p>
    <w:p w14:paraId="12495DD9" w14:textId="77777777" w:rsidR="00E0288A" w:rsidRPr="00E0288A" w:rsidRDefault="00E0288A" w:rsidP="00E0288A">
      <w:pPr>
        <w:pStyle w:val="Absatzberschrift"/>
        <w:rPr>
          <w:b w:val="0"/>
          <w:bCs/>
        </w:rPr>
      </w:pPr>
      <w:r>
        <w:rPr>
          <w:b w:val="0"/>
        </w:rPr>
        <w:t>CIBER</w:t>
      </w:r>
    </w:p>
    <w:p w14:paraId="23A2025C" w14:textId="77777777" w:rsidR="00E0288A" w:rsidRPr="00E0288A" w:rsidRDefault="00E0288A" w:rsidP="00E0288A">
      <w:pPr>
        <w:pStyle w:val="Absatzberschrift"/>
        <w:rPr>
          <w:b w:val="0"/>
          <w:bCs/>
        </w:rPr>
      </w:pPr>
      <w:r>
        <w:rPr>
          <w:b w:val="0"/>
        </w:rPr>
        <w:t>Marketing</w:t>
      </w:r>
    </w:p>
    <w:p w14:paraId="19414390" w14:textId="77777777" w:rsidR="00E0288A" w:rsidRPr="00E0288A" w:rsidRDefault="00E0288A" w:rsidP="00E0288A">
      <w:pPr>
        <w:pStyle w:val="Absatzberschrift"/>
        <w:rPr>
          <w:b w:val="0"/>
          <w:bCs/>
        </w:rPr>
      </w:pPr>
      <w:r>
        <w:rPr>
          <w:b w:val="0"/>
        </w:rPr>
        <w:t>Rua Senhor do Bom Fim, 177</w:t>
      </w:r>
    </w:p>
    <w:p w14:paraId="77C9B15E" w14:textId="77777777" w:rsidR="00E0288A" w:rsidRPr="00E0288A" w:rsidRDefault="00E0288A" w:rsidP="00E0288A">
      <w:pPr>
        <w:pStyle w:val="Absatzberschrift"/>
        <w:rPr>
          <w:b w:val="0"/>
          <w:bCs/>
        </w:rPr>
      </w:pPr>
      <w:r>
        <w:rPr>
          <w:b w:val="0"/>
        </w:rPr>
        <w:t>91140-380 Porto Alegre</w:t>
      </w:r>
    </w:p>
    <w:p w14:paraId="0FA65CFC" w14:textId="77777777" w:rsidR="00E0288A" w:rsidRPr="00E0288A" w:rsidRDefault="00E0288A" w:rsidP="00E0288A">
      <w:pPr>
        <w:pStyle w:val="Absatzberschrift"/>
        <w:rPr>
          <w:b w:val="0"/>
          <w:bCs/>
        </w:rPr>
      </w:pPr>
      <w:r>
        <w:rPr>
          <w:b w:val="0"/>
        </w:rPr>
        <w:t>Brasil</w:t>
      </w:r>
    </w:p>
    <w:p w14:paraId="7C49F082" w14:textId="77777777" w:rsidR="00E0288A" w:rsidRPr="00E0288A" w:rsidRDefault="00E0288A" w:rsidP="00E0288A">
      <w:pPr>
        <w:pStyle w:val="Absatzberschrift"/>
        <w:rPr>
          <w:b w:val="0"/>
          <w:bCs/>
        </w:rPr>
      </w:pPr>
    </w:p>
    <w:p w14:paraId="3B9C9793" w14:textId="77777777" w:rsidR="00E0288A" w:rsidRPr="00E0288A" w:rsidRDefault="00E0288A" w:rsidP="00E0288A">
      <w:pPr>
        <w:pStyle w:val="Absatzberschrift"/>
        <w:rPr>
          <w:b w:val="0"/>
          <w:bCs/>
        </w:rPr>
      </w:pPr>
      <w:r>
        <w:rPr>
          <w:b w:val="0"/>
        </w:rPr>
        <w:t xml:space="preserve">Telefone: +55 51 3364 9315  </w:t>
      </w:r>
    </w:p>
    <w:p w14:paraId="016FAF0F" w14:textId="77777777" w:rsidR="00E0288A" w:rsidRPr="00E0288A" w:rsidRDefault="00E0288A" w:rsidP="00E0288A">
      <w:pPr>
        <w:pStyle w:val="Absatzberschrift"/>
        <w:rPr>
          <w:b w:val="0"/>
          <w:bCs/>
        </w:rPr>
      </w:pPr>
      <w:r>
        <w:rPr>
          <w:b w:val="0"/>
        </w:rPr>
        <w:t>Fax: +55 51 3364 9254</w:t>
      </w:r>
    </w:p>
    <w:p w14:paraId="349B7EF5" w14:textId="2A94A262" w:rsidR="00E0288A" w:rsidRPr="00E0288A" w:rsidRDefault="00E35214" w:rsidP="00E0288A">
      <w:pPr>
        <w:pStyle w:val="Absatzberschrift"/>
        <w:rPr>
          <w:b w:val="0"/>
          <w:bCs/>
        </w:rPr>
      </w:pPr>
      <w:r>
        <w:rPr>
          <w:b w:val="0"/>
        </w:rPr>
        <w:t>E-mail: marketing@ciber.com.br</w:t>
      </w:r>
    </w:p>
    <w:p w14:paraId="0834BAC7" w14:textId="7FAE2126" w:rsidR="00E15EBE" w:rsidRDefault="00E0288A" w:rsidP="00E15EBE">
      <w:pPr>
        <w:pStyle w:val="Absatzberschrift"/>
      </w:pPr>
      <w:r>
        <w:rPr>
          <w:b w:val="0"/>
        </w:rPr>
        <w:t xml:space="preserve">www.ciber.com.br </w:t>
      </w:r>
      <w:bookmarkEnd w:id="0"/>
    </w:p>
    <w:sectPr w:rsidR="00E15EBE"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5520" w14:textId="77777777" w:rsidR="00EC0F59" w:rsidRDefault="00EC0F59" w:rsidP="00E55534">
      <w:r>
        <w:separator/>
      </w:r>
    </w:p>
  </w:endnote>
  <w:endnote w:type="continuationSeparator" w:id="0">
    <w:p w14:paraId="09A0E713" w14:textId="77777777" w:rsidR="00EC0F59" w:rsidRDefault="00EC0F5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F87B"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3871DCE0" w:rsidR="00533132" w:rsidRPr="00723F4F" w:rsidRDefault="00533132" w:rsidP="00723F4F">
          <w:pPr>
            <w:pStyle w:val="Seitenzahlen"/>
            <w:rPr>
              <w:szCs w:val="20"/>
            </w:rPr>
          </w:pPr>
          <w:r>
            <w:fldChar w:fldCharType="begin"/>
          </w:r>
          <w:r>
            <w:instrText xml:space="preserve"> PAGE \# "00"</w:instrText>
          </w:r>
          <w:r>
            <w:fldChar w:fldCharType="separate"/>
          </w:r>
          <w:r>
            <w:t>0</w:t>
          </w:r>
          <w:r>
            <w:t>2</w:t>
          </w:r>
          <w: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rPr>
            <w:t xml:space="preserve">WIRTGEN </w:t>
          </w:r>
          <w:r>
            <w:rPr>
              <w:rStyle w:val="Hervorhebung"/>
              <w:bCs/>
              <w:iCs w:val="0"/>
            </w:rPr>
            <w:t>GmbH</w:t>
          </w:r>
          <w:r>
            <w:t xml:space="preserve"> · Reinhard-Wirtgen-Str. 2 · D-53578 Windhagen · Tel: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A18EA" w14:textId="77777777" w:rsidR="00EC0F59" w:rsidRDefault="00EC0F59" w:rsidP="00E55534">
      <w:r>
        <w:separator/>
      </w:r>
    </w:p>
  </w:footnote>
  <w:footnote w:type="continuationSeparator" w:id="0">
    <w:p w14:paraId="1E5013BE" w14:textId="77777777" w:rsidR="00EC0F59" w:rsidRDefault="00EC0F5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F5E39" w14:textId="7F8037B1" w:rsidR="003524CC" w:rsidRDefault="005259BF">
    <w:pPr>
      <w:pStyle w:val="Kopfzeile"/>
    </w:pPr>
    <w:r>
      <w:rPr>
        <w:noProof/>
      </w:rPr>
      <mc:AlternateContent>
        <mc:Choice Requires="wps">
          <w:drawing>
            <wp:anchor distT="0" distB="0" distL="0" distR="0" simplePos="0" relativeHeight="251662336" behindDoc="0" locked="0" layoutInCell="1" allowOverlap="1" wp14:anchorId="74E57F07" wp14:editId="5E9ECB4E">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49194" w14:textId="24E1E815"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E57F07"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BD49194" w14:textId="24E1E815"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72733FB" w:rsidR="00533132" w:rsidRPr="00533132" w:rsidRDefault="00F61A09" w:rsidP="00533132">
    <w:pPr>
      <w:pStyle w:val="Kopfzeile"/>
    </w:pPr>
    <w:r>
      <w:rPr>
        <w:noProof/>
      </w:rPr>
      <mc:AlternateContent>
        <mc:Choice Requires="wpc">
          <w:drawing>
            <wp:anchor distT="0" distB="0" distL="114300" distR="114300" simplePos="0" relativeHeight="251666432" behindDoc="0" locked="0" layoutInCell="1" allowOverlap="1" wp14:anchorId="230417A1" wp14:editId="10E7318C">
              <wp:simplePos x="0" y="0"/>
              <wp:positionH relativeFrom="column">
                <wp:posOffset>-756285</wp:posOffset>
              </wp:positionH>
              <wp:positionV relativeFrom="paragraph">
                <wp:posOffset>-450215</wp:posOffset>
              </wp:positionV>
              <wp:extent cx="7559675" cy="10693400"/>
              <wp:effectExtent l="0" t="0" r="0" b="0"/>
              <wp:wrapNone/>
              <wp:docPr id="76" name="Tela 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4"/>
                      <wps:cNvSpPr>
                        <a:spLocks/>
                      </wps:cNvSpPr>
                      <wps:spPr bwMode="auto">
                        <a:xfrm>
                          <a:off x="756285" y="701040"/>
                          <a:ext cx="6055360" cy="29845"/>
                        </a:xfrm>
                        <a:custGeom>
                          <a:avLst/>
                          <a:gdLst>
                            <a:gd name="T0" fmla="*/ 0 w 6350"/>
                            <a:gd name="T1" fmla="*/ 31 h 31"/>
                            <a:gd name="T2" fmla="*/ 0 w 6350"/>
                            <a:gd name="T3" fmla="*/ 31 h 31"/>
                            <a:gd name="T4" fmla="*/ 6350 w 6350"/>
                            <a:gd name="T5" fmla="*/ 31 h 31"/>
                            <a:gd name="T6" fmla="*/ 6350 w 6350"/>
                            <a:gd name="T7" fmla="*/ 0 h 31"/>
                            <a:gd name="T8" fmla="*/ 0 w 6350"/>
                            <a:gd name="T9" fmla="*/ 0 h 31"/>
                            <a:gd name="T10" fmla="*/ 0 w 6350"/>
                            <a:gd name="T11" fmla="*/ 31 h 31"/>
                          </a:gdLst>
                          <a:ahLst/>
                          <a:cxnLst>
                            <a:cxn ang="0">
                              <a:pos x="T0" y="T1"/>
                            </a:cxn>
                            <a:cxn ang="0">
                              <a:pos x="T2" y="T3"/>
                            </a:cxn>
                            <a:cxn ang="0">
                              <a:pos x="T4" y="T5"/>
                            </a:cxn>
                            <a:cxn ang="0">
                              <a:pos x="T6" y="T7"/>
                            </a:cxn>
                            <a:cxn ang="0">
                              <a:pos x="T8" y="T9"/>
                            </a:cxn>
                            <a:cxn ang="0">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cNvPr id="92" name="Agrupar 92"/>
                      <wpg:cNvGrpSpPr/>
                      <wpg:grpSpPr>
                        <a:xfrm>
                          <a:off x="5081905" y="1014730"/>
                          <a:ext cx="1729740" cy="170180"/>
                          <a:chOff x="5081905" y="1014730"/>
                          <a:chExt cx="1729740" cy="170180"/>
                        </a:xfrm>
                      </wpg:grpSpPr>
                      <wps:wsp>
                        <wps:cNvPr id="64" name="Freeform 57"/>
                        <wps:cNvSpPr>
                          <a:spLocks noEditPoints="1"/>
                        </wps:cNvSpPr>
                        <wps:spPr bwMode="auto">
                          <a:xfrm>
                            <a:off x="5081905" y="1019810"/>
                            <a:ext cx="121920" cy="161290"/>
                          </a:xfrm>
                          <a:custGeom>
                            <a:avLst/>
                            <a:gdLst>
                              <a:gd name="T0" fmla="*/ 128 w 128"/>
                              <a:gd name="T1" fmla="*/ 52 h 169"/>
                              <a:gd name="T2" fmla="*/ 128 w 128"/>
                              <a:gd name="T3" fmla="*/ 52 h 169"/>
                              <a:gd name="T4" fmla="*/ 62 w 128"/>
                              <a:gd name="T5" fmla="*/ 0 h 169"/>
                              <a:gd name="T6" fmla="*/ 0 w 128"/>
                              <a:gd name="T7" fmla="*/ 0 h 169"/>
                              <a:gd name="T8" fmla="*/ 0 w 128"/>
                              <a:gd name="T9" fmla="*/ 169 h 169"/>
                              <a:gd name="T10" fmla="*/ 41 w 128"/>
                              <a:gd name="T11" fmla="*/ 169 h 169"/>
                              <a:gd name="T12" fmla="*/ 41 w 128"/>
                              <a:gd name="T13" fmla="*/ 105 h 169"/>
                              <a:gd name="T14" fmla="*/ 61 w 128"/>
                              <a:gd name="T15" fmla="*/ 105 h 169"/>
                              <a:gd name="T16" fmla="*/ 128 w 128"/>
                              <a:gd name="T17" fmla="*/ 52 h 169"/>
                              <a:gd name="T18" fmla="*/ 88 w 128"/>
                              <a:gd name="T19" fmla="*/ 52 h 169"/>
                              <a:gd name="T20" fmla="*/ 88 w 128"/>
                              <a:gd name="T21" fmla="*/ 52 h 169"/>
                              <a:gd name="T22" fmla="*/ 58 w 128"/>
                              <a:gd name="T23" fmla="*/ 72 h 169"/>
                              <a:gd name="T24" fmla="*/ 41 w 128"/>
                              <a:gd name="T25" fmla="*/ 72 h 169"/>
                              <a:gd name="T26" fmla="*/ 41 w 128"/>
                              <a:gd name="T27" fmla="*/ 33 h 169"/>
                              <a:gd name="T28" fmla="*/ 59 w 128"/>
                              <a:gd name="T29" fmla="*/ 33 h 169"/>
                              <a:gd name="T30" fmla="*/ 88 w 128"/>
                              <a:gd name="T31" fmla="*/ 52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5" name="Freeform 58"/>
                        <wps:cNvSpPr>
                          <a:spLocks noEditPoints="1"/>
                        </wps:cNvSpPr>
                        <wps:spPr bwMode="auto">
                          <a:xfrm>
                            <a:off x="5228590" y="1019810"/>
                            <a:ext cx="131445" cy="161290"/>
                          </a:xfrm>
                          <a:custGeom>
                            <a:avLst/>
                            <a:gdLst>
                              <a:gd name="T0" fmla="*/ 138 w 138"/>
                              <a:gd name="T1" fmla="*/ 169 h 169"/>
                              <a:gd name="T2" fmla="*/ 138 w 138"/>
                              <a:gd name="T3" fmla="*/ 169 h 169"/>
                              <a:gd name="T4" fmla="*/ 94 w 138"/>
                              <a:gd name="T5" fmla="*/ 96 h 169"/>
                              <a:gd name="T6" fmla="*/ 129 w 138"/>
                              <a:gd name="T7" fmla="*/ 51 h 169"/>
                              <a:gd name="T8" fmla="*/ 64 w 138"/>
                              <a:gd name="T9" fmla="*/ 0 h 169"/>
                              <a:gd name="T10" fmla="*/ 0 w 138"/>
                              <a:gd name="T11" fmla="*/ 0 h 169"/>
                              <a:gd name="T12" fmla="*/ 0 w 138"/>
                              <a:gd name="T13" fmla="*/ 169 h 169"/>
                              <a:gd name="T14" fmla="*/ 40 w 138"/>
                              <a:gd name="T15" fmla="*/ 169 h 169"/>
                              <a:gd name="T16" fmla="*/ 40 w 138"/>
                              <a:gd name="T17" fmla="*/ 102 h 169"/>
                              <a:gd name="T18" fmla="*/ 54 w 138"/>
                              <a:gd name="T19" fmla="*/ 102 h 169"/>
                              <a:gd name="T20" fmla="*/ 90 w 138"/>
                              <a:gd name="T21" fmla="*/ 169 h 169"/>
                              <a:gd name="T22" fmla="*/ 138 w 138"/>
                              <a:gd name="T23" fmla="*/ 169 h 169"/>
                              <a:gd name="T24" fmla="*/ 89 w 138"/>
                              <a:gd name="T25" fmla="*/ 51 h 169"/>
                              <a:gd name="T26" fmla="*/ 89 w 138"/>
                              <a:gd name="T27" fmla="*/ 51 h 169"/>
                              <a:gd name="T28" fmla="*/ 59 w 138"/>
                              <a:gd name="T29" fmla="*/ 72 h 169"/>
                              <a:gd name="T30" fmla="*/ 40 w 138"/>
                              <a:gd name="T31" fmla="*/ 72 h 169"/>
                              <a:gd name="T32" fmla="*/ 40 w 138"/>
                              <a:gd name="T33" fmla="*/ 33 h 169"/>
                              <a:gd name="T34" fmla="*/ 61 w 138"/>
                              <a:gd name="T35" fmla="*/ 33 h 169"/>
                              <a:gd name="T36" fmla="*/ 89 w 138"/>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6" name="Freeform 59"/>
                        <wps:cNvSpPr>
                          <a:spLocks/>
                        </wps:cNvSpPr>
                        <wps:spPr bwMode="auto">
                          <a:xfrm>
                            <a:off x="5380355" y="1019810"/>
                            <a:ext cx="112395"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7" name="Freeform 60"/>
                        <wps:cNvSpPr>
                          <a:spLocks/>
                        </wps:cNvSpPr>
                        <wps:spPr bwMode="auto">
                          <a:xfrm>
                            <a:off x="5506085" y="1014730"/>
                            <a:ext cx="123190" cy="170180"/>
                          </a:xfrm>
                          <a:custGeom>
                            <a:avLst/>
                            <a:gdLst>
                              <a:gd name="T0" fmla="*/ 129 w 129"/>
                              <a:gd name="T1" fmla="*/ 21 h 178"/>
                              <a:gd name="T2" fmla="*/ 129 w 129"/>
                              <a:gd name="T3" fmla="*/ 21 h 178"/>
                              <a:gd name="T4" fmla="*/ 73 w 129"/>
                              <a:gd name="T5" fmla="*/ 0 h 178"/>
                              <a:gd name="T6" fmla="*/ 8 w 129"/>
                              <a:gd name="T7" fmla="*/ 53 h 178"/>
                              <a:gd name="T8" fmla="*/ 51 w 129"/>
                              <a:gd name="T9" fmla="*/ 102 h 178"/>
                              <a:gd name="T10" fmla="*/ 86 w 129"/>
                              <a:gd name="T11" fmla="*/ 126 h 178"/>
                              <a:gd name="T12" fmla="*/ 63 w 129"/>
                              <a:gd name="T13" fmla="*/ 144 h 178"/>
                              <a:gd name="T14" fmla="*/ 26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8" name="Freeform 61"/>
                        <wps:cNvSpPr>
                          <a:spLocks/>
                        </wps:cNvSpPr>
                        <wps:spPr bwMode="auto">
                          <a:xfrm>
                            <a:off x="5640705" y="1014730"/>
                            <a:ext cx="123825" cy="170180"/>
                          </a:xfrm>
                          <a:custGeom>
                            <a:avLst/>
                            <a:gdLst>
                              <a:gd name="T0" fmla="*/ 130 w 130"/>
                              <a:gd name="T1" fmla="*/ 21 h 178"/>
                              <a:gd name="T2" fmla="*/ 130 w 130"/>
                              <a:gd name="T3" fmla="*/ 21 h 178"/>
                              <a:gd name="T4" fmla="*/ 74 w 130"/>
                              <a:gd name="T5" fmla="*/ 0 h 178"/>
                              <a:gd name="T6" fmla="*/ 9 w 130"/>
                              <a:gd name="T7" fmla="*/ 53 h 178"/>
                              <a:gd name="T8" fmla="*/ 52 w 130"/>
                              <a:gd name="T9" fmla="*/ 102 h 178"/>
                              <a:gd name="T10" fmla="*/ 87 w 130"/>
                              <a:gd name="T11" fmla="*/ 126 h 178"/>
                              <a:gd name="T12" fmla="*/ 64 w 130"/>
                              <a:gd name="T13" fmla="*/ 144 h 178"/>
                              <a:gd name="T14" fmla="*/ 27 w 130"/>
                              <a:gd name="T15" fmla="*/ 126 h 178"/>
                              <a:gd name="T16" fmla="*/ 0 w 130"/>
                              <a:gd name="T17" fmla="*/ 154 h 178"/>
                              <a:gd name="T18" fmla="*/ 64 w 130"/>
                              <a:gd name="T19" fmla="*/ 178 h 178"/>
                              <a:gd name="T20" fmla="*/ 129 w 130"/>
                              <a:gd name="T21" fmla="*/ 122 h 178"/>
                              <a:gd name="T22" fmla="*/ 76 w 130"/>
                              <a:gd name="T23" fmla="*/ 71 h 178"/>
                              <a:gd name="T24" fmla="*/ 50 w 130"/>
                              <a:gd name="T25" fmla="*/ 51 h 178"/>
                              <a:gd name="T26" fmla="*/ 74 w 130"/>
                              <a:gd name="T27" fmla="*/ 34 h 178"/>
                              <a:gd name="T28" fmla="*/ 104 w 130"/>
                              <a:gd name="T29" fmla="*/ 49 h 178"/>
                              <a:gd name="T30" fmla="*/ 130 w 130"/>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9" name="Freeform 62"/>
                        <wps:cNvSpPr>
                          <a:spLocks noEditPoints="1"/>
                        </wps:cNvSpPr>
                        <wps:spPr bwMode="auto">
                          <a:xfrm>
                            <a:off x="5846445" y="1019810"/>
                            <a:ext cx="132715" cy="161290"/>
                          </a:xfrm>
                          <a:custGeom>
                            <a:avLst/>
                            <a:gdLst>
                              <a:gd name="T0" fmla="*/ 139 w 139"/>
                              <a:gd name="T1" fmla="*/ 169 h 169"/>
                              <a:gd name="T2" fmla="*/ 139 w 139"/>
                              <a:gd name="T3" fmla="*/ 169 h 169"/>
                              <a:gd name="T4" fmla="*/ 94 w 139"/>
                              <a:gd name="T5" fmla="*/ 96 h 169"/>
                              <a:gd name="T6" fmla="*/ 129 w 139"/>
                              <a:gd name="T7" fmla="*/ 51 h 169"/>
                              <a:gd name="T8" fmla="*/ 65 w 139"/>
                              <a:gd name="T9" fmla="*/ 0 h 169"/>
                              <a:gd name="T10" fmla="*/ 0 w 139"/>
                              <a:gd name="T11" fmla="*/ 0 h 169"/>
                              <a:gd name="T12" fmla="*/ 0 w 139"/>
                              <a:gd name="T13" fmla="*/ 169 h 169"/>
                              <a:gd name="T14" fmla="*/ 40 w 139"/>
                              <a:gd name="T15" fmla="*/ 169 h 169"/>
                              <a:gd name="T16" fmla="*/ 40 w 139"/>
                              <a:gd name="T17" fmla="*/ 102 h 169"/>
                              <a:gd name="T18" fmla="*/ 54 w 139"/>
                              <a:gd name="T19" fmla="*/ 102 h 169"/>
                              <a:gd name="T20" fmla="*/ 91 w 139"/>
                              <a:gd name="T21" fmla="*/ 169 h 169"/>
                              <a:gd name="T22" fmla="*/ 139 w 139"/>
                              <a:gd name="T23" fmla="*/ 169 h 169"/>
                              <a:gd name="T24" fmla="*/ 89 w 139"/>
                              <a:gd name="T25" fmla="*/ 51 h 169"/>
                              <a:gd name="T26" fmla="*/ 89 w 139"/>
                              <a:gd name="T27" fmla="*/ 51 h 169"/>
                              <a:gd name="T28" fmla="*/ 59 w 139"/>
                              <a:gd name="T29" fmla="*/ 72 h 169"/>
                              <a:gd name="T30" fmla="*/ 40 w 139"/>
                              <a:gd name="T31" fmla="*/ 72 h 169"/>
                              <a:gd name="T32" fmla="*/ 40 w 139"/>
                              <a:gd name="T33" fmla="*/ 33 h 169"/>
                              <a:gd name="T34" fmla="*/ 62 w 139"/>
                              <a:gd name="T35" fmla="*/ 33 h 169"/>
                              <a:gd name="T36" fmla="*/ 89 w 139"/>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0" name="Freeform 63"/>
                        <wps:cNvSpPr>
                          <a:spLocks/>
                        </wps:cNvSpPr>
                        <wps:spPr bwMode="auto">
                          <a:xfrm>
                            <a:off x="599821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1" name="Freeform 64"/>
                        <wps:cNvSpPr>
                          <a:spLocks/>
                        </wps:cNvSpPr>
                        <wps:spPr bwMode="auto">
                          <a:xfrm>
                            <a:off x="6137275" y="1019810"/>
                            <a:ext cx="102235" cy="161290"/>
                          </a:xfrm>
                          <a:custGeom>
                            <a:avLst/>
                            <a:gdLst>
                              <a:gd name="T0" fmla="*/ 107 w 107"/>
                              <a:gd name="T1" fmla="*/ 169 h 169"/>
                              <a:gd name="T2" fmla="*/ 107 w 107"/>
                              <a:gd name="T3" fmla="*/ 169 h 169"/>
                              <a:gd name="T4" fmla="*/ 107 w 107"/>
                              <a:gd name="T5" fmla="*/ 133 h 169"/>
                              <a:gd name="T6" fmla="*/ 41 w 107"/>
                              <a:gd name="T7" fmla="*/ 133 h 169"/>
                              <a:gd name="T8" fmla="*/ 41 w 107"/>
                              <a:gd name="T9" fmla="*/ 0 h 169"/>
                              <a:gd name="T10" fmla="*/ 0 w 107"/>
                              <a:gd name="T11" fmla="*/ 0 h 169"/>
                              <a:gd name="T12" fmla="*/ 0 w 107"/>
                              <a:gd name="T13" fmla="*/ 169 h 169"/>
                              <a:gd name="T14" fmla="*/ 107 w 107"/>
                              <a:gd name="T15" fmla="*/ 169 h 16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2" name="Freeform 65"/>
                        <wps:cNvSpPr>
                          <a:spLocks/>
                        </wps:cNvSpPr>
                        <wps:spPr bwMode="auto">
                          <a:xfrm>
                            <a:off x="625729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3" name="Freeform 66"/>
                        <wps:cNvSpPr>
                          <a:spLocks noEditPoints="1"/>
                        </wps:cNvSpPr>
                        <wps:spPr bwMode="auto">
                          <a:xfrm>
                            <a:off x="6376670" y="1019810"/>
                            <a:ext cx="172720" cy="161290"/>
                          </a:xfrm>
                          <a:custGeom>
                            <a:avLst/>
                            <a:gdLst>
                              <a:gd name="T0" fmla="*/ 181 w 181"/>
                              <a:gd name="T1" fmla="*/ 169 h 169"/>
                              <a:gd name="T2" fmla="*/ 181 w 181"/>
                              <a:gd name="T3" fmla="*/ 169 h 169"/>
                              <a:gd name="T4" fmla="*/ 111 w 181"/>
                              <a:gd name="T5" fmla="*/ 0 h 169"/>
                              <a:gd name="T6" fmla="*/ 71 w 181"/>
                              <a:gd name="T7" fmla="*/ 0 h 169"/>
                              <a:gd name="T8" fmla="*/ 0 w 181"/>
                              <a:gd name="T9" fmla="*/ 169 h 169"/>
                              <a:gd name="T10" fmla="*/ 45 w 181"/>
                              <a:gd name="T11" fmla="*/ 169 h 169"/>
                              <a:gd name="T12" fmla="*/ 57 w 181"/>
                              <a:gd name="T13" fmla="*/ 136 h 169"/>
                              <a:gd name="T14" fmla="*/ 122 w 181"/>
                              <a:gd name="T15" fmla="*/ 136 h 169"/>
                              <a:gd name="T16" fmla="*/ 136 w 181"/>
                              <a:gd name="T17" fmla="*/ 169 h 169"/>
                              <a:gd name="T18" fmla="*/ 181 w 181"/>
                              <a:gd name="T19" fmla="*/ 169 h 169"/>
                              <a:gd name="T20" fmla="*/ 111 w 181"/>
                              <a:gd name="T21" fmla="*/ 103 h 169"/>
                              <a:gd name="T22" fmla="*/ 111 w 181"/>
                              <a:gd name="T23" fmla="*/ 103 h 169"/>
                              <a:gd name="T24" fmla="*/ 69 w 181"/>
                              <a:gd name="T25" fmla="*/ 103 h 169"/>
                              <a:gd name="T26" fmla="*/ 90 w 181"/>
                              <a:gd name="T27" fmla="*/ 45 h 169"/>
                              <a:gd name="T28" fmla="*/ 111 w 181"/>
                              <a:gd name="T29" fmla="*/ 103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4" name="Freeform 67"/>
                        <wps:cNvSpPr>
                          <a:spLocks/>
                        </wps:cNvSpPr>
                        <wps:spPr bwMode="auto">
                          <a:xfrm>
                            <a:off x="6550025" y="1014730"/>
                            <a:ext cx="123190" cy="170180"/>
                          </a:xfrm>
                          <a:custGeom>
                            <a:avLst/>
                            <a:gdLst>
                              <a:gd name="T0" fmla="*/ 129 w 129"/>
                              <a:gd name="T1" fmla="*/ 21 h 178"/>
                              <a:gd name="T2" fmla="*/ 129 w 129"/>
                              <a:gd name="T3" fmla="*/ 21 h 178"/>
                              <a:gd name="T4" fmla="*/ 74 w 129"/>
                              <a:gd name="T5" fmla="*/ 0 h 178"/>
                              <a:gd name="T6" fmla="*/ 8 w 129"/>
                              <a:gd name="T7" fmla="*/ 53 h 178"/>
                              <a:gd name="T8" fmla="*/ 52 w 129"/>
                              <a:gd name="T9" fmla="*/ 102 h 178"/>
                              <a:gd name="T10" fmla="*/ 87 w 129"/>
                              <a:gd name="T11" fmla="*/ 126 h 178"/>
                              <a:gd name="T12" fmla="*/ 63 w 129"/>
                              <a:gd name="T13" fmla="*/ 144 h 178"/>
                              <a:gd name="T14" fmla="*/ 27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5" name="Freeform 68"/>
                        <wps:cNvSpPr>
                          <a:spLocks/>
                        </wps:cNvSpPr>
                        <wps:spPr bwMode="auto">
                          <a:xfrm>
                            <a:off x="6698615" y="1019810"/>
                            <a:ext cx="113030"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3 w 118"/>
                              <a:gd name="T19" fmla="*/ 34 h 169"/>
                              <a:gd name="T20" fmla="*/ 113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wgp>
                      <wpg:cNvPr id="91" name="Agrupar 91"/>
                      <wpg:cNvGrpSpPr>
                        <a:grpSpLocks noChangeAspect="1"/>
                      </wpg:cNvGrpSpPr>
                      <wpg:grpSpPr>
                        <a:xfrm>
                          <a:off x="755737" y="291056"/>
                          <a:ext cx="1200260" cy="288000"/>
                          <a:chOff x="1185893" y="520700"/>
                          <a:chExt cx="3375754" cy="810006"/>
                        </a:xfrm>
                      </wpg:grpSpPr>
                      <wpg:grpSp>
                        <wpg:cNvPr id="80" name="Gráfico 4"/>
                        <wpg:cNvGrpSpPr/>
                        <wpg:grpSpPr>
                          <a:xfrm>
                            <a:off x="2365754" y="647096"/>
                            <a:ext cx="2195893" cy="554450"/>
                            <a:chOff x="2365754" y="647096"/>
                            <a:chExt cx="2195893" cy="554450"/>
                          </a:xfrm>
                          <a:solidFill>
                            <a:srgbClr val="485358"/>
                          </a:solidFill>
                        </wpg:grpSpPr>
                        <wps:wsp>
                          <wps:cNvPr id="81" name="Forma Livre: Forma 81"/>
                          <wps:cNvSpPr/>
                          <wps:spPr>
                            <a:xfrm>
                              <a:off x="2365754" y="647096"/>
                              <a:ext cx="489680" cy="554450"/>
                            </a:xfrm>
                            <a:custGeom>
                              <a:avLst/>
                              <a:gdLst>
                                <a:gd name="connsiteX0" fmla="*/ 403003 w 489680"/>
                                <a:gd name="connsiteY0" fmla="*/ 531019 h 554450"/>
                                <a:gd name="connsiteX1" fmla="*/ 284321 w 489680"/>
                                <a:gd name="connsiteY1" fmla="*/ 554450 h 554450"/>
                                <a:gd name="connsiteX2" fmla="*/ 171260 w 489680"/>
                                <a:gd name="connsiteY2" fmla="*/ 534353 h 554450"/>
                                <a:gd name="connsiteX3" fmla="*/ 81344 w 489680"/>
                                <a:gd name="connsiteY3" fmla="*/ 477488 h 554450"/>
                                <a:gd name="connsiteX4" fmla="*/ 21622 w 489680"/>
                                <a:gd name="connsiteY4" fmla="*/ 389382 h 554450"/>
                                <a:gd name="connsiteX5" fmla="*/ 0 w 489680"/>
                                <a:gd name="connsiteY5" fmla="*/ 276416 h 554450"/>
                                <a:gd name="connsiteX6" fmla="*/ 22003 w 489680"/>
                                <a:gd name="connsiteY6" fmla="*/ 162020 h 554450"/>
                                <a:gd name="connsiteX7" fmla="*/ 82868 w 489680"/>
                                <a:gd name="connsiteY7" fmla="*/ 74676 h 554450"/>
                                <a:gd name="connsiteX8" fmla="*/ 173927 w 489680"/>
                                <a:gd name="connsiteY8" fmla="*/ 19336 h 554450"/>
                                <a:gd name="connsiteX9" fmla="*/ 286607 w 489680"/>
                                <a:gd name="connsiteY9" fmla="*/ 0 h 554450"/>
                                <a:gd name="connsiteX10" fmla="*/ 396716 w 489680"/>
                                <a:gd name="connsiteY10" fmla="*/ 19717 h 554450"/>
                                <a:gd name="connsiteX11" fmla="*/ 484441 w 489680"/>
                                <a:gd name="connsiteY11" fmla="*/ 77343 h 554450"/>
                                <a:gd name="connsiteX12" fmla="*/ 397859 w 489680"/>
                                <a:gd name="connsiteY12" fmla="*/ 163544 h 554450"/>
                                <a:gd name="connsiteX13" fmla="*/ 350806 w 489680"/>
                                <a:gd name="connsiteY13" fmla="*/ 127064 h 554450"/>
                                <a:gd name="connsiteX14" fmla="*/ 291084 w 489680"/>
                                <a:gd name="connsiteY14" fmla="*/ 115157 h 554450"/>
                                <a:gd name="connsiteX15" fmla="*/ 229552 w 489680"/>
                                <a:gd name="connsiteY15" fmla="*/ 127444 h 554450"/>
                                <a:gd name="connsiteX16" fmla="*/ 181451 w 489680"/>
                                <a:gd name="connsiteY16" fmla="*/ 161258 h 554450"/>
                                <a:gd name="connsiteX17" fmla="*/ 150114 w 489680"/>
                                <a:gd name="connsiteY17" fmla="*/ 212122 h 554450"/>
                                <a:gd name="connsiteX18" fmla="*/ 138874 w 489680"/>
                                <a:gd name="connsiteY18" fmla="*/ 276416 h 554450"/>
                                <a:gd name="connsiteX19" fmla="*/ 150114 w 489680"/>
                                <a:gd name="connsiteY19" fmla="*/ 341852 h 554450"/>
                                <a:gd name="connsiteX20" fmla="*/ 181070 w 489680"/>
                                <a:gd name="connsiteY20" fmla="*/ 392716 h 554450"/>
                                <a:gd name="connsiteX21" fmla="*/ 228505 w 489680"/>
                                <a:gd name="connsiteY21" fmla="*/ 425768 h 554450"/>
                                <a:gd name="connsiteX22" fmla="*/ 288989 w 489680"/>
                                <a:gd name="connsiteY22" fmla="*/ 437674 h 554450"/>
                                <a:gd name="connsiteX23" fmla="*/ 355378 w 489680"/>
                                <a:gd name="connsiteY23" fmla="*/ 422815 h 554450"/>
                                <a:gd name="connsiteX24" fmla="*/ 400907 w 489680"/>
                                <a:gd name="connsiteY24" fmla="*/ 384143 h 554450"/>
                                <a:gd name="connsiteX25" fmla="*/ 489680 w 489680"/>
                                <a:gd name="connsiteY25" fmla="*/ 467392 h 554450"/>
                                <a:gd name="connsiteX26" fmla="*/ 403098 w 489680"/>
                                <a:gd name="connsiteY26" fmla="*/ 530924 h 5544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Forma Livre: Forma 82"/>
                          <wps:cNvSpPr/>
                          <wps:spPr>
                            <a:xfrm>
                              <a:off x="2928491" y="661289"/>
                              <a:ext cx="128396" cy="526160"/>
                            </a:xfrm>
                            <a:custGeom>
                              <a:avLst/>
                              <a:gdLst>
                                <a:gd name="connsiteX0" fmla="*/ 0 w 128396"/>
                                <a:gd name="connsiteY0" fmla="*/ 526161 h 526160"/>
                                <a:gd name="connsiteX1" fmla="*/ 0 w 128396"/>
                                <a:gd name="connsiteY1" fmla="*/ 0 h 526160"/>
                                <a:gd name="connsiteX2" fmla="*/ 128397 w 128396"/>
                                <a:gd name="connsiteY2" fmla="*/ 0 h 526160"/>
                                <a:gd name="connsiteX3" fmla="*/ 128397 w 128396"/>
                                <a:gd name="connsiteY3" fmla="*/ 526161 h 526160"/>
                                <a:gd name="connsiteX4" fmla="*/ 0 w 128396"/>
                                <a:gd name="connsiteY4" fmla="*/ 526161 h 5261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8396" h="526160">
                                  <a:moveTo>
                                    <a:pt x="0" y="526161"/>
                                  </a:moveTo>
                                  <a:lnTo>
                                    <a:pt x="0" y="0"/>
                                  </a:lnTo>
                                  <a:lnTo>
                                    <a:pt x="128397" y="0"/>
                                  </a:lnTo>
                                  <a:lnTo>
                                    <a:pt x="128397"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Forma Livre: Forma 83"/>
                          <wps:cNvSpPr/>
                          <wps:spPr>
                            <a:xfrm>
                              <a:off x="3175475" y="661289"/>
                              <a:ext cx="412051" cy="526160"/>
                            </a:xfrm>
                            <a:custGeom>
                              <a:avLst/>
                              <a:gdLst>
                                <a:gd name="connsiteX0" fmla="*/ 412051 w 412051"/>
                                <a:gd name="connsiteY0" fmla="*/ 373094 h 526160"/>
                                <a:gd name="connsiteX1" fmla="*/ 394906 w 412051"/>
                                <a:gd name="connsiteY1" fmla="*/ 445580 h 526160"/>
                                <a:gd name="connsiteX2" fmla="*/ 349377 w 412051"/>
                                <a:gd name="connsiteY2" fmla="*/ 492728 h 526160"/>
                                <a:gd name="connsiteX3" fmla="*/ 284797 w 412051"/>
                                <a:gd name="connsiteY3" fmla="*/ 518351 h 526160"/>
                                <a:gd name="connsiteX4" fmla="*/ 210502 w 412051"/>
                                <a:gd name="connsiteY4" fmla="*/ 526161 h 526160"/>
                                <a:gd name="connsiteX5" fmla="*/ 0 w 412051"/>
                                <a:gd name="connsiteY5" fmla="*/ 526161 h 526160"/>
                                <a:gd name="connsiteX6" fmla="*/ 0 w 412051"/>
                                <a:gd name="connsiteY6" fmla="*/ 0 h 526160"/>
                                <a:gd name="connsiteX7" fmla="*/ 210502 w 412051"/>
                                <a:gd name="connsiteY7" fmla="*/ 0 h 526160"/>
                                <a:gd name="connsiteX8" fmla="*/ 273177 w 412051"/>
                                <a:gd name="connsiteY8" fmla="*/ 6286 h 526160"/>
                                <a:gd name="connsiteX9" fmla="*/ 331375 w 412051"/>
                                <a:gd name="connsiteY9" fmla="*/ 27813 h 526160"/>
                                <a:gd name="connsiteX10" fmla="*/ 373951 w 412051"/>
                                <a:gd name="connsiteY10" fmla="*/ 69056 h 526160"/>
                                <a:gd name="connsiteX11" fmla="*/ 390430 w 412051"/>
                                <a:gd name="connsiteY11" fmla="*/ 135255 h 526160"/>
                                <a:gd name="connsiteX12" fmla="*/ 366522 w 412051"/>
                                <a:gd name="connsiteY12" fmla="*/ 207740 h 526160"/>
                                <a:gd name="connsiteX13" fmla="*/ 303847 w 412051"/>
                                <a:gd name="connsiteY13" fmla="*/ 248984 h 526160"/>
                                <a:gd name="connsiteX14" fmla="*/ 303847 w 412051"/>
                                <a:gd name="connsiteY14" fmla="*/ 250508 h 526160"/>
                                <a:gd name="connsiteX15" fmla="*/ 346043 w 412051"/>
                                <a:gd name="connsiteY15" fmla="*/ 264224 h 526160"/>
                                <a:gd name="connsiteX16" fmla="*/ 380333 w 412051"/>
                                <a:gd name="connsiteY16" fmla="*/ 289846 h 526160"/>
                                <a:gd name="connsiteX17" fmla="*/ 403479 w 412051"/>
                                <a:gd name="connsiteY17" fmla="*/ 326231 h 526160"/>
                                <a:gd name="connsiteX18" fmla="*/ 412051 w 412051"/>
                                <a:gd name="connsiteY18" fmla="*/ 373094 h 526160"/>
                                <a:gd name="connsiteX19" fmla="*/ 267271 w 412051"/>
                                <a:gd name="connsiteY19" fmla="*/ 152400 h 526160"/>
                                <a:gd name="connsiteX20" fmla="*/ 246793 w 412051"/>
                                <a:gd name="connsiteY20" fmla="*/ 113348 h 526160"/>
                                <a:gd name="connsiteX21" fmla="*/ 185928 w 412051"/>
                                <a:gd name="connsiteY21" fmla="*/ 101060 h 526160"/>
                                <a:gd name="connsiteX22" fmla="*/ 123254 w 412051"/>
                                <a:gd name="connsiteY22" fmla="*/ 101060 h 526160"/>
                                <a:gd name="connsiteX23" fmla="*/ 123254 w 412051"/>
                                <a:gd name="connsiteY23" fmla="*/ 209550 h 526160"/>
                                <a:gd name="connsiteX24" fmla="*/ 191929 w 412051"/>
                                <a:gd name="connsiteY24" fmla="*/ 209550 h 526160"/>
                                <a:gd name="connsiteX25" fmla="*/ 247555 w 412051"/>
                                <a:gd name="connsiteY25" fmla="*/ 195072 h 526160"/>
                                <a:gd name="connsiteX26" fmla="*/ 267367 w 412051"/>
                                <a:gd name="connsiteY26" fmla="*/ 152400 h 526160"/>
                                <a:gd name="connsiteX27" fmla="*/ 284417 w 412051"/>
                                <a:gd name="connsiteY27" fmla="*/ 361188 h 526160"/>
                                <a:gd name="connsiteX28" fmla="*/ 259842 w 412051"/>
                                <a:gd name="connsiteY28" fmla="*/ 315849 h 526160"/>
                                <a:gd name="connsiteX29" fmla="*/ 194119 w 412051"/>
                                <a:gd name="connsiteY29" fmla="*/ 303276 h 526160"/>
                                <a:gd name="connsiteX30" fmla="*/ 123254 w 412051"/>
                                <a:gd name="connsiteY30" fmla="*/ 303276 h 526160"/>
                                <a:gd name="connsiteX31" fmla="*/ 123254 w 412051"/>
                                <a:gd name="connsiteY31" fmla="*/ 423672 h 526160"/>
                                <a:gd name="connsiteX32" fmla="*/ 194881 w 412051"/>
                                <a:gd name="connsiteY32" fmla="*/ 423672 h 526160"/>
                                <a:gd name="connsiteX33" fmla="*/ 225838 w 412051"/>
                                <a:gd name="connsiteY33" fmla="*/ 421100 h 526160"/>
                                <a:gd name="connsiteX34" fmla="*/ 254889 w 412051"/>
                                <a:gd name="connsiteY34" fmla="*/ 411766 h 526160"/>
                                <a:gd name="connsiteX35" fmla="*/ 276130 w 412051"/>
                                <a:gd name="connsiteY35" fmla="*/ 392811 h 526160"/>
                                <a:gd name="connsiteX36" fmla="*/ 284321 w 412051"/>
                                <a:gd name="connsiteY36" fmla="*/ 36128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Forma Livre: Forma 84"/>
                          <wps:cNvSpPr/>
                          <wps:spPr>
                            <a:xfrm>
                              <a:off x="3672679" y="661289"/>
                              <a:ext cx="368712" cy="526160"/>
                            </a:xfrm>
                            <a:custGeom>
                              <a:avLst/>
                              <a:gdLst>
                                <a:gd name="connsiteX0" fmla="*/ 0 w 368712"/>
                                <a:gd name="connsiteY0" fmla="*/ 526161 h 526160"/>
                                <a:gd name="connsiteX1" fmla="*/ 0 w 368712"/>
                                <a:gd name="connsiteY1" fmla="*/ 0 h 526160"/>
                                <a:gd name="connsiteX2" fmla="*/ 355283 w 368712"/>
                                <a:gd name="connsiteY2" fmla="*/ 0 h 526160"/>
                                <a:gd name="connsiteX3" fmla="*/ 355283 w 368712"/>
                                <a:gd name="connsiteY3" fmla="*/ 106966 h 526160"/>
                                <a:gd name="connsiteX4" fmla="*/ 123158 w 368712"/>
                                <a:gd name="connsiteY4" fmla="*/ 106966 h 526160"/>
                                <a:gd name="connsiteX5" fmla="*/ 123158 w 368712"/>
                                <a:gd name="connsiteY5" fmla="*/ 206597 h 526160"/>
                                <a:gd name="connsiteX6" fmla="*/ 342614 w 368712"/>
                                <a:gd name="connsiteY6" fmla="*/ 206597 h 526160"/>
                                <a:gd name="connsiteX7" fmla="*/ 342614 w 368712"/>
                                <a:gd name="connsiteY7" fmla="*/ 308420 h 526160"/>
                                <a:gd name="connsiteX8" fmla="*/ 123158 w 368712"/>
                                <a:gd name="connsiteY8" fmla="*/ 308420 h 526160"/>
                                <a:gd name="connsiteX9" fmla="*/ 123158 w 368712"/>
                                <a:gd name="connsiteY9" fmla="*/ 417671 h 526160"/>
                                <a:gd name="connsiteX10" fmla="*/ 368713 w 368712"/>
                                <a:gd name="connsiteY10" fmla="*/ 417671 h 526160"/>
                                <a:gd name="connsiteX11" fmla="*/ 368713 w 368712"/>
                                <a:gd name="connsiteY11" fmla="*/ 526161 h 526160"/>
                                <a:gd name="connsiteX12" fmla="*/ 0 w 368712"/>
                                <a:gd name="connsiteY12" fmla="*/ 526161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Forma Livre: Forma 85"/>
                          <wps:cNvSpPr/>
                          <wps:spPr>
                            <a:xfrm>
                              <a:off x="4129403" y="661289"/>
                              <a:ext cx="432244" cy="526160"/>
                            </a:xfrm>
                            <a:custGeom>
                              <a:avLst/>
                              <a:gdLst>
                                <a:gd name="connsiteX0" fmla="*/ 282893 w 432244"/>
                                <a:gd name="connsiteY0" fmla="*/ 526161 h 526160"/>
                                <a:gd name="connsiteX1" fmla="*/ 168116 w 432244"/>
                                <a:gd name="connsiteY1" fmla="*/ 317278 h 526160"/>
                                <a:gd name="connsiteX2" fmla="*/ 124682 w 432244"/>
                                <a:gd name="connsiteY2" fmla="*/ 317278 h 526160"/>
                                <a:gd name="connsiteX3" fmla="*/ 124682 w 432244"/>
                                <a:gd name="connsiteY3" fmla="*/ 526161 h 526160"/>
                                <a:gd name="connsiteX4" fmla="*/ 0 w 432244"/>
                                <a:gd name="connsiteY4" fmla="*/ 526161 h 526160"/>
                                <a:gd name="connsiteX5" fmla="*/ 0 w 432244"/>
                                <a:gd name="connsiteY5" fmla="*/ 0 h 526160"/>
                                <a:gd name="connsiteX6" fmla="*/ 201549 w 432244"/>
                                <a:gd name="connsiteY6" fmla="*/ 0 h 526160"/>
                                <a:gd name="connsiteX7" fmla="*/ 275844 w 432244"/>
                                <a:gd name="connsiteY7" fmla="*/ 7810 h 526160"/>
                                <a:gd name="connsiteX8" fmla="*/ 340805 w 432244"/>
                                <a:gd name="connsiteY8" fmla="*/ 34195 h 526160"/>
                                <a:gd name="connsiteX9" fmla="*/ 386715 w 432244"/>
                                <a:gd name="connsiteY9" fmla="*/ 83249 h 526160"/>
                                <a:gd name="connsiteX10" fmla="*/ 403860 w 432244"/>
                                <a:gd name="connsiteY10" fmla="*/ 159067 h 526160"/>
                                <a:gd name="connsiteX11" fmla="*/ 374713 w 432244"/>
                                <a:gd name="connsiteY11" fmla="*/ 248984 h 526160"/>
                                <a:gd name="connsiteX12" fmla="*/ 294132 w 432244"/>
                                <a:gd name="connsiteY12" fmla="*/ 300990 h 526160"/>
                                <a:gd name="connsiteX13" fmla="*/ 432245 w 432244"/>
                                <a:gd name="connsiteY13" fmla="*/ 526161 h 526160"/>
                                <a:gd name="connsiteX14" fmla="*/ 282988 w 432244"/>
                                <a:gd name="connsiteY14" fmla="*/ 526161 h 526160"/>
                                <a:gd name="connsiteX15" fmla="*/ 277654 w 432244"/>
                                <a:gd name="connsiteY15" fmla="*/ 161258 h 526160"/>
                                <a:gd name="connsiteX16" fmla="*/ 269748 w 432244"/>
                                <a:gd name="connsiteY16" fmla="*/ 131255 h 526160"/>
                                <a:gd name="connsiteX17" fmla="*/ 249460 w 432244"/>
                                <a:gd name="connsiteY17" fmla="*/ 113348 h 526160"/>
                                <a:gd name="connsiteX18" fmla="*/ 221647 w 432244"/>
                                <a:gd name="connsiteY18" fmla="*/ 104775 h 526160"/>
                                <a:gd name="connsiteX19" fmla="*/ 192024 w 432244"/>
                                <a:gd name="connsiteY19" fmla="*/ 102489 h 526160"/>
                                <a:gd name="connsiteX20" fmla="*/ 123730 w 432244"/>
                                <a:gd name="connsiteY20" fmla="*/ 102489 h 526160"/>
                                <a:gd name="connsiteX21" fmla="*/ 123730 w 432244"/>
                                <a:gd name="connsiteY21" fmla="*/ 225076 h 526160"/>
                                <a:gd name="connsiteX22" fmla="*/ 184499 w 432244"/>
                                <a:gd name="connsiteY22" fmla="*/ 225076 h 526160"/>
                                <a:gd name="connsiteX23" fmla="*/ 216789 w 432244"/>
                                <a:gd name="connsiteY23" fmla="*/ 222504 h 526160"/>
                                <a:gd name="connsiteX24" fmla="*/ 246793 w 432244"/>
                                <a:gd name="connsiteY24" fmla="*/ 213169 h 526160"/>
                                <a:gd name="connsiteX25" fmla="*/ 268891 w 432244"/>
                                <a:gd name="connsiteY25" fmla="*/ 193834 h 526160"/>
                                <a:gd name="connsiteX26" fmla="*/ 277559 w 432244"/>
                                <a:gd name="connsiteY26" fmla="*/ 16116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6" name="Gráfico 4"/>
                        <wpg:cNvGrpSpPr/>
                        <wpg:grpSpPr>
                          <a:xfrm>
                            <a:off x="1185893" y="520700"/>
                            <a:ext cx="852773" cy="810006"/>
                            <a:chOff x="1185893" y="520700"/>
                            <a:chExt cx="852773" cy="810006"/>
                          </a:xfrm>
                        </wpg:grpSpPr>
                        <wps:wsp>
                          <wps:cNvPr id="87" name="Forma Livre: Forma 87"/>
                          <wps:cNvSpPr/>
                          <wps:spPr>
                            <a:xfrm>
                              <a:off x="1185893" y="520700"/>
                              <a:ext cx="852773" cy="810006"/>
                            </a:xfrm>
                            <a:custGeom>
                              <a:avLst/>
                              <a:gdLst>
                                <a:gd name="connsiteX0" fmla="*/ 790861 w 852773"/>
                                <a:gd name="connsiteY0" fmla="*/ 0 h 810006"/>
                                <a:gd name="connsiteX1" fmla="*/ 61913 w 852773"/>
                                <a:gd name="connsiteY1" fmla="*/ 0 h 810006"/>
                                <a:gd name="connsiteX2" fmla="*/ 0 w 852773"/>
                                <a:gd name="connsiteY2" fmla="*/ 61913 h 810006"/>
                                <a:gd name="connsiteX3" fmla="*/ 0 w 852773"/>
                                <a:gd name="connsiteY3" fmla="*/ 748094 h 810006"/>
                                <a:gd name="connsiteX4" fmla="*/ 61913 w 852773"/>
                                <a:gd name="connsiteY4" fmla="*/ 810006 h 810006"/>
                                <a:gd name="connsiteX5" fmla="*/ 790861 w 852773"/>
                                <a:gd name="connsiteY5" fmla="*/ 810006 h 810006"/>
                                <a:gd name="connsiteX6" fmla="*/ 852773 w 852773"/>
                                <a:gd name="connsiteY6" fmla="*/ 748094 h 810006"/>
                                <a:gd name="connsiteX7" fmla="*/ 852773 w 852773"/>
                                <a:gd name="connsiteY7" fmla="*/ 61913 h 810006"/>
                                <a:gd name="connsiteX8" fmla="*/ 790861 w 852773"/>
                                <a:gd name="connsiteY8" fmla="*/ 0 h 810006"/>
                                <a:gd name="connsiteX9" fmla="*/ 805148 w 852773"/>
                                <a:gd name="connsiteY9" fmla="*/ 733235 h 810006"/>
                                <a:gd name="connsiteX10" fmla="*/ 776097 w 852773"/>
                                <a:gd name="connsiteY10" fmla="*/ 762381 h 810006"/>
                                <a:gd name="connsiteX11" fmla="*/ 76676 w 852773"/>
                                <a:gd name="connsiteY11" fmla="*/ 762381 h 810006"/>
                                <a:gd name="connsiteX12" fmla="*/ 47530 w 852773"/>
                                <a:gd name="connsiteY12" fmla="*/ 733235 h 810006"/>
                                <a:gd name="connsiteX13" fmla="*/ 47530 w 852773"/>
                                <a:gd name="connsiteY13" fmla="*/ 76676 h 810006"/>
                                <a:gd name="connsiteX14" fmla="*/ 76676 w 852773"/>
                                <a:gd name="connsiteY14" fmla="*/ 47530 h 810006"/>
                                <a:gd name="connsiteX15" fmla="*/ 776097 w 852773"/>
                                <a:gd name="connsiteY15" fmla="*/ 47530 h 810006"/>
                                <a:gd name="connsiteX16" fmla="*/ 805148 w 852773"/>
                                <a:gd name="connsiteY16" fmla="*/ 76676 h 810006"/>
                                <a:gd name="connsiteX17" fmla="*/ 805148 w 852773"/>
                                <a:gd name="connsiteY17" fmla="*/ 733235 h 8100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Forma Livre: Forma 88"/>
                          <wps:cNvSpPr/>
                          <wps:spPr>
                            <a:xfrm>
                              <a:off x="1278380" y="612235"/>
                              <a:ext cx="667893" cy="626840"/>
                            </a:xfrm>
                            <a:custGeom>
                              <a:avLst/>
                              <a:gdLst>
                                <a:gd name="connsiteX0" fmla="*/ 653320 w 667893"/>
                                <a:gd name="connsiteY0" fmla="*/ 0 h 626840"/>
                                <a:gd name="connsiteX1" fmla="*/ 14573 w 667893"/>
                                <a:gd name="connsiteY1" fmla="*/ 0 h 626840"/>
                                <a:gd name="connsiteX2" fmla="*/ 0 w 667893"/>
                                <a:gd name="connsiteY2" fmla="*/ 14573 h 626840"/>
                                <a:gd name="connsiteX3" fmla="*/ 0 w 667893"/>
                                <a:gd name="connsiteY3" fmla="*/ 612267 h 626840"/>
                                <a:gd name="connsiteX4" fmla="*/ 14573 w 667893"/>
                                <a:gd name="connsiteY4" fmla="*/ 626840 h 626840"/>
                                <a:gd name="connsiteX5" fmla="*/ 653320 w 667893"/>
                                <a:gd name="connsiteY5" fmla="*/ 626840 h 626840"/>
                                <a:gd name="connsiteX6" fmla="*/ 667893 w 667893"/>
                                <a:gd name="connsiteY6" fmla="*/ 612267 h 626840"/>
                                <a:gd name="connsiteX7" fmla="*/ 667893 w 667893"/>
                                <a:gd name="connsiteY7" fmla="*/ 14669 h 626840"/>
                                <a:gd name="connsiteX8" fmla="*/ 653320 w 667893"/>
                                <a:gd name="connsiteY8" fmla="*/ 95 h 626840"/>
                                <a:gd name="connsiteX9" fmla="*/ 617125 w 667893"/>
                                <a:gd name="connsiteY9" fmla="*/ 565404 h 626840"/>
                                <a:gd name="connsiteX10" fmla="*/ 606171 w 667893"/>
                                <a:gd name="connsiteY10" fmla="*/ 576358 h 626840"/>
                                <a:gd name="connsiteX11" fmla="*/ 61817 w 667893"/>
                                <a:gd name="connsiteY11" fmla="*/ 576358 h 626840"/>
                                <a:gd name="connsiteX12" fmla="*/ 50864 w 667893"/>
                                <a:gd name="connsiteY12" fmla="*/ 565404 h 626840"/>
                                <a:gd name="connsiteX13" fmla="*/ 50864 w 667893"/>
                                <a:gd name="connsiteY13" fmla="*/ 61913 h 626840"/>
                                <a:gd name="connsiteX14" fmla="*/ 61817 w 667893"/>
                                <a:gd name="connsiteY14" fmla="*/ 51054 h 626840"/>
                                <a:gd name="connsiteX15" fmla="*/ 606076 w 667893"/>
                                <a:gd name="connsiteY15" fmla="*/ 51054 h 626840"/>
                                <a:gd name="connsiteX16" fmla="*/ 617030 w 667893"/>
                                <a:gd name="connsiteY16" fmla="*/ 61913 h 626840"/>
                                <a:gd name="connsiteX17" fmla="*/ 617030 w 667893"/>
                                <a:gd name="connsiteY17" fmla="*/ 565499 h 626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close/>
                                </a:path>
                              </a:pathLst>
                            </a:custGeom>
                            <a:solidFill>
                              <a:srgbClr val="E84E0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Forma Livre: Forma 89"/>
                          <wps:cNvSpPr/>
                          <wps:spPr>
                            <a:xfrm>
                              <a:off x="1370106" y="767302"/>
                              <a:ext cx="234314" cy="316801"/>
                            </a:xfrm>
                            <a:custGeom>
                              <a:avLst/>
                              <a:gdLst>
                                <a:gd name="connsiteX0" fmla="*/ 200120 w 234314"/>
                                <a:gd name="connsiteY0" fmla="*/ 63818 h 316801"/>
                                <a:gd name="connsiteX1" fmla="*/ 146114 w 234314"/>
                                <a:gd name="connsiteY1" fmla="*/ 154686 h 316801"/>
                                <a:gd name="connsiteX2" fmla="*/ 81343 w 234314"/>
                                <a:gd name="connsiteY2" fmla="*/ 0 h 316801"/>
                                <a:gd name="connsiteX3" fmla="*/ 0 w 234314"/>
                                <a:gd name="connsiteY3" fmla="*/ 0 h 316801"/>
                                <a:gd name="connsiteX4" fmla="*/ 132302 w 234314"/>
                                <a:gd name="connsiteY4" fmla="*/ 316802 h 316801"/>
                                <a:gd name="connsiteX5" fmla="*/ 200311 w 234314"/>
                                <a:gd name="connsiteY5" fmla="*/ 316802 h 316801"/>
                                <a:gd name="connsiteX6" fmla="*/ 234315 w 234314"/>
                                <a:gd name="connsiteY6" fmla="*/ 63818 h 316801"/>
                                <a:gd name="connsiteX7" fmla="*/ 200120 w 234314"/>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Forma Livre: Forma 90"/>
                          <wps:cNvSpPr/>
                          <wps:spPr>
                            <a:xfrm>
                              <a:off x="1620137" y="767302"/>
                              <a:ext cx="234315" cy="316801"/>
                            </a:xfrm>
                            <a:custGeom>
                              <a:avLst/>
                              <a:gdLst>
                                <a:gd name="connsiteX0" fmla="*/ 34195 w 234315"/>
                                <a:gd name="connsiteY0" fmla="*/ 63818 h 316801"/>
                                <a:gd name="connsiteX1" fmla="*/ 88201 w 234315"/>
                                <a:gd name="connsiteY1" fmla="*/ 154686 h 316801"/>
                                <a:gd name="connsiteX2" fmla="*/ 152972 w 234315"/>
                                <a:gd name="connsiteY2" fmla="*/ 0 h 316801"/>
                                <a:gd name="connsiteX3" fmla="*/ 234315 w 234315"/>
                                <a:gd name="connsiteY3" fmla="*/ 0 h 316801"/>
                                <a:gd name="connsiteX4" fmla="*/ 102013 w 234315"/>
                                <a:gd name="connsiteY4" fmla="*/ 316802 h 316801"/>
                                <a:gd name="connsiteX5" fmla="*/ 34004 w 234315"/>
                                <a:gd name="connsiteY5" fmla="*/ 316802 h 316801"/>
                                <a:gd name="connsiteX6" fmla="*/ 0 w 234315"/>
                                <a:gd name="connsiteY6" fmla="*/ 63818 h 316801"/>
                                <a:gd name="connsiteX7" fmla="*/ 34195 w 234315"/>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c:wpc>
                </a:graphicData>
              </a:graphic>
              <wp14:sizeRelH relativeFrom="page">
                <wp14:pctWidth>0</wp14:pctWidth>
              </wp14:sizeRelH>
              <wp14:sizeRelV relativeFrom="page">
                <wp14:pctHeight>0</wp14:pctHeight>
              </wp14:sizeRelV>
            </wp:anchor>
          </w:drawing>
        </mc:Choice>
        <mc:Fallback xmlns:oel="http://schemas.microsoft.com/office/2019/extlst">
          <w:pict>
            <v:group w14:anchorId="39F85539" id="Tela 76" o:spid="_x0000_s1026" editas="canvas" style="position:absolute;margin-left:-59.55pt;margin-top:-35.45pt;width:595.25pt;height:842pt;z-index:251666432"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" path="m,31r,l6350,31r,-31l,,,31xe" fillcolor="#fa5a00" stroked="f" strokeweight="0">
                <v:path arrowok="t" o:connecttype="custom" o:connectlocs="0,29845;0,29845;6055360,29845;6055360,0;0,0;0,29845"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" path="m128,52r,c128,13,99,,62,l,,,169r41,l41,105r20,c97,105,128,91,128,52xm88,52r,c88,68,73,72,58,72r-17,l41,33r18,c73,33,88,36,88,52xe" fillcolor="#fa5a00" stroked="f" strokeweight="0">
                  <v:path arrowok="t" o:connecttype="custom" o:connectlocs="121920,49628;121920,49628;59055,0;0,0;0,161290;39053,161290;39053,100210;58103,100210;121920,49628;83820,49628;83820,49628;55245,68715;39053,68715;39053,31494;56198,31494;83820,4962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" path="m138,169r,l94,96v22,-6,35,-23,35,-45c129,12,97,,64,l,,,169r40,l40,102r14,l90,169r48,xm89,51r,c89,69,72,72,59,72r-19,l40,33r21,c74,33,89,36,89,51xe" fillcolor="#fa5a00" stroked="f" strokeweight="0">
                  <v:path arrowok="t" o:connecttype="custom" o:connectlocs="131445,161290;131445,161290;89535,91620;122873,48673;60960,0;0,0;0,161290;38100,161290;38100,97347;51435,97347;85725,161290;131445,161290;84773,48673;84773,48673;56198,68715;38100,68715;38100,31494;58103,31494;84773,48673"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" path="m118,169r,l118,134r-79,l39,99r70,l109,66r-70,l39,34r75,l114,,,,,169r118,xe" fillcolor="#fa5a00" stroked="f" strokeweight="0">
                  <v:path arrowok="t" o:connecttype="custom" o:connectlocs="112395,161290;112395,161290;112395,127887;37148,127887;37148,94483;103823,94483;103823,62989;37148,62989;37148,32449;108585,32449;108585,0;0,0;0,161290;112395,161290"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" path="m129,21r,c114,7,93,,73,,42,,8,16,8,53v,31,22,42,43,49c73,109,86,113,86,126v,14,-11,18,-23,18c50,144,35,137,26,126l,154v14,15,39,24,63,24c96,178,128,161,128,122,128,88,98,78,75,71,59,66,49,62,49,51,49,38,62,34,73,34v10,,23,6,30,15l129,21xe" fillcolor="#fa5a00" stroked="f" strokeweight="0">
                  <v:path arrowok="t" o:connecttype="custom" o:connectlocs="123190,20077;123190,20077;69712,0;7640,50672;48703,97519;82127,120464;60163,137674;24829,120464;0,147234;60163,170180;122235,116640;71622,67881;46793,48759;69712,32506;98361,46847;123190,20077"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" path="m130,21r,c115,7,93,,74,,43,,9,16,9,53v,31,22,42,43,49c74,109,87,113,87,126v,14,-11,18,-23,18c50,144,35,137,27,126l,154v15,15,40,24,64,24c97,178,129,161,129,122,129,88,99,78,76,71,60,66,50,62,50,51,50,38,63,34,74,34v10,,23,6,30,15l130,21xe" fillcolor="#fa5a00" stroked="f" strokeweight="0">
                  <v:path arrowok="t" o:connecttype="custom" o:connectlocs="123825,20077;123825,20077;70485,0;8573,50672;49530,97519;82868,120464;60960,137674;25718,120464;0,147234;60960,170180;122873,116640;72390,67881;47625,48759;70485,32506;99060,46847;123825,20077"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" path="m139,169r,l94,96v22,-6,35,-23,35,-45c129,12,97,,65,l,,,169r40,l40,102r14,l91,169r48,xm89,51r,c89,69,73,72,59,72r-19,l40,33r22,c74,33,89,36,89,51xe" fillcolor="#fa5a00" stroked="f" strokeweight="0">
                  <v:path arrowok="t" o:connecttype="custom" o:connectlocs="132715,161290;132715,161290;89750,91620;123167,48673;62061,0;0,0;0,161290;38191,161290;38191,97347;51558,97347;86885,161290;132715,161290;84976,48673;84976,48673;56332,68715;38191,68715;38191,31494;59197,31494;84976,48673"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" path="m107,169r,l107,133r-66,l41,,,,,169r107,xe" fillcolor="#fa5a00" stroked="f" strokeweight="0">
                  <v:path arrowok="t" o:connecttype="custom" o:connectlocs="102235,161290;102235,161290;102235,126932;39174,126932;39174,0;0,0;0,161290;102235,161290"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" path="m181,169r,l111,,71,,,169r45,l57,136r65,l136,169r45,xm111,103r,l69,103,90,45r21,58xe" fillcolor="#fa5a00" stroked="f" strokeweight="0">
                  <v:path arrowok="t" o:connecttype="custom" o:connectlocs="172720,161290;172720,161290;105922,0;67752,0;0,161290;42941,161290;54392,129796;116419,129796;129779,161290;172720,161290;105922,98301;105922,98301;65844,98301;85883,42947;105922,98301"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" path="m129,21r,c114,7,93,,74,,42,,8,16,8,53v,31,22,42,44,49c74,109,87,113,87,126v,14,-11,18,-24,18c50,144,35,137,27,126l,154v15,15,39,24,63,24c97,178,128,161,128,122,128,88,98,78,75,71,59,66,49,62,49,51,49,38,63,34,73,34v11,,23,6,30,15l129,21xe" fillcolor="#fa5a00" stroked="f" strokeweight="0">
                  <v:path arrowok="t" o:connecttype="custom" o:connectlocs="123190,20077;123190,20077;70667,0;7640,50672;49658,97519;83082,120464;60163,137674;25784,120464;0,147234;60163,170180;122235,116640;71622,67881;46793,48759;69712,32506;98361,46847;123190,20077"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" path="m118,169r,l118,134r-79,l39,99r70,l109,66r-70,l39,34r74,l113,,,,,169r118,xe" fillcolor="#fa5a00" stroked="f" strokeweight="0">
                  <v:path arrowok="t" o:connecttype="custom" o:connectlocs="113030,161290;113030,161290;113030,127887;37357,127887;37357,94483;104409,94483;104409,62989;37357,62989;37357,32449;108241,32449;108241,0;0,0;0,161290;113030,161290"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03,531019;284321,554450;171260,534353;81344,477488;21622,389382;0,276416;22003,162020;82868,74676;173927,19336;286607,0;396716,19717;484441,77343;397859,163544;350806,127064;291084,115157;229552,127444;181451,161258;150114,212122;138874,276416;150114,341852;181070,392716;228505,425768;288989,437674;355378,422815;400907,384143;489680,467392;403098,530924"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" path="m,526161l,,128397,r,526161l,526161xe" fillcolor="#485358" stroked="f">
                    <v:stroke joinstyle="miter"/>
                    <v:path arrowok="t" o:connecttype="custom" o:connectlocs="0,526161;0,0;128397,0;128397,526161;0,526161"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051,373094;394906,445580;349377,492728;284797,518351;210502,526161;0,526161;0,0;210502,0;273177,6286;331375,27813;373951,69056;390430,135255;366522,207740;303847,248984;303847,250508;346043,264224;380333,289846;403479,326231;412051,373094;267271,152400;246793,113348;185928,101060;123254,101060;123254,209550;191929,209550;247555,195072;267367,152400;284417,361188;259842,315849;194119,303276;123254,303276;123254,423672;194881,423672;225838,421100;254889,411766;276130,392811;284321,36128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" path="m,526161l,,355283,r,106966l123158,106966r,99631l342614,206597r,101823l123158,308420r,109251l368713,417671r,108490l,526161xe" fillcolor="#485358" stroked="f">
                    <v:stroke joinstyle="miter"/>
                    <v:path arrowok="t" o:connecttype="custom" o:connectlocs="0,526161;0,0;355283,0;355283,106966;123158,106966;123158,206597;342614,206597;342614,308420;123158,308420;123158,417671;368713,417671;368713,526161;0,526161"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893,526161;168116,317278;124682,317278;124682,526161;0,526161;0,0;201549,0;275844,7810;340805,34195;386715,83249;403860,159067;374713,248984;294132,300990;432245,526161;282988,526161;277654,161258;269748,131255;249460,113348;221647,104775;192024,102489;123730,102489;123730,225076;184499,225076;216789,222504;246793,213169;268891,193834;277559,161163"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861,0;61913,0;0,61913;0,748094;61913,810006;790861,810006;852773,748094;852773,61913;790861,0;805148,733235;776097,762381;76676,762381;47530,733235;47530,76676;76676,47530;776097,47530;805148,76676;805148,733235"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20,0;14573,0;0,14573;0,612267;14573,626840;653320,626840;667893,612267;667893,14669;653320,95;617125,565404;606171,576358;61817,576358;50864,565404;50864,61913;61817,51054;606076,51054;617030,61913;617030,565499"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" path="m200120,63818r-54006,90868l81343,,,,132302,316802r68009,l234315,63818r-34195,xe" fillcolor="#485358" stroked="f">
                    <v:stroke joinstyle="miter"/>
                    <v:path arrowok="t" o:connecttype="custom" o:connectlocs="200120,63818;146114,154686;81343,0;0,0;132302,316802;200311,316802;234315,63818;200120,6381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" path="m34195,63818r54006,90868l152972,r81343,l102013,316802r-68009,l,63818r34195,xe" fillcolor="#485358" stroked="f">
                    <v:stroke joinstyle="miter"/>
                    <v:path arrowok="t" o:connecttype="custom" o:connectlocs="34195,63818;88201,154686;152972,0;234315,0;102013,316802;34004,316802;0,63818;34195,63818" o:connectangles="0,0,0,0,0,0,0,0"/>
                  </v:shape>
                </v:group>
              </v:group>
            </v:group>
          </w:pict>
        </mc:Fallback>
      </mc:AlternateContent>
    </w:r>
    <w:r>
      <w:rPr>
        <w:noProof/>
      </w:rPr>
      <mc:AlternateContent>
        <mc:Choice Requires="wps">
          <w:drawing>
            <wp:anchor distT="0" distB="0" distL="0" distR="0" simplePos="0" relativeHeight="251663360" behindDoc="0" locked="0" layoutInCell="1" allowOverlap="1" wp14:anchorId="590C1290" wp14:editId="708395A8">
              <wp:simplePos x="758190" y="44958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FD69BA" w14:textId="3BCDF32A"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0C1290"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3FD69BA" w14:textId="3BCDF32A"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51C0210" w:rsidR="00533132" w:rsidRDefault="005259BF">
    <w:pPr>
      <w:pStyle w:val="Kopfzeile"/>
    </w:pPr>
    <w:r>
      <w:rPr>
        <w:noProof/>
      </w:rPr>
      <mc:AlternateContent>
        <mc:Choice Requires="wps">
          <w:drawing>
            <wp:anchor distT="0" distB="0" distL="0" distR="0" simplePos="0" relativeHeight="251661312" behindDoc="0" locked="0" layoutInCell="1" allowOverlap="1" wp14:anchorId="3E87DF34" wp14:editId="2A62BF9B">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68D897" w14:textId="5649FC49"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87DF34"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4968D897" w14:textId="5649FC49"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4" type="#_x0000_t75" style="width:1501.7pt;height:1501.7pt" o:bullet="t">
        <v:imagedata r:id="rId1" o:title="AZ_04a"/>
      </v:shape>
    </w:pict>
  </w:numPicBullet>
  <w:numPicBullet w:numPicBulletId="1">
    <w:pict>
      <v:shape id="_x0000_i1415" type="#_x0000_t75" style="width:5.15pt;height:5.1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784"/>
    <w:rsid w:val="00033012"/>
    <w:rsid w:val="00042106"/>
    <w:rsid w:val="0005285B"/>
    <w:rsid w:val="00055529"/>
    <w:rsid w:val="00055F15"/>
    <w:rsid w:val="0006144A"/>
    <w:rsid w:val="00062C3A"/>
    <w:rsid w:val="00066D09"/>
    <w:rsid w:val="000736B5"/>
    <w:rsid w:val="00080D3F"/>
    <w:rsid w:val="0009665C"/>
    <w:rsid w:val="000A0479"/>
    <w:rsid w:val="000A36D9"/>
    <w:rsid w:val="000A4C7D"/>
    <w:rsid w:val="000B582B"/>
    <w:rsid w:val="000D15C3"/>
    <w:rsid w:val="000E24F8"/>
    <w:rsid w:val="000E5738"/>
    <w:rsid w:val="00103205"/>
    <w:rsid w:val="0011795C"/>
    <w:rsid w:val="0012026F"/>
    <w:rsid w:val="00130601"/>
    <w:rsid w:val="00132055"/>
    <w:rsid w:val="00140D7E"/>
    <w:rsid w:val="00146C3D"/>
    <w:rsid w:val="00152E36"/>
    <w:rsid w:val="00153B47"/>
    <w:rsid w:val="001613A6"/>
    <w:rsid w:val="001614F0"/>
    <w:rsid w:val="001616F4"/>
    <w:rsid w:val="0018021A"/>
    <w:rsid w:val="00184969"/>
    <w:rsid w:val="00184D2A"/>
    <w:rsid w:val="00194B9D"/>
    <w:rsid w:val="00194FB1"/>
    <w:rsid w:val="001B16BB"/>
    <w:rsid w:val="001B34EE"/>
    <w:rsid w:val="001C1A3E"/>
    <w:rsid w:val="001F61E6"/>
    <w:rsid w:val="00200355"/>
    <w:rsid w:val="0021351D"/>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108B"/>
    <w:rsid w:val="002F5818"/>
    <w:rsid w:val="002F70FD"/>
    <w:rsid w:val="0030316D"/>
    <w:rsid w:val="0032774C"/>
    <w:rsid w:val="00332D28"/>
    <w:rsid w:val="0034191A"/>
    <w:rsid w:val="00343CC7"/>
    <w:rsid w:val="003524CC"/>
    <w:rsid w:val="0036561D"/>
    <w:rsid w:val="003665BE"/>
    <w:rsid w:val="00380ACA"/>
    <w:rsid w:val="00384A08"/>
    <w:rsid w:val="00387E6F"/>
    <w:rsid w:val="003967E5"/>
    <w:rsid w:val="003A753A"/>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167A3"/>
    <w:rsid w:val="005259BF"/>
    <w:rsid w:val="0053014B"/>
    <w:rsid w:val="00530E32"/>
    <w:rsid w:val="00533132"/>
    <w:rsid w:val="00537210"/>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23B37"/>
    <w:rsid w:val="006330A2"/>
    <w:rsid w:val="0063625E"/>
    <w:rsid w:val="00642EB6"/>
    <w:rsid w:val="006433E2"/>
    <w:rsid w:val="00651E5D"/>
    <w:rsid w:val="00677F11"/>
    <w:rsid w:val="00682B1A"/>
    <w:rsid w:val="00690D7C"/>
    <w:rsid w:val="00690DFE"/>
    <w:rsid w:val="00695E57"/>
    <w:rsid w:val="006B3EEC"/>
    <w:rsid w:val="006C0C87"/>
    <w:rsid w:val="006D6CC6"/>
    <w:rsid w:val="006D7EAC"/>
    <w:rsid w:val="006E0104"/>
    <w:rsid w:val="006F3B56"/>
    <w:rsid w:val="006F7602"/>
    <w:rsid w:val="00722A17"/>
    <w:rsid w:val="00723F4F"/>
    <w:rsid w:val="00732DBC"/>
    <w:rsid w:val="0075032E"/>
    <w:rsid w:val="00754B80"/>
    <w:rsid w:val="00755AE0"/>
    <w:rsid w:val="0075761B"/>
    <w:rsid w:val="00757B83"/>
    <w:rsid w:val="00767C96"/>
    <w:rsid w:val="00774358"/>
    <w:rsid w:val="00791A69"/>
    <w:rsid w:val="0079462A"/>
    <w:rsid w:val="00794830"/>
    <w:rsid w:val="00797CAA"/>
    <w:rsid w:val="007A2B6F"/>
    <w:rsid w:val="007A6BD2"/>
    <w:rsid w:val="007C2658"/>
    <w:rsid w:val="007C272C"/>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614EF"/>
    <w:rsid w:val="00A66B3F"/>
    <w:rsid w:val="00A82395"/>
    <w:rsid w:val="00A9295C"/>
    <w:rsid w:val="00A977CE"/>
    <w:rsid w:val="00AA0DF7"/>
    <w:rsid w:val="00AA5D7F"/>
    <w:rsid w:val="00AB52F9"/>
    <w:rsid w:val="00AD131F"/>
    <w:rsid w:val="00AD32D5"/>
    <w:rsid w:val="00AD70E4"/>
    <w:rsid w:val="00AF3B3A"/>
    <w:rsid w:val="00AF4E8E"/>
    <w:rsid w:val="00AF6569"/>
    <w:rsid w:val="00B06265"/>
    <w:rsid w:val="00B5232A"/>
    <w:rsid w:val="00B60ED1"/>
    <w:rsid w:val="00B62CF5"/>
    <w:rsid w:val="00B70014"/>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6DF"/>
    <w:rsid w:val="00C17501"/>
    <w:rsid w:val="00C26672"/>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35C4"/>
    <w:rsid w:val="00CE26FE"/>
    <w:rsid w:val="00CF36C9"/>
    <w:rsid w:val="00D00EC4"/>
    <w:rsid w:val="00D12CB8"/>
    <w:rsid w:val="00D166AC"/>
    <w:rsid w:val="00D36BA2"/>
    <w:rsid w:val="00D37CF4"/>
    <w:rsid w:val="00D4487C"/>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30EBF"/>
    <w:rsid w:val="00E316C0"/>
    <w:rsid w:val="00E31E03"/>
    <w:rsid w:val="00E35214"/>
    <w:rsid w:val="00E451CD"/>
    <w:rsid w:val="00E51170"/>
    <w:rsid w:val="00E52D70"/>
    <w:rsid w:val="00E55534"/>
    <w:rsid w:val="00E7116D"/>
    <w:rsid w:val="00E72429"/>
    <w:rsid w:val="00E729CB"/>
    <w:rsid w:val="00E914D1"/>
    <w:rsid w:val="00E960D8"/>
    <w:rsid w:val="00E97DC4"/>
    <w:rsid w:val="00EB5FCA"/>
    <w:rsid w:val="00EC0F59"/>
    <w:rsid w:val="00EE4BA7"/>
    <w:rsid w:val="00F01487"/>
    <w:rsid w:val="00F048D4"/>
    <w:rsid w:val="00F04E21"/>
    <w:rsid w:val="00F20920"/>
    <w:rsid w:val="00F23212"/>
    <w:rsid w:val="00F33B16"/>
    <w:rsid w:val="00F34990"/>
    <w:rsid w:val="00F353EA"/>
    <w:rsid w:val="00F36C27"/>
    <w:rsid w:val="00F56318"/>
    <w:rsid w:val="00F60ED2"/>
    <w:rsid w:val="00F61A09"/>
    <w:rsid w:val="00F62E45"/>
    <w:rsid w:val="00F67C95"/>
    <w:rsid w:val="00F74540"/>
    <w:rsid w:val="00F75B79"/>
    <w:rsid w:val="00F82525"/>
    <w:rsid w:val="00F91AC4"/>
    <w:rsid w:val="00F97FEA"/>
    <w:rsid w:val="00FB60E1"/>
    <w:rsid w:val="00FD3589"/>
    <w:rsid w:val="00FD3768"/>
    <w:rsid w:val="00FD51E9"/>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basedOn w:val="Absatz-Standardschriftart"/>
    <w:uiPriority w:val="99"/>
    <w:unhideWhenUsed/>
    <w:rsid w:val="00CD35C4"/>
    <w:rPr>
      <w:color w:val="808080"/>
    </w:rPr>
  </w:style>
  <w:style w:type="paragraph" w:styleId="berarbeitung">
    <w:name w:val="Revision"/>
    <w:hidden/>
    <w:uiPriority w:val="71"/>
    <w:semiHidden/>
    <w:rsid w:val="00184969"/>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776</Words>
  <Characters>4893</Characters>
  <Application>Microsoft Office Word</Application>
  <DocSecurity>0</DocSecurity>
  <Lines>40</Lines>
  <Paragraphs>11</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wir-lieben-office.de</Company>
  <LinksUpToDate>false</LinksUpToDate>
  <CharactersWithSpaces>5658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2021-10-28T15:19:00Z</cp:lastPrinted>
  <dcterms:created xsi:type="dcterms:W3CDTF">2022-08-31T09:41:00Z</dcterms:created>
  <dcterms:modified xsi:type="dcterms:W3CDTF">2022-10-07T08:42:00Z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2022-05-10T09:30:51Z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098fdcaa-44f8-410b-b992-4adfe1315d14</vt:lpwstr>
  </property>
  <property fmtid="{D5CDD505-2E9C-101B-9397-08002B2CF9AE}" pid="11" name="MSIP_Label_df1a195f-122b-42dc-a2d3-71a1903dcdac_ContentBits">
    <vt:lpwstr>1</vt:lpwstr>
  </property>
</Properties>
</file>