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3972B" w14:textId="6A6473B0" w:rsidR="00A27829" w:rsidRPr="001F61E6" w:rsidRDefault="005E25BC" w:rsidP="00A27829">
      <w:pPr>
        <w:pStyle w:val="Head"/>
      </w:pPr>
      <w:bookmarkStart w:id="0" w:name="_Hlk111120004"/>
      <w:proofErr w:type="spellStart"/>
      <w:r>
        <w:rPr>
          <w:lang w:val="it-IT"/>
        </w:rPr>
        <w:t>Ciber</w:t>
      </w:r>
      <w:proofErr w:type="spellEnd"/>
      <w:r>
        <w:rPr>
          <w:lang w:val="it-IT"/>
        </w:rPr>
        <w:t xml:space="preserve"> | Esordio europeo per l’impianto mobile per la produzione continua di asfalto </w:t>
      </w:r>
      <w:proofErr w:type="spellStart"/>
      <w:r>
        <w:rPr>
          <w:lang w:val="it-IT"/>
        </w:rPr>
        <w:t>iNOVA</w:t>
      </w:r>
      <w:proofErr w:type="spellEnd"/>
      <w:r>
        <w:rPr>
          <w:lang w:val="it-IT"/>
        </w:rPr>
        <w:t xml:space="preserve"> 2000 </w:t>
      </w:r>
    </w:p>
    <w:p w14:paraId="193790FB" w14:textId="607AE021" w:rsidR="00A46F1E" w:rsidRPr="001F61E6" w:rsidRDefault="005E25BC" w:rsidP="00881E44">
      <w:pPr>
        <w:pStyle w:val="Teaser"/>
      </w:pPr>
      <w:r>
        <w:rPr>
          <w:bCs/>
          <w:lang w:val="it-IT"/>
        </w:rPr>
        <w:t xml:space="preserve">Al Bauma, per la prima volta in Europa, </w:t>
      </w:r>
      <w:proofErr w:type="spellStart"/>
      <w:r>
        <w:rPr>
          <w:bCs/>
          <w:lang w:val="it-IT"/>
        </w:rPr>
        <w:t>Ciber</w:t>
      </w:r>
      <w:proofErr w:type="spellEnd"/>
      <w:r>
        <w:rPr>
          <w:bCs/>
          <w:lang w:val="it-IT"/>
        </w:rPr>
        <w:t xml:space="preserve"> presenterà l’</w:t>
      </w:r>
      <w:proofErr w:type="spellStart"/>
      <w:r>
        <w:rPr>
          <w:bCs/>
          <w:lang w:val="it-IT"/>
        </w:rPr>
        <w:t>iNOVA</w:t>
      </w:r>
      <w:proofErr w:type="spellEnd"/>
      <w:r>
        <w:rPr>
          <w:bCs/>
          <w:lang w:val="it-IT"/>
        </w:rPr>
        <w:t xml:space="preserve"> 2000, un impianto di miscelazione dell’asfalto per il mercato globale. Questo modello ha la maggiore capacità produttiva della linea </w:t>
      </w:r>
      <w:proofErr w:type="spellStart"/>
      <w:r>
        <w:rPr>
          <w:bCs/>
          <w:lang w:val="it-IT"/>
        </w:rPr>
        <w:t>iNOVA</w:t>
      </w:r>
      <w:proofErr w:type="spellEnd"/>
      <w:r>
        <w:rPr>
          <w:bCs/>
          <w:lang w:val="it-IT"/>
        </w:rPr>
        <w:t>, lanciata per la prima volta nel 2017. Con le sue tecnologie, che offrono dei vantaggi logistici, bassi costi di produzione e un basso impatto ambientale, l’</w:t>
      </w:r>
      <w:proofErr w:type="spellStart"/>
      <w:r>
        <w:rPr>
          <w:bCs/>
          <w:lang w:val="it-IT"/>
        </w:rPr>
        <w:t>iNOVA</w:t>
      </w:r>
      <w:proofErr w:type="spellEnd"/>
      <w:r>
        <w:rPr>
          <w:bCs/>
          <w:lang w:val="it-IT"/>
        </w:rPr>
        <w:t xml:space="preserve"> 2000 è un prodotto leader in Paesi come l’Australia e la Nuova Zelanda ed è il leader del mercato in America Latina e in Africa. </w:t>
      </w:r>
    </w:p>
    <w:p w14:paraId="55CB604F" w14:textId="77777777" w:rsidR="002B7460" w:rsidRDefault="005E25BC" w:rsidP="00282AFC">
      <w:pPr>
        <w:pStyle w:val="Standardabsatz"/>
      </w:pPr>
      <w:r>
        <w:rPr>
          <w:lang w:val="it-IT"/>
        </w:rPr>
        <w:t xml:space="preserve">Con una capacità di produzione fino a 200 t/h, l’impianto è progettato con solo due unità mobili e presenta quindi dei costi di trasporto e installazione ridotti. Con l’aiuto dei sensori per l’umidità, il sistema di pesatura individuale per i diversi gruppi usati assicura che i materiali siano dosati accuratamente nel flusso continuo. L’essiccatore in controcorrente per i gruppi è dotato della variazione automatica della velocità e fornisce quindi lo scambio di calore ottimale tra i gruppi e i gas di combustione, minimizzando il consumo carburante. </w:t>
      </w:r>
    </w:p>
    <w:p w14:paraId="5941A861" w14:textId="1B102796" w:rsidR="000B582B" w:rsidRPr="00AA5D7F" w:rsidRDefault="005E25BC" w:rsidP="00282AFC">
      <w:pPr>
        <w:pStyle w:val="Standardabsatz"/>
      </w:pPr>
      <w:r>
        <w:rPr>
          <w:lang w:val="it-IT"/>
        </w:rPr>
        <w:t xml:space="preserve">Il robusto sistema di filtrazione assicura l’impatto ambientale minimo durante la produzione. Per fornire la massima qualità del conglomerato, il miscelatore è esterno all’equipaggiamento, con un alto taglio, una fase iniziale secca (senza legante) e il controllo automatico del tempo di miscelazione, come da requisiti del progetto. Il funzionamento dell’impianto è completamente automatico e assicura un’alta sicurezza della produzione. Il sistema di diagnosi delle anomalie e gli elementi d’usura ad alta resistenza aumentano il tempo di funzionamento dell’impianto. </w:t>
      </w:r>
    </w:p>
    <w:p w14:paraId="7EDDE320" w14:textId="2970C21D" w:rsidR="00CD35C4" w:rsidRPr="00CD35C4" w:rsidRDefault="005E25BC" w:rsidP="00CD35C4">
      <w:pPr>
        <w:pStyle w:val="Absatzberschrift"/>
      </w:pPr>
      <w:proofErr w:type="spellStart"/>
      <w:r>
        <w:rPr>
          <w:bCs/>
          <w:lang w:val="it-IT"/>
        </w:rPr>
        <w:t>AutoSmart</w:t>
      </w:r>
      <w:proofErr w:type="spellEnd"/>
    </w:p>
    <w:p w14:paraId="684C6270" w14:textId="12562E0F" w:rsidR="00BD25D1" w:rsidRPr="0025639D" w:rsidRDefault="0006144A" w:rsidP="0006144A">
      <w:pPr>
        <w:jc w:val="both"/>
      </w:pPr>
      <w:r>
        <w:rPr>
          <w:sz w:val="22"/>
          <w:lang w:val="it-IT"/>
        </w:rPr>
        <w:t xml:space="preserve">Per la piena integrazione e la gestione totale dell’impianto, il pacchetto </w:t>
      </w:r>
      <w:proofErr w:type="spellStart"/>
      <w:r>
        <w:rPr>
          <w:sz w:val="22"/>
          <w:lang w:val="it-IT"/>
        </w:rPr>
        <w:t>AutoSmart</w:t>
      </w:r>
      <w:proofErr w:type="spellEnd"/>
      <w:r>
        <w:rPr>
          <w:sz w:val="22"/>
          <w:lang w:val="it-IT"/>
        </w:rPr>
        <w:t xml:space="preserve"> genera una comunicazione istantanea tra i sistemi di dosaggio, essiccazione, filtraggio e miscelazione, in modo che sia possibile anticipare l’azione da eseguire da parte di questi sistemi, dando vita a un processo che può essere adattato automaticamente alle condizioni di produzione ottimali. Questa caratterista offre molti vantaggi, tra cui una minore dipendenza dalla competenza dell’operatore, e automatizza i processi - che sono manuali e suscettibili a errori, come la misurazione dell’umidità nei gruppi - prima e durante la produzione. </w:t>
      </w:r>
    </w:p>
    <w:p w14:paraId="4E87031D" w14:textId="3913CCE6" w:rsidR="00CD35C4" w:rsidRPr="0025639D" w:rsidRDefault="00CD35C4" w:rsidP="00CD35C4">
      <w:pPr>
        <w:jc w:val="both"/>
      </w:pPr>
    </w:p>
    <w:p w14:paraId="5D5717FE" w14:textId="6B7B46B9" w:rsidR="00CD35C4" w:rsidRPr="00CD35C4" w:rsidRDefault="005E25BC" w:rsidP="00CD35C4">
      <w:pPr>
        <w:pStyle w:val="Absatzberschrift"/>
      </w:pPr>
      <w:r>
        <w:rPr>
          <w:bCs/>
          <w:lang w:val="it-IT"/>
        </w:rPr>
        <w:t>Efficienza nei consumi di carburante</w:t>
      </w:r>
    </w:p>
    <w:p w14:paraId="54BF809D" w14:textId="6955D274" w:rsidR="005E25BC" w:rsidRPr="0025639D" w:rsidRDefault="005E25BC" w:rsidP="005E25BC">
      <w:pPr>
        <w:jc w:val="both"/>
        <w:rPr>
          <w:sz w:val="22"/>
          <w:szCs w:val="24"/>
        </w:rPr>
      </w:pPr>
      <w:r>
        <w:rPr>
          <w:sz w:val="22"/>
          <w:lang w:val="it-IT"/>
        </w:rPr>
        <w:t xml:space="preserve">Il tamburo essiccatore usato esclusivamente per i gruppi, il bruciatore </w:t>
      </w:r>
      <w:proofErr w:type="spellStart"/>
      <w:r>
        <w:rPr>
          <w:sz w:val="22"/>
          <w:lang w:val="it-IT"/>
        </w:rPr>
        <w:t>Ciber</w:t>
      </w:r>
      <w:proofErr w:type="spellEnd"/>
      <w:r>
        <w:rPr>
          <w:sz w:val="22"/>
          <w:lang w:val="it-IT"/>
        </w:rPr>
        <w:t xml:space="preserve"> Total Air, l’impianto di scarico che si adatta alla domanda e l’esclusivo sistema di essiccazione intelligente permettono di ridurre il consumo carburante.</w:t>
      </w:r>
      <w:r>
        <w:rPr>
          <w:szCs w:val="10"/>
          <w:lang w:val="it-IT"/>
        </w:rPr>
        <w:t xml:space="preserve"> </w:t>
      </w:r>
      <w:r>
        <w:rPr>
          <w:sz w:val="22"/>
          <w:lang w:val="it-IT"/>
        </w:rPr>
        <w:t>Il</w:t>
      </w:r>
      <w:r>
        <w:rPr>
          <w:szCs w:val="10"/>
          <w:lang w:val="it-IT"/>
        </w:rPr>
        <w:t xml:space="preserve"> </w:t>
      </w:r>
      <w:r>
        <w:rPr>
          <w:sz w:val="22"/>
          <w:lang w:val="it-IT"/>
        </w:rPr>
        <w:t>bruciatore ad aria facilita elettronicamente il raggiungimento di un rapporto perfetto tra l’aria e il carburante, ottimizzando il sistema di combustione e aumentando l’efficienza termica.</w:t>
      </w:r>
    </w:p>
    <w:p w14:paraId="5037C4CD" w14:textId="6D1AA66E" w:rsidR="005E25BC" w:rsidRPr="005E25BC" w:rsidRDefault="005E25BC" w:rsidP="00CD35C4">
      <w:pPr>
        <w:jc w:val="both"/>
        <w:rPr>
          <w:szCs w:val="18"/>
        </w:rPr>
      </w:pPr>
    </w:p>
    <w:p w14:paraId="72CBE2C0" w14:textId="77777777" w:rsidR="00A66F26" w:rsidRDefault="00A66F26">
      <w:pPr>
        <w:rPr>
          <w:rFonts w:eastAsiaTheme="minorHAnsi" w:cstheme="minorBidi"/>
          <w:b/>
          <w:bCs/>
          <w:sz w:val="22"/>
          <w:szCs w:val="24"/>
          <w:lang w:val="it-IT"/>
        </w:rPr>
      </w:pPr>
      <w:r>
        <w:rPr>
          <w:bCs/>
          <w:lang w:val="it-IT"/>
        </w:rPr>
        <w:br w:type="page"/>
      </w:r>
    </w:p>
    <w:p w14:paraId="064F5790" w14:textId="3E9B9C67" w:rsidR="005E25BC" w:rsidRPr="00CD35C4" w:rsidRDefault="00BF01D6" w:rsidP="005E25BC">
      <w:pPr>
        <w:pStyle w:val="Absatzberschrift"/>
      </w:pPr>
      <w:r>
        <w:rPr>
          <w:bCs/>
          <w:lang w:val="it-IT"/>
        </w:rPr>
        <w:lastRenderedPageBreak/>
        <w:t>L’impianto di scarico si adatta alle esigenze</w:t>
      </w:r>
    </w:p>
    <w:p w14:paraId="0A7B0EA6" w14:textId="26118EB5" w:rsidR="005E25BC" w:rsidRDefault="00C90092" w:rsidP="005E25BC">
      <w:pPr>
        <w:jc w:val="both"/>
        <w:rPr>
          <w:sz w:val="22"/>
        </w:rPr>
      </w:pPr>
      <w:r>
        <w:rPr>
          <w:sz w:val="22"/>
          <w:lang w:val="it-IT"/>
        </w:rPr>
        <w:t>La velocità di aspirazione del gas varia automaticamente in linea con le esigenze di produzione attuali, fornendo un bilancio termico ottimale nel sistema.</w:t>
      </w:r>
      <w:r>
        <w:rPr>
          <w:lang w:val="it-IT"/>
        </w:rPr>
        <w:t xml:space="preserve"> </w:t>
      </w:r>
      <w:r>
        <w:rPr>
          <w:sz w:val="22"/>
          <w:lang w:val="it-IT"/>
        </w:rPr>
        <w:t>La velocità di rotazione dell’essiccatore varia a sua volta automaticamente, assicurando lo scambio termico ottimale tra i gruppi e il sistema termico dell’impianto, indipendentemente dalle caratteristiche dei gruppi, riducendo significativamente il consumo carburante.</w:t>
      </w:r>
    </w:p>
    <w:p w14:paraId="6E171978" w14:textId="77777777" w:rsidR="005E25BC" w:rsidRPr="005E25BC" w:rsidRDefault="005E25BC" w:rsidP="005E25BC">
      <w:pPr>
        <w:pStyle w:val="Absatzberschrift"/>
        <w:rPr>
          <w:sz w:val="16"/>
          <w:szCs w:val="18"/>
        </w:rPr>
      </w:pPr>
    </w:p>
    <w:p w14:paraId="55C0091B" w14:textId="4D893B0B" w:rsidR="005E25BC" w:rsidRPr="00CD35C4" w:rsidRDefault="005E25BC" w:rsidP="005E25BC">
      <w:pPr>
        <w:pStyle w:val="Absatzberschrift"/>
      </w:pPr>
      <w:r>
        <w:rPr>
          <w:bCs/>
          <w:lang w:val="it-IT"/>
        </w:rPr>
        <w:t>Alte prestazioni con miscele speciali</w:t>
      </w:r>
    </w:p>
    <w:p w14:paraId="432A3F07" w14:textId="7521B0AE" w:rsidR="005E25BC" w:rsidRPr="005E25BC" w:rsidRDefault="00F62E45" w:rsidP="005E25BC">
      <w:pPr>
        <w:jc w:val="both"/>
        <w:rPr>
          <w:sz w:val="22"/>
        </w:rPr>
      </w:pPr>
      <w:r>
        <w:rPr>
          <w:sz w:val="22"/>
          <w:lang w:val="it-IT"/>
        </w:rPr>
        <w:t xml:space="preserve">Il miscelatore esterno </w:t>
      </w:r>
      <w:proofErr w:type="spellStart"/>
      <w:r>
        <w:rPr>
          <w:sz w:val="22"/>
          <w:lang w:val="it-IT"/>
        </w:rPr>
        <w:t>Pug</w:t>
      </w:r>
      <w:proofErr w:type="spellEnd"/>
      <w:r>
        <w:rPr>
          <w:sz w:val="22"/>
          <w:lang w:val="it-IT"/>
        </w:rPr>
        <w:t xml:space="preserve"> Mill con una fase di omogeneizzazione secca tra i gruppi e gli additivi e il controllo automatico del tempo di miscelazione hanno come risultato un miscelatore a flusso continuo all’avanguardia. Questo fornisce la robustezza e la flessibilità necessarie per produrre qualsiasi tipo di miscela di asfalto, assicurando la massima qualità.</w:t>
      </w:r>
    </w:p>
    <w:p w14:paraId="2E9D8B04" w14:textId="77777777" w:rsidR="005E25BC" w:rsidRPr="00287D61" w:rsidRDefault="005E25BC" w:rsidP="005E25BC">
      <w:pPr>
        <w:jc w:val="both"/>
        <w:rPr>
          <w:szCs w:val="18"/>
        </w:rPr>
      </w:pPr>
    </w:p>
    <w:p w14:paraId="52084E38" w14:textId="2883ED3C" w:rsidR="00287D61" w:rsidRPr="00CD35C4" w:rsidRDefault="00287D61" w:rsidP="00287D61">
      <w:pPr>
        <w:pStyle w:val="Absatzberschrift"/>
      </w:pPr>
      <w:r>
        <w:rPr>
          <w:bCs/>
          <w:lang w:val="it-IT"/>
        </w:rPr>
        <w:t>Manutenzione ottimizzata</w:t>
      </w:r>
    </w:p>
    <w:p w14:paraId="23ADA9FD" w14:textId="717252DA" w:rsidR="00287D61" w:rsidRDefault="00287D61" w:rsidP="00287D61">
      <w:pPr>
        <w:jc w:val="both"/>
        <w:rPr>
          <w:sz w:val="22"/>
        </w:rPr>
      </w:pPr>
      <w:r>
        <w:rPr>
          <w:sz w:val="22"/>
          <w:lang w:val="it-IT"/>
        </w:rPr>
        <w:t>Il sistema di diagnosi delle anomalie digitale monitora costantemente tutti i motori dell’impianto, usando le informazioni online per assicurare che l’equipaggiamento funzioni in modo ottimale. I componenti di usura, soprattutto le pale del miscelatore e i filtri a sacco, sono molto resistenti grazie alle caratteristiche del processo e del materiale. Il risultato è un’alta disponibilità dell’equipaggiamento.</w:t>
      </w:r>
    </w:p>
    <w:p w14:paraId="420DB820" w14:textId="77777777" w:rsidR="00287D61" w:rsidRPr="00287D61" w:rsidRDefault="00287D61" w:rsidP="00287D61">
      <w:pPr>
        <w:jc w:val="both"/>
        <w:rPr>
          <w:szCs w:val="10"/>
        </w:rPr>
      </w:pPr>
    </w:p>
    <w:p w14:paraId="480FF2D3" w14:textId="77777777" w:rsidR="00287D61" w:rsidRPr="00CD35C4" w:rsidRDefault="00287D61" w:rsidP="00287D61">
      <w:pPr>
        <w:pStyle w:val="Absatzberschrift"/>
      </w:pPr>
      <w:r>
        <w:rPr>
          <w:bCs/>
          <w:lang w:val="it-IT"/>
        </w:rPr>
        <w:t>Semplicità d’uso</w:t>
      </w:r>
    </w:p>
    <w:p w14:paraId="26E358AD" w14:textId="1235DA28" w:rsidR="00287D61" w:rsidRDefault="00287D61" w:rsidP="00287D61">
      <w:pPr>
        <w:jc w:val="both"/>
        <w:rPr>
          <w:sz w:val="22"/>
        </w:rPr>
      </w:pPr>
      <w:r>
        <w:rPr>
          <w:sz w:val="22"/>
          <w:lang w:val="it-IT"/>
        </w:rPr>
        <w:t>La produzione dell’impianto è completamente automatica, con uno schermo tattile per l’immissione dei dati di produzione e la regolazione del flusso. La cabina del conducente è dotata di aria condizionata e di controlli della produzione intuitivi ed ergonomici, che facilitano il lavoro del conducente.</w:t>
      </w:r>
    </w:p>
    <w:p w14:paraId="48739A74" w14:textId="77777777" w:rsidR="00287D61" w:rsidRPr="00287D61" w:rsidRDefault="00287D61" w:rsidP="00287D61">
      <w:pPr>
        <w:jc w:val="both"/>
        <w:rPr>
          <w:szCs w:val="10"/>
        </w:rPr>
      </w:pPr>
    </w:p>
    <w:p w14:paraId="4772C304" w14:textId="5489DF35" w:rsidR="0006144A" w:rsidRDefault="0006144A" w:rsidP="00287D61">
      <w:pPr>
        <w:pStyle w:val="Absatzberschrift"/>
      </w:pPr>
    </w:p>
    <w:p w14:paraId="4A8AF07F" w14:textId="36FEF158" w:rsidR="00287D61" w:rsidRPr="00E0288A" w:rsidRDefault="00287D61" w:rsidP="00287D61">
      <w:pPr>
        <w:pStyle w:val="Absatzberschrift"/>
        <w:rPr>
          <w:b w:val="0"/>
          <w:bCs/>
          <w:i/>
          <w:iCs/>
        </w:rPr>
      </w:pPr>
      <w:r>
        <w:rPr>
          <w:b w:val="0"/>
          <w:i/>
          <w:iCs/>
          <w:lang w:val="it-IT"/>
        </w:rPr>
        <w:t xml:space="preserve">A proposito di </w:t>
      </w:r>
      <w:proofErr w:type="spellStart"/>
      <w:r>
        <w:rPr>
          <w:b w:val="0"/>
          <w:i/>
          <w:iCs/>
          <w:lang w:val="it-IT"/>
        </w:rPr>
        <w:t>Ciber</w:t>
      </w:r>
      <w:proofErr w:type="spellEnd"/>
    </w:p>
    <w:p w14:paraId="30551171" w14:textId="7D045CAE" w:rsidR="00287D61" w:rsidRDefault="00287D61" w:rsidP="00287D61">
      <w:pPr>
        <w:jc w:val="both"/>
        <w:rPr>
          <w:sz w:val="22"/>
        </w:rPr>
      </w:pPr>
      <w:r>
        <w:rPr>
          <w:sz w:val="22"/>
          <w:lang w:val="it-IT"/>
        </w:rPr>
        <w:t xml:space="preserve">Con una fabbrica moderna con sede nella città di Porto Alegre (Brasile), </w:t>
      </w:r>
      <w:proofErr w:type="spellStart"/>
      <w:r>
        <w:rPr>
          <w:sz w:val="22"/>
          <w:lang w:val="it-IT"/>
        </w:rPr>
        <w:t>Ciber</w:t>
      </w:r>
      <w:proofErr w:type="spellEnd"/>
      <w:r>
        <w:rPr>
          <w:sz w:val="22"/>
          <w:lang w:val="it-IT"/>
        </w:rPr>
        <w:t xml:space="preserve"> </w:t>
      </w:r>
      <w:proofErr w:type="spellStart"/>
      <w:r>
        <w:rPr>
          <w:sz w:val="22"/>
          <w:lang w:val="it-IT"/>
        </w:rPr>
        <w:t>Equipamentos</w:t>
      </w:r>
      <w:proofErr w:type="spellEnd"/>
      <w:r>
        <w:rPr>
          <w:sz w:val="22"/>
          <w:lang w:val="it-IT"/>
        </w:rPr>
        <w:t xml:space="preserve"> </w:t>
      </w:r>
      <w:proofErr w:type="spellStart"/>
      <w:r>
        <w:rPr>
          <w:sz w:val="22"/>
          <w:lang w:val="it-IT"/>
        </w:rPr>
        <w:t>Rodoviários</w:t>
      </w:r>
      <w:proofErr w:type="spellEnd"/>
      <w:r>
        <w:rPr>
          <w:sz w:val="22"/>
          <w:lang w:val="it-IT"/>
        </w:rPr>
        <w:t xml:space="preserve">, fondata nel 1958, ha svolto un ruolo pionieristico nello sviluppo degli impianti mobili per la produzione continua di asfalto. </w:t>
      </w:r>
      <w:proofErr w:type="spellStart"/>
      <w:r>
        <w:rPr>
          <w:sz w:val="22"/>
          <w:lang w:val="it-IT"/>
        </w:rPr>
        <w:t>Ciber</w:t>
      </w:r>
      <w:proofErr w:type="spellEnd"/>
      <w:r>
        <w:rPr>
          <w:sz w:val="22"/>
          <w:lang w:val="it-IT"/>
        </w:rPr>
        <w:t xml:space="preserve"> è parte del Wirtgen Group dal 1996. Per i mercati che usano il trattamento continuo e in lotti, </w:t>
      </w:r>
      <w:proofErr w:type="spellStart"/>
      <w:r>
        <w:rPr>
          <w:sz w:val="22"/>
          <w:lang w:val="it-IT"/>
        </w:rPr>
        <w:t>Ciber</w:t>
      </w:r>
      <w:proofErr w:type="spellEnd"/>
      <w:r>
        <w:rPr>
          <w:sz w:val="22"/>
          <w:lang w:val="it-IT"/>
        </w:rPr>
        <w:t xml:space="preserve"> integra l’assortimento di impianti di miscelazione dell’asfalto del Wirtgen Group con sei marche del prodotto. A seconda delle esigenze specifiche, i clienti del Wirtgen Group possono scegliere tra gli impianti di miscelazione dell’asfalto per la produzione in lotti di </w:t>
      </w:r>
      <w:proofErr w:type="spellStart"/>
      <w:r>
        <w:rPr>
          <w:sz w:val="22"/>
          <w:lang w:val="it-IT"/>
        </w:rPr>
        <w:t>Benninghoven</w:t>
      </w:r>
      <w:proofErr w:type="spellEnd"/>
      <w:r>
        <w:rPr>
          <w:sz w:val="22"/>
          <w:lang w:val="it-IT"/>
        </w:rPr>
        <w:t xml:space="preserve"> o gli impianti per la produzione continua di </w:t>
      </w:r>
      <w:proofErr w:type="spellStart"/>
      <w:r>
        <w:rPr>
          <w:sz w:val="22"/>
          <w:lang w:val="it-IT"/>
        </w:rPr>
        <w:t>Ciber</w:t>
      </w:r>
      <w:proofErr w:type="spellEnd"/>
      <w:r>
        <w:rPr>
          <w:sz w:val="22"/>
          <w:lang w:val="it-IT"/>
        </w:rPr>
        <w:t>, potendo contare su soluzioni sostenibili dei leader tecnologici nei rispettivi settori.</w:t>
      </w:r>
    </w:p>
    <w:p w14:paraId="179DA2D8" w14:textId="31E45562" w:rsidR="00D65E49" w:rsidRDefault="00D65E49">
      <w:pPr>
        <w:rPr>
          <w:rFonts w:eastAsiaTheme="minorHAnsi" w:cstheme="minorBidi"/>
          <w:b/>
          <w:sz w:val="22"/>
          <w:szCs w:val="24"/>
        </w:rPr>
      </w:pPr>
    </w:p>
    <w:p w14:paraId="629E7D13" w14:textId="77777777" w:rsidR="00A66F26" w:rsidRDefault="00A66F26">
      <w:pPr>
        <w:rPr>
          <w:rFonts w:eastAsiaTheme="minorHAnsi" w:cstheme="minorBidi"/>
          <w:b/>
          <w:bCs/>
          <w:sz w:val="22"/>
          <w:szCs w:val="24"/>
          <w:lang w:val="it-IT"/>
        </w:rPr>
      </w:pPr>
      <w:r>
        <w:rPr>
          <w:bCs/>
          <w:lang w:val="it-IT"/>
        </w:rPr>
        <w:br w:type="page"/>
      </w:r>
    </w:p>
    <w:p w14:paraId="31412CCB" w14:textId="6E0F78E9" w:rsidR="00E15EBE" w:rsidRPr="00CD35C4" w:rsidRDefault="00F01487" w:rsidP="00E15EBE">
      <w:pPr>
        <w:pStyle w:val="Fotos"/>
      </w:pPr>
      <w:r>
        <w:rPr>
          <w:bCs/>
          <w:lang w:val="it-IT"/>
        </w:rPr>
        <w:lastRenderedPageBreak/>
        <w:t>Immagini:</w:t>
      </w:r>
    </w:p>
    <w:p w14:paraId="7C90B270" w14:textId="48B8C8A1" w:rsidR="00CD35C4" w:rsidRPr="00CD35C4" w:rsidRDefault="00CD35C4" w:rsidP="00CD35C4">
      <w:pPr>
        <w:pStyle w:val="BUbold"/>
      </w:pPr>
      <w:r>
        <w:rPr>
          <w:b w:val="0"/>
          <w:noProof/>
          <w:lang w:val="it-IT"/>
        </w:rPr>
        <w:drawing>
          <wp:inline distT="0" distB="0" distL="0" distR="0" wp14:anchorId="0ACB2C28" wp14:editId="19AF7D1D">
            <wp:extent cx="2482478" cy="1358537"/>
            <wp:effectExtent l="0" t="0" r="0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2478" cy="13585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 w:val="0"/>
          <w:lang w:val="it-IT"/>
        </w:rPr>
        <w:br/>
      </w:r>
      <w:r>
        <w:rPr>
          <w:bCs/>
          <w:lang w:val="it-IT"/>
        </w:rPr>
        <w:t>CI_iNOVA_2000_Bauma_01</w:t>
      </w:r>
    </w:p>
    <w:p w14:paraId="60B90B32" w14:textId="060055B9" w:rsidR="002B7460" w:rsidRDefault="0099535A" w:rsidP="00A66F26">
      <w:pPr>
        <w:pStyle w:val="BUnormal"/>
      </w:pPr>
      <w:r>
        <w:rPr>
          <w:lang w:val="it-IT"/>
        </w:rPr>
        <w:t xml:space="preserve">L’impianto mobile per la produzione continua di asfalto </w:t>
      </w:r>
      <w:proofErr w:type="spellStart"/>
      <w:r>
        <w:rPr>
          <w:lang w:val="it-IT"/>
        </w:rPr>
        <w:t>Ciber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iNOVA</w:t>
      </w:r>
      <w:proofErr w:type="spellEnd"/>
      <w:r>
        <w:rPr>
          <w:lang w:val="it-IT"/>
        </w:rPr>
        <w:t xml:space="preserve"> 2000 debutterà in Europa al Bauma 2022.</w:t>
      </w:r>
    </w:p>
    <w:p w14:paraId="0D4E4516" w14:textId="29D6DC6C" w:rsidR="00BC6E4F" w:rsidRPr="00BC6E4F" w:rsidRDefault="005167A3" w:rsidP="00E0288A">
      <w:pPr>
        <w:pStyle w:val="Standardabsatz"/>
        <w:spacing w:after="0"/>
      </w:pPr>
      <w:r>
        <w:rPr>
          <w:noProof/>
          <w:lang w:val="it-IT"/>
        </w:rPr>
        <w:drawing>
          <wp:inline distT="0" distB="0" distL="0" distR="0" wp14:anchorId="3005AB7F" wp14:editId="1D6BB5B4">
            <wp:extent cx="2443728" cy="1550504"/>
            <wp:effectExtent l="0" t="0" r="0" b="0"/>
            <wp:docPr id="9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Grafik 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6003" cy="15582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9B71749" w14:textId="1364ABF6" w:rsidR="00BC6E4F" w:rsidRPr="00E0288A" w:rsidRDefault="005167A3" w:rsidP="00E0288A">
      <w:pPr>
        <w:pStyle w:val="BUbold"/>
      </w:pPr>
      <w:r>
        <w:rPr>
          <w:bCs/>
          <w:lang w:val="it-IT"/>
        </w:rPr>
        <w:t>CI_iNOVA_2000_Bauma_02</w:t>
      </w:r>
    </w:p>
    <w:p w14:paraId="20051015" w14:textId="38DC1670" w:rsidR="00BC6E4F" w:rsidRDefault="00380ACA" w:rsidP="00BC6E4F">
      <w:pPr>
        <w:pStyle w:val="BUnormal"/>
      </w:pPr>
      <w:r>
        <w:rPr>
          <w:lang w:val="it-IT"/>
        </w:rPr>
        <w:t>L’</w:t>
      </w:r>
      <w:proofErr w:type="spellStart"/>
      <w:r>
        <w:rPr>
          <w:lang w:val="it-IT"/>
        </w:rPr>
        <w:t>iNOVA</w:t>
      </w:r>
      <w:proofErr w:type="spellEnd"/>
      <w:r>
        <w:rPr>
          <w:lang w:val="it-IT"/>
        </w:rPr>
        <w:t xml:space="preserve"> 2000 è progettato con solo due unità mobili e presenta quindi dei costi di trasporto e installazione ridotti. </w:t>
      </w:r>
    </w:p>
    <w:p w14:paraId="5A16588B" w14:textId="7E9E5494" w:rsidR="00380ACA" w:rsidRPr="00CD35C4" w:rsidRDefault="00380ACA" w:rsidP="00380ACA">
      <w:pPr>
        <w:pStyle w:val="BUbold"/>
      </w:pPr>
      <w:r>
        <w:rPr>
          <w:b w:val="0"/>
          <w:noProof/>
          <w:lang w:val="it-IT"/>
        </w:rPr>
        <w:drawing>
          <wp:inline distT="0" distB="0" distL="0" distR="0" wp14:anchorId="07405EBD" wp14:editId="09073B3D">
            <wp:extent cx="1872574" cy="2648110"/>
            <wp:effectExtent l="0" t="0" r="0" b="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2574" cy="2648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val="it-IT"/>
        </w:rPr>
        <w:br/>
      </w:r>
      <w:r>
        <w:rPr>
          <w:bCs/>
          <w:lang w:val="it-IT"/>
        </w:rPr>
        <w:t>CI_iNOVA_2000_Bauma_03</w:t>
      </w:r>
    </w:p>
    <w:p w14:paraId="264FBA6B" w14:textId="6ECDBDE9" w:rsidR="00380ACA" w:rsidRDefault="00380ACA" w:rsidP="00380ACA">
      <w:pPr>
        <w:pStyle w:val="BUnormal"/>
      </w:pPr>
      <w:r>
        <w:rPr>
          <w:lang w:val="it-IT"/>
        </w:rPr>
        <w:t xml:space="preserve">Gli impianti mobili per la produzione continua di asfalto </w:t>
      </w:r>
      <w:proofErr w:type="spellStart"/>
      <w:r>
        <w:rPr>
          <w:lang w:val="it-IT"/>
        </w:rPr>
        <w:t>Ciber</w:t>
      </w:r>
      <w:proofErr w:type="spellEnd"/>
      <w:r>
        <w:rPr>
          <w:lang w:val="it-IT"/>
        </w:rPr>
        <w:t xml:space="preserve"> offrono una qualità elevata e costi operativi bassi.</w:t>
      </w:r>
    </w:p>
    <w:p w14:paraId="2A2E54EB" w14:textId="77777777" w:rsidR="002B7460" w:rsidRDefault="002B7460" w:rsidP="00184969">
      <w:pPr>
        <w:pStyle w:val="Text"/>
        <w:rPr>
          <w:i/>
          <w:iCs/>
          <w:sz w:val="20"/>
          <w:szCs w:val="20"/>
        </w:rPr>
      </w:pPr>
    </w:p>
    <w:p w14:paraId="6EA5A5F9" w14:textId="40A8E38C" w:rsidR="00184969" w:rsidRPr="002B7460" w:rsidRDefault="00184969" w:rsidP="00184969">
      <w:pPr>
        <w:pStyle w:val="Text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  <w:lang w:val="it-IT"/>
        </w:rPr>
        <w:t xml:space="preserve">Nota: queste foto servono soltanto per la visualizzazione in anteprima. Per la stampa nelle pubblicazioni vi preghiamo di usare le foto in risoluzione 300 dpi, scaricabili dai siti web del </w:t>
      </w:r>
      <w:r>
        <w:rPr>
          <w:sz w:val="20"/>
          <w:szCs w:val="20"/>
          <w:lang w:val="it-IT"/>
        </w:rPr>
        <w:t>Wirtgen Group</w:t>
      </w:r>
      <w:r>
        <w:rPr>
          <w:i/>
          <w:iCs/>
          <w:sz w:val="20"/>
          <w:szCs w:val="20"/>
          <w:lang w:val="it-IT"/>
        </w:rPr>
        <w:t>.</w:t>
      </w:r>
    </w:p>
    <w:p w14:paraId="2EAF1FE8" w14:textId="77777777" w:rsidR="004F5F01" w:rsidRDefault="004F5F01" w:rsidP="00184969">
      <w:pPr>
        <w:pStyle w:val="Text"/>
        <w:rPr>
          <w:sz w:val="18"/>
        </w:rPr>
      </w:pPr>
    </w:p>
    <w:p w14:paraId="3E416DEE" w14:textId="4E7C73CB" w:rsidR="00E0288A" w:rsidRPr="00A338F5" w:rsidRDefault="00E0288A" w:rsidP="00E0288A">
      <w:pPr>
        <w:pStyle w:val="Absatzberschrift"/>
        <w:rPr>
          <w:iCs/>
        </w:rPr>
      </w:pPr>
      <w:r>
        <w:rPr>
          <w:bCs/>
          <w:lang w:val="it-IT"/>
        </w:rPr>
        <w:lastRenderedPageBreak/>
        <w:t xml:space="preserve">Per maggiori informazioni vogliate contattare: </w:t>
      </w:r>
    </w:p>
    <w:p w14:paraId="6F230805" w14:textId="77777777" w:rsidR="00E0288A" w:rsidRPr="00A338F5" w:rsidRDefault="00E0288A" w:rsidP="00E0288A">
      <w:pPr>
        <w:pStyle w:val="Absatzberschrift"/>
      </w:pPr>
    </w:p>
    <w:p w14:paraId="12495DD9" w14:textId="77777777" w:rsidR="00E0288A" w:rsidRPr="00E0288A" w:rsidRDefault="00E0288A" w:rsidP="00E0288A">
      <w:pPr>
        <w:pStyle w:val="Absatzberschrift"/>
        <w:rPr>
          <w:b w:val="0"/>
          <w:bCs/>
        </w:rPr>
      </w:pPr>
      <w:r>
        <w:rPr>
          <w:b w:val="0"/>
          <w:lang w:val="it-IT"/>
        </w:rPr>
        <w:t>CIBER</w:t>
      </w:r>
    </w:p>
    <w:p w14:paraId="23A2025C" w14:textId="77777777" w:rsidR="00E0288A" w:rsidRPr="00E0288A" w:rsidRDefault="00E0288A" w:rsidP="00E0288A">
      <w:pPr>
        <w:pStyle w:val="Absatzberschrift"/>
        <w:rPr>
          <w:b w:val="0"/>
          <w:bCs/>
        </w:rPr>
      </w:pPr>
      <w:r>
        <w:rPr>
          <w:b w:val="0"/>
          <w:lang w:val="it-IT"/>
        </w:rPr>
        <w:t>Marketing</w:t>
      </w:r>
    </w:p>
    <w:p w14:paraId="19414390" w14:textId="77777777" w:rsidR="00E0288A" w:rsidRPr="00E0288A" w:rsidRDefault="00E0288A" w:rsidP="00E0288A">
      <w:pPr>
        <w:pStyle w:val="Absatzberschrift"/>
        <w:rPr>
          <w:b w:val="0"/>
          <w:bCs/>
        </w:rPr>
      </w:pPr>
      <w:r>
        <w:rPr>
          <w:b w:val="0"/>
          <w:lang w:val="it-IT"/>
        </w:rPr>
        <w:t xml:space="preserve">Rua </w:t>
      </w:r>
      <w:proofErr w:type="spellStart"/>
      <w:r>
        <w:rPr>
          <w:b w:val="0"/>
          <w:lang w:val="it-IT"/>
        </w:rPr>
        <w:t>Senhor</w:t>
      </w:r>
      <w:proofErr w:type="spellEnd"/>
      <w:r>
        <w:rPr>
          <w:b w:val="0"/>
          <w:lang w:val="it-IT"/>
        </w:rPr>
        <w:t xml:space="preserve"> do </w:t>
      </w:r>
      <w:proofErr w:type="spellStart"/>
      <w:r>
        <w:rPr>
          <w:b w:val="0"/>
          <w:lang w:val="it-IT"/>
        </w:rPr>
        <w:t>Bom</w:t>
      </w:r>
      <w:proofErr w:type="spellEnd"/>
      <w:r>
        <w:rPr>
          <w:b w:val="0"/>
          <w:lang w:val="it-IT"/>
        </w:rPr>
        <w:t xml:space="preserve"> </w:t>
      </w:r>
      <w:proofErr w:type="spellStart"/>
      <w:r>
        <w:rPr>
          <w:b w:val="0"/>
          <w:lang w:val="it-IT"/>
        </w:rPr>
        <w:t>Fim</w:t>
      </w:r>
      <w:proofErr w:type="spellEnd"/>
      <w:r>
        <w:rPr>
          <w:b w:val="0"/>
          <w:lang w:val="it-IT"/>
        </w:rPr>
        <w:t>, 177</w:t>
      </w:r>
    </w:p>
    <w:p w14:paraId="77C9B15E" w14:textId="77777777" w:rsidR="00E0288A" w:rsidRPr="00E0288A" w:rsidRDefault="00E0288A" w:rsidP="00E0288A">
      <w:pPr>
        <w:pStyle w:val="Absatzberschrift"/>
        <w:rPr>
          <w:b w:val="0"/>
          <w:bCs/>
        </w:rPr>
      </w:pPr>
      <w:r>
        <w:rPr>
          <w:b w:val="0"/>
          <w:lang w:val="it-IT"/>
        </w:rPr>
        <w:t>91140-380 Porto Alegre</w:t>
      </w:r>
    </w:p>
    <w:p w14:paraId="0FA65CFC" w14:textId="77777777" w:rsidR="00E0288A" w:rsidRPr="00E0288A" w:rsidRDefault="00E0288A" w:rsidP="00E0288A">
      <w:pPr>
        <w:pStyle w:val="Absatzberschrift"/>
        <w:rPr>
          <w:b w:val="0"/>
          <w:bCs/>
        </w:rPr>
      </w:pPr>
      <w:r>
        <w:rPr>
          <w:b w:val="0"/>
          <w:lang w:val="it-IT"/>
        </w:rPr>
        <w:t>Brasile</w:t>
      </w:r>
    </w:p>
    <w:p w14:paraId="7C49F082" w14:textId="77777777" w:rsidR="00E0288A" w:rsidRPr="00E0288A" w:rsidRDefault="00E0288A" w:rsidP="00E0288A">
      <w:pPr>
        <w:pStyle w:val="Absatzberschrift"/>
        <w:rPr>
          <w:b w:val="0"/>
          <w:bCs/>
        </w:rPr>
      </w:pPr>
    </w:p>
    <w:p w14:paraId="3B9C9793" w14:textId="77777777" w:rsidR="00E0288A" w:rsidRPr="00E0288A" w:rsidRDefault="00E0288A" w:rsidP="00E0288A">
      <w:pPr>
        <w:pStyle w:val="Absatzberschrift"/>
        <w:rPr>
          <w:b w:val="0"/>
          <w:bCs/>
        </w:rPr>
      </w:pPr>
      <w:r>
        <w:rPr>
          <w:b w:val="0"/>
          <w:lang w:val="it-IT"/>
        </w:rPr>
        <w:t xml:space="preserve">Telefono: +55 51 3364 9315  </w:t>
      </w:r>
    </w:p>
    <w:p w14:paraId="016FAF0F" w14:textId="77777777" w:rsidR="00E0288A" w:rsidRPr="00E0288A" w:rsidRDefault="00E0288A" w:rsidP="00E0288A">
      <w:pPr>
        <w:pStyle w:val="Absatzberschrift"/>
        <w:rPr>
          <w:b w:val="0"/>
          <w:bCs/>
        </w:rPr>
      </w:pPr>
      <w:r>
        <w:rPr>
          <w:b w:val="0"/>
          <w:lang w:val="it-IT"/>
        </w:rPr>
        <w:t>Telefax: +55 51 3364 9254</w:t>
      </w:r>
    </w:p>
    <w:p w14:paraId="349B7EF5" w14:textId="2A94A262" w:rsidR="00E0288A" w:rsidRPr="00E0288A" w:rsidRDefault="00E35214" w:rsidP="00E0288A">
      <w:pPr>
        <w:pStyle w:val="Absatzberschrift"/>
        <w:rPr>
          <w:b w:val="0"/>
          <w:bCs/>
        </w:rPr>
      </w:pPr>
      <w:r>
        <w:rPr>
          <w:b w:val="0"/>
          <w:lang w:val="it-IT"/>
        </w:rPr>
        <w:t>E-mail: marketing@ciber.com.br</w:t>
      </w:r>
    </w:p>
    <w:p w14:paraId="0834BAC7" w14:textId="7FAE2126" w:rsidR="00E15EBE" w:rsidRDefault="00E0288A" w:rsidP="00E15EBE">
      <w:pPr>
        <w:pStyle w:val="Absatzberschrift"/>
      </w:pPr>
      <w:r>
        <w:rPr>
          <w:b w:val="0"/>
          <w:lang w:val="it-IT"/>
        </w:rPr>
        <w:t xml:space="preserve">www.ciber.com.br </w:t>
      </w:r>
      <w:bookmarkEnd w:id="0"/>
    </w:p>
    <w:sectPr w:rsidR="00E15EBE" w:rsidSect="00CA4A0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DB5520" w14:textId="77777777" w:rsidR="00EC0F59" w:rsidRDefault="00EC0F59" w:rsidP="00E55534">
      <w:r>
        <w:separator/>
      </w:r>
    </w:p>
  </w:endnote>
  <w:endnote w:type="continuationSeparator" w:id="0">
    <w:p w14:paraId="09A0E713" w14:textId="77777777" w:rsidR="00EC0F59" w:rsidRDefault="00EC0F59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36F87B" w14:textId="77777777" w:rsidR="002E5BE8" w:rsidRDefault="002E5BE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  <w:lang w:val="it-IT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3871DCE0" w:rsidR="00533132" w:rsidRPr="00723F4F" w:rsidRDefault="00533132" w:rsidP="00723F4F">
          <w:pPr>
            <w:pStyle w:val="Seitenzahlen"/>
            <w:rPr>
              <w:szCs w:val="20"/>
            </w:rPr>
          </w:pPr>
          <w:r>
            <w:rPr>
              <w:lang w:val="it-IT"/>
            </w:rPr>
            <w:fldChar w:fldCharType="begin"/>
          </w:r>
          <w:r>
            <w:rPr>
              <w:lang w:val="it-IT"/>
            </w:rPr>
            <w:instrText xml:space="preserve"> PAGE \# "00"</w:instrText>
          </w:r>
          <w:r>
            <w:rPr>
              <w:lang w:val="it-IT"/>
            </w:rPr>
            <w:fldChar w:fldCharType="separate"/>
          </w:r>
          <w:r>
            <w:rPr>
              <w:lang w:val="it-IT"/>
            </w:rPr>
            <w:t>02</w:t>
          </w:r>
          <w:r>
            <w:rPr>
              <w:lang w:val="it-IT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>
            <w:rPr>
              <w:rStyle w:val="Hervorhebung"/>
              <w:bCs/>
              <w:iCs w:val="0"/>
              <w:lang w:val="it-IT"/>
            </w:rPr>
            <w:t>WIRTGEN GmbH</w:t>
          </w:r>
          <w:r>
            <w:rPr>
              <w:lang w:val="it-IT"/>
            </w:rPr>
            <w:t xml:space="preserve"> · Reinhard-Wirtgen-</w:t>
          </w:r>
          <w:proofErr w:type="spellStart"/>
          <w:r>
            <w:rPr>
              <w:lang w:val="it-IT"/>
            </w:rPr>
            <w:t>Str</w:t>
          </w:r>
          <w:proofErr w:type="spellEnd"/>
          <w:r>
            <w:rPr>
              <w:lang w:val="it-IT"/>
            </w:rPr>
            <w:t xml:space="preserve">. 2 · D-53578 </w:t>
          </w:r>
          <w:proofErr w:type="spellStart"/>
          <w:r>
            <w:rPr>
              <w:lang w:val="it-IT"/>
            </w:rPr>
            <w:t>Windhagen</w:t>
          </w:r>
          <w:proofErr w:type="spellEnd"/>
          <w:r>
            <w:rPr>
              <w:lang w:val="it-IT"/>
            </w:rPr>
            <w:t xml:space="preserve"> · T: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9A18EA" w14:textId="77777777" w:rsidR="00EC0F59" w:rsidRDefault="00EC0F59" w:rsidP="00E55534">
      <w:r>
        <w:separator/>
      </w:r>
    </w:p>
  </w:footnote>
  <w:footnote w:type="continuationSeparator" w:id="0">
    <w:p w14:paraId="1E5013BE" w14:textId="77777777" w:rsidR="00EC0F59" w:rsidRDefault="00EC0F59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1F5E39" w14:textId="7F8037B1" w:rsidR="003524CC" w:rsidRDefault="005259BF">
    <w:pPr>
      <w:pStyle w:val="Kopfzeile"/>
    </w:pPr>
    <w:r>
      <w:rPr>
        <w:noProof/>
        <w:lang w:val="it-IT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74E57F07" wp14:editId="5E9ECB4E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1" name="Textfeld 11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BD49194" w14:textId="24E1E815" w:rsidR="005259BF" w:rsidRPr="005259BF" w:rsidRDefault="005259BF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  <w:lang w:val="it-IT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4E57F07" id="_x0000_t202" coordsize="21600,21600" o:spt="202" path="m,l,21600r21600,l21600,xe">
              <v:stroke joinstyle="miter"/>
              <v:path gradientshapeok="t" o:connecttype="rect"/>
            </v:shapetype>
            <v:shape id="Textfeld 11" o:spid="_x0000_s1026" type="#_x0000_t202" alt="Public" style="position:absolute;margin-left:-16.25pt;margin-top:.05pt;width:34.95pt;height:34.95pt;z-index:251662336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" filled="f" stroked="f">
              <v:textbox style="mso-fit-shape-to-text:t" inset="0,0,15pt,0">
                <w:txbxContent>
                  <w:p w14:paraId="7BD49194" w14:textId="24E1E815" w:rsidR="005259BF" w:rsidRPr="005259BF" w:rsidRDefault="005259BF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color w:val="FF0000"/>
                        <w:sz w:val="20"/>
                        <w:szCs w:val="20"/>
                        <w:lang w:val="it-it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172733FB" w:rsidR="00533132" w:rsidRPr="00533132" w:rsidRDefault="00F61A09" w:rsidP="00533132">
    <w:pPr>
      <w:pStyle w:val="Kopfzeile"/>
    </w:pPr>
    <w:r>
      <w:rPr>
        <w:noProof/>
        <w:lang w:val="it-IT"/>
      </w:rPr>
      <mc:AlternateContent>
        <mc:Choice Requires="wpc">
          <w:drawing>
            <wp:anchor distT="0" distB="0" distL="114300" distR="114300" simplePos="0" relativeHeight="251666432" behindDoc="0" locked="0" layoutInCell="1" allowOverlap="1" wp14:anchorId="230417A1" wp14:editId="10E7318C">
              <wp:simplePos x="0" y="0"/>
              <wp:positionH relativeFrom="column">
                <wp:posOffset>-756285</wp:posOffset>
              </wp:positionH>
              <wp:positionV relativeFrom="paragraph">
                <wp:posOffset>-450215</wp:posOffset>
              </wp:positionV>
              <wp:extent cx="7559675" cy="10693400"/>
              <wp:effectExtent l="0" t="0" r="0" b="0"/>
              <wp:wrapNone/>
              <wp:docPr id="76" name="Tela 7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>
                      <a:ln>
                        <a:noFill/>
                      </a:ln>
                    </wpc:whole>
                    <wps:wsp>
                      <wps:cNvPr id="1" name="Freeform 4"/>
                      <wps:cNvSpPr>
                        <a:spLocks/>
                      </wps:cNvSpPr>
                      <wps:spPr bwMode="auto">
                        <a:xfrm>
                          <a:off x="756285" y="701040"/>
                          <a:ext cx="6055360" cy="29845"/>
                        </a:xfrm>
                        <a:custGeom>
                          <a:avLst/>
                          <a:gdLst>
                            <a:gd name="T0" fmla="*/ 0 w 6350"/>
                            <a:gd name="T1" fmla="*/ 31 h 31"/>
                            <a:gd name="T2" fmla="*/ 0 w 6350"/>
                            <a:gd name="T3" fmla="*/ 31 h 31"/>
                            <a:gd name="T4" fmla="*/ 6350 w 6350"/>
                            <a:gd name="T5" fmla="*/ 31 h 31"/>
                            <a:gd name="T6" fmla="*/ 6350 w 6350"/>
                            <a:gd name="T7" fmla="*/ 0 h 31"/>
                            <a:gd name="T8" fmla="*/ 0 w 6350"/>
                            <a:gd name="T9" fmla="*/ 0 h 31"/>
                            <a:gd name="T10" fmla="*/ 0 w 6350"/>
                            <a:gd name="T11" fmla="*/ 31 h 3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6350" h="31">
                              <a:moveTo>
                                <a:pt x="0" y="31"/>
                              </a:moveTo>
                              <a:lnTo>
                                <a:pt x="0" y="31"/>
                              </a:lnTo>
                              <a:lnTo>
                                <a:pt x="6350" y="31"/>
                              </a:lnTo>
                              <a:lnTo>
                                <a:pt x="6350" y="0"/>
                              </a:lnTo>
                              <a:lnTo>
                                <a:pt x="0" y="0"/>
                              </a:lnTo>
                              <a:lnTo>
                                <a:pt x="0" y="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A5A00"/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wgp>
                      <wpg:cNvPr id="92" name="Agrupar 92"/>
                      <wpg:cNvGrpSpPr/>
                      <wpg:grpSpPr>
                        <a:xfrm>
                          <a:off x="5081905" y="1014730"/>
                          <a:ext cx="1729740" cy="170180"/>
                          <a:chOff x="5081905" y="1014730"/>
                          <a:chExt cx="1729740" cy="170180"/>
                        </a:xfrm>
                      </wpg:grpSpPr>
                      <wps:wsp>
                        <wps:cNvPr id="64" name="Freeform 57"/>
                        <wps:cNvSpPr>
                          <a:spLocks noEditPoints="1"/>
                        </wps:cNvSpPr>
                        <wps:spPr bwMode="auto">
                          <a:xfrm>
                            <a:off x="5081905" y="1019810"/>
                            <a:ext cx="121920" cy="161290"/>
                          </a:xfrm>
                          <a:custGeom>
                            <a:avLst/>
                            <a:gdLst>
                              <a:gd name="T0" fmla="*/ 128 w 128"/>
                              <a:gd name="T1" fmla="*/ 52 h 169"/>
                              <a:gd name="T2" fmla="*/ 128 w 128"/>
                              <a:gd name="T3" fmla="*/ 52 h 169"/>
                              <a:gd name="T4" fmla="*/ 62 w 128"/>
                              <a:gd name="T5" fmla="*/ 0 h 169"/>
                              <a:gd name="T6" fmla="*/ 0 w 128"/>
                              <a:gd name="T7" fmla="*/ 0 h 169"/>
                              <a:gd name="T8" fmla="*/ 0 w 128"/>
                              <a:gd name="T9" fmla="*/ 169 h 169"/>
                              <a:gd name="T10" fmla="*/ 41 w 128"/>
                              <a:gd name="T11" fmla="*/ 169 h 169"/>
                              <a:gd name="T12" fmla="*/ 41 w 128"/>
                              <a:gd name="T13" fmla="*/ 105 h 169"/>
                              <a:gd name="T14" fmla="*/ 61 w 128"/>
                              <a:gd name="T15" fmla="*/ 105 h 169"/>
                              <a:gd name="T16" fmla="*/ 128 w 128"/>
                              <a:gd name="T17" fmla="*/ 52 h 169"/>
                              <a:gd name="T18" fmla="*/ 88 w 128"/>
                              <a:gd name="T19" fmla="*/ 52 h 169"/>
                              <a:gd name="T20" fmla="*/ 88 w 128"/>
                              <a:gd name="T21" fmla="*/ 52 h 169"/>
                              <a:gd name="T22" fmla="*/ 58 w 128"/>
                              <a:gd name="T23" fmla="*/ 72 h 169"/>
                              <a:gd name="T24" fmla="*/ 41 w 128"/>
                              <a:gd name="T25" fmla="*/ 72 h 169"/>
                              <a:gd name="T26" fmla="*/ 41 w 128"/>
                              <a:gd name="T27" fmla="*/ 33 h 169"/>
                              <a:gd name="T28" fmla="*/ 59 w 128"/>
                              <a:gd name="T29" fmla="*/ 33 h 169"/>
                              <a:gd name="T30" fmla="*/ 88 w 128"/>
                              <a:gd name="T31" fmla="*/ 52 h 16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128" h="169">
                                <a:moveTo>
                                  <a:pt x="128" y="52"/>
                                </a:moveTo>
                                <a:lnTo>
                                  <a:pt x="128" y="52"/>
                                </a:lnTo>
                                <a:cubicBezTo>
                                  <a:pt x="128" y="13"/>
                                  <a:pt x="99" y="0"/>
                                  <a:pt x="62" y="0"/>
                                </a:cubicBezTo>
                                <a:lnTo>
                                  <a:pt x="0" y="0"/>
                                </a:lnTo>
                                <a:lnTo>
                                  <a:pt x="0" y="169"/>
                                </a:lnTo>
                                <a:lnTo>
                                  <a:pt x="41" y="169"/>
                                </a:lnTo>
                                <a:lnTo>
                                  <a:pt x="41" y="105"/>
                                </a:lnTo>
                                <a:lnTo>
                                  <a:pt x="61" y="105"/>
                                </a:lnTo>
                                <a:cubicBezTo>
                                  <a:pt x="97" y="105"/>
                                  <a:pt x="128" y="91"/>
                                  <a:pt x="128" y="52"/>
                                </a:cubicBezTo>
                                <a:close/>
                                <a:moveTo>
                                  <a:pt x="88" y="52"/>
                                </a:moveTo>
                                <a:lnTo>
                                  <a:pt x="88" y="52"/>
                                </a:lnTo>
                                <a:cubicBezTo>
                                  <a:pt x="88" y="68"/>
                                  <a:pt x="73" y="72"/>
                                  <a:pt x="58" y="72"/>
                                </a:cubicBezTo>
                                <a:lnTo>
                                  <a:pt x="41" y="72"/>
                                </a:lnTo>
                                <a:lnTo>
                                  <a:pt x="41" y="33"/>
                                </a:lnTo>
                                <a:lnTo>
                                  <a:pt x="59" y="33"/>
                                </a:lnTo>
                                <a:cubicBezTo>
                                  <a:pt x="73" y="33"/>
                                  <a:pt x="88" y="36"/>
                                  <a:pt x="88" y="5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A5A00"/>
                          </a:solidFill>
                          <a:ln w="0">
                            <a:noFill/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Freeform 58"/>
                        <wps:cNvSpPr>
                          <a:spLocks noEditPoints="1"/>
                        </wps:cNvSpPr>
                        <wps:spPr bwMode="auto">
                          <a:xfrm>
                            <a:off x="5228590" y="1019810"/>
                            <a:ext cx="131445" cy="161290"/>
                          </a:xfrm>
                          <a:custGeom>
                            <a:avLst/>
                            <a:gdLst>
                              <a:gd name="T0" fmla="*/ 138 w 138"/>
                              <a:gd name="T1" fmla="*/ 169 h 169"/>
                              <a:gd name="T2" fmla="*/ 138 w 138"/>
                              <a:gd name="T3" fmla="*/ 169 h 169"/>
                              <a:gd name="T4" fmla="*/ 94 w 138"/>
                              <a:gd name="T5" fmla="*/ 96 h 169"/>
                              <a:gd name="T6" fmla="*/ 129 w 138"/>
                              <a:gd name="T7" fmla="*/ 51 h 169"/>
                              <a:gd name="T8" fmla="*/ 64 w 138"/>
                              <a:gd name="T9" fmla="*/ 0 h 169"/>
                              <a:gd name="T10" fmla="*/ 0 w 138"/>
                              <a:gd name="T11" fmla="*/ 0 h 169"/>
                              <a:gd name="T12" fmla="*/ 0 w 138"/>
                              <a:gd name="T13" fmla="*/ 169 h 169"/>
                              <a:gd name="T14" fmla="*/ 40 w 138"/>
                              <a:gd name="T15" fmla="*/ 169 h 169"/>
                              <a:gd name="T16" fmla="*/ 40 w 138"/>
                              <a:gd name="T17" fmla="*/ 102 h 169"/>
                              <a:gd name="T18" fmla="*/ 54 w 138"/>
                              <a:gd name="T19" fmla="*/ 102 h 169"/>
                              <a:gd name="T20" fmla="*/ 90 w 138"/>
                              <a:gd name="T21" fmla="*/ 169 h 169"/>
                              <a:gd name="T22" fmla="*/ 138 w 138"/>
                              <a:gd name="T23" fmla="*/ 169 h 169"/>
                              <a:gd name="T24" fmla="*/ 89 w 138"/>
                              <a:gd name="T25" fmla="*/ 51 h 169"/>
                              <a:gd name="T26" fmla="*/ 89 w 138"/>
                              <a:gd name="T27" fmla="*/ 51 h 169"/>
                              <a:gd name="T28" fmla="*/ 59 w 138"/>
                              <a:gd name="T29" fmla="*/ 72 h 169"/>
                              <a:gd name="T30" fmla="*/ 40 w 138"/>
                              <a:gd name="T31" fmla="*/ 72 h 169"/>
                              <a:gd name="T32" fmla="*/ 40 w 138"/>
                              <a:gd name="T33" fmla="*/ 33 h 169"/>
                              <a:gd name="T34" fmla="*/ 61 w 138"/>
                              <a:gd name="T35" fmla="*/ 33 h 169"/>
                              <a:gd name="T36" fmla="*/ 89 w 138"/>
                              <a:gd name="T37" fmla="*/ 51 h 16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138" h="169">
                                <a:moveTo>
                                  <a:pt x="138" y="169"/>
                                </a:moveTo>
                                <a:lnTo>
                                  <a:pt x="138" y="169"/>
                                </a:lnTo>
                                <a:lnTo>
                                  <a:pt x="94" y="96"/>
                                </a:lnTo>
                                <a:cubicBezTo>
                                  <a:pt x="116" y="90"/>
                                  <a:pt x="129" y="73"/>
                                  <a:pt x="129" y="51"/>
                                </a:cubicBezTo>
                                <a:cubicBezTo>
                                  <a:pt x="129" y="12"/>
                                  <a:pt x="97" y="0"/>
                                  <a:pt x="64" y="0"/>
                                </a:cubicBezTo>
                                <a:lnTo>
                                  <a:pt x="0" y="0"/>
                                </a:lnTo>
                                <a:lnTo>
                                  <a:pt x="0" y="169"/>
                                </a:lnTo>
                                <a:lnTo>
                                  <a:pt x="40" y="169"/>
                                </a:lnTo>
                                <a:lnTo>
                                  <a:pt x="40" y="102"/>
                                </a:lnTo>
                                <a:lnTo>
                                  <a:pt x="54" y="102"/>
                                </a:lnTo>
                                <a:lnTo>
                                  <a:pt x="90" y="169"/>
                                </a:lnTo>
                                <a:lnTo>
                                  <a:pt x="138" y="169"/>
                                </a:lnTo>
                                <a:close/>
                                <a:moveTo>
                                  <a:pt x="89" y="51"/>
                                </a:moveTo>
                                <a:lnTo>
                                  <a:pt x="89" y="51"/>
                                </a:lnTo>
                                <a:cubicBezTo>
                                  <a:pt x="89" y="69"/>
                                  <a:pt x="72" y="72"/>
                                  <a:pt x="59" y="72"/>
                                </a:cubicBezTo>
                                <a:lnTo>
                                  <a:pt x="40" y="72"/>
                                </a:lnTo>
                                <a:lnTo>
                                  <a:pt x="40" y="33"/>
                                </a:lnTo>
                                <a:lnTo>
                                  <a:pt x="61" y="33"/>
                                </a:lnTo>
                                <a:cubicBezTo>
                                  <a:pt x="74" y="33"/>
                                  <a:pt x="89" y="36"/>
                                  <a:pt x="89" y="5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A5A00"/>
                          </a:solidFill>
                          <a:ln w="0">
                            <a:noFill/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Freeform 59"/>
                        <wps:cNvSpPr>
                          <a:spLocks/>
                        </wps:cNvSpPr>
                        <wps:spPr bwMode="auto">
                          <a:xfrm>
                            <a:off x="5380355" y="1019810"/>
                            <a:ext cx="112395" cy="161290"/>
                          </a:xfrm>
                          <a:custGeom>
                            <a:avLst/>
                            <a:gdLst>
                              <a:gd name="T0" fmla="*/ 118 w 118"/>
                              <a:gd name="T1" fmla="*/ 169 h 169"/>
                              <a:gd name="T2" fmla="*/ 118 w 118"/>
                              <a:gd name="T3" fmla="*/ 169 h 169"/>
                              <a:gd name="T4" fmla="*/ 118 w 118"/>
                              <a:gd name="T5" fmla="*/ 134 h 169"/>
                              <a:gd name="T6" fmla="*/ 39 w 118"/>
                              <a:gd name="T7" fmla="*/ 134 h 169"/>
                              <a:gd name="T8" fmla="*/ 39 w 118"/>
                              <a:gd name="T9" fmla="*/ 99 h 169"/>
                              <a:gd name="T10" fmla="*/ 109 w 118"/>
                              <a:gd name="T11" fmla="*/ 99 h 169"/>
                              <a:gd name="T12" fmla="*/ 109 w 118"/>
                              <a:gd name="T13" fmla="*/ 66 h 169"/>
                              <a:gd name="T14" fmla="*/ 39 w 118"/>
                              <a:gd name="T15" fmla="*/ 66 h 169"/>
                              <a:gd name="T16" fmla="*/ 39 w 118"/>
                              <a:gd name="T17" fmla="*/ 34 h 169"/>
                              <a:gd name="T18" fmla="*/ 114 w 118"/>
                              <a:gd name="T19" fmla="*/ 34 h 169"/>
                              <a:gd name="T20" fmla="*/ 114 w 118"/>
                              <a:gd name="T21" fmla="*/ 0 h 169"/>
                              <a:gd name="T22" fmla="*/ 0 w 118"/>
                              <a:gd name="T23" fmla="*/ 0 h 169"/>
                              <a:gd name="T24" fmla="*/ 0 w 118"/>
                              <a:gd name="T25" fmla="*/ 169 h 169"/>
                              <a:gd name="T26" fmla="*/ 118 w 118"/>
                              <a:gd name="T27" fmla="*/ 169 h 16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18" h="169">
                                <a:moveTo>
                                  <a:pt x="118" y="169"/>
                                </a:moveTo>
                                <a:lnTo>
                                  <a:pt x="118" y="169"/>
                                </a:lnTo>
                                <a:lnTo>
                                  <a:pt x="118" y="134"/>
                                </a:lnTo>
                                <a:lnTo>
                                  <a:pt x="39" y="134"/>
                                </a:lnTo>
                                <a:lnTo>
                                  <a:pt x="39" y="99"/>
                                </a:lnTo>
                                <a:lnTo>
                                  <a:pt x="109" y="99"/>
                                </a:lnTo>
                                <a:lnTo>
                                  <a:pt x="109" y="66"/>
                                </a:lnTo>
                                <a:lnTo>
                                  <a:pt x="39" y="66"/>
                                </a:lnTo>
                                <a:lnTo>
                                  <a:pt x="39" y="34"/>
                                </a:lnTo>
                                <a:lnTo>
                                  <a:pt x="114" y="34"/>
                                </a:lnTo>
                                <a:lnTo>
                                  <a:pt x="11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9"/>
                                </a:lnTo>
                                <a:lnTo>
                                  <a:pt x="118" y="16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A5A00"/>
                          </a:solidFill>
                          <a:ln w="0">
                            <a:noFill/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Freeform 60"/>
                        <wps:cNvSpPr>
                          <a:spLocks/>
                        </wps:cNvSpPr>
                        <wps:spPr bwMode="auto">
                          <a:xfrm>
                            <a:off x="5506085" y="1014730"/>
                            <a:ext cx="123190" cy="170180"/>
                          </a:xfrm>
                          <a:custGeom>
                            <a:avLst/>
                            <a:gdLst>
                              <a:gd name="T0" fmla="*/ 129 w 129"/>
                              <a:gd name="T1" fmla="*/ 21 h 178"/>
                              <a:gd name="T2" fmla="*/ 129 w 129"/>
                              <a:gd name="T3" fmla="*/ 21 h 178"/>
                              <a:gd name="T4" fmla="*/ 73 w 129"/>
                              <a:gd name="T5" fmla="*/ 0 h 178"/>
                              <a:gd name="T6" fmla="*/ 8 w 129"/>
                              <a:gd name="T7" fmla="*/ 53 h 178"/>
                              <a:gd name="T8" fmla="*/ 51 w 129"/>
                              <a:gd name="T9" fmla="*/ 102 h 178"/>
                              <a:gd name="T10" fmla="*/ 86 w 129"/>
                              <a:gd name="T11" fmla="*/ 126 h 178"/>
                              <a:gd name="T12" fmla="*/ 63 w 129"/>
                              <a:gd name="T13" fmla="*/ 144 h 178"/>
                              <a:gd name="T14" fmla="*/ 26 w 129"/>
                              <a:gd name="T15" fmla="*/ 126 h 178"/>
                              <a:gd name="T16" fmla="*/ 0 w 129"/>
                              <a:gd name="T17" fmla="*/ 154 h 178"/>
                              <a:gd name="T18" fmla="*/ 63 w 129"/>
                              <a:gd name="T19" fmla="*/ 178 h 178"/>
                              <a:gd name="T20" fmla="*/ 128 w 129"/>
                              <a:gd name="T21" fmla="*/ 122 h 178"/>
                              <a:gd name="T22" fmla="*/ 75 w 129"/>
                              <a:gd name="T23" fmla="*/ 71 h 178"/>
                              <a:gd name="T24" fmla="*/ 49 w 129"/>
                              <a:gd name="T25" fmla="*/ 51 h 178"/>
                              <a:gd name="T26" fmla="*/ 73 w 129"/>
                              <a:gd name="T27" fmla="*/ 34 h 178"/>
                              <a:gd name="T28" fmla="*/ 103 w 129"/>
                              <a:gd name="T29" fmla="*/ 49 h 178"/>
                              <a:gd name="T30" fmla="*/ 129 w 129"/>
                              <a:gd name="T31" fmla="*/ 21 h 17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129" h="178">
                                <a:moveTo>
                                  <a:pt x="129" y="21"/>
                                </a:moveTo>
                                <a:lnTo>
                                  <a:pt x="129" y="21"/>
                                </a:lnTo>
                                <a:cubicBezTo>
                                  <a:pt x="114" y="7"/>
                                  <a:pt x="93" y="0"/>
                                  <a:pt x="73" y="0"/>
                                </a:cubicBezTo>
                                <a:cubicBezTo>
                                  <a:pt x="42" y="0"/>
                                  <a:pt x="8" y="16"/>
                                  <a:pt x="8" y="53"/>
                                </a:cubicBezTo>
                                <a:cubicBezTo>
                                  <a:pt x="8" y="84"/>
                                  <a:pt x="30" y="95"/>
                                  <a:pt x="51" y="102"/>
                                </a:cubicBezTo>
                                <a:cubicBezTo>
                                  <a:pt x="73" y="109"/>
                                  <a:pt x="86" y="113"/>
                                  <a:pt x="86" y="126"/>
                                </a:cubicBezTo>
                                <a:cubicBezTo>
                                  <a:pt x="86" y="140"/>
                                  <a:pt x="75" y="144"/>
                                  <a:pt x="63" y="144"/>
                                </a:cubicBezTo>
                                <a:cubicBezTo>
                                  <a:pt x="50" y="144"/>
                                  <a:pt x="35" y="137"/>
                                  <a:pt x="26" y="126"/>
                                </a:cubicBezTo>
                                <a:lnTo>
                                  <a:pt x="0" y="154"/>
                                </a:lnTo>
                                <a:cubicBezTo>
                                  <a:pt x="14" y="169"/>
                                  <a:pt x="39" y="178"/>
                                  <a:pt x="63" y="178"/>
                                </a:cubicBezTo>
                                <a:cubicBezTo>
                                  <a:pt x="96" y="178"/>
                                  <a:pt x="128" y="161"/>
                                  <a:pt x="128" y="122"/>
                                </a:cubicBezTo>
                                <a:cubicBezTo>
                                  <a:pt x="128" y="88"/>
                                  <a:pt x="98" y="78"/>
                                  <a:pt x="75" y="71"/>
                                </a:cubicBezTo>
                                <a:cubicBezTo>
                                  <a:pt x="59" y="66"/>
                                  <a:pt x="49" y="62"/>
                                  <a:pt x="49" y="51"/>
                                </a:cubicBezTo>
                                <a:cubicBezTo>
                                  <a:pt x="49" y="38"/>
                                  <a:pt x="62" y="34"/>
                                  <a:pt x="73" y="34"/>
                                </a:cubicBezTo>
                                <a:cubicBezTo>
                                  <a:pt x="83" y="34"/>
                                  <a:pt x="96" y="40"/>
                                  <a:pt x="103" y="49"/>
                                </a:cubicBezTo>
                                <a:lnTo>
                                  <a:pt x="129" y="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A5A00"/>
                          </a:solidFill>
                          <a:ln w="0">
                            <a:noFill/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Freeform 61"/>
                        <wps:cNvSpPr>
                          <a:spLocks/>
                        </wps:cNvSpPr>
                        <wps:spPr bwMode="auto">
                          <a:xfrm>
                            <a:off x="5640705" y="1014730"/>
                            <a:ext cx="123825" cy="170180"/>
                          </a:xfrm>
                          <a:custGeom>
                            <a:avLst/>
                            <a:gdLst>
                              <a:gd name="T0" fmla="*/ 130 w 130"/>
                              <a:gd name="T1" fmla="*/ 21 h 178"/>
                              <a:gd name="T2" fmla="*/ 130 w 130"/>
                              <a:gd name="T3" fmla="*/ 21 h 178"/>
                              <a:gd name="T4" fmla="*/ 74 w 130"/>
                              <a:gd name="T5" fmla="*/ 0 h 178"/>
                              <a:gd name="T6" fmla="*/ 9 w 130"/>
                              <a:gd name="T7" fmla="*/ 53 h 178"/>
                              <a:gd name="T8" fmla="*/ 52 w 130"/>
                              <a:gd name="T9" fmla="*/ 102 h 178"/>
                              <a:gd name="T10" fmla="*/ 87 w 130"/>
                              <a:gd name="T11" fmla="*/ 126 h 178"/>
                              <a:gd name="T12" fmla="*/ 64 w 130"/>
                              <a:gd name="T13" fmla="*/ 144 h 178"/>
                              <a:gd name="T14" fmla="*/ 27 w 130"/>
                              <a:gd name="T15" fmla="*/ 126 h 178"/>
                              <a:gd name="T16" fmla="*/ 0 w 130"/>
                              <a:gd name="T17" fmla="*/ 154 h 178"/>
                              <a:gd name="T18" fmla="*/ 64 w 130"/>
                              <a:gd name="T19" fmla="*/ 178 h 178"/>
                              <a:gd name="T20" fmla="*/ 129 w 130"/>
                              <a:gd name="T21" fmla="*/ 122 h 178"/>
                              <a:gd name="T22" fmla="*/ 76 w 130"/>
                              <a:gd name="T23" fmla="*/ 71 h 178"/>
                              <a:gd name="T24" fmla="*/ 50 w 130"/>
                              <a:gd name="T25" fmla="*/ 51 h 178"/>
                              <a:gd name="T26" fmla="*/ 74 w 130"/>
                              <a:gd name="T27" fmla="*/ 34 h 178"/>
                              <a:gd name="T28" fmla="*/ 104 w 130"/>
                              <a:gd name="T29" fmla="*/ 49 h 178"/>
                              <a:gd name="T30" fmla="*/ 130 w 130"/>
                              <a:gd name="T31" fmla="*/ 21 h 17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130" h="178">
                                <a:moveTo>
                                  <a:pt x="130" y="21"/>
                                </a:moveTo>
                                <a:lnTo>
                                  <a:pt x="130" y="21"/>
                                </a:lnTo>
                                <a:cubicBezTo>
                                  <a:pt x="115" y="7"/>
                                  <a:pt x="93" y="0"/>
                                  <a:pt x="74" y="0"/>
                                </a:cubicBezTo>
                                <a:cubicBezTo>
                                  <a:pt x="43" y="0"/>
                                  <a:pt x="9" y="16"/>
                                  <a:pt x="9" y="53"/>
                                </a:cubicBezTo>
                                <a:cubicBezTo>
                                  <a:pt x="9" y="84"/>
                                  <a:pt x="31" y="95"/>
                                  <a:pt x="52" y="102"/>
                                </a:cubicBezTo>
                                <a:cubicBezTo>
                                  <a:pt x="74" y="109"/>
                                  <a:pt x="87" y="113"/>
                                  <a:pt x="87" y="126"/>
                                </a:cubicBezTo>
                                <a:cubicBezTo>
                                  <a:pt x="87" y="140"/>
                                  <a:pt x="76" y="144"/>
                                  <a:pt x="64" y="144"/>
                                </a:cubicBezTo>
                                <a:cubicBezTo>
                                  <a:pt x="50" y="144"/>
                                  <a:pt x="35" y="137"/>
                                  <a:pt x="27" y="126"/>
                                </a:cubicBezTo>
                                <a:lnTo>
                                  <a:pt x="0" y="154"/>
                                </a:lnTo>
                                <a:cubicBezTo>
                                  <a:pt x="15" y="169"/>
                                  <a:pt x="40" y="178"/>
                                  <a:pt x="64" y="178"/>
                                </a:cubicBezTo>
                                <a:cubicBezTo>
                                  <a:pt x="97" y="178"/>
                                  <a:pt x="129" y="161"/>
                                  <a:pt x="129" y="122"/>
                                </a:cubicBezTo>
                                <a:cubicBezTo>
                                  <a:pt x="129" y="88"/>
                                  <a:pt x="99" y="78"/>
                                  <a:pt x="76" y="71"/>
                                </a:cubicBezTo>
                                <a:cubicBezTo>
                                  <a:pt x="60" y="66"/>
                                  <a:pt x="50" y="62"/>
                                  <a:pt x="50" y="51"/>
                                </a:cubicBezTo>
                                <a:cubicBezTo>
                                  <a:pt x="50" y="38"/>
                                  <a:pt x="63" y="34"/>
                                  <a:pt x="74" y="34"/>
                                </a:cubicBezTo>
                                <a:cubicBezTo>
                                  <a:pt x="84" y="34"/>
                                  <a:pt x="97" y="40"/>
                                  <a:pt x="104" y="49"/>
                                </a:cubicBezTo>
                                <a:lnTo>
                                  <a:pt x="130" y="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A5A00"/>
                          </a:solidFill>
                          <a:ln w="0">
                            <a:noFill/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Freeform 62"/>
                        <wps:cNvSpPr>
                          <a:spLocks noEditPoints="1"/>
                        </wps:cNvSpPr>
                        <wps:spPr bwMode="auto">
                          <a:xfrm>
                            <a:off x="5846445" y="1019810"/>
                            <a:ext cx="132715" cy="161290"/>
                          </a:xfrm>
                          <a:custGeom>
                            <a:avLst/>
                            <a:gdLst>
                              <a:gd name="T0" fmla="*/ 139 w 139"/>
                              <a:gd name="T1" fmla="*/ 169 h 169"/>
                              <a:gd name="T2" fmla="*/ 139 w 139"/>
                              <a:gd name="T3" fmla="*/ 169 h 169"/>
                              <a:gd name="T4" fmla="*/ 94 w 139"/>
                              <a:gd name="T5" fmla="*/ 96 h 169"/>
                              <a:gd name="T6" fmla="*/ 129 w 139"/>
                              <a:gd name="T7" fmla="*/ 51 h 169"/>
                              <a:gd name="T8" fmla="*/ 65 w 139"/>
                              <a:gd name="T9" fmla="*/ 0 h 169"/>
                              <a:gd name="T10" fmla="*/ 0 w 139"/>
                              <a:gd name="T11" fmla="*/ 0 h 169"/>
                              <a:gd name="T12" fmla="*/ 0 w 139"/>
                              <a:gd name="T13" fmla="*/ 169 h 169"/>
                              <a:gd name="T14" fmla="*/ 40 w 139"/>
                              <a:gd name="T15" fmla="*/ 169 h 169"/>
                              <a:gd name="T16" fmla="*/ 40 w 139"/>
                              <a:gd name="T17" fmla="*/ 102 h 169"/>
                              <a:gd name="T18" fmla="*/ 54 w 139"/>
                              <a:gd name="T19" fmla="*/ 102 h 169"/>
                              <a:gd name="T20" fmla="*/ 91 w 139"/>
                              <a:gd name="T21" fmla="*/ 169 h 169"/>
                              <a:gd name="T22" fmla="*/ 139 w 139"/>
                              <a:gd name="T23" fmla="*/ 169 h 169"/>
                              <a:gd name="T24" fmla="*/ 89 w 139"/>
                              <a:gd name="T25" fmla="*/ 51 h 169"/>
                              <a:gd name="T26" fmla="*/ 89 w 139"/>
                              <a:gd name="T27" fmla="*/ 51 h 169"/>
                              <a:gd name="T28" fmla="*/ 59 w 139"/>
                              <a:gd name="T29" fmla="*/ 72 h 169"/>
                              <a:gd name="T30" fmla="*/ 40 w 139"/>
                              <a:gd name="T31" fmla="*/ 72 h 169"/>
                              <a:gd name="T32" fmla="*/ 40 w 139"/>
                              <a:gd name="T33" fmla="*/ 33 h 169"/>
                              <a:gd name="T34" fmla="*/ 62 w 139"/>
                              <a:gd name="T35" fmla="*/ 33 h 169"/>
                              <a:gd name="T36" fmla="*/ 89 w 139"/>
                              <a:gd name="T37" fmla="*/ 51 h 16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139" h="169">
                                <a:moveTo>
                                  <a:pt x="139" y="169"/>
                                </a:moveTo>
                                <a:lnTo>
                                  <a:pt x="139" y="169"/>
                                </a:lnTo>
                                <a:lnTo>
                                  <a:pt x="94" y="96"/>
                                </a:lnTo>
                                <a:cubicBezTo>
                                  <a:pt x="116" y="90"/>
                                  <a:pt x="129" y="73"/>
                                  <a:pt x="129" y="51"/>
                                </a:cubicBezTo>
                                <a:cubicBezTo>
                                  <a:pt x="129" y="12"/>
                                  <a:pt x="97" y="0"/>
                                  <a:pt x="65" y="0"/>
                                </a:cubicBezTo>
                                <a:lnTo>
                                  <a:pt x="0" y="0"/>
                                </a:lnTo>
                                <a:lnTo>
                                  <a:pt x="0" y="169"/>
                                </a:lnTo>
                                <a:lnTo>
                                  <a:pt x="40" y="169"/>
                                </a:lnTo>
                                <a:lnTo>
                                  <a:pt x="40" y="102"/>
                                </a:lnTo>
                                <a:lnTo>
                                  <a:pt x="54" y="102"/>
                                </a:lnTo>
                                <a:lnTo>
                                  <a:pt x="91" y="169"/>
                                </a:lnTo>
                                <a:lnTo>
                                  <a:pt x="139" y="169"/>
                                </a:lnTo>
                                <a:close/>
                                <a:moveTo>
                                  <a:pt x="89" y="51"/>
                                </a:moveTo>
                                <a:lnTo>
                                  <a:pt x="89" y="51"/>
                                </a:lnTo>
                                <a:cubicBezTo>
                                  <a:pt x="89" y="69"/>
                                  <a:pt x="73" y="72"/>
                                  <a:pt x="59" y="72"/>
                                </a:cubicBezTo>
                                <a:lnTo>
                                  <a:pt x="40" y="72"/>
                                </a:lnTo>
                                <a:lnTo>
                                  <a:pt x="40" y="33"/>
                                </a:lnTo>
                                <a:lnTo>
                                  <a:pt x="62" y="33"/>
                                </a:lnTo>
                                <a:cubicBezTo>
                                  <a:pt x="74" y="33"/>
                                  <a:pt x="89" y="36"/>
                                  <a:pt x="89" y="5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A5A00"/>
                          </a:solidFill>
                          <a:ln w="0">
                            <a:noFill/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Freeform 63"/>
                        <wps:cNvSpPr>
                          <a:spLocks/>
                        </wps:cNvSpPr>
                        <wps:spPr bwMode="auto">
                          <a:xfrm>
                            <a:off x="5998210" y="1019810"/>
                            <a:ext cx="112395" cy="161290"/>
                          </a:xfrm>
                          <a:custGeom>
                            <a:avLst/>
                            <a:gdLst>
                              <a:gd name="T0" fmla="*/ 118 w 118"/>
                              <a:gd name="T1" fmla="*/ 169 h 169"/>
                              <a:gd name="T2" fmla="*/ 118 w 118"/>
                              <a:gd name="T3" fmla="*/ 169 h 169"/>
                              <a:gd name="T4" fmla="*/ 118 w 118"/>
                              <a:gd name="T5" fmla="*/ 134 h 169"/>
                              <a:gd name="T6" fmla="*/ 40 w 118"/>
                              <a:gd name="T7" fmla="*/ 134 h 169"/>
                              <a:gd name="T8" fmla="*/ 40 w 118"/>
                              <a:gd name="T9" fmla="*/ 99 h 169"/>
                              <a:gd name="T10" fmla="*/ 110 w 118"/>
                              <a:gd name="T11" fmla="*/ 99 h 169"/>
                              <a:gd name="T12" fmla="*/ 110 w 118"/>
                              <a:gd name="T13" fmla="*/ 66 h 169"/>
                              <a:gd name="T14" fmla="*/ 40 w 118"/>
                              <a:gd name="T15" fmla="*/ 66 h 169"/>
                              <a:gd name="T16" fmla="*/ 40 w 118"/>
                              <a:gd name="T17" fmla="*/ 34 h 169"/>
                              <a:gd name="T18" fmla="*/ 114 w 118"/>
                              <a:gd name="T19" fmla="*/ 34 h 169"/>
                              <a:gd name="T20" fmla="*/ 114 w 118"/>
                              <a:gd name="T21" fmla="*/ 0 h 169"/>
                              <a:gd name="T22" fmla="*/ 0 w 118"/>
                              <a:gd name="T23" fmla="*/ 0 h 169"/>
                              <a:gd name="T24" fmla="*/ 0 w 118"/>
                              <a:gd name="T25" fmla="*/ 169 h 169"/>
                              <a:gd name="T26" fmla="*/ 118 w 118"/>
                              <a:gd name="T27" fmla="*/ 169 h 16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18" h="169">
                                <a:moveTo>
                                  <a:pt x="118" y="169"/>
                                </a:moveTo>
                                <a:lnTo>
                                  <a:pt x="118" y="169"/>
                                </a:lnTo>
                                <a:lnTo>
                                  <a:pt x="118" y="134"/>
                                </a:lnTo>
                                <a:lnTo>
                                  <a:pt x="40" y="134"/>
                                </a:lnTo>
                                <a:lnTo>
                                  <a:pt x="40" y="99"/>
                                </a:lnTo>
                                <a:lnTo>
                                  <a:pt x="110" y="99"/>
                                </a:lnTo>
                                <a:lnTo>
                                  <a:pt x="110" y="66"/>
                                </a:lnTo>
                                <a:lnTo>
                                  <a:pt x="40" y="66"/>
                                </a:lnTo>
                                <a:lnTo>
                                  <a:pt x="40" y="34"/>
                                </a:lnTo>
                                <a:lnTo>
                                  <a:pt x="114" y="34"/>
                                </a:lnTo>
                                <a:lnTo>
                                  <a:pt x="11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9"/>
                                </a:lnTo>
                                <a:lnTo>
                                  <a:pt x="118" y="16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A5A00"/>
                          </a:solidFill>
                          <a:ln w="0">
                            <a:noFill/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Freeform 64"/>
                        <wps:cNvSpPr>
                          <a:spLocks/>
                        </wps:cNvSpPr>
                        <wps:spPr bwMode="auto">
                          <a:xfrm>
                            <a:off x="6137275" y="1019810"/>
                            <a:ext cx="102235" cy="161290"/>
                          </a:xfrm>
                          <a:custGeom>
                            <a:avLst/>
                            <a:gdLst>
                              <a:gd name="T0" fmla="*/ 107 w 107"/>
                              <a:gd name="T1" fmla="*/ 169 h 169"/>
                              <a:gd name="T2" fmla="*/ 107 w 107"/>
                              <a:gd name="T3" fmla="*/ 169 h 169"/>
                              <a:gd name="T4" fmla="*/ 107 w 107"/>
                              <a:gd name="T5" fmla="*/ 133 h 169"/>
                              <a:gd name="T6" fmla="*/ 41 w 107"/>
                              <a:gd name="T7" fmla="*/ 133 h 169"/>
                              <a:gd name="T8" fmla="*/ 41 w 107"/>
                              <a:gd name="T9" fmla="*/ 0 h 169"/>
                              <a:gd name="T10" fmla="*/ 0 w 107"/>
                              <a:gd name="T11" fmla="*/ 0 h 169"/>
                              <a:gd name="T12" fmla="*/ 0 w 107"/>
                              <a:gd name="T13" fmla="*/ 169 h 169"/>
                              <a:gd name="T14" fmla="*/ 107 w 107"/>
                              <a:gd name="T15" fmla="*/ 169 h 16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107" h="169">
                                <a:moveTo>
                                  <a:pt x="107" y="169"/>
                                </a:moveTo>
                                <a:lnTo>
                                  <a:pt x="107" y="169"/>
                                </a:lnTo>
                                <a:lnTo>
                                  <a:pt x="107" y="133"/>
                                </a:lnTo>
                                <a:lnTo>
                                  <a:pt x="41" y="133"/>
                                </a:lnTo>
                                <a:lnTo>
                                  <a:pt x="4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9"/>
                                </a:lnTo>
                                <a:lnTo>
                                  <a:pt x="107" y="16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A5A00"/>
                          </a:solidFill>
                          <a:ln w="0">
                            <a:noFill/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Freeform 65"/>
                        <wps:cNvSpPr>
                          <a:spLocks/>
                        </wps:cNvSpPr>
                        <wps:spPr bwMode="auto">
                          <a:xfrm>
                            <a:off x="6257290" y="1019810"/>
                            <a:ext cx="112395" cy="161290"/>
                          </a:xfrm>
                          <a:custGeom>
                            <a:avLst/>
                            <a:gdLst>
                              <a:gd name="T0" fmla="*/ 118 w 118"/>
                              <a:gd name="T1" fmla="*/ 169 h 169"/>
                              <a:gd name="T2" fmla="*/ 118 w 118"/>
                              <a:gd name="T3" fmla="*/ 169 h 169"/>
                              <a:gd name="T4" fmla="*/ 118 w 118"/>
                              <a:gd name="T5" fmla="*/ 134 h 169"/>
                              <a:gd name="T6" fmla="*/ 40 w 118"/>
                              <a:gd name="T7" fmla="*/ 134 h 169"/>
                              <a:gd name="T8" fmla="*/ 40 w 118"/>
                              <a:gd name="T9" fmla="*/ 99 h 169"/>
                              <a:gd name="T10" fmla="*/ 110 w 118"/>
                              <a:gd name="T11" fmla="*/ 99 h 169"/>
                              <a:gd name="T12" fmla="*/ 110 w 118"/>
                              <a:gd name="T13" fmla="*/ 66 h 169"/>
                              <a:gd name="T14" fmla="*/ 40 w 118"/>
                              <a:gd name="T15" fmla="*/ 66 h 169"/>
                              <a:gd name="T16" fmla="*/ 40 w 118"/>
                              <a:gd name="T17" fmla="*/ 34 h 169"/>
                              <a:gd name="T18" fmla="*/ 114 w 118"/>
                              <a:gd name="T19" fmla="*/ 34 h 169"/>
                              <a:gd name="T20" fmla="*/ 114 w 118"/>
                              <a:gd name="T21" fmla="*/ 0 h 169"/>
                              <a:gd name="T22" fmla="*/ 0 w 118"/>
                              <a:gd name="T23" fmla="*/ 0 h 169"/>
                              <a:gd name="T24" fmla="*/ 0 w 118"/>
                              <a:gd name="T25" fmla="*/ 169 h 169"/>
                              <a:gd name="T26" fmla="*/ 118 w 118"/>
                              <a:gd name="T27" fmla="*/ 169 h 16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18" h="169">
                                <a:moveTo>
                                  <a:pt x="118" y="169"/>
                                </a:moveTo>
                                <a:lnTo>
                                  <a:pt x="118" y="169"/>
                                </a:lnTo>
                                <a:lnTo>
                                  <a:pt x="118" y="134"/>
                                </a:lnTo>
                                <a:lnTo>
                                  <a:pt x="40" y="134"/>
                                </a:lnTo>
                                <a:lnTo>
                                  <a:pt x="40" y="99"/>
                                </a:lnTo>
                                <a:lnTo>
                                  <a:pt x="110" y="99"/>
                                </a:lnTo>
                                <a:lnTo>
                                  <a:pt x="110" y="66"/>
                                </a:lnTo>
                                <a:lnTo>
                                  <a:pt x="40" y="66"/>
                                </a:lnTo>
                                <a:lnTo>
                                  <a:pt x="40" y="34"/>
                                </a:lnTo>
                                <a:lnTo>
                                  <a:pt x="114" y="34"/>
                                </a:lnTo>
                                <a:lnTo>
                                  <a:pt x="11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9"/>
                                </a:lnTo>
                                <a:lnTo>
                                  <a:pt x="118" y="16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A5A00"/>
                          </a:solidFill>
                          <a:ln w="0">
                            <a:noFill/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Freeform 66"/>
                        <wps:cNvSpPr>
                          <a:spLocks noEditPoints="1"/>
                        </wps:cNvSpPr>
                        <wps:spPr bwMode="auto">
                          <a:xfrm>
                            <a:off x="6376670" y="1019810"/>
                            <a:ext cx="172720" cy="161290"/>
                          </a:xfrm>
                          <a:custGeom>
                            <a:avLst/>
                            <a:gdLst>
                              <a:gd name="T0" fmla="*/ 181 w 181"/>
                              <a:gd name="T1" fmla="*/ 169 h 169"/>
                              <a:gd name="T2" fmla="*/ 181 w 181"/>
                              <a:gd name="T3" fmla="*/ 169 h 169"/>
                              <a:gd name="T4" fmla="*/ 111 w 181"/>
                              <a:gd name="T5" fmla="*/ 0 h 169"/>
                              <a:gd name="T6" fmla="*/ 71 w 181"/>
                              <a:gd name="T7" fmla="*/ 0 h 169"/>
                              <a:gd name="T8" fmla="*/ 0 w 181"/>
                              <a:gd name="T9" fmla="*/ 169 h 169"/>
                              <a:gd name="T10" fmla="*/ 45 w 181"/>
                              <a:gd name="T11" fmla="*/ 169 h 169"/>
                              <a:gd name="T12" fmla="*/ 57 w 181"/>
                              <a:gd name="T13" fmla="*/ 136 h 169"/>
                              <a:gd name="T14" fmla="*/ 122 w 181"/>
                              <a:gd name="T15" fmla="*/ 136 h 169"/>
                              <a:gd name="T16" fmla="*/ 136 w 181"/>
                              <a:gd name="T17" fmla="*/ 169 h 169"/>
                              <a:gd name="T18" fmla="*/ 181 w 181"/>
                              <a:gd name="T19" fmla="*/ 169 h 169"/>
                              <a:gd name="T20" fmla="*/ 111 w 181"/>
                              <a:gd name="T21" fmla="*/ 103 h 169"/>
                              <a:gd name="T22" fmla="*/ 111 w 181"/>
                              <a:gd name="T23" fmla="*/ 103 h 169"/>
                              <a:gd name="T24" fmla="*/ 69 w 181"/>
                              <a:gd name="T25" fmla="*/ 103 h 169"/>
                              <a:gd name="T26" fmla="*/ 90 w 181"/>
                              <a:gd name="T27" fmla="*/ 45 h 169"/>
                              <a:gd name="T28" fmla="*/ 111 w 181"/>
                              <a:gd name="T29" fmla="*/ 103 h 16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181" h="169">
                                <a:moveTo>
                                  <a:pt x="181" y="169"/>
                                </a:moveTo>
                                <a:lnTo>
                                  <a:pt x="181" y="169"/>
                                </a:lnTo>
                                <a:lnTo>
                                  <a:pt x="111" y="0"/>
                                </a:lnTo>
                                <a:lnTo>
                                  <a:pt x="71" y="0"/>
                                </a:lnTo>
                                <a:lnTo>
                                  <a:pt x="0" y="169"/>
                                </a:lnTo>
                                <a:lnTo>
                                  <a:pt x="45" y="169"/>
                                </a:lnTo>
                                <a:lnTo>
                                  <a:pt x="57" y="136"/>
                                </a:lnTo>
                                <a:lnTo>
                                  <a:pt x="122" y="136"/>
                                </a:lnTo>
                                <a:lnTo>
                                  <a:pt x="136" y="169"/>
                                </a:lnTo>
                                <a:lnTo>
                                  <a:pt x="181" y="169"/>
                                </a:lnTo>
                                <a:close/>
                                <a:moveTo>
                                  <a:pt x="111" y="103"/>
                                </a:moveTo>
                                <a:lnTo>
                                  <a:pt x="111" y="103"/>
                                </a:lnTo>
                                <a:lnTo>
                                  <a:pt x="69" y="103"/>
                                </a:lnTo>
                                <a:lnTo>
                                  <a:pt x="90" y="45"/>
                                </a:lnTo>
                                <a:lnTo>
                                  <a:pt x="111" y="10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A5A00"/>
                          </a:solidFill>
                          <a:ln w="0">
                            <a:noFill/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Freeform 67"/>
                        <wps:cNvSpPr>
                          <a:spLocks/>
                        </wps:cNvSpPr>
                        <wps:spPr bwMode="auto">
                          <a:xfrm>
                            <a:off x="6550025" y="1014730"/>
                            <a:ext cx="123190" cy="170180"/>
                          </a:xfrm>
                          <a:custGeom>
                            <a:avLst/>
                            <a:gdLst>
                              <a:gd name="T0" fmla="*/ 129 w 129"/>
                              <a:gd name="T1" fmla="*/ 21 h 178"/>
                              <a:gd name="T2" fmla="*/ 129 w 129"/>
                              <a:gd name="T3" fmla="*/ 21 h 178"/>
                              <a:gd name="T4" fmla="*/ 74 w 129"/>
                              <a:gd name="T5" fmla="*/ 0 h 178"/>
                              <a:gd name="T6" fmla="*/ 8 w 129"/>
                              <a:gd name="T7" fmla="*/ 53 h 178"/>
                              <a:gd name="T8" fmla="*/ 52 w 129"/>
                              <a:gd name="T9" fmla="*/ 102 h 178"/>
                              <a:gd name="T10" fmla="*/ 87 w 129"/>
                              <a:gd name="T11" fmla="*/ 126 h 178"/>
                              <a:gd name="T12" fmla="*/ 63 w 129"/>
                              <a:gd name="T13" fmla="*/ 144 h 178"/>
                              <a:gd name="T14" fmla="*/ 27 w 129"/>
                              <a:gd name="T15" fmla="*/ 126 h 178"/>
                              <a:gd name="T16" fmla="*/ 0 w 129"/>
                              <a:gd name="T17" fmla="*/ 154 h 178"/>
                              <a:gd name="T18" fmla="*/ 63 w 129"/>
                              <a:gd name="T19" fmla="*/ 178 h 178"/>
                              <a:gd name="T20" fmla="*/ 128 w 129"/>
                              <a:gd name="T21" fmla="*/ 122 h 178"/>
                              <a:gd name="T22" fmla="*/ 75 w 129"/>
                              <a:gd name="T23" fmla="*/ 71 h 178"/>
                              <a:gd name="T24" fmla="*/ 49 w 129"/>
                              <a:gd name="T25" fmla="*/ 51 h 178"/>
                              <a:gd name="T26" fmla="*/ 73 w 129"/>
                              <a:gd name="T27" fmla="*/ 34 h 178"/>
                              <a:gd name="T28" fmla="*/ 103 w 129"/>
                              <a:gd name="T29" fmla="*/ 49 h 178"/>
                              <a:gd name="T30" fmla="*/ 129 w 129"/>
                              <a:gd name="T31" fmla="*/ 21 h 17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129" h="178">
                                <a:moveTo>
                                  <a:pt x="129" y="21"/>
                                </a:moveTo>
                                <a:lnTo>
                                  <a:pt x="129" y="21"/>
                                </a:lnTo>
                                <a:cubicBezTo>
                                  <a:pt x="114" y="7"/>
                                  <a:pt x="93" y="0"/>
                                  <a:pt x="74" y="0"/>
                                </a:cubicBezTo>
                                <a:cubicBezTo>
                                  <a:pt x="42" y="0"/>
                                  <a:pt x="8" y="16"/>
                                  <a:pt x="8" y="53"/>
                                </a:cubicBezTo>
                                <a:cubicBezTo>
                                  <a:pt x="8" y="84"/>
                                  <a:pt x="30" y="95"/>
                                  <a:pt x="52" y="102"/>
                                </a:cubicBezTo>
                                <a:cubicBezTo>
                                  <a:pt x="74" y="109"/>
                                  <a:pt x="87" y="113"/>
                                  <a:pt x="87" y="126"/>
                                </a:cubicBezTo>
                                <a:cubicBezTo>
                                  <a:pt x="87" y="140"/>
                                  <a:pt x="76" y="144"/>
                                  <a:pt x="63" y="144"/>
                                </a:cubicBezTo>
                                <a:cubicBezTo>
                                  <a:pt x="50" y="144"/>
                                  <a:pt x="35" y="137"/>
                                  <a:pt x="27" y="126"/>
                                </a:cubicBezTo>
                                <a:lnTo>
                                  <a:pt x="0" y="154"/>
                                </a:lnTo>
                                <a:cubicBezTo>
                                  <a:pt x="15" y="169"/>
                                  <a:pt x="39" y="178"/>
                                  <a:pt x="63" y="178"/>
                                </a:cubicBezTo>
                                <a:cubicBezTo>
                                  <a:pt x="97" y="178"/>
                                  <a:pt x="128" y="161"/>
                                  <a:pt x="128" y="122"/>
                                </a:cubicBezTo>
                                <a:cubicBezTo>
                                  <a:pt x="128" y="88"/>
                                  <a:pt x="98" y="78"/>
                                  <a:pt x="75" y="71"/>
                                </a:cubicBezTo>
                                <a:cubicBezTo>
                                  <a:pt x="59" y="66"/>
                                  <a:pt x="49" y="62"/>
                                  <a:pt x="49" y="51"/>
                                </a:cubicBezTo>
                                <a:cubicBezTo>
                                  <a:pt x="49" y="38"/>
                                  <a:pt x="63" y="34"/>
                                  <a:pt x="73" y="34"/>
                                </a:cubicBezTo>
                                <a:cubicBezTo>
                                  <a:pt x="84" y="34"/>
                                  <a:pt x="96" y="40"/>
                                  <a:pt x="103" y="49"/>
                                </a:cubicBezTo>
                                <a:lnTo>
                                  <a:pt x="129" y="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A5A00"/>
                          </a:solidFill>
                          <a:ln w="0">
                            <a:noFill/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Freeform 68"/>
                        <wps:cNvSpPr>
                          <a:spLocks/>
                        </wps:cNvSpPr>
                        <wps:spPr bwMode="auto">
                          <a:xfrm>
                            <a:off x="6698615" y="1019810"/>
                            <a:ext cx="113030" cy="161290"/>
                          </a:xfrm>
                          <a:custGeom>
                            <a:avLst/>
                            <a:gdLst>
                              <a:gd name="T0" fmla="*/ 118 w 118"/>
                              <a:gd name="T1" fmla="*/ 169 h 169"/>
                              <a:gd name="T2" fmla="*/ 118 w 118"/>
                              <a:gd name="T3" fmla="*/ 169 h 169"/>
                              <a:gd name="T4" fmla="*/ 118 w 118"/>
                              <a:gd name="T5" fmla="*/ 134 h 169"/>
                              <a:gd name="T6" fmla="*/ 39 w 118"/>
                              <a:gd name="T7" fmla="*/ 134 h 169"/>
                              <a:gd name="T8" fmla="*/ 39 w 118"/>
                              <a:gd name="T9" fmla="*/ 99 h 169"/>
                              <a:gd name="T10" fmla="*/ 109 w 118"/>
                              <a:gd name="T11" fmla="*/ 99 h 169"/>
                              <a:gd name="T12" fmla="*/ 109 w 118"/>
                              <a:gd name="T13" fmla="*/ 66 h 169"/>
                              <a:gd name="T14" fmla="*/ 39 w 118"/>
                              <a:gd name="T15" fmla="*/ 66 h 169"/>
                              <a:gd name="T16" fmla="*/ 39 w 118"/>
                              <a:gd name="T17" fmla="*/ 34 h 169"/>
                              <a:gd name="T18" fmla="*/ 113 w 118"/>
                              <a:gd name="T19" fmla="*/ 34 h 169"/>
                              <a:gd name="T20" fmla="*/ 113 w 118"/>
                              <a:gd name="T21" fmla="*/ 0 h 169"/>
                              <a:gd name="T22" fmla="*/ 0 w 118"/>
                              <a:gd name="T23" fmla="*/ 0 h 169"/>
                              <a:gd name="T24" fmla="*/ 0 w 118"/>
                              <a:gd name="T25" fmla="*/ 169 h 169"/>
                              <a:gd name="T26" fmla="*/ 118 w 118"/>
                              <a:gd name="T27" fmla="*/ 169 h 16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18" h="169">
                                <a:moveTo>
                                  <a:pt x="118" y="169"/>
                                </a:moveTo>
                                <a:lnTo>
                                  <a:pt x="118" y="169"/>
                                </a:lnTo>
                                <a:lnTo>
                                  <a:pt x="118" y="134"/>
                                </a:lnTo>
                                <a:lnTo>
                                  <a:pt x="39" y="134"/>
                                </a:lnTo>
                                <a:lnTo>
                                  <a:pt x="39" y="99"/>
                                </a:lnTo>
                                <a:lnTo>
                                  <a:pt x="109" y="99"/>
                                </a:lnTo>
                                <a:lnTo>
                                  <a:pt x="109" y="66"/>
                                </a:lnTo>
                                <a:lnTo>
                                  <a:pt x="39" y="66"/>
                                </a:lnTo>
                                <a:lnTo>
                                  <a:pt x="39" y="34"/>
                                </a:lnTo>
                                <a:lnTo>
                                  <a:pt x="113" y="34"/>
                                </a:lnTo>
                                <a:lnTo>
                                  <a:pt x="11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9"/>
                                </a:lnTo>
                                <a:lnTo>
                                  <a:pt x="118" y="16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A5A00"/>
                          </a:solidFill>
                          <a:ln w="0">
                            <a:noFill/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  <wpg:wgp>
                      <wpg:cNvPr id="91" name="Agrupar 91"/>
                      <wpg:cNvGrpSpPr>
                        <a:grpSpLocks noChangeAspect="1"/>
                      </wpg:cNvGrpSpPr>
                      <wpg:grpSpPr>
                        <a:xfrm>
                          <a:off x="755737" y="291056"/>
                          <a:ext cx="1200260" cy="288000"/>
                          <a:chOff x="1185893" y="520700"/>
                          <a:chExt cx="3375754" cy="810006"/>
                        </a:xfrm>
                      </wpg:grpSpPr>
                      <wpg:grpSp>
                        <wpg:cNvPr id="80" name="Gráfico 4"/>
                        <wpg:cNvGrpSpPr/>
                        <wpg:grpSpPr>
                          <a:xfrm>
                            <a:off x="2365754" y="647096"/>
                            <a:ext cx="2195893" cy="554450"/>
                            <a:chOff x="2365754" y="647096"/>
                            <a:chExt cx="2195893" cy="554450"/>
                          </a:xfrm>
                          <a:solidFill>
                            <a:srgbClr val="485358"/>
                          </a:solidFill>
                        </wpg:grpSpPr>
                        <wps:wsp>
                          <wps:cNvPr id="81" name="Forma Livre: Forma 81"/>
                          <wps:cNvSpPr/>
                          <wps:spPr>
                            <a:xfrm>
                              <a:off x="2365754" y="647096"/>
                              <a:ext cx="489680" cy="554450"/>
                            </a:xfrm>
                            <a:custGeom>
                              <a:avLst/>
                              <a:gdLst>
                                <a:gd name="connsiteX0" fmla="*/ 403003 w 489680"/>
                                <a:gd name="connsiteY0" fmla="*/ 531019 h 554450"/>
                                <a:gd name="connsiteX1" fmla="*/ 284321 w 489680"/>
                                <a:gd name="connsiteY1" fmla="*/ 554450 h 554450"/>
                                <a:gd name="connsiteX2" fmla="*/ 171260 w 489680"/>
                                <a:gd name="connsiteY2" fmla="*/ 534353 h 554450"/>
                                <a:gd name="connsiteX3" fmla="*/ 81344 w 489680"/>
                                <a:gd name="connsiteY3" fmla="*/ 477488 h 554450"/>
                                <a:gd name="connsiteX4" fmla="*/ 21622 w 489680"/>
                                <a:gd name="connsiteY4" fmla="*/ 389382 h 554450"/>
                                <a:gd name="connsiteX5" fmla="*/ 0 w 489680"/>
                                <a:gd name="connsiteY5" fmla="*/ 276416 h 554450"/>
                                <a:gd name="connsiteX6" fmla="*/ 22003 w 489680"/>
                                <a:gd name="connsiteY6" fmla="*/ 162020 h 554450"/>
                                <a:gd name="connsiteX7" fmla="*/ 82868 w 489680"/>
                                <a:gd name="connsiteY7" fmla="*/ 74676 h 554450"/>
                                <a:gd name="connsiteX8" fmla="*/ 173927 w 489680"/>
                                <a:gd name="connsiteY8" fmla="*/ 19336 h 554450"/>
                                <a:gd name="connsiteX9" fmla="*/ 286607 w 489680"/>
                                <a:gd name="connsiteY9" fmla="*/ 0 h 554450"/>
                                <a:gd name="connsiteX10" fmla="*/ 396716 w 489680"/>
                                <a:gd name="connsiteY10" fmla="*/ 19717 h 554450"/>
                                <a:gd name="connsiteX11" fmla="*/ 484441 w 489680"/>
                                <a:gd name="connsiteY11" fmla="*/ 77343 h 554450"/>
                                <a:gd name="connsiteX12" fmla="*/ 397859 w 489680"/>
                                <a:gd name="connsiteY12" fmla="*/ 163544 h 554450"/>
                                <a:gd name="connsiteX13" fmla="*/ 350806 w 489680"/>
                                <a:gd name="connsiteY13" fmla="*/ 127064 h 554450"/>
                                <a:gd name="connsiteX14" fmla="*/ 291084 w 489680"/>
                                <a:gd name="connsiteY14" fmla="*/ 115157 h 554450"/>
                                <a:gd name="connsiteX15" fmla="*/ 229552 w 489680"/>
                                <a:gd name="connsiteY15" fmla="*/ 127444 h 554450"/>
                                <a:gd name="connsiteX16" fmla="*/ 181451 w 489680"/>
                                <a:gd name="connsiteY16" fmla="*/ 161258 h 554450"/>
                                <a:gd name="connsiteX17" fmla="*/ 150114 w 489680"/>
                                <a:gd name="connsiteY17" fmla="*/ 212122 h 554450"/>
                                <a:gd name="connsiteX18" fmla="*/ 138874 w 489680"/>
                                <a:gd name="connsiteY18" fmla="*/ 276416 h 554450"/>
                                <a:gd name="connsiteX19" fmla="*/ 150114 w 489680"/>
                                <a:gd name="connsiteY19" fmla="*/ 341852 h 554450"/>
                                <a:gd name="connsiteX20" fmla="*/ 181070 w 489680"/>
                                <a:gd name="connsiteY20" fmla="*/ 392716 h 554450"/>
                                <a:gd name="connsiteX21" fmla="*/ 228505 w 489680"/>
                                <a:gd name="connsiteY21" fmla="*/ 425768 h 554450"/>
                                <a:gd name="connsiteX22" fmla="*/ 288989 w 489680"/>
                                <a:gd name="connsiteY22" fmla="*/ 437674 h 554450"/>
                                <a:gd name="connsiteX23" fmla="*/ 355378 w 489680"/>
                                <a:gd name="connsiteY23" fmla="*/ 422815 h 554450"/>
                                <a:gd name="connsiteX24" fmla="*/ 400907 w 489680"/>
                                <a:gd name="connsiteY24" fmla="*/ 384143 h 554450"/>
                                <a:gd name="connsiteX25" fmla="*/ 489680 w 489680"/>
                                <a:gd name="connsiteY25" fmla="*/ 467392 h 554450"/>
                                <a:gd name="connsiteX26" fmla="*/ 403098 w 489680"/>
                                <a:gd name="connsiteY26" fmla="*/ 530924 h 5544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</a:cxnLst>
                              <a:rect l="l" t="t" r="r" b="b"/>
                              <a:pathLst>
                                <a:path w="489680" h="554450">
                                  <a:moveTo>
                                    <a:pt x="403003" y="531019"/>
                                  </a:moveTo>
                                  <a:cubicBezTo>
                                    <a:pt x="368713" y="546640"/>
                                    <a:pt x="329089" y="554450"/>
                                    <a:pt x="284321" y="554450"/>
                                  </a:cubicBezTo>
                                  <a:cubicBezTo>
                                    <a:pt x="243459" y="554450"/>
                                    <a:pt x="205835" y="547783"/>
                                    <a:pt x="171260" y="534353"/>
                                  </a:cubicBezTo>
                                  <a:cubicBezTo>
                                    <a:pt x="136684" y="521018"/>
                                    <a:pt x="106680" y="502063"/>
                                    <a:pt x="81344" y="477488"/>
                                  </a:cubicBezTo>
                                  <a:cubicBezTo>
                                    <a:pt x="55912" y="453009"/>
                                    <a:pt x="36100" y="423577"/>
                                    <a:pt x="21622" y="389382"/>
                                  </a:cubicBezTo>
                                  <a:cubicBezTo>
                                    <a:pt x="7239" y="355187"/>
                                    <a:pt x="0" y="317564"/>
                                    <a:pt x="0" y="276416"/>
                                  </a:cubicBezTo>
                                  <a:cubicBezTo>
                                    <a:pt x="0" y="235268"/>
                                    <a:pt x="7334" y="196120"/>
                                    <a:pt x="22003" y="162020"/>
                                  </a:cubicBezTo>
                                  <a:cubicBezTo>
                                    <a:pt x="36671" y="127826"/>
                                    <a:pt x="56960" y="98679"/>
                                    <a:pt x="82868" y="74676"/>
                                  </a:cubicBezTo>
                                  <a:cubicBezTo>
                                    <a:pt x="108775" y="50673"/>
                                    <a:pt x="139065" y="32194"/>
                                    <a:pt x="173927" y="19336"/>
                                  </a:cubicBezTo>
                                  <a:cubicBezTo>
                                    <a:pt x="208788" y="6477"/>
                                    <a:pt x="246316" y="0"/>
                                    <a:pt x="286607" y="0"/>
                                  </a:cubicBezTo>
                                  <a:cubicBezTo>
                                    <a:pt x="323945" y="0"/>
                                    <a:pt x="360616" y="6572"/>
                                    <a:pt x="396716" y="19717"/>
                                  </a:cubicBezTo>
                                  <a:cubicBezTo>
                                    <a:pt x="432816" y="32861"/>
                                    <a:pt x="462058" y="52006"/>
                                    <a:pt x="484441" y="77343"/>
                                  </a:cubicBezTo>
                                  <a:lnTo>
                                    <a:pt x="397859" y="163544"/>
                                  </a:lnTo>
                                  <a:cubicBezTo>
                                    <a:pt x="385953" y="147161"/>
                                    <a:pt x="370237" y="135065"/>
                                    <a:pt x="350806" y="127064"/>
                                  </a:cubicBezTo>
                                  <a:cubicBezTo>
                                    <a:pt x="331375" y="119158"/>
                                    <a:pt x="311468" y="115157"/>
                                    <a:pt x="291084" y="115157"/>
                                  </a:cubicBezTo>
                                  <a:cubicBezTo>
                                    <a:pt x="268700" y="115157"/>
                                    <a:pt x="248221" y="119253"/>
                                    <a:pt x="229552" y="127444"/>
                                  </a:cubicBezTo>
                                  <a:cubicBezTo>
                                    <a:pt x="210883" y="135636"/>
                                    <a:pt x="194881" y="146876"/>
                                    <a:pt x="181451" y="161258"/>
                                  </a:cubicBezTo>
                                  <a:cubicBezTo>
                                    <a:pt x="168021" y="175641"/>
                                    <a:pt x="157544" y="192596"/>
                                    <a:pt x="150114" y="212122"/>
                                  </a:cubicBezTo>
                                  <a:cubicBezTo>
                                    <a:pt x="142685" y="231743"/>
                                    <a:pt x="138874" y="253079"/>
                                    <a:pt x="138874" y="276416"/>
                                  </a:cubicBezTo>
                                  <a:cubicBezTo>
                                    <a:pt x="138874" y="299752"/>
                                    <a:pt x="142589" y="322040"/>
                                    <a:pt x="150114" y="341852"/>
                                  </a:cubicBezTo>
                                  <a:cubicBezTo>
                                    <a:pt x="157544" y="361664"/>
                                    <a:pt x="167926" y="378619"/>
                                    <a:pt x="181070" y="392716"/>
                                  </a:cubicBezTo>
                                  <a:cubicBezTo>
                                    <a:pt x="194215" y="406813"/>
                                    <a:pt x="210026" y="417862"/>
                                    <a:pt x="228505" y="425768"/>
                                  </a:cubicBezTo>
                                  <a:cubicBezTo>
                                    <a:pt x="246888" y="433769"/>
                                    <a:pt x="267081" y="437674"/>
                                    <a:pt x="288989" y="437674"/>
                                  </a:cubicBezTo>
                                  <a:cubicBezTo>
                                    <a:pt x="314325" y="437674"/>
                                    <a:pt x="336518" y="432721"/>
                                    <a:pt x="355378" y="422815"/>
                                  </a:cubicBezTo>
                                  <a:cubicBezTo>
                                    <a:pt x="374237" y="412909"/>
                                    <a:pt x="389477" y="400050"/>
                                    <a:pt x="400907" y="384143"/>
                                  </a:cubicBezTo>
                                  <a:lnTo>
                                    <a:pt x="489680" y="467392"/>
                                  </a:lnTo>
                                  <a:cubicBezTo>
                                    <a:pt x="466249" y="494157"/>
                                    <a:pt x="437388" y="515303"/>
                                    <a:pt x="403098" y="53092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485358"/>
                            </a:solidFill>
                            <a:ln w="9525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2" name="Forma Livre: Forma 82"/>
                          <wps:cNvSpPr/>
                          <wps:spPr>
                            <a:xfrm>
                              <a:off x="2928491" y="661289"/>
                              <a:ext cx="128396" cy="526160"/>
                            </a:xfrm>
                            <a:custGeom>
                              <a:avLst/>
                              <a:gdLst>
                                <a:gd name="connsiteX0" fmla="*/ 0 w 128396"/>
                                <a:gd name="connsiteY0" fmla="*/ 526161 h 526160"/>
                                <a:gd name="connsiteX1" fmla="*/ 0 w 128396"/>
                                <a:gd name="connsiteY1" fmla="*/ 0 h 526160"/>
                                <a:gd name="connsiteX2" fmla="*/ 128397 w 128396"/>
                                <a:gd name="connsiteY2" fmla="*/ 0 h 526160"/>
                                <a:gd name="connsiteX3" fmla="*/ 128397 w 128396"/>
                                <a:gd name="connsiteY3" fmla="*/ 526161 h 526160"/>
                                <a:gd name="connsiteX4" fmla="*/ 0 w 128396"/>
                                <a:gd name="connsiteY4" fmla="*/ 526161 h 52616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28396" h="526160">
                                  <a:moveTo>
                                    <a:pt x="0" y="52616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28397" y="0"/>
                                  </a:lnTo>
                                  <a:lnTo>
                                    <a:pt x="128397" y="526161"/>
                                  </a:lnTo>
                                  <a:lnTo>
                                    <a:pt x="0" y="52616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85358"/>
                            </a:solidFill>
                            <a:ln w="9525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3" name="Forma Livre: Forma 83"/>
                          <wps:cNvSpPr/>
                          <wps:spPr>
                            <a:xfrm>
                              <a:off x="3175475" y="661289"/>
                              <a:ext cx="412051" cy="526160"/>
                            </a:xfrm>
                            <a:custGeom>
                              <a:avLst/>
                              <a:gdLst>
                                <a:gd name="connsiteX0" fmla="*/ 412051 w 412051"/>
                                <a:gd name="connsiteY0" fmla="*/ 373094 h 526160"/>
                                <a:gd name="connsiteX1" fmla="*/ 394906 w 412051"/>
                                <a:gd name="connsiteY1" fmla="*/ 445580 h 526160"/>
                                <a:gd name="connsiteX2" fmla="*/ 349377 w 412051"/>
                                <a:gd name="connsiteY2" fmla="*/ 492728 h 526160"/>
                                <a:gd name="connsiteX3" fmla="*/ 284797 w 412051"/>
                                <a:gd name="connsiteY3" fmla="*/ 518351 h 526160"/>
                                <a:gd name="connsiteX4" fmla="*/ 210502 w 412051"/>
                                <a:gd name="connsiteY4" fmla="*/ 526161 h 526160"/>
                                <a:gd name="connsiteX5" fmla="*/ 0 w 412051"/>
                                <a:gd name="connsiteY5" fmla="*/ 526161 h 526160"/>
                                <a:gd name="connsiteX6" fmla="*/ 0 w 412051"/>
                                <a:gd name="connsiteY6" fmla="*/ 0 h 526160"/>
                                <a:gd name="connsiteX7" fmla="*/ 210502 w 412051"/>
                                <a:gd name="connsiteY7" fmla="*/ 0 h 526160"/>
                                <a:gd name="connsiteX8" fmla="*/ 273177 w 412051"/>
                                <a:gd name="connsiteY8" fmla="*/ 6286 h 526160"/>
                                <a:gd name="connsiteX9" fmla="*/ 331375 w 412051"/>
                                <a:gd name="connsiteY9" fmla="*/ 27813 h 526160"/>
                                <a:gd name="connsiteX10" fmla="*/ 373951 w 412051"/>
                                <a:gd name="connsiteY10" fmla="*/ 69056 h 526160"/>
                                <a:gd name="connsiteX11" fmla="*/ 390430 w 412051"/>
                                <a:gd name="connsiteY11" fmla="*/ 135255 h 526160"/>
                                <a:gd name="connsiteX12" fmla="*/ 366522 w 412051"/>
                                <a:gd name="connsiteY12" fmla="*/ 207740 h 526160"/>
                                <a:gd name="connsiteX13" fmla="*/ 303847 w 412051"/>
                                <a:gd name="connsiteY13" fmla="*/ 248984 h 526160"/>
                                <a:gd name="connsiteX14" fmla="*/ 303847 w 412051"/>
                                <a:gd name="connsiteY14" fmla="*/ 250508 h 526160"/>
                                <a:gd name="connsiteX15" fmla="*/ 346043 w 412051"/>
                                <a:gd name="connsiteY15" fmla="*/ 264224 h 526160"/>
                                <a:gd name="connsiteX16" fmla="*/ 380333 w 412051"/>
                                <a:gd name="connsiteY16" fmla="*/ 289846 h 526160"/>
                                <a:gd name="connsiteX17" fmla="*/ 403479 w 412051"/>
                                <a:gd name="connsiteY17" fmla="*/ 326231 h 526160"/>
                                <a:gd name="connsiteX18" fmla="*/ 412051 w 412051"/>
                                <a:gd name="connsiteY18" fmla="*/ 373094 h 526160"/>
                                <a:gd name="connsiteX19" fmla="*/ 267271 w 412051"/>
                                <a:gd name="connsiteY19" fmla="*/ 152400 h 526160"/>
                                <a:gd name="connsiteX20" fmla="*/ 246793 w 412051"/>
                                <a:gd name="connsiteY20" fmla="*/ 113348 h 526160"/>
                                <a:gd name="connsiteX21" fmla="*/ 185928 w 412051"/>
                                <a:gd name="connsiteY21" fmla="*/ 101060 h 526160"/>
                                <a:gd name="connsiteX22" fmla="*/ 123254 w 412051"/>
                                <a:gd name="connsiteY22" fmla="*/ 101060 h 526160"/>
                                <a:gd name="connsiteX23" fmla="*/ 123254 w 412051"/>
                                <a:gd name="connsiteY23" fmla="*/ 209550 h 526160"/>
                                <a:gd name="connsiteX24" fmla="*/ 191929 w 412051"/>
                                <a:gd name="connsiteY24" fmla="*/ 209550 h 526160"/>
                                <a:gd name="connsiteX25" fmla="*/ 247555 w 412051"/>
                                <a:gd name="connsiteY25" fmla="*/ 195072 h 526160"/>
                                <a:gd name="connsiteX26" fmla="*/ 267367 w 412051"/>
                                <a:gd name="connsiteY26" fmla="*/ 152400 h 526160"/>
                                <a:gd name="connsiteX27" fmla="*/ 284417 w 412051"/>
                                <a:gd name="connsiteY27" fmla="*/ 361188 h 526160"/>
                                <a:gd name="connsiteX28" fmla="*/ 259842 w 412051"/>
                                <a:gd name="connsiteY28" fmla="*/ 315849 h 526160"/>
                                <a:gd name="connsiteX29" fmla="*/ 194119 w 412051"/>
                                <a:gd name="connsiteY29" fmla="*/ 303276 h 526160"/>
                                <a:gd name="connsiteX30" fmla="*/ 123254 w 412051"/>
                                <a:gd name="connsiteY30" fmla="*/ 303276 h 526160"/>
                                <a:gd name="connsiteX31" fmla="*/ 123254 w 412051"/>
                                <a:gd name="connsiteY31" fmla="*/ 423672 h 526160"/>
                                <a:gd name="connsiteX32" fmla="*/ 194881 w 412051"/>
                                <a:gd name="connsiteY32" fmla="*/ 423672 h 526160"/>
                                <a:gd name="connsiteX33" fmla="*/ 225838 w 412051"/>
                                <a:gd name="connsiteY33" fmla="*/ 421100 h 526160"/>
                                <a:gd name="connsiteX34" fmla="*/ 254889 w 412051"/>
                                <a:gd name="connsiteY34" fmla="*/ 411766 h 526160"/>
                                <a:gd name="connsiteX35" fmla="*/ 276130 w 412051"/>
                                <a:gd name="connsiteY35" fmla="*/ 392811 h 526160"/>
                                <a:gd name="connsiteX36" fmla="*/ 284321 w 412051"/>
                                <a:gd name="connsiteY36" fmla="*/ 361283 h 52616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</a:cxnLst>
                              <a:rect l="l" t="t" r="r" b="b"/>
                              <a:pathLst>
                                <a:path w="412051" h="526160">
                                  <a:moveTo>
                                    <a:pt x="412051" y="373094"/>
                                  </a:moveTo>
                                  <a:cubicBezTo>
                                    <a:pt x="412051" y="401860"/>
                                    <a:pt x="406336" y="425958"/>
                                    <a:pt x="394906" y="445580"/>
                                  </a:cubicBezTo>
                                  <a:cubicBezTo>
                                    <a:pt x="383476" y="465106"/>
                                    <a:pt x="368332" y="480917"/>
                                    <a:pt x="349377" y="492728"/>
                                  </a:cubicBezTo>
                                  <a:cubicBezTo>
                                    <a:pt x="330422" y="504634"/>
                                    <a:pt x="308991" y="513207"/>
                                    <a:pt x="284797" y="518351"/>
                                  </a:cubicBezTo>
                                  <a:cubicBezTo>
                                    <a:pt x="260699" y="523494"/>
                                    <a:pt x="235934" y="526161"/>
                                    <a:pt x="210502" y="526161"/>
                                  </a:cubicBezTo>
                                  <a:lnTo>
                                    <a:pt x="0" y="526161"/>
                                  </a:lnTo>
                                  <a:lnTo>
                                    <a:pt x="0" y="0"/>
                                  </a:lnTo>
                                  <a:lnTo>
                                    <a:pt x="210502" y="0"/>
                                  </a:lnTo>
                                  <a:cubicBezTo>
                                    <a:pt x="230886" y="0"/>
                                    <a:pt x="251841" y="2095"/>
                                    <a:pt x="273177" y="6286"/>
                                  </a:cubicBezTo>
                                  <a:cubicBezTo>
                                    <a:pt x="294608" y="10477"/>
                                    <a:pt x="313944" y="17717"/>
                                    <a:pt x="331375" y="27813"/>
                                  </a:cubicBezTo>
                                  <a:cubicBezTo>
                                    <a:pt x="348805" y="38005"/>
                                    <a:pt x="362998" y="51721"/>
                                    <a:pt x="373951" y="69056"/>
                                  </a:cubicBezTo>
                                  <a:cubicBezTo>
                                    <a:pt x="384905" y="86392"/>
                                    <a:pt x="390430" y="108490"/>
                                    <a:pt x="390430" y="135255"/>
                                  </a:cubicBezTo>
                                  <a:cubicBezTo>
                                    <a:pt x="390430" y="164497"/>
                                    <a:pt x="382429" y="188595"/>
                                    <a:pt x="366522" y="207740"/>
                                  </a:cubicBezTo>
                                  <a:cubicBezTo>
                                    <a:pt x="350615" y="226790"/>
                                    <a:pt x="329660" y="240602"/>
                                    <a:pt x="303847" y="248984"/>
                                  </a:cubicBezTo>
                                  <a:lnTo>
                                    <a:pt x="303847" y="250508"/>
                                  </a:lnTo>
                                  <a:cubicBezTo>
                                    <a:pt x="318802" y="252984"/>
                                    <a:pt x="332804" y="257556"/>
                                    <a:pt x="346043" y="264224"/>
                                  </a:cubicBezTo>
                                  <a:cubicBezTo>
                                    <a:pt x="359188" y="270891"/>
                                    <a:pt x="370713" y="279463"/>
                                    <a:pt x="380333" y="289846"/>
                                  </a:cubicBezTo>
                                  <a:cubicBezTo>
                                    <a:pt x="390049" y="300228"/>
                                    <a:pt x="397764" y="312420"/>
                                    <a:pt x="403479" y="326231"/>
                                  </a:cubicBezTo>
                                  <a:cubicBezTo>
                                    <a:pt x="409194" y="340138"/>
                                    <a:pt x="412051" y="355759"/>
                                    <a:pt x="412051" y="373094"/>
                                  </a:cubicBezTo>
                                  <a:close/>
                                  <a:moveTo>
                                    <a:pt x="267271" y="152400"/>
                                  </a:moveTo>
                                  <a:cubicBezTo>
                                    <a:pt x="267271" y="134588"/>
                                    <a:pt x="260413" y="121539"/>
                                    <a:pt x="246793" y="113348"/>
                                  </a:cubicBezTo>
                                  <a:cubicBezTo>
                                    <a:pt x="233077" y="105251"/>
                                    <a:pt x="212788" y="101060"/>
                                    <a:pt x="185928" y="101060"/>
                                  </a:cubicBezTo>
                                  <a:lnTo>
                                    <a:pt x="123254" y="101060"/>
                                  </a:lnTo>
                                  <a:lnTo>
                                    <a:pt x="123254" y="209550"/>
                                  </a:lnTo>
                                  <a:lnTo>
                                    <a:pt x="191929" y="209550"/>
                                  </a:lnTo>
                                  <a:cubicBezTo>
                                    <a:pt x="215836" y="209550"/>
                                    <a:pt x="234315" y="204692"/>
                                    <a:pt x="247555" y="195072"/>
                                  </a:cubicBezTo>
                                  <a:cubicBezTo>
                                    <a:pt x="260699" y="185452"/>
                                    <a:pt x="267367" y="171164"/>
                                    <a:pt x="267367" y="152400"/>
                                  </a:cubicBezTo>
                                  <a:close/>
                                  <a:moveTo>
                                    <a:pt x="284417" y="361188"/>
                                  </a:moveTo>
                                  <a:cubicBezTo>
                                    <a:pt x="284417" y="339376"/>
                                    <a:pt x="276225" y="324231"/>
                                    <a:pt x="259842" y="315849"/>
                                  </a:cubicBezTo>
                                  <a:cubicBezTo>
                                    <a:pt x="243364" y="307467"/>
                                    <a:pt x="221456" y="303276"/>
                                    <a:pt x="194119" y="303276"/>
                                  </a:cubicBezTo>
                                  <a:lnTo>
                                    <a:pt x="123254" y="303276"/>
                                  </a:lnTo>
                                  <a:lnTo>
                                    <a:pt x="123254" y="423672"/>
                                  </a:lnTo>
                                  <a:lnTo>
                                    <a:pt x="194881" y="423672"/>
                                  </a:lnTo>
                                  <a:cubicBezTo>
                                    <a:pt x="204788" y="423672"/>
                                    <a:pt x="215170" y="422815"/>
                                    <a:pt x="225838" y="421100"/>
                                  </a:cubicBezTo>
                                  <a:cubicBezTo>
                                    <a:pt x="236506" y="419386"/>
                                    <a:pt x="246221" y="416243"/>
                                    <a:pt x="254889" y="411766"/>
                                  </a:cubicBezTo>
                                  <a:cubicBezTo>
                                    <a:pt x="263557" y="407289"/>
                                    <a:pt x="270700" y="401003"/>
                                    <a:pt x="276130" y="392811"/>
                                  </a:cubicBezTo>
                                  <a:cubicBezTo>
                                    <a:pt x="281559" y="384620"/>
                                    <a:pt x="284321" y="374142"/>
                                    <a:pt x="284321" y="36128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485358"/>
                            </a:solidFill>
                            <a:ln w="9525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4" name="Forma Livre: Forma 84"/>
                          <wps:cNvSpPr/>
                          <wps:spPr>
                            <a:xfrm>
                              <a:off x="3672679" y="661289"/>
                              <a:ext cx="368712" cy="526160"/>
                            </a:xfrm>
                            <a:custGeom>
                              <a:avLst/>
                              <a:gdLst>
                                <a:gd name="connsiteX0" fmla="*/ 0 w 368712"/>
                                <a:gd name="connsiteY0" fmla="*/ 526161 h 526160"/>
                                <a:gd name="connsiteX1" fmla="*/ 0 w 368712"/>
                                <a:gd name="connsiteY1" fmla="*/ 0 h 526160"/>
                                <a:gd name="connsiteX2" fmla="*/ 355283 w 368712"/>
                                <a:gd name="connsiteY2" fmla="*/ 0 h 526160"/>
                                <a:gd name="connsiteX3" fmla="*/ 355283 w 368712"/>
                                <a:gd name="connsiteY3" fmla="*/ 106966 h 526160"/>
                                <a:gd name="connsiteX4" fmla="*/ 123158 w 368712"/>
                                <a:gd name="connsiteY4" fmla="*/ 106966 h 526160"/>
                                <a:gd name="connsiteX5" fmla="*/ 123158 w 368712"/>
                                <a:gd name="connsiteY5" fmla="*/ 206597 h 526160"/>
                                <a:gd name="connsiteX6" fmla="*/ 342614 w 368712"/>
                                <a:gd name="connsiteY6" fmla="*/ 206597 h 526160"/>
                                <a:gd name="connsiteX7" fmla="*/ 342614 w 368712"/>
                                <a:gd name="connsiteY7" fmla="*/ 308420 h 526160"/>
                                <a:gd name="connsiteX8" fmla="*/ 123158 w 368712"/>
                                <a:gd name="connsiteY8" fmla="*/ 308420 h 526160"/>
                                <a:gd name="connsiteX9" fmla="*/ 123158 w 368712"/>
                                <a:gd name="connsiteY9" fmla="*/ 417671 h 526160"/>
                                <a:gd name="connsiteX10" fmla="*/ 368713 w 368712"/>
                                <a:gd name="connsiteY10" fmla="*/ 417671 h 526160"/>
                                <a:gd name="connsiteX11" fmla="*/ 368713 w 368712"/>
                                <a:gd name="connsiteY11" fmla="*/ 526161 h 526160"/>
                                <a:gd name="connsiteX12" fmla="*/ 0 w 368712"/>
                                <a:gd name="connsiteY12" fmla="*/ 526161 h 52616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368712" h="526160">
                                  <a:moveTo>
                                    <a:pt x="0" y="52616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55283" y="0"/>
                                  </a:lnTo>
                                  <a:lnTo>
                                    <a:pt x="355283" y="106966"/>
                                  </a:lnTo>
                                  <a:lnTo>
                                    <a:pt x="123158" y="106966"/>
                                  </a:lnTo>
                                  <a:lnTo>
                                    <a:pt x="123158" y="206597"/>
                                  </a:lnTo>
                                  <a:lnTo>
                                    <a:pt x="342614" y="206597"/>
                                  </a:lnTo>
                                  <a:lnTo>
                                    <a:pt x="342614" y="308420"/>
                                  </a:lnTo>
                                  <a:lnTo>
                                    <a:pt x="123158" y="308420"/>
                                  </a:lnTo>
                                  <a:lnTo>
                                    <a:pt x="123158" y="417671"/>
                                  </a:lnTo>
                                  <a:lnTo>
                                    <a:pt x="368713" y="417671"/>
                                  </a:lnTo>
                                  <a:lnTo>
                                    <a:pt x="368713" y="526161"/>
                                  </a:lnTo>
                                  <a:lnTo>
                                    <a:pt x="0" y="52616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85358"/>
                            </a:solidFill>
                            <a:ln w="9525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5" name="Forma Livre: Forma 85"/>
                          <wps:cNvSpPr/>
                          <wps:spPr>
                            <a:xfrm>
                              <a:off x="4129403" y="661289"/>
                              <a:ext cx="432244" cy="526160"/>
                            </a:xfrm>
                            <a:custGeom>
                              <a:avLst/>
                              <a:gdLst>
                                <a:gd name="connsiteX0" fmla="*/ 282893 w 432244"/>
                                <a:gd name="connsiteY0" fmla="*/ 526161 h 526160"/>
                                <a:gd name="connsiteX1" fmla="*/ 168116 w 432244"/>
                                <a:gd name="connsiteY1" fmla="*/ 317278 h 526160"/>
                                <a:gd name="connsiteX2" fmla="*/ 124682 w 432244"/>
                                <a:gd name="connsiteY2" fmla="*/ 317278 h 526160"/>
                                <a:gd name="connsiteX3" fmla="*/ 124682 w 432244"/>
                                <a:gd name="connsiteY3" fmla="*/ 526161 h 526160"/>
                                <a:gd name="connsiteX4" fmla="*/ 0 w 432244"/>
                                <a:gd name="connsiteY4" fmla="*/ 526161 h 526160"/>
                                <a:gd name="connsiteX5" fmla="*/ 0 w 432244"/>
                                <a:gd name="connsiteY5" fmla="*/ 0 h 526160"/>
                                <a:gd name="connsiteX6" fmla="*/ 201549 w 432244"/>
                                <a:gd name="connsiteY6" fmla="*/ 0 h 526160"/>
                                <a:gd name="connsiteX7" fmla="*/ 275844 w 432244"/>
                                <a:gd name="connsiteY7" fmla="*/ 7810 h 526160"/>
                                <a:gd name="connsiteX8" fmla="*/ 340805 w 432244"/>
                                <a:gd name="connsiteY8" fmla="*/ 34195 h 526160"/>
                                <a:gd name="connsiteX9" fmla="*/ 386715 w 432244"/>
                                <a:gd name="connsiteY9" fmla="*/ 83249 h 526160"/>
                                <a:gd name="connsiteX10" fmla="*/ 403860 w 432244"/>
                                <a:gd name="connsiteY10" fmla="*/ 159067 h 526160"/>
                                <a:gd name="connsiteX11" fmla="*/ 374713 w 432244"/>
                                <a:gd name="connsiteY11" fmla="*/ 248984 h 526160"/>
                                <a:gd name="connsiteX12" fmla="*/ 294132 w 432244"/>
                                <a:gd name="connsiteY12" fmla="*/ 300990 h 526160"/>
                                <a:gd name="connsiteX13" fmla="*/ 432245 w 432244"/>
                                <a:gd name="connsiteY13" fmla="*/ 526161 h 526160"/>
                                <a:gd name="connsiteX14" fmla="*/ 282988 w 432244"/>
                                <a:gd name="connsiteY14" fmla="*/ 526161 h 526160"/>
                                <a:gd name="connsiteX15" fmla="*/ 277654 w 432244"/>
                                <a:gd name="connsiteY15" fmla="*/ 161258 h 526160"/>
                                <a:gd name="connsiteX16" fmla="*/ 269748 w 432244"/>
                                <a:gd name="connsiteY16" fmla="*/ 131255 h 526160"/>
                                <a:gd name="connsiteX17" fmla="*/ 249460 w 432244"/>
                                <a:gd name="connsiteY17" fmla="*/ 113348 h 526160"/>
                                <a:gd name="connsiteX18" fmla="*/ 221647 w 432244"/>
                                <a:gd name="connsiteY18" fmla="*/ 104775 h 526160"/>
                                <a:gd name="connsiteX19" fmla="*/ 192024 w 432244"/>
                                <a:gd name="connsiteY19" fmla="*/ 102489 h 526160"/>
                                <a:gd name="connsiteX20" fmla="*/ 123730 w 432244"/>
                                <a:gd name="connsiteY20" fmla="*/ 102489 h 526160"/>
                                <a:gd name="connsiteX21" fmla="*/ 123730 w 432244"/>
                                <a:gd name="connsiteY21" fmla="*/ 225076 h 526160"/>
                                <a:gd name="connsiteX22" fmla="*/ 184499 w 432244"/>
                                <a:gd name="connsiteY22" fmla="*/ 225076 h 526160"/>
                                <a:gd name="connsiteX23" fmla="*/ 216789 w 432244"/>
                                <a:gd name="connsiteY23" fmla="*/ 222504 h 526160"/>
                                <a:gd name="connsiteX24" fmla="*/ 246793 w 432244"/>
                                <a:gd name="connsiteY24" fmla="*/ 213169 h 526160"/>
                                <a:gd name="connsiteX25" fmla="*/ 268891 w 432244"/>
                                <a:gd name="connsiteY25" fmla="*/ 193834 h 526160"/>
                                <a:gd name="connsiteX26" fmla="*/ 277559 w 432244"/>
                                <a:gd name="connsiteY26" fmla="*/ 161163 h 52616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</a:cxnLst>
                              <a:rect l="l" t="t" r="r" b="b"/>
                              <a:pathLst>
                                <a:path w="432244" h="526160">
                                  <a:moveTo>
                                    <a:pt x="282893" y="526161"/>
                                  </a:moveTo>
                                  <a:lnTo>
                                    <a:pt x="168116" y="317278"/>
                                  </a:lnTo>
                                  <a:lnTo>
                                    <a:pt x="124682" y="317278"/>
                                  </a:lnTo>
                                  <a:lnTo>
                                    <a:pt x="124682" y="526161"/>
                                  </a:lnTo>
                                  <a:lnTo>
                                    <a:pt x="0" y="526161"/>
                                  </a:lnTo>
                                  <a:lnTo>
                                    <a:pt x="0" y="0"/>
                                  </a:lnTo>
                                  <a:lnTo>
                                    <a:pt x="201549" y="0"/>
                                  </a:lnTo>
                                  <a:cubicBezTo>
                                    <a:pt x="226981" y="0"/>
                                    <a:pt x="251651" y="2572"/>
                                    <a:pt x="275844" y="7810"/>
                                  </a:cubicBezTo>
                                  <a:cubicBezTo>
                                    <a:pt x="299942" y="12954"/>
                                    <a:pt x="321659" y="21812"/>
                                    <a:pt x="340805" y="34195"/>
                                  </a:cubicBezTo>
                                  <a:cubicBezTo>
                                    <a:pt x="359950" y="46577"/>
                                    <a:pt x="375285" y="62960"/>
                                    <a:pt x="386715" y="83249"/>
                                  </a:cubicBezTo>
                                  <a:cubicBezTo>
                                    <a:pt x="398145" y="103537"/>
                                    <a:pt x="403860" y="128873"/>
                                    <a:pt x="403860" y="159067"/>
                                  </a:cubicBezTo>
                                  <a:cubicBezTo>
                                    <a:pt x="403860" y="194786"/>
                                    <a:pt x="394145" y="224695"/>
                                    <a:pt x="374713" y="248984"/>
                                  </a:cubicBezTo>
                                  <a:cubicBezTo>
                                    <a:pt x="355282" y="273272"/>
                                    <a:pt x="328422" y="290608"/>
                                    <a:pt x="294132" y="300990"/>
                                  </a:cubicBezTo>
                                  <a:lnTo>
                                    <a:pt x="432245" y="526161"/>
                                  </a:lnTo>
                                  <a:lnTo>
                                    <a:pt x="282988" y="526161"/>
                                  </a:lnTo>
                                  <a:close/>
                                  <a:moveTo>
                                    <a:pt x="277654" y="161258"/>
                                  </a:moveTo>
                                  <a:cubicBezTo>
                                    <a:pt x="277654" y="148876"/>
                                    <a:pt x="274987" y="138875"/>
                                    <a:pt x="269748" y="131255"/>
                                  </a:cubicBezTo>
                                  <a:cubicBezTo>
                                    <a:pt x="264509" y="123539"/>
                                    <a:pt x="257746" y="117634"/>
                                    <a:pt x="249460" y="113348"/>
                                  </a:cubicBezTo>
                                  <a:cubicBezTo>
                                    <a:pt x="241173" y="109156"/>
                                    <a:pt x="231934" y="106299"/>
                                    <a:pt x="221647" y="104775"/>
                                  </a:cubicBezTo>
                                  <a:cubicBezTo>
                                    <a:pt x="211455" y="103251"/>
                                    <a:pt x="201549" y="102489"/>
                                    <a:pt x="192024" y="102489"/>
                                  </a:cubicBezTo>
                                  <a:lnTo>
                                    <a:pt x="123730" y="102489"/>
                                  </a:lnTo>
                                  <a:lnTo>
                                    <a:pt x="123730" y="225076"/>
                                  </a:lnTo>
                                  <a:lnTo>
                                    <a:pt x="184499" y="225076"/>
                                  </a:lnTo>
                                  <a:cubicBezTo>
                                    <a:pt x="194977" y="225076"/>
                                    <a:pt x="205740" y="224218"/>
                                    <a:pt x="216789" y="222504"/>
                                  </a:cubicBezTo>
                                  <a:cubicBezTo>
                                    <a:pt x="227743" y="220789"/>
                                    <a:pt x="237744" y="217646"/>
                                    <a:pt x="246793" y="213169"/>
                                  </a:cubicBezTo>
                                  <a:cubicBezTo>
                                    <a:pt x="255746" y="208693"/>
                                    <a:pt x="263176" y="202311"/>
                                    <a:pt x="268891" y="193834"/>
                                  </a:cubicBezTo>
                                  <a:cubicBezTo>
                                    <a:pt x="274701" y="185452"/>
                                    <a:pt x="277559" y="174498"/>
                                    <a:pt x="277559" y="16116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485358"/>
                            </a:solidFill>
                            <a:ln w="9525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86" name="Gráfico 4"/>
                        <wpg:cNvGrpSpPr/>
                        <wpg:grpSpPr>
                          <a:xfrm>
                            <a:off x="1185893" y="520700"/>
                            <a:ext cx="852773" cy="810006"/>
                            <a:chOff x="1185893" y="520700"/>
                            <a:chExt cx="852773" cy="810006"/>
                          </a:xfrm>
                        </wpg:grpSpPr>
                        <wps:wsp>
                          <wps:cNvPr id="87" name="Forma Livre: Forma 87"/>
                          <wps:cNvSpPr/>
                          <wps:spPr>
                            <a:xfrm>
                              <a:off x="1185893" y="520700"/>
                              <a:ext cx="852773" cy="810006"/>
                            </a:xfrm>
                            <a:custGeom>
                              <a:avLst/>
                              <a:gdLst>
                                <a:gd name="connsiteX0" fmla="*/ 790861 w 852773"/>
                                <a:gd name="connsiteY0" fmla="*/ 0 h 810006"/>
                                <a:gd name="connsiteX1" fmla="*/ 61913 w 852773"/>
                                <a:gd name="connsiteY1" fmla="*/ 0 h 810006"/>
                                <a:gd name="connsiteX2" fmla="*/ 0 w 852773"/>
                                <a:gd name="connsiteY2" fmla="*/ 61913 h 810006"/>
                                <a:gd name="connsiteX3" fmla="*/ 0 w 852773"/>
                                <a:gd name="connsiteY3" fmla="*/ 748094 h 810006"/>
                                <a:gd name="connsiteX4" fmla="*/ 61913 w 852773"/>
                                <a:gd name="connsiteY4" fmla="*/ 810006 h 810006"/>
                                <a:gd name="connsiteX5" fmla="*/ 790861 w 852773"/>
                                <a:gd name="connsiteY5" fmla="*/ 810006 h 810006"/>
                                <a:gd name="connsiteX6" fmla="*/ 852773 w 852773"/>
                                <a:gd name="connsiteY6" fmla="*/ 748094 h 810006"/>
                                <a:gd name="connsiteX7" fmla="*/ 852773 w 852773"/>
                                <a:gd name="connsiteY7" fmla="*/ 61913 h 810006"/>
                                <a:gd name="connsiteX8" fmla="*/ 790861 w 852773"/>
                                <a:gd name="connsiteY8" fmla="*/ 0 h 810006"/>
                                <a:gd name="connsiteX9" fmla="*/ 805148 w 852773"/>
                                <a:gd name="connsiteY9" fmla="*/ 733235 h 810006"/>
                                <a:gd name="connsiteX10" fmla="*/ 776097 w 852773"/>
                                <a:gd name="connsiteY10" fmla="*/ 762381 h 810006"/>
                                <a:gd name="connsiteX11" fmla="*/ 76676 w 852773"/>
                                <a:gd name="connsiteY11" fmla="*/ 762381 h 810006"/>
                                <a:gd name="connsiteX12" fmla="*/ 47530 w 852773"/>
                                <a:gd name="connsiteY12" fmla="*/ 733235 h 810006"/>
                                <a:gd name="connsiteX13" fmla="*/ 47530 w 852773"/>
                                <a:gd name="connsiteY13" fmla="*/ 76676 h 810006"/>
                                <a:gd name="connsiteX14" fmla="*/ 76676 w 852773"/>
                                <a:gd name="connsiteY14" fmla="*/ 47530 h 810006"/>
                                <a:gd name="connsiteX15" fmla="*/ 776097 w 852773"/>
                                <a:gd name="connsiteY15" fmla="*/ 47530 h 810006"/>
                                <a:gd name="connsiteX16" fmla="*/ 805148 w 852773"/>
                                <a:gd name="connsiteY16" fmla="*/ 76676 h 810006"/>
                                <a:gd name="connsiteX17" fmla="*/ 805148 w 852773"/>
                                <a:gd name="connsiteY17" fmla="*/ 733235 h 81000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852773" h="810006">
                                  <a:moveTo>
                                    <a:pt x="790861" y="0"/>
                                  </a:moveTo>
                                  <a:lnTo>
                                    <a:pt x="61913" y="0"/>
                                  </a:lnTo>
                                  <a:cubicBezTo>
                                    <a:pt x="27908" y="0"/>
                                    <a:pt x="0" y="27813"/>
                                    <a:pt x="0" y="61913"/>
                                  </a:cubicBezTo>
                                  <a:lnTo>
                                    <a:pt x="0" y="748094"/>
                                  </a:lnTo>
                                  <a:cubicBezTo>
                                    <a:pt x="0" y="782193"/>
                                    <a:pt x="27908" y="810006"/>
                                    <a:pt x="61913" y="810006"/>
                                  </a:cubicBezTo>
                                  <a:lnTo>
                                    <a:pt x="790861" y="810006"/>
                                  </a:lnTo>
                                  <a:cubicBezTo>
                                    <a:pt x="824865" y="810006"/>
                                    <a:pt x="852773" y="782193"/>
                                    <a:pt x="852773" y="748094"/>
                                  </a:cubicBezTo>
                                  <a:lnTo>
                                    <a:pt x="852773" y="61913"/>
                                  </a:lnTo>
                                  <a:cubicBezTo>
                                    <a:pt x="852773" y="27908"/>
                                    <a:pt x="824960" y="0"/>
                                    <a:pt x="790861" y="0"/>
                                  </a:cubicBezTo>
                                  <a:close/>
                                  <a:moveTo>
                                    <a:pt x="805148" y="733235"/>
                                  </a:moveTo>
                                  <a:cubicBezTo>
                                    <a:pt x="805148" y="749237"/>
                                    <a:pt x="792004" y="762381"/>
                                    <a:pt x="776097" y="762381"/>
                                  </a:cubicBezTo>
                                  <a:lnTo>
                                    <a:pt x="76676" y="762381"/>
                                  </a:lnTo>
                                  <a:cubicBezTo>
                                    <a:pt x="60674" y="762381"/>
                                    <a:pt x="47530" y="749237"/>
                                    <a:pt x="47530" y="733235"/>
                                  </a:cubicBezTo>
                                  <a:lnTo>
                                    <a:pt x="47530" y="76676"/>
                                  </a:lnTo>
                                  <a:cubicBezTo>
                                    <a:pt x="47530" y="60674"/>
                                    <a:pt x="60674" y="47530"/>
                                    <a:pt x="76676" y="47530"/>
                                  </a:cubicBezTo>
                                  <a:lnTo>
                                    <a:pt x="776097" y="47530"/>
                                  </a:lnTo>
                                  <a:cubicBezTo>
                                    <a:pt x="792099" y="47530"/>
                                    <a:pt x="805148" y="60674"/>
                                    <a:pt x="805148" y="76676"/>
                                  </a:cubicBezTo>
                                  <a:lnTo>
                                    <a:pt x="805148" y="73323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85358"/>
                            </a:solidFill>
                            <a:ln w="9525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8" name="Forma Livre: Forma 88"/>
                          <wps:cNvSpPr/>
                          <wps:spPr>
                            <a:xfrm>
                              <a:off x="1278380" y="612235"/>
                              <a:ext cx="667893" cy="626840"/>
                            </a:xfrm>
                            <a:custGeom>
                              <a:avLst/>
                              <a:gdLst>
                                <a:gd name="connsiteX0" fmla="*/ 653320 w 667893"/>
                                <a:gd name="connsiteY0" fmla="*/ 0 h 626840"/>
                                <a:gd name="connsiteX1" fmla="*/ 14573 w 667893"/>
                                <a:gd name="connsiteY1" fmla="*/ 0 h 626840"/>
                                <a:gd name="connsiteX2" fmla="*/ 0 w 667893"/>
                                <a:gd name="connsiteY2" fmla="*/ 14573 h 626840"/>
                                <a:gd name="connsiteX3" fmla="*/ 0 w 667893"/>
                                <a:gd name="connsiteY3" fmla="*/ 612267 h 626840"/>
                                <a:gd name="connsiteX4" fmla="*/ 14573 w 667893"/>
                                <a:gd name="connsiteY4" fmla="*/ 626840 h 626840"/>
                                <a:gd name="connsiteX5" fmla="*/ 653320 w 667893"/>
                                <a:gd name="connsiteY5" fmla="*/ 626840 h 626840"/>
                                <a:gd name="connsiteX6" fmla="*/ 667893 w 667893"/>
                                <a:gd name="connsiteY6" fmla="*/ 612267 h 626840"/>
                                <a:gd name="connsiteX7" fmla="*/ 667893 w 667893"/>
                                <a:gd name="connsiteY7" fmla="*/ 14669 h 626840"/>
                                <a:gd name="connsiteX8" fmla="*/ 653320 w 667893"/>
                                <a:gd name="connsiteY8" fmla="*/ 95 h 626840"/>
                                <a:gd name="connsiteX9" fmla="*/ 617125 w 667893"/>
                                <a:gd name="connsiteY9" fmla="*/ 565404 h 626840"/>
                                <a:gd name="connsiteX10" fmla="*/ 606171 w 667893"/>
                                <a:gd name="connsiteY10" fmla="*/ 576358 h 626840"/>
                                <a:gd name="connsiteX11" fmla="*/ 61817 w 667893"/>
                                <a:gd name="connsiteY11" fmla="*/ 576358 h 626840"/>
                                <a:gd name="connsiteX12" fmla="*/ 50864 w 667893"/>
                                <a:gd name="connsiteY12" fmla="*/ 565404 h 626840"/>
                                <a:gd name="connsiteX13" fmla="*/ 50864 w 667893"/>
                                <a:gd name="connsiteY13" fmla="*/ 61913 h 626840"/>
                                <a:gd name="connsiteX14" fmla="*/ 61817 w 667893"/>
                                <a:gd name="connsiteY14" fmla="*/ 51054 h 626840"/>
                                <a:gd name="connsiteX15" fmla="*/ 606076 w 667893"/>
                                <a:gd name="connsiteY15" fmla="*/ 51054 h 626840"/>
                                <a:gd name="connsiteX16" fmla="*/ 617030 w 667893"/>
                                <a:gd name="connsiteY16" fmla="*/ 61913 h 626840"/>
                                <a:gd name="connsiteX17" fmla="*/ 617030 w 667893"/>
                                <a:gd name="connsiteY17" fmla="*/ 565499 h 6268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667893" h="626840">
                                  <a:moveTo>
                                    <a:pt x="653320" y="0"/>
                                  </a:moveTo>
                                  <a:lnTo>
                                    <a:pt x="14573" y="0"/>
                                  </a:lnTo>
                                  <a:cubicBezTo>
                                    <a:pt x="6572" y="0"/>
                                    <a:pt x="0" y="6572"/>
                                    <a:pt x="0" y="14573"/>
                                  </a:cubicBezTo>
                                  <a:lnTo>
                                    <a:pt x="0" y="612267"/>
                                  </a:lnTo>
                                  <a:cubicBezTo>
                                    <a:pt x="0" y="620268"/>
                                    <a:pt x="6572" y="626840"/>
                                    <a:pt x="14573" y="626840"/>
                                  </a:cubicBezTo>
                                  <a:lnTo>
                                    <a:pt x="653320" y="626840"/>
                                  </a:lnTo>
                                  <a:cubicBezTo>
                                    <a:pt x="661321" y="626840"/>
                                    <a:pt x="667893" y="620268"/>
                                    <a:pt x="667893" y="612267"/>
                                  </a:cubicBezTo>
                                  <a:lnTo>
                                    <a:pt x="667893" y="14669"/>
                                  </a:lnTo>
                                  <a:cubicBezTo>
                                    <a:pt x="667893" y="6668"/>
                                    <a:pt x="661321" y="95"/>
                                    <a:pt x="653320" y="95"/>
                                  </a:cubicBezTo>
                                  <a:close/>
                                  <a:moveTo>
                                    <a:pt x="617125" y="565404"/>
                                  </a:moveTo>
                                  <a:cubicBezTo>
                                    <a:pt x="617125" y="571405"/>
                                    <a:pt x="612172" y="576358"/>
                                    <a:pt x="606171" y="576358"/>
                                  </a:cubicBezTo>
                                  <a:lnTo>
                                    <a:pt x="61817" y="576358"/>
                                  </a:lnTo>
                                  <a:cubicBezTo>
                                    <a:pt x="55816" y="576358"/>
                                    <a:pt x="50864" y="571405"/>
                                    <a:pt x="50864" y="565404"/>
                                  </a:cubicBezTo>
                                  <a:lnTo>
                                    <a:pt x="50864" y="61913"/>
                                  </a:lnTo>
                                  <a:cubicBezTo>
                                    <a:pt x="50864" y="55912"/>
                                    <a:pt x="55816" y="51054"/>
                                    <a:pt x="61817" y="51054"/>
                                  </a:cubicBezTo>
                                  <a:lnTo>
                                    <a:pt x="606076" y="51054"/>
                                  </a:lnTo>
                                  <a:cubicBezTo>
                                    <a:pt x="612077" y="51054"/>
                                    <a:pt x="617030" y="56007"/>
                                    <a:pt x="617030" y="61913"/>
                                  </a:cubicBezTo>
                                  <a:lnTo>
                                    <a:pt x="617030" y="56549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4E0F"/>
                            </a:solidFill>
                            <a:ln w="9525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9" name="Forma Livre: Forma 89"/>
                          <wps:cNvSpPr/>
                          <wps:spPr>
                            <a:xfrm>
                              <a:off x="1370106" y="767302"/>
                              <a:ext cx="234314" cy="316801"/>
                            </a:xfrm>
                            <a:custGeom>
                              <a:avLst/>
                              <a:gdLst>
                                <a:gd name="connsiteX0" fmla="*/ 200120 w 234314"/>
                                <a:gd name="connsiteY0" fmla="*/ 63818 h 316801"/>
                                <a:gd name="connsiteX1" fmla="*/ 146114 w 234314"/>
                                <a:gd name="connsiteY1" fmla="*/ 154686 h 316801"/>
                                <a:gd name="connsiteX2" fmla="*/ 81343 w 234314"/>
                                <a:gd name="connsiteY2" fmla="*/ 0 h 316801"/>
                                <a:gd name="connsiteX3" fmla="*/ 0 w 234314"/>
                                <a:gd name="connsiteY3" fmla="*/ 0 h 316801"/>
                                <a:gd name="connsiteX4" fmla="*/ 132302 w 234314"/>
                                <a:gd name="connsiteY4" fmla="*/ 316802 h 316801"/>
                                <a:gd name="connsiteX5" fmla="*/ 200311 w 234314"/>
                                <a:gd name="connsiteY5" fmla="*/ 316802 h 316801"/>
                                <a:gd name="connsiteX6" fmla="*/ 234315 w 234314"/>
                                <a:gd name="connsiteY6" fmla="*/ 63818 h 316801"/>
                                <a:gd name="connsiteX7" fmla="*/ 200120 w 234314"/>
                                <a:gd name="connsiteY7" fmla="*/ 63818 h 31680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234314" h="316801">
                                  <a:moveTo>
                                    <a:pt x="200120" y="63818"/>
                                  </a:moveTo>
                                  <a:lnTo>
                                    <a:pt x="146114" y="154686"/>
                                  </a:lnTo>
                                  <a:lnTo>
                                    <a:pt x="8134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32302" y="316802"/>
                                  </a:lnTo>
                                  <a:lnTo>
                                    <a:pt x="200311" y="316802"/>
                                  </a:lnTo>
                                  <a:lnTo>
                                    <a:pt x="234315" y="63818"/>
                                  </a:lnTo>
                                  <a:lnTo>
                                    <a:pt x="200120" y="6381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85358"/>
                            </a:solidFill>
                            <a:ln w="9525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0" name="Forma Livre: Forma 90"/>
                          <wps:cNvSpPr/>
                          <wps:spPr>
                            <a:xfrm>
                              <a:off x="1620137" y="767302"/>
                              <a:ext cx="234315" cy="316801"/>
                            </a:xfrm>
                            <a:custGeom>
                              <a:avLst/>
                              <a:gdLst>
                                <a:gd name="connsiteX0" fmla="*/ 34195 w 234315"/>
                                <a:gd name="connsiteY0" fmla="*/ 63818 h 316801"/>
                                <a:gd name="connsiteX1" fmla="*/ 88201 w 234315"/>
                                <a:gd name="connsiteY1" fmla="*/ 154686 h 316801"/>
                                <a:gd name="connsiteX2" fmla="*/ 152972 w 234315"/>
                                <a:gd name="connsiteY2" fmla="*/ 0 h 316801"/>
                                <a:gd name="connsiteX3" fmla="*/ 234315 w 234315"/>
                                <a:gd name="connsiteY3" fmla="*/ 0 h 316801"/>
                                <a:gd name="connsiteX4" fmla="*/ 102013 w 234315"/>
                                <a:gd name="connsiteY4" fmla="*/ 316802 h 316801"/>
                                <a:gd name="connsiteX5" fmla="*/ 34004 w 234315"/>
                                <a:gd name="connsiteY5" fmla="*/ 316802 h 316801"/>
                                <a:gd name="connsiteX6" fmla="*/ 0 w 234315"/>
                                <a:gd name="connsiteY6" fmla="*/ 63818 h 316801"/>
                                <a:gd name="connsiteX7" fmla="*/ 34195 w 234315"/>
                                <a:gd name="connsiteY7" fmla="*/ 63818 h 31680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234315" h="316801">
                                  <a:moveTo>
                                    <a:pt x="34195" y="63818"/>
                                  </a:moveTo>
                                  <a:lnTo>
                                    <a:pt x="88201" y="154686"/>
                                  </a:lnTo>
                                  <a:lnTo>
                                    <a:pt x="152972" y="0"/>
                                  </a:lnTo>
                                  <a:lnTo>
                                    <a:pt x="234315" y="0"/>
                                  </a:lnTo>
                                  <a:lnTo>
                                    <a:pt x="102013" y="316802"/>
                                  </a:lnTo>
                                  <a:lnTo>
                                    <a:pt x="34004" y="316802"/>
                                  </a:lnTo>
                                  <a:lnTo>
                                    <a:pt x="0" y="63818"/>
                                  </a:lnTo>
                                  <a:lnTo>
                                    <a:pt x="34195" y="6381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85358"/>
                            </a:solidFill>
                            <a:ln w="9525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>
          <w:pict>
            <v:group w14:anchorId="39F85539" id="Tela 76" o:spid="_x0000_s1026" editas="canvas" style="position:absolute;margin-left:-59.55pt;margin-top:-35.45pt;width:595.25pt;height:842pt;z-index:251666432" coordsize="75596,1069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75596;height:106934;visibility:visible;mso-wrap-style:square">
                <v:fill o:detectmouseclick="t"/>
                <v:path o:connecttype="none"/>
              </v:shape>
              <v:shape id="Freeform 4" o:spid="_x0000_s1028" style="position:absolute;left:7562;top:7010;width:60554;height:298;visibility:visible;mso-wrap-style:square;v-text-anchor:top" coordsize="6350,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" path="m,31r,l6350,31r,-31l,,,31xe" fillcolor="#fa5a00" stroked="f" strokeweight="0">
                <v:path arrowok="t" o:connecttype="custom" o:connectlocs="0,29845;0,29845;6055360,29845;6055360,0;0,0;0,29845" o:connectangles="0,0,0,0,0,0"/>
              </v:shape>
              <v:group id="Agrupar 92" o:spid="_x0000_s1029" style="position:absolute;left:50819;top:10147;width:17297;height:1702" coordorigin="50819,10147" coordsize="17297,17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Pqs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0xE8v4QfIBcPAAAA//8DAFBLAQItABQABgAIAAAAIQDb4fbL7gAAAIUBAAATAAAAAAAAAAAA&#10;AAAAAAAAAABbQ29udGVudF9UeXBlc10ueG1sUEsBAi0AFAAGAAgAAAAhAFr0LFu/AAAAFQEAAAsA&#10;AAAAAAAAAAAAAAAAHwEAAF9yZWxzLy5yZWxzUEsBAi0AFAAGAAgAAAAhAB9w+qzEAAAA2wAAAA8A&#10;AAAAAAAAAAAAAAAABwIAAGRycy9kb3ducmV2LnhtbFBLBQYAAAAAAwADALcAAAD4AgAAAAA=&#10;">
                <v:shape id="Freeform 57" o:spid="_x0000_s1030" style="position:absolute;left:50819;top:10198;width:1219;height:1613;visibility:visible;mso-wrap-style:square;v-text-anchor:top" coordsize="128,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" path="m128,52r,c128,13,99,,62,l,,,169r41,l41,105r20,c97,105,128,91,128,52xm88,52r,c88,68,73,72,58,72r-17,l41,33r18,c73,33,88,36,88,52xe" fillcolor="#fa5a00" stroked="f" strokeweight="0">
                  <v:path arrowok="t" o:connecttype="custom" o:connectlocs="121920,49628;121920,49628;59055,0;0,0;0,161290;39053,161290;39053,100210;58103,100210;121920,49628;83820,49628;83820,49628;55245,68715;39053,68715;39053,31494;56198,31494;83820,49628" o:connectangles="0,0,0,0,0,0,0,0,0,0,0,0,0,0,0,0"/>
                  <o:lock v:ext="edit" verticies="t"/>
                </v:shape>
                <v:shape id="Freeform 58" o:spid="_x0000_s1031" style="position:absolute;left:52285;top:10198;width:1315;height:1613;visibility:visible;mso-wrap-style:square;v-text-anchor:top" coordsize="138,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" path="m138,169r,l94,96v22,-6,35,-23,35,-45c129,12,97,,64,l,,,169r40,l40,102r14,l90,169r48,xm89,51r,c89,69,72,72,59,72r-19,l40,33r21,c74,33,89,36,89,51xe" fillcolor="#fa5a00" stroked="f" strokeweight="0">
                  <v:path arrowok="t" o:connecttype="custom" o:connectlocs="131445,161290;131445,161290;89535,91620;122873,48673;60960,0;0,0;0,161290;38100,161290;38100,97347;51435,97347;85725,161290;131445,161290;84773,48673;84773,48673;56198,68715;38100,68715;38100,31494;58103,31494;84773,48673" o:connectangles="0,0,0,0,0,0,0,0,0,0,0,0,0,0,0,0,0,0,0"/>
                  <o:lock v:ext="edit" verticies="t"/>
                </v:shape>
                <v:shape id="Freeform 59" o:spid="_x0000_s1032" style="position:absolute;left:53803;top:10198;width:1124;height:1613;visibility:visible;mso-wrap-style:square;v-text-anchor:top" coordsize="118,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" path="m118,169r,l118,134r-79,l39,99r70,l109,66r-70,l39,34r75,l114,,,,,169r118,xe" fillcolor="#fa5a00" stroked="f" strokeweight="0">
                  <v:path arrowok="t" o:connecttype="custom" o:connectlocs="112395,161290;112395,161290;112395,127887;37148,127887;37148,94483;103823,94483;103823,62989;37148,62989;37148,32449;108585,32449;108585,0;0,0;0,161290;112395,161290" o:connectangles="0,0,0,0,0,0,0,0,0,0,0,0,0,0"/>
                </v:shape>
                <v:shape id="Freeform 60" o:spid="_x0000_s1033" style="position:absolute;left:55060;top:10147;width:1232;height:1702;visibility:visible;mso-wrap-style:square;v-text-anchor:top" coordsize="129,1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" path="m129,21r,c114,7,93,,73,,42,,8,16,8,53v,31,22,42,43,49c73,109,86,113,86,126v,14,-11,18,-23,18c50,144,35,137,26,126l,154v14,15,39,24,63,24c96,178,128,161,128,122,128,88,98,78,75,71,59,66,49,62,49,51,49,38,62,34,73,34v10,,23,6,30,15l129,21xe" fillcolor="#fa5a00" stroked="f" strokeweight="0">
                  <v:path arrowok="t" o:connecttype="custom" o:connectlocs="123190,20077;123190,20077;69712,0;7640,50672;48703,97519;82127,120464;60163,137674;24829,120464;0,147234;60163,170180;122235,116640;71622,67881;46793,48759;69712,32506;98361,46847;123190,20077" o:connectangles="0,0,0,0,0,0,0,0,0,0,0,0,0,0,0,0"/>
                </v:shape>
                <v:shape id="Freeform 61" o:spid="_x0000_s1034" style="position:absolute;left:56407;top:10147;width:1238;height:1702;visibility:visible;mso-wrap-style:square;v-text-anchor:top" coordsize="130,1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" path="m130,21r,c115,7,93,,74,,43,,9,16,9,53v,31,22,42,43,49c74,109,87,113,87,126v,14,-11,18,-23,18c50,144,35,137,27,126l,154v15,15,40,24,64,24c97,178,129,161,129,122,129,88,99,78,76,71,60,66,50,62,50,51,50,38,63,34,74,34v10,,23,6,30,15l130,21xe" fillcolor="#fa5a00" stroked="f" strokeweight="0">
                  <v:path arrowok="t" o:connecttype="custom" o:connectlocs="123825,20077;123825,20077;70485,0;8573,50672;49530,97519;82868,120464;60960,137674;25718,120464;0,147234;60960,170180;122873,116640;72390,67881;47625,48759;70485,32506;99060,46847;123825,20077" o:connectangles="0,0,0,0,0,0,0,0,0,0,0,0,0,0,0,0"/>
                </v:shape>
                <v:shape id="Freeform 62" o:spid="_x0000_s1035" style="position:absolute;left:58464;top:10198;width:1327;height:1613;visibility:visible;mso-wrap-style:square;v-text-anchor:top" coordsize="139,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" path="m139,169r,l94,96v22,-6,35,-23,35,-45c129,12,97,,65,l,,,169r40,l40,102r14,l91,169r48,xm89,51r,c89,69,73,72,59,72r-19,l40,33r22,c74,33,89,36,89,51xe" fillcolor="#fa5a00" stroked="f" strokeweight="0">
                  <v:path arrowok="t" o:connecttype="custom" o:connectlocs="132715,161290;132715,161290;89750,91620;123167,48673;62061,0;0,0;0,161290;38191,161290;38191,97347;51558,97347;86885,161290;132715,161290;84976,48673;84976,48673;56332,68715;38191,68715;38191,31494;59197,31494;84976,48673" o:connectangles="0,0,0,0,0,0,0,0,0,0,0,0,0,0,0,0,0,0,0"/>
                  <o:lock v:ext="edit" verticies="t"/>
                </v:shape>
                <v:shape id="Freeform 63" o:spid="_x0000_s1036" style="position:absolute;left:59982;top:10198;width:1124;height:1613;visibility:visible;mso-wrap-style:square;v-text-anchor:top" coordsize="118,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" path="m118,169r,l118,134r-78,l40,99r70,l110,66r-70,l40,34r74,l114,,,,,169r118,xe" fillcolor="#fa5a00" stroked="f" strokeweight="0">
                  <v:path arrowok="t" o:connecttype="custom" o:connectlocs="112395,161290;112395,161290;112395,127887;38100,127887;38100,94483;104775,94483;104775,62989;38100,62989;38100,32449;108585,32449;108585,0;0,0;0,161290;112395,161290" o:connectangles="0,0,0,0,0,0,0,0,0,0,0,0,0,0"/>
                </v:shape>
                <v:shape id="Freeform 64" o:spid="_x0000_s1037" style="position:absolute;left:61372;top:10198;width:1023;height:1613;visibility:visible;mso-wrap-style:square;v-text-anchor:top" coordsize="107,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" path="m107,169r,l107,133r-66,l41,,,,,169r107,xe" fillcolor="#fa5a00" stroked="f" strokeweight="0">
                  <v:path arrowok="t" o:connecttype="custom" o:connectlocs="102235,161290;102235,161290;102235,126932;39174,126932;39174,0;0,0;0,161290;102235,161290" o:connectangles="0,0,0,0,0,0,0,0"/>
                </v:shape>
                <v:shape id="Freeform 65" o:spid="_x0000_s1038" style="position:absolute;left:62572;top:10198;width:1124;height:1613;visibility:visible;mso-wrap-style:square;v-text-anchor:top" coordsize="118,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" path="m118,169r,l118,134r-78,l40,99r70,l110,66r-70,l40,34r74,l114,,,,,169r118,xe" fillcolor="#fa5a00" stroked="f" strokeweight="0">
                  <v:path arrowok="t" o:connecttype="custom" o:connectlocs="112395,161290;112395,161290;112395,127887;38100,127887;38100,94483;104775,94483;104775,62989;38100,62989;38100,32449;108585,32449;108585,0;0,0;0,161290;112395,161290" o:connectangles="0,0,0,0,0,0,0,0,0,0,0,0,0,0"/>
                </v:shape>
                <v:shape id="Freeform 66" o:spid="_x0000_s1039" style="position:absolute;left:63766;top:10198;width:1727;height:1613;visibility:visible;mso-wrap-style:square;v-text-anchor:top" coordsize="181,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" path="m181,169r,l111,,71,,,169r45,l57,136r65,l136,169r45,xm111,103r,l69,103,90,45r21,58xe" fillcolor="#fa5a00" stroked="f" strokeweight="0">
                  <v:path arrowok="t" o:connecttype="custom" o:connectlocs="172720,161290;172720,161290;105922,0;67752,0;0,161290;42941,161290;54392,129796;116419,129796;129779,161290;172720,161290;105922,98301;105922,98301;65844,98301;85883,42947;105922,98301" o:connectangles="0,0,0,0,0,0,0,0,0,0,0,0,0,0,0"/>
                  <o:lock v:ext="edit" verticies="t"/>
                </v:shape>
                <v:shape id="Freeform 67" o:spid="_x0000_s1040" style="position:absolute;left:65500;top:10147;width:1232;height:1702;visibility:visible;mso-wrap-style:square;v-text-anchor:top" coordsize="129,1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" path="m129,21r,c114,7,93,,74,,42,,8,16,8,53v,31,22,42,44,49c74,109,87,113,87,126v,14,-11,18,-24,18c50,144,35,137,27,126l,154v15,15,39,24,63,24c97,178,128,161,128,122,128,88,98,78,75,71,59,66,49,62,49,51,49,38,63,34,73,34v11,,23,6,30,15l129,21xe" fillcolor="#fa5a00" stroked="f" strokeweight="0">
                  <v:path arrowok="t" o:connecttype="custom" o:connectlocs="123190,20077;123190,20077;70667,0;7640,50672;49658,97519;83082,120464;60163,137674;25784,120464;0,147234;60163,170180;122235,116640;71622,67881;46793,48759;69712,32506;98361,46847;123190,20077" o:connectangles="0,0,0,0,0,0,0,0,0,0,0,0,0,0,0,0"/>
                </v:shape>
                <v:shape id="Freeform 68" o:spid="_x0000_s1041" style="position:absolute;left:66986;top:10198;width:1130;height:1613;visibility:visible;mso-wrap-style:square;v-text-anchor:top" coordsize="118,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" path="m118,169r,l118,134r-79,l39,99r70,l109,66r-70,l39,34r74,l113,,,,,169r118,xe" fillcolor="#fa5a00" stroked="f" strokeweight="0">
                  <v:path arrowok="t" o:connecttype="custom" o:connectlocs="113030,161290;113030,161290;113030,127887;37357,127887;37357,94483;104409,94483;104409,62989;37357,62989;37357,32449;108241,32449;108241,0;0,0;0,161290;113030,161290" o:connectangles="0,0,0,0,0,0,0,0,0,0,0,0,0,0"/>
                </v:shape>
              </v:group>
              <v:group id="Agrupar 91" o:spid="_x0000_s1042" style="position:absolute;left:7557;top:2910;width:12002;height:2880" coordorigin="11858,5207" coordsize="33757,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">
                <o:lock v:ext="edit" aspectratio="t"/>
                <v:group id="Gráfico 4" o:spid="_x0000_s1043" style="position:absolute;left:23657;top:6470;width:21959;height:5545" coordorigin="23657,6470" coordsize="21958,55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1ed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">
                  <v:shape id="Forma Livre: Forma 81" o:spid="_x0000_s1044" style="position:absolute;left:23657;top:6470;width:4897;height:5545;visibility:visible;mso-wrap-style:square;v-text-anchor:middle" coordsize="489680,554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" path="m403003,531019v-34290,15621,-73914,23431,-118682,23431c243459,554450,205835,547783,171260,534353,136684,521018,106680,502063,81344,477488,55912,453009,36100,423577,21622,389382,7239,355187,,317564,,276416,,235268,7334,196120,22003,162020,36671,127826,56960,98679,82868,74676,108775,50673,139065,32194,173927,19336,208788,6477,246316,,286607,v37338,,74009,6572,110109,19717c432816,32861,462058,52006,484441,77343r-86582,86201c385953,147161,370237,135065,350806,127064v-19431,-7906,-39338,-11907,-59722,-11907c268700,115157,248221,119253,229552,127444v-18669,8192,-34671,19432,-48101,33814c168021,175641,157544,192596,150114,212122v-7429,19621,-11240,40957,-11240,64294c138874,299752,142589,322040,150114,341852v7430,19812,17812,36767,30956,50864c194215,406813,210026,417862,228505,425768v18383,8001,38576,11906,60484,11906c314325,437674,336518,432721,355378,422815v18859,-9906,34099,-22765,45529,-38672l489680,467392v-23431,26765,-52292,47911,-86582,63532l403003,531019xe" fillcolor="#485358" stroked="f">
                    <v:stroke joinstyle="miter"/>
                    <v:path arrowok="t" o:connecttype="custom" o:connectlocs="403003,531019;284321,554450;171260,534353;81344,477488;21622,389382;0,276416;22003,162020;82868,74676;173927,19336;286607,0;396716,19717;484441,77343;397859,163544;350806,127064;291084,115157;229552,127444;181451,161258;150114,212122;138874,276416;150114,341852;181070,392716;228505,425768;288989,437674;355378,422815;400907,384143;489680,467392;403098,530924" o:connectangles="0,0,0,0,0,0,0,0,0,0,0,0,0,0,0,0,0,0,0,0,0,0,0,0,0,0,0"/>
                  </v:shape>
                  <v:shape id="Forma Livre: Forma 82" o:spid="_x0000_s1045" style="position:absolute;left:29284;top:6612;width:1284;height:5262;visibility:visible;mso-wrap-style:square;v-text-anchor:middle" coordsize="128396,526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" path="m,526161l,,128397,r,526161l,526161xe" fillcolor="#485358" stroked="f">
                    <v:stroke joinstyle="miter"/>
                    <v:path arrowok="t" o:connecttype="custom" o:connectlocs="0,526161;0,0;128397,0;128397,526161;0,526161" o:connectangles="0,0,0,0,0"/>
                  </v:shape>
                  <v:shape id="Forma Livre: Forma 83" o:spid="_x0000_s1046" style="position:absolute;left:31754;top:6612;width:4121;height:5262;visibility:visible;mso-wrap-style:square;v-text-anchor:middle" coordsize="412051,526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" path="m412051,373094v,28766,-5715,52864,-17145,72486c383476,465106,368332,480917,349377,492728v-18955,11906,-40386,20479,-64580,25623c260699,523494,235934,526161,210502,526161l,526161,,,210502,v20384,,41339,2095,62675,6286c294608,10477,313944,17717,331375,27813v17430,10192,31623,23908,42576,41243c384905,86392,390430,108490,390430,135255v,29242,-8001,53340,-23908,72485c350615,226790,329660,240602,303847,248984r,1524c318802,252984,332804,257556,346043,264224v13145,6667,24670,15239,34290,25622c390049,300228,397764,312420,403479,326231v5715,13907,8572,29528,8572,46863xm267271,152400v,-17812,-6858,-30861,-20478,-39052c233077,105251,212788,101060,185928,101060r-62674,l123254,209550r68675,c215836,209550,234315,204692,247555,195072v13144,-9620,19812,-23908,19812,-42672l267271,152400xm284417,361188v,-21812,-8192,-36957,-24575,-45339c243364,307467,221456,303276,194119,303276r-70865,l123254,423672r71627,c204788,423672,215170,422815,225838,421100v10668,-1714,20383,-4857,29051,-9334c263557,407289,270700,401003,276130,392811v5429,-8191,8191,-18669,8191,-31528l284417,361188xe" fillcolor="#485358" stroked="f">
                    <v:stroke joinstyle="miter"/>
                    <v:path arrowok="t" o:connecttype="custom" o:connectlocs="412051,373094;394906,445580;349377,492728;284797,518351;210502,526161;0,526161;0,0;210502,0;273177,6286;331375,27813;373951,69056;390430,135255;366522,207740;303847,248984;303847,250508;346043,264224;380333,289846;403479,326231;412051,373094;267271,152400;246793,113348;185928,101060;123254,101060;123254,209550;191929,209550;247555,195072;267367,152400;284417,361188;259842,315849;194119,303276;123254,303276;123254,423672;194881,423672;225838,421100;254889,411766;276130,392811;284321,361283" o:connectangles="0,0,0,0,0,0,0,0,0,0,0,0,0,0,0,0,0,0,0,0,0,0,0,0,0,0,0,0,0,0,0,0,0,0,0,0,0"/>
                  </v:shape>
                  <v:shape id="Forma Livre: Forma 84" o:spid="_x0000_s1047" style="position:absolute;left:36726;top:6612;width:3687;height:5262;visibility:visible;mso-wrap-style:square;v-text-anchor:middle" coordsize="368712,526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" path="m,526161l,,355283,r,106966l123158,106966r,99631l342614,206597r,101823l123158,308420r,109251l368713,417671r,108490l,526161xe" fillcolor="#485358" stroked="f">
                    <v:stroke joinstyle="miter"/>
                    <v:path arrowok="t" o:connecttype="custom" o:connectlocs="0,526161;0,0;355283,0;355283,106966;123158,106966;123158,206597;342614,206597;342614,308420;123158,308420;123158,417671;368713,417671;368713,526161;0,526161" o:connectangles="0,0,0,0,0,0,0,0,0,0,0,0,0"/>
                  </v:shape>
                  <v:shape id="Forma Livre: Forma 85" o:spid="_x0000_s1048" style="position:absolute;left:41294;top:6612;width:4322;height:5262;visibility:visible;mso-wrap-style:square;v-text-anchor:middle" coordsize="432244,526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" path="m282893,526161l168116,317278r-43434,l124682,526161,,526161,,,201549,v25432,,50102,2572,74295,7810c299942,12954,321659,21812,340805,34195v19145,12382,34480,28765,45910,49054c398145,103537,403860,128873,403860,159067v,35719,-9715,65628,-29147,89917c355282,273272,328422,290608,294132,300990l432245,526161r-149257,l282893,526161xm277654,161258v,-12382,-2667,-22383,-7906,-30003c264509,123539,257746,117634,249460,113348v-8287,-4192,-17526,-7049,-27813,-8573c211455,103251,201549,102489,192024,102489r-68294,l123730,225076r60769,c194977,225076,205740,224218,216789,222504v10954,-1715,20955,-4858,30004,-9335c255746,208693,263176,202311,268891,193834v5810,-8382,8668,-19336,8668,-32671l277654,161258xe" fillcolor="#485358" stroked="f">
                    <v:stroke joinstyle="miter"/>
                    <v:path arrowok="t" o:connecttype="custom" o:connectlocs="282893,526161;168116,317278;124682,317278;124682,526161;0,526161;0,0;201549,0;275844,7810;340805,34195;386715,83249;403860,159067;374713,248984;294132,300990;432245,526161;282988,526161;277654,161258;269748,131255;249460,113348;221647,104775;192024,102489;123730,102489;123730,225076;184499,225076;216789,222504;246793,213169;268891,193834;277559,161163" o:connectangles="0,0,0,0,0,0,0,0,0,0,0,0,0,0,0,0,0,0,0,0,0,0,0,0,0,0,0"/>
                  </v:shape>
                </v:group>
                <v:group id="Gráfico 4" o:spid="_x0000_s1049" style="position:absolute;left:11858;top:5207;width:8528;height:8100" coordorigin="11858,5207" coordsize="8527,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">
                  <v:shape id="Forma Livre: Forma 87" o:spid="_x0000_s1050" style="position:absolute;left:11858;top:5207;width:8528;height:8100;visibility:visible;mso-wrap-style:square;v-text-anchor:middle" coordsize="852773,8100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" path="m790861,l61913,c27908,,,27813,,61913l,748094v,34099,27908,61912,61913,61912l790861,810006v34004,,61912,-27813,61912,-61912l852773,61913c852773,27908,824960,,790861,xm805148,733235v,16002,-13144,29146,-29051,29146l76676,762381v-16002,,-29146,-13144,-29146,-29146l47530,76676v,-16002,13144,-29146,29146,-29146l776097,47530v16002,,29051,13144,29051,29146l805148,733235xe" fillcolor="#485358" stroked="f">
                    <v:stroke joinstyle="miter"/>
                    <v:path arrowok="t" o:connecttype="custom" o:connectlocs="790861,0;61913,0;0,61913;0,748094;61913,810006;790861,810006;852773,748094;852773,61913;790861,0;805148,733235;776097,762381;76676,762381;47530,733235;47530,76676;76676,47530;776097,47530;805148,76676;805148,733235" o:connectangles="0,0,0,0,0,0,0,0,0,0,0,0,0,0,0,0,0,0"/>
                  </v:shape>
                  <v:shape id="Forma Livre: Forma 88" o:spid="_x0000_s1051" style="position:absolute;left:12783;top:6122;width:6679;height:6268;visibility:visible;mso-wrap-style:square;v-text-anchor:middle" coordsize="667893,626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" path="m653320,l14573,c6572,,,6572,,14573l,612267v,8001,6572,14573,14573,14573l653320,626840v8001,,14573,-6572,14573,-14573l667893,14669c667893,6668,661321,95,653320,95r,-95xm617125,565404v,6001,-4953,10954,-10954,10954l61817,576358v-6001,,-10953,-4953,-10953,-10954l50864,61913v,-6001,4952,-10859,10953,-10859l606076,51054v6001,,10954,4953,10954,10859l617030,565499r95,-95xe" fillcolor="#e84e0f" stroked="f">
                    <v:stroke joinstyle="miter"/>
                    <v:path arrowok="t" o:connecttype="custom" o:connectlocs="653320,0;14573,0;0,14573;0,612267;14573,626840;653320,626840;667893,612267;667893,14669;653320,95;617125,565404;606171,576358;61817,576358;50864,565404;50864,61913;61817,51054;606076,51054;617030,61913;617030,565499" o:connectangles="0,0,0,0,0,0,0,0,0,0,0,0,0,0,0,0,0,0"/>
                  </v:shape>
                  <v:shape id="Forma Livre: Forma 89" o:spid="_x0000_s1052" style="position:absolute;left:13701;top:7673;width:2343;height:3168;visibility:visible;mso-wrap-style:square;v-text-anchor:middle" coordsize="234314,316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" path="m200120,63818r-54006,90868l81343,,,,132302,316802r68009,l234315,63818r-34195,xe" fillcolor="#485358" stroked="f">
                    <v:stroke joinstyle="miter"/>
                    <v:path arrowok="t" o:connecttype="custom" o:connectlocs="200120,63818;146114,154686;81343,0;0,0;132302,316802;200311,316802;234315,63818;200120,63818" o:connectangles="0,0,0,0,0,0,0,0"/>
                  </v:shape>
                  <v:shape id="Forma Livre: Forma 90" o:spid="_x0000_s1053" style="position:absolute;left:16201;top:7673;width:2343;height:3168;visibility:visible;mso-wrap-style:square;v-text-anchor:middle" coordsize="234315,316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" path="m34195,63818r54006,90868l152972,r81343,l102013,316802r-68009,l,63818r34195,xe" fillcolor="#485358" stroked="f">
                    <v:stroke joinstyle="miter"/>
                    <v:path arrowok="t" o:connecttype="custom" o:connectlocs="34195,63818;88201,154686;152972,0;234315,0;102013,316802;34004,316802;0,63818;34195,63818" o:connectangles="0,0,0,0,0,0,0,0"/>
                  </v:shape>
                </v:group>
              </v:group>
            </v:group>
          </w:pict>
        </mc:Fallback>
      </mc:AlternateContent>
    </w:r>
    <w:r>
      <w:rPr>
        <w:noProof/>
        <w:lang w:val="it-IT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590C1290" wp14:editId="708395A8">
              <wp:simplePos x="758190" y="449580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3" name="Textfeld 13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3FD69BA" w14:textId="3BCDF32A" w:rsidR="005259BF" w:rsidRPr="005259BF" w:rsidRDefault="005259BF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  <w:lang w:val="it-IT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90C1290" id="_x0000_t202" coordsize="21600,21600" o:spt="202" path="m,l,21600r21600,l21600,xe">
              <v:stroke joinstyle="miter"/>
              <v:path gradientshapeok="t" o:connecttype="rect"/>
            </v:shapetype>
            <v:shape id="Textfeld 13" o:spid="_x0000_s1027" type="#_x0000_t202" alt="Public" style="position:absolute;margin-left:-16.25pt;margin-top:.05pt;width:34.95pt;height:34.95pt;z-index:251663360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" filled="f" stroked="f">
              <v:textbox style="mso-fit-shape-to-text:t" inset="0,0,15pt,0">
                <w:txbxContent>
                  <w:p w14:paraId="53FD69BA" w14:textId="3BCDF32A" w:rsidR="005259BF" w:rsidRPr="005259BF" w:rsidRDefault="005259BF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color w:val="FF0000"/>
                        <w:sz w:val="20"/>
                        <w:szCs w:val="20"/>
                        <w:lang w:val="it-it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251C0210" w:rsidR="00533132" w:rsidRDefault="005259BF">
    <w:pPr>
      <w:pStyle w:val="Kopfzeile"/>
    </w:pPr>
    <w:r>
      <w:rPr>
        <w:noProof/>
        <w:lang w:val="it-IT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3E87DF34" wp14:editId="2A62BF9B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0" name="Textfeld 10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968D897" w14:textId="5649FC49" w:rsidR="005259BF" w:rsidRPr="005259BF" w:rsidRDefault="005259BF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  <w:lang w:val="it-IT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E87DF34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8" type="#_x0000_t202" alt="Public" style="position:absolute;margin-left:-16.25pt;margin-top:.05pt;width:34.95pt;height:34.95pt;z-index:251661312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" filled="f" stroked="f">
              <v:textbox style="mso-fit-shape-to-text:t" inset="0,0,15pt,0">
                <w:txbxContent>
                  <w:p w14:paraId="4968D897" w14:textId="5649FC49" w:rsidR="005259BF" w:rsidRPr="005259BF" w:rsidRDefault="005259BF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color w:val="FF0000"/>
                        <w:sz w:val="20"/>
                        <w:szCs w:val="20"/>
                        <w:lang w:val="it-it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  <w:lang w:val="it-IT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it-IT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330" type="#_x0000_t75" style="width:1501.7pt;height:1501.7pt" o:bullet="t">
        <v:imagedata r:id="rId1" o:title="AZ_04a"/>
      </v:shape>
    </w:pict>
  </w:numPicBullet>
  <w:numPicBullet w:numPicBulletId="1">
    <w:pict>
      <v:shape id="_x0000_i1331" type="#_x0000_t75" style="width:5.15pt;height:5.1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551D"/>
    <w:rsid w:val="0000745C"/>
    <w:rsid w:val="000148B3"/>
    <w:rsid w:val="00031784"/>
    <w:rsid w:val="00033012"/>
    <w:rsid w:val="00042106"/>
    <w:rsid w:val="0005285B"/>
    <w:rsid w:val="00055529"/>
    <w:rsid w:val="00055F15"/>
    <w:rsid w:val="0006144A"/>
    <w:rsid w:val="00062C3A"/>
    <w:rsid w:val="00066D09"/>
    <w:rsid w:val="000736B5"/>
    <w:rsid w:val="00080D3F"/>
    <w:rsid w:val="0009665C"/>
    <w:rsid w:val="000A0479"/>
    <w:rsid w:val="000A36D9"/>
    <w:rsid w:val="000A4C7D"/>
    <w:rsid w:val="000B582B"/>
    <w:rsid w:val="000D15C3"/>
    <w:rsid w:val="000E24F8"/>
    <w:rsid w:val="000E5738"/>
    <w:rsid w:val="00103205"/>
    <w:rsid w:val="0011795C"/>
    <w:rsid w:val="0012026F"/>
    <w:rsid w:val="00130601"/>
    <w:rsid w:val="00132055"/>
    <w:rsid w:val="00140D7E"/>
    <w:rsid w:val="00146C3D"/>
    <w:rsid w:val="00152E36"/>
    <w:rsid w:val="00153B47"/>
    <w:rsid w:val="001613A6"/>
    <w:rsid w:val="001614F0"/>
    <w:rsid w:val="001616F4"/>
    <w:rsid w:val="0018021A"/>
    <w:rsid w:val="00184969"/>
    <w:rsid w:val="00184D2A"/>
    <w:rsid w:val="00194B9D"/>
    <w:rsid w:val="00194FB1"/>
    <w:rsid w:val="001B16BB"/>
    <w:rsid w:val="001B34EE"/>
    <w:rsid w:val="001C1A3E"/>
    <w:rsid w:val="001F61E6"/>
    <w:rsid w:val="00200355"/>
    <w:rsid w:val="0021351D"/>
    <w:rsid w:val="00247AA1"/>
    <w:rsid w:val="00253971"/>
    <w:rsid w:val="00253A2E"/>
    <w:rsid w:val="0025639D"/>
    <w:rsid w:val="002603EC"/>
    <w:rsid w:val="002611FE"/>
    <w:rsid w:val="00282AFC"/>
    <w:rsid w:val="00286C15"/>
    <w:rsid w:val="00287D61"/>
    <w:rsid w:val="0029634D"/>
    <w:rsid w:val="002A25A2"/>
    <w:rsid w:val="002B7460"/>
    <w:rsid w:val="002C676B"/>
    <w:rsid w:val="002C7542"/>
    <w:rsid w:val="002D065C"/>
    <w:rsid w:val="002D0780"/>
    <w:rsid w:val="002D2EE5"/>
    <w:rsid w:val="002D63E6"/>
    <w:rsid w:val="002D71E0"/>
    <w:rsid w:val="002E5BE8"/>
    <w:rsid w:val="002E765F"/>
    <w:rsid w:val="002E7E4E"/>
    <w:rsid w:val="002F108B"/>
    <w:rsid w:val="002F5818"/>
    <w:rsid w:val="002F70FD"/>
    <w:rsid w:val="0030316D"/>
    <w:rsid w:val="0032774C"/>
    <w:rsid w:val="00332D28"/>
    <w:rsid w:val="0034191A"/>
    <w:rsid w:val="00343CC7"/>
    <w:rsid w:val="003524CC"/>
    <w:rsid w:val="0036561D"/>
    <w:rsid w:val="003665BE"/>
    <w:rsid w:val="00380ACA"/>
    <w:rsid w:val="00384A08"/>
    <w:rsid w:val="00387E6F"/>
    <w:rsid w:val="003967E5"/>
    <w:rsid w:val="003A753A"/>
    <w:rsid w:val="003B3803"/>
    <w:rsid w:val="003C2A71"/>
    <w:rsid w:val="003C4F36"/>
    <w:rsid w:val="003E1CB6"/>
    <w:rsid w:val="003E3CF6"/>
    <w:rsid w:val="003E759F"/>
    <w:rsid w:val="003E7853"/>
    <w:rsid w:val="003F57AB"/>
    <w:rsid w:val="00400FD9"/>
    <w:rsid w:val="004016F7"/>
    <w:rsid w:val="0040277F"/>
    <w:rsid w:val="00403373"/>
    <w:rsid w:val="00406C81"/>
    <w:rsid w:val="004107D2"/>
    <w:rsid w:val="00412545"/>
    <w:rsid w:val="0041475A"/>
    <w:rsid w:val="00414BD5"/>
    <w:rsid w:val="00417237"/>
    <w:rsid w:val="00430BB0"/>
    <w:rsid w:val="004454FF"/>
    <w:rsid w:val="0046460D"/>
    <w:rsid w:val="00467F3C"/>
    <w:rsid w:val="0047498D"/>
    <w:rsid w:val="00476100"/>
    <w:rsid w:val="00487BFC"/>
    <w:rsid w:val="00490F48"/>
    <w:rsid w:val="004A463B"/>
    <w:rsid w:val="004B63CD"/>
    <w:rsid w:val="004C1967"/>
    <w:rsid w:val="004D23D0"/>
    <w:rsid w:val="004D2BE0"/>
    <w:rsid w:val="004E6EF5"/>
    <w:rsid w:val="004F5F01"/>
    <w:rsid w:val="00506409"/>
    <w:rsid w:val="005167A3"/>
    <w:rsid w:val="005259BF"/>
    <w:rsid w:val="0053014B"/>
    <w:rsid w:val="00530E32"/>
    <w:rsid w:val="00533132"/>
    <w:rsid w:val="00537210"/>
    <w:rsid w:val="005649F4"/>
    <w:rsid w:val="005710C8"/>
    <w:rsid w:val="005711A3"/>
    <w:rsid w:val="00571A5C"/>
    <w:rsid w:val="00573B2B"/>
    <w:rsid w:val="005776E9"/>
    <w:rsid w:val="00587AD9"/>
    <w:rsid w:val="005909A8"/>
    <w:rsid w:val="00592C48"/>
    <w:rsid w:val="005A4F04"/>
    <w:rsid w:val="005B2BA9"/>
    <w:rsid w:val="005B5793"/>
    <w:rsid w:val="005B6265"/>
    <w:rsid w:val="005C6B30"/>
    <w:rsid w:val="005C71EC"/>
    <w:rsid w:val="005E25BC"/>
    <w:rsid w:val="005E764C"/>
    <w:rsid w:val="005E7F7D"/>
    <w:rsid w:val="005F77E5"/>
    <w:rsid w:val="006055BB"/>
    <w:rsid w:val="006063D4"/>
    <w:rsid w:val="00623B37"/>
    <w:rsid w:val="006330A2"/>
    <w:rsid w:val="0063625E"/>
    <w:rsid w:val="00642EB6"/>
    <w:rsid w:val="006433E2"/>
    <w:rsid w:val="00651E5D"/>
    <w:rsid w:val="00677F11"/>
    <w:rsid w:val="00682B1A"/>
    <w:rsid w:val="00690D7C"/>
    <w:rsid w:val="00690DFE"/>
    <w:rsid w:val="00695E57"/>
    <w:rsid w:val="006B3EEC"/>
    <w:rsid w:val="006C0C87"/>
    <w:rsid w:val="006D6CC6"/>
    <w:rsid w:val="006D7EAC"/>
    <w:rsid w:val="006E0104"/>
    <w:rsid w:val="006F3B56"/>
    <w:rsid w:val="006F7602"/>
    <w:rsid w:val="00722A17"/>
    <w:rsid w:val="00723F4F"/>
    <w:rsid w:val="00732DBC"/>
    <w:rsid w:val="0075032E"/>
    <w:rsid w:val="00754B80"/>
    <w:rsid w:val="00755AE0"/>
    <w:rsid w:val="0075761B"/>
    <w:rsid w:val="00757B83"/>
    <w:rsid w:val="00767C96"/>
    <w:rsid w:val="00774358"/>
    <w:rsid w:val="00791A69"/>
    <w:rsid w:val="0079462A"/>
    <w:rsid w:val="00794830"/>
    <w:rsid w:val="00797CAA"/>
    <w:rsid w:val="007A2B6F"/>
    <w:rsid w:val="007A6BD2"/>
    <w:rsid w:val="007C2658"/>
    <w:rsid w:val="007C272C"/>
    <w:rsid w:val="007D59A2"/>
    <w:rsid w:val="007E20D0"/>
    <w:rsid w:val="007E3DAB"/>
    <w:rsid w:val="008053B3"/>
    <w:rsid w:val="00820315"/>
    <w:rsid w:val="00823073"/>
    <w:rsid w:val="0082316D"/>
    <w:rsid w:val="00832921"/>
    <w:rsid w:val="00834472"/>
    <w:rsid w:val="00836A5D"/>
    <w:rsid w:val="008427F2"/>
    <w:rsid w:val="00843B45"/>
    <w:rsid w:val="0084571C"/>
    <w:rsid w:val="00863129"/>
    <w:rsid w:val="00866830"/>
    <w:rsid w:val="00870ACE"/>
    <w:rsid w:val="00873125"/>
    <w:rsid w:val="008755E5"/>
    <w:rsid w:val="00881E44"/>
    <w:rsid w:val="00892F6F"/>
    <w:rsid w:val="00896F7E"/>
    <w:rsid w:val="008A27AB"/>
    <w:rsid w:val="008A5650"/>
    <w:rsid w:val="008C2A29"/>
    <w:rsid w:val="008C2DB2"/>
    <w:rsid w:val="008C4A2B"/>
    <w:rsid w:val="008D2B87"/>
    <w:rsid w:val="008D770E"/>
    <w:rsid w:val="008F34E2"/>
    <w:rsid w:val="0090337E"/>
    <w:rsid w:val="009049D8"/>
    <w:rsid w:val="00910609"/>
    <w:rsid w:val="00915841"/>
    <w:rsid w:val="00922169"/>
    <w:rsid w:val="00926BE6"/>
    <w:rsid w:val="009328FA"/>
    <w:rsid w:val="00936A78"/>
    <w:rsid w:val="009375E1"/>
    <w:rsid w:val="009405D6"/>
    <w:rsid w:val="00952853"/>
    <w:rsid w:val="00954CF4"/>
    <w:rsid w:val="00962FD6"/>
    <w:rsid w:val="009646E4"/>
    <w:rsid w:val="00977EC3"/>
    <w:rsid w:val="0098631D"/>
    <w:rsid w:val="0099535A"/>
    <w:rsid w:val="009B17A9"/>
    <w:rsid w:val="009B211F"/>
    <w:rsid w:val="009B7C05"/>
    <w:rsid w:val="009C2378"/>
    <w:rsid w:val="009C5A77"/>
    <w:rsid w:val="009C5D99"/>
    <w:rsid w:val="009D016F"/>
    <w:rsid w:val="009E251D"/>
    <w:rsid w:val="009F10A8"/>
    <w:rsid w:val="009F715C"/>
    <w:rsid w:val="00A02F49"/>
    <w:rsid w:val="00A042B4"/>
    <w:rsid w:val="00A171F4"/>
    <w:rsid w:val="00A1772D"/>
    <w:rsid w:val="00A177B2"/>
    <w:rsid w:val="00A24EFC"/>
    <w:rsid w:val="00A27829"/>
    <w:rsid w:val="00A46F1E"/>
    <w:rsid w:val="00A614EF"/>
    <w:rsid w:val="00A66B3F"/>
    <w:rsid w:val="00A66F26"/>
    <w:rsid w:val="00A82395"/>
    <w:rsid w:val="00A9295C"/>
    <w:rsid w:val="00A977CE"/>
    <w:rsid w:val="00AA0DF7"/>
    <w:rsid w:val="00AA5D7F"/>
    <w:rsid w:val="00AB52F9"/>
    <w:rsid w:val="00AD131F"/>
    <w:rsid w:val="00AD32D5"/>
    <w:rsid w:val="00AD70E4"/>
    <w:rsid w:val="00AF3B3A"/>
    <w:rsid w:val="00AF4E8E"/>
    <w:rsid w:val="00AF6569"/>
    <w:rsid w:val="00B06265"/>
    <w:rsid w:val="00B5232A"/>
    <w:rsid w:val="00B60ED1"/>
    <w:rsid w:val="00B62CF5"/>
    <w:rsid w:val="00B70014"/>
    <w:rsid w:val="00B85705"/>
    <w:rsid w:val="00B874DC"/>
    <w:rsid w:val="00B90F78"/>
    <w:rsid w:val="00BC6E4F"/>
    <w:rsid w:val="00BD1058"/>
    <w:rsid w:val="00BD25D1"/>
    <w:rsid w:val="00BD5245"/>
    <w:rsid w:val="00BD5391"/>
    <w:rsid w:val="00BD764C"/>
    <w:rsid w:val="00BF01D6"/>
    <w:rsid w:val="00BF56B2"/>
    <w:rsid w:val="00BF6ECF"/>
    <w:rsid w:val="00C04150"/>
    <w:rsid w:val="00C055AB"/>
    <w:rsid w:val="00C11F95"/>
    <w:rsid w:val="00C136DF"/>
    <w:rsid w:val="00C17501"/>
    <w:rsid w:val="00C26672"/>
    <w:rsid w:val="00C40627"/>
    <w:rsid w:val="00C43EAF"/>
    <w:rsid w:val="00C457C3"/>
    <w:rsid w:val="00C644CA"/>
    <w:rsid w:val="00C658FC"/>
    <w:rsid w:val="00C73005"/>
    <w:rsid w:val="00C84D75"/>
    <w:rsid w:val="00C85E18"/>
    <w:rsid w:val="00C90092"/>
    <w:rsid w:val="00C96E9F"/>
    <w:rsid w:val="00CA0313"/>
    <w:rsid w:val="00CA4A09"/>
    <w:rsid w:val="00CB71DD"/>
    <w:rsid w:val="00CC5A63"/>
    <w:rsid w:val="00CC787C"/>
    <w:rsid w:val="00CD35C4"/>
    <w:rsid w:val="00CE26FE"/>
    <w:rsid w:val="00CF36C9"/>
    <w:rsid w:val="00D00EC4"/>
    <w:rsid w:val="00D12CB8"/>
    <w:rsid w:val="00D166AC"/>
    <w:rsid w:val="00D36BA2"/>
    <w:rsid w:val="00D37CF4"/>
    <w:rsid w:val="00D4487C"/>
    <w:rsid w:val="00D63D33"/>
    <w:rsid w:val="00D65E49"/>
    <w:rsid w:val="00D73352"/>
    <w:rsid w:val="00D935C3"/>
    <w:rsid w:val="00DA0266"/>
    <w:rsid w:val="00DA477E"/>
    <w:rsid w:val="00DA781F"/>
    <w:rsid w:val="00DB4BB0"/>
    <w:rsid w:val="00DC2990"/>
    <w:rsid w:val="00DC3E09"/>
    <w:rsid w:val="00DE461D"/>
    <w:rsid w:val="00E0288A"/>
    <w:rsid w:val="00E04039"/>
    <w:rsid w:val="00E14608"/>
    <w:rsid w:val="00E15EBE"/>
    <w:rsid w:val="00E1733A"/>
    <w:rsid w:val="00E21E67"/>
    <w:rsid w:val="00E30EBF"/>
    <w:rsid w:val="00E316C0"/>
    <w:rsid w:val="00E31E03"/>
    <w:rsid w:val="00E35214"/>
    <w:rsid w:val="00E451CD"/>
    <w:rsid w:val="00E51170"/>
    <w:rsid w:val="00E52D70"/>
    <w:rsid w:val="00E55534"/>
    <w:rsid w:val="00E7116D"/>
    <w:rsid w:val="00E72429"/>
    <w:rsid w:val="00E729CB"/>
    <w:rsid w:val="00E914D1"/>
    <w:rsid w:val="00E960D8"/>
    <w:rsid w:val="00E97DC4"/>
    <w:rsid w:val="00EB5FCA"/>
    <w:rsid w:val="00EC0F59"/>
    <w:rsid w:val="00F01487"/>
    <w:rsid w:val="00F048D4"/>
    <w:rsid w:val="00F04E21"/>
    <w:rsid w:val="00F20920"/>
    <w:rsid w:val="00F23212"/>
    <w:rsid w:val="00F33B16"/>
    <w:rsid w:val="00F34990"/>
    <w:rsid w:val="00F353EA"/>
    <w:rsid w:val="00F36C27"/>
    <w:rsid w:val="00F56318"/>
    <w:rsid w:val="00F60ED2"/>
    <w:rsid w:val="00F61A09"/>
    <w:rsid w:val="00F62E45"/>
    <w:rsid w:val="00F67C95"/>
    <w:rsid w:val="00F74540"/>
    <w:rsid w:val="00F75B79"/>
    <w:rsid w:val="00F82525"/>
    <w:rsid w:val="00F91AC4"/>
    <w:rsid w:val="00F97FEA"/>
    <w:rsid w:val="00FB60E1"/>
    <w:rsid w:val="00FD3589"/>
    <w:rsid w:val="00FD3768"/>
    <w:rsid w:val="00FD51E9"/>
    <w:rsid w:val="00FF47FE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1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pt-BR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2611FE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2611FE"/>
    <w:pPr>
      <w:snapToGrid w:val="0"/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6C0C87"/>
    <w:pPr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character" w:styleId="Platzhaltertext">
    <w:name w:val="Placeholder Text"/>
    <w:basedOn w:val="Absatz-Standardschriftart"/>
    <w:uiPriority w:val="99"/>
    <w:unhideWhenUsed/>
    <w:rsid w:val="00CD35C4"/>
    <w:rPr>
      <w:color w:val="808080"/>
    </w:rPr>
  </w:style>
  <w:style w:type="paragraph" w:styleId="berarbeitung">
    <w:name w:val="Revision"/>
    <w:hidden/>
    <w:uiPriority w:val="71"/>
    <w:semiHidden/>
    <w:rsid w:val="00184969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32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7.wmf"/><Relationship Id="rId1" Type="http://schemas.openxmlformats.org/officeDocument/2006/relationships/image" Target="media/image6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060CEC-6933-4DA1-867E-79211E6B7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GROUP_Vorlage.dotx</Template>
  <TotalTime>0</TotalTime>
  <Pages>4</Pages>
  <Words>837</Words>
  <Characters>5277</Characters>
  <Application>Microsoft Office Word</Application>
  <DocSecurity>0</DocSecurity>
  <Lines>43</Lines>
  <Paragraphs>12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wir-lieben-office.de</Company>
  <LinksUpToDate>false</LinksUpToDate>
  <CharactersWithSpaces>6102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Linnemann Mario</cp:lastModifiedBy>
  <cp:revision>3</cp:revision>
  <cp:lastPrinted>2021-10-28T15:19:00Z</cp:lastPrinted>
  <dcterms:created xsi:type="dcterms:W3CDTF">2022-08-31T09:41:00Z</dcterms:created>
  <dcterms:modified xsi:type="dcterms:W3CDTF">2022-10-07T08:41:00Z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a,b,d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2022-05-10T09:30:51Z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098fdcaa-44f8-410b-b992-4adfe1315d14</vt:lpwstr>
  </property>
  <property fmtid="{D5CDD505-2E9C-101B-9397-08002B2CF9AE}" pid="11" name="MSIP_Label_df1a195f-122b-42dc-a2d3-71a1903dcdac_ContentBits">
    <vt:lpwstr>1</vt:lpwstr>
  </property>
</Properties>
</file>