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A6473B0" w:rsidR="00A27829" w:rsidRPr="001F61E6" w:rsidRDefault="005E25BC" w:rsidP="00A27829">
      <w:pPr>
        <w:pStyle w:val="Head"/>
      </w:pPr>
      <w:bookmarkStart w:id="0" w:name="_Hlk111120004"/>
      <w:proofErr w:type="spellStart"/>
      <w:r>
        <w:rPr>
          <w:lang w:val="fr-FR"/>
        </w:rPr>
        <w:t>Ciber</w:t>
      </w:r>
      <w:proofErr w:type="spellEnd"/>
      <w:r>
        <w:rPr>
          <w:lang w:val="fr-FR"/>
        </w:rPr>
        <w:t xml:space="preserve"> | Première en Europe pour la centrale d’enrobage mobile à flux continu </w:t>
      </w:r>
      <w:proofErr w:type="spellStart"/>
      <w:r>
        <w:rPr>
          <w:lang w:val="fr-FR"/>
        </w:rPr>
        <w:t>iNOVA</w:t>
      </w:r>
      <w:proofErr w:type="spellEnd"/>
      <w:r>
        <w:rPr>
          <w:lang w:val="fr-FR"/>
        </w:rPr>
        <w:t xml:space="preserve"> 2000 </w:t>
      </w:r>
    </w:p>
    <w:p w14:paraId="193790FB" w14:textId="607AE021" w:rsidR="00A46F1E" w:rsidRPr="001F61E6" w:rsidRDefault="005E25BC" w:rsidP="00881E44">
      <w:pPr>
        <w:pStyle w:val="Teaser"/>
      </w:pPr>
      <w:r>
        <w:rPr>
          <w:bCs/>
          <w:lang w:val="fr-FR"/>
        </w:rPr>
        <w:t xml:space="preserve">Lors du salon Bauma et pour la première fois en Europe, </w:t>
      </w:r>
      <w:proofErr w:type="spellStart"/>
      <w:r>
        <w:rPr>
          <w:bCs/>
          <w:lang w:val="fr-FR"/>
        </w:rPr>
        <w:t>Ciber</w:t>
      </w:r>
      <w:proofErr w:type="spellEnd"/>
      <w:r>
        <w:rPr>
          <w:bCs/>
          <w:lang w:val="fr-FR"/>
        </w:rPr>
        <w:t xml:space="preserve"> présente l’</w:t>
      </w:r>
      <w:proofErr w:type="spellStart"/>
      <w:r>
        <w:rPr>
          <w:bCs/>
          <w:lang w:val="fr-FR"/>
        </w:rPr>
        <w:t>iNOVA</w:t>
      </w:r>
      <w:proofErr w:type="spellEnd"/>
      <w:r>
        <w:rPr>
          <w:bCs/>
          <w:lang w:val="fr-FR"/>
        </w:rPr>
        <w:t xml:space="preserve"> 2000, une centrale d’enrobage destinée au marché mondial. Ce modèle possède la plus grande capacité de production dans la gamme </w:t>
      </w:r>
      <w:proofErr w:type="spellStart"/>
      <w:r>
        <w:rPr>
          <w:bCs/>
          <w:lang w:val="fr-FR"/>
        </w:rPr>
        <w:t>iNOVA</w:t>
      </w:r>
      <w:proofErr w:type="spellEnd"/>
      <w:r>
        <w:rPr>
          <w:bCs/>
          <w:lang w:val="fr-FR"/>
        </w:rPr>
        <w:t>, lancée initialement en 2017. Avec ses technologies qui offrent des avantages logistiques, des coûts de production bas et un faible impact environnemental, l'</w:t>
      </w:r>
      <w:proofErr w:type="spellStart"/>
      <w:r>
        <w:rPr>
          <w:bCs/>
          <w:lang w:val="fr-FR"/>
        </w:rPr>
        <w:t>iNOVA</w:t>
      </w:r>
      <w:proofErr w:type="spellEnd"/>
      <w:r>
        <w:rPr>
          <w:bCs/>
          <w:lang w:val="fr-FR"/>
        </w:rPr>
        <w:t xml:space="preserve"> 2000 est un produit de pointe dans des pays comme l’Australie et la Nouvelle-Zélande, tout en étant le leader du marché en Amérique Latine et Afrique. </w:t>
      </w:r>
    </w:p>
    <w:p w14:paraId="55CB604F" w14:textId="77777777" w:rsidR="002B7460" w:rsidRDefault="005E25BC" w:rsidP="00282AFC">
      <w:pPr>
        <w:pStyle w:val="Standardabsatz"/>
      </w:pPr>
      <w:r>
        <w:rPr>
          <w:lang w:val="fr-FR"/>
        </w:rPr>
        <w:t xml:space="preserve">Avec une capacité de production allant jusqu’à 200 t/h, la centrale est conçue avec seulement deux unités mobiles, ce qui engendre des coûts de transport et d’installation bas. Par le biais de capteurs d’humidité, le système de pesage individuel pour les différents organes utilisés garantit le dosage précis des matériaux en un flux continu. Le sécheur à flux inversé pour les agrégats est doté d’une fonction de variation automatique de la vitesse, assurant un échange thermique optimal entre les agrégats et les gaz de combustion et réduisant ainsi la consommation de carburant. </w:t>
      </w:r>
    </w:p>
    <w:p w14:paraId="5941A861" w14:textId="1B102796" w:rsidR="000B582B" w:rsidRPr="00AA5D7F" w:rsidRDefault="005E25BC" w:rsidP="00282AFC">
      <w:pPr>
        <w:pStyle w:val="Standardabsatz"/>
      </w:pPr>
      <w:r>
        <w:rPr>
          <w:lang w:val="fr-FR"/>
        </w:rPr>
        <w:t xml:space="preserve">Le système de filtration robuste garantit un impact environnemental minime pendant la production. Afin d’assurer une qualité de malaxage maximale, le malaxeur est externe, avec un cisaillement élevé, une étape initiale sèche (sans liant) et le contrôle automatique de la durée de mélange, en fonction du cahier des charges du chantier. Le fonctionnement de la centrale est entièrement automatisé, ce qui garantit une fiabilité élevée pendant la production. Le système de diagnostic de défauts et les </w:t>
      </w:r>
      <w:proofErr w:type="gramStart"/>
      <w:r>
        <w:rPr>
          <w:lang w:val="fr-FR"/>
        </w:rPr>
        <w:t>éléments</w:t>
      </w:r>
      <w:proofErr w:type="gramEnd"/>
      <w:r>
        <w:rPr>
          <w:lang w:val="fr-FR"/>
        </w:rPr>
        <w:t xml:space="preserve"> d’usure extrêmement durables augmentent la disponibilité de l’équipement. </w:t>
      </w:r>
    </w:p>
    <w:p w14:paraId="7EDDE320" w14:textId="2970C21D" w:rsidR="00CD35C4" w:rsidRPr="00CD35C4" w:rsidRDefault="005E25BC" w:rsidP="00CD35C4">
      <w:pPr>
        <w:pStyle w:val="Absatzberschrift"/>
      </w:pPr>
      <w:proofErr w:type="spellStart"/>
      <w:r>
        <w:rPr>
          <w:bCs/>
          <w:lang w:val="fr-FR"/>
        </w:rPr>
        <w:t>AutoSmart</w:t>
      </w:r>
      <w:proofErr w:type="spellEnd"/>
    </w:p>
    <w:p w14:paraId="684C6270" w14:textId="12562E0F" w:rsidR="00BD25D1" w:rsidRPr="0025639D" w:rsidRDefault="0006144A" w:rsidP="0006144A">
      <w:pPr>
        <w:jc w:val="both"/>
      </w:pPr>
      <w:r>
        <w:rPr>
          <w:sz w:val="22"/>
          <w:lang w:val="fr-FR"/>
        </w:rPr>
        <w:t xml:space="preserve">Pour une intégration totale et la gestion intégrale de la centrale, le package </w:t>
      </w:r>
      <w:proofErr w:type="spellStart"/>
      <w:r>
        <w:rPr>
          <w:sz w:val="22"/>
          <w:lang w:val="fr-FR"/>
        </w:rPr>
        <w:t>AutoSmart</w:t>
      </w:r>
      <w:proofErr w:type="spellEnd"/>
      <w:r>
        <w:rPr>
          <w:sz w:val="22"/>
          <w:lang w:val="fr-FR"/>
        </w:rPr>
        <w:t xml:space="preserve"> assure une communication instantanée entre les systèmes de dosage, de séchage, de filtration et de mélange, si bien qu'il est en mesure d’anticiper l’action que chacun de ces systèmes doit exécuter, garantissant la possibilité d’ajuster automatiquement le processus pour offrir des conditions de production optimales. Cette fonction offre de nombreux avantages, comme une moindre dépendance à l’expertise de l’opérateur, tout en automatisant les processus – qui, comme la détermination de l’humidité des agrégats, sont manuels et donc sujets à l'erreur – avant et pendant la production.</w:t>
      </w:r>
      <w:r>
        <w:rPr>
          <w:lang w:val="fr-FR"/>
        </w:rPr>
        <w:t xml:space="preserve"> </w:t>
      </w:r>
    </w:p>
    <w:p w14:paraId="4E87031D" w14:textId="3913CCE6" w:rsidR="00CD35C4" w:rsidRPr="0025639D" w:rsidRDefault="00CD35C4" w:rsidP="00CD35C4">
      <w:pPr>
        <w:jc w:val="both"/>
      </w:pPr>
    </w:p>
    <w:p w14:paraId="5D5717FE" w14:textId="6B7B46B9" w:rsidR="00CD35C4" w:rsidRPr="00CD35C4" w:rsidRDefault="005E25BC" w:rsidP="00CD35C4">
      <w:pPr>
        <w:pStyle w:val="Absatzberschrift"/>
      </w:pPr>
      <w:r>
        <w:rPr>
          <w:bCs/>
          <w:lang w:val="fr-FR"/>
        </w:rPr>
        <w:t>Efficacité énergétique</w:t>
      </w:r>
    </w:p>
    <w:p w14:paraId="54BF809D" w14:textId="6955D274" w:rsidR="005E25BC" w:rsidRPr="0025639D" w:rsidRDefault="005E25BC" w:rsidP="005E25BC">
      <w:pPr>
        <w:jc w:val="both"/>
        <w:rPr>
          <w:sz w:val="22"/>
          <w:szCs w:val="24"/>
        </w:rPr>
      </w:pPr>
      <w:r>
        <w:rPr>
          <w:sz w:val="22"/>
          <w:lang w:val="fr-FR"/>
        </w:rPr>
        <w:t xml:space="preserve">Le tambour sécheur utilisé exclusivement pour les agrégats, le brûleur </w:t>
      </w:r>
      <w:proofErr w:type="spellStart"/>
      <w:r>
        <w:rPr>
          <w:sz w:val="22"/>
          <w:lang w:val="fr-FR"/>
        </w:rPr>
        <w:t>Ciber</w:t>
      </w:r>
      <w:proofErr w:type="spellEnd"/>
      <w:r>
        <w:rPr>
          <w:sz w:val="22"/>
          <w:lang w:val="fr-FR"/>
        </w:rPr>
        <w:t xml:space="preserve"> Total Air, le système d'échappement qui s’adapte aux besoins et le système de séchage ingénieux exclusif s’associent pour garantir une faible consommation de carburant.</w:t>
      </w:r>
      <w:r>
        <w:rPr>
          <w:szCs w:val="10"/>
          <w:lang w:val="fr-FR"/>
        </w:rPr>
        <w:t xml:space="preserve"> </w:t>
      </w:r>
      <w:r>
        <w:rPr>
          <w:sz w:val="22"/>
          <w:lang w:val="fr-FR"/>
        </w:rPr>
        <w:t>Le brûleur à air</w:t>
      </w:r>
      <w:r>
        <w:rPr>
          <w:szCs w:val="10"/>
          <w:lang w:val="fr-FR"/>
        </w:rPr>
        <w:t xml:space="preserve"> </w:t>
      </w:r>
      <w:r>
        <w:rPr>
          <w:sz w:val="22"/>
          <w:lang w:val="fr-FR"/>
        </w:rPr>
        <w:t>utilise un système électronique pour favoriser une relation optimale entre l’air et le carburant, optimisant le système de combustion et augmentant l’efficacité thermique.</w:t>
      </w:r>
    </w:p>
    <w:p w14:paraId="5037C4CD" w14:textId="6D1AA66E" w:rsidR="005E25BC" w:rsidRPr="005E25BC" w:rsidRDefault="005E25BC" w:rsidP="00CD35C4">
      <w:pPr>
        <w:jc w:val="both"/>
        <w:rPr>
          <w:szCs w:val="18"/>
        </w:rPr>
      </w:pPr>
    </w:p>
    <w:p w14:paraId="0E9DD076" w14:textId="77777777" w:rsidR="007E203E" w:rsidRDefault="007E203E" w:rsidP="005E25BC">
      <w:pPr>
        <w:pStyle w:val="Absatzberschrift"/>
        <w:rPr>
          <w:bCs/>
          <w:lang w:val="fr-FR"/>
        </w:rPr>
      </w:pPr>
    </w:p>
    <w:p w14:paraId="261095A8" w14:textId="77777777" w:rsidR="007E203E" w:rsidRDefault="007E203E" w:rsidP="005E25BC">
      <w:pPr>
        <w:pStyle w:val="Absatzberschrift"/>
        <w:rPr>
          <w:bCs/>
          <w:lang w:val="fr-FR"/>
        </w:rPr>
      </w:pPr>
    </w:p>
    <w:p w14:paraId="064F5790" w14:textId="5752FF14" w:rsidR="005E25BC" w:rsidRPr="00CD35C4" w:rsidRDefault="00BF01D6" w:rsidP="005E25BC">
      <w:pPr>
        <w:pStyle w:val="Absatzberschrift"/>
      </w:pPr>
      <w:r>
        <w:rPr>
          <w:bCs/>
          <w:lang w:val="fr-FR"/>
        </w:rPr>
        <w:lastRenderedPageBreak/>
        <w:t>Le système d’échappement s’adapte aux besoins</w:t>
      </w:r>
    </w:p>
    <w:p w14:paraId="0A7B0EA6" w14:textId="654A1D61" w:rsidR="005E25BC" w:rsidRDefault="00C90092" w:rsidP="005E25BC">
      <w:pPr>
        <w:jc w:val="both"/>
        <w:rPr>
          <w:sz w:val="22"/>
          <w:lang w:val="fr-FR"/>
        </w:rPr>
      </w:pPr>
      <w:r>
        <w:rPr>
          <w:sz w:val="22"/>
          <w:lang w:val="fr-FR"/>
        </w:rPr>
        <w:t>La vitesse d'aspiration des gaz varie automatiquement en fonction des besoins de production réels, assurant le parfait équilibre thermique dans le système.</w:t>
      </w:r>
      <w:r>
        <w:rPr>
          <w:lang w:val="fr-FR"/>
        </w:rPr>
        <w:t xml:space="preserve"> </w:t>
      </w:r>
      <w:r>
        <w:rPr>
          <w:sz w:val="22"/>
          <w:lang w:val="fr-FR"/>
        </w:rPr>
        <w:t>La vitesse de rotation du sécheur varie elle aussi automatiquement, assurant le parfait échange thermique entre les agrégats et le système thermique de la centrale, quelles que soient les propriétés des agrégats, ce qui réduit significativement la consommation de carburant.</w:t>
      </w:r>
    </w:p>
    <w:p w14:paraId="6755F9C9" w14:textId="685C9545" w:rsidR="007E203E" w:rsidRDefault="007E203E" w:rsidP="005E25BC">
      <w:pPr>
        <w:jc w:val="both"/>
        <w:rPr>
          <w:sz w:val="22"/>
          <w:lang w:val="fr-FR"/>
        </w:rPr>
      </w:pPr>
    </w:p>
    <w:p w14:paraId="55C0091B" w14:textId="4D893B0B" w:rsidR="005E25BC" w:rsidRPr="00CD35C4" w:rsidRDefault="005E25BC" w:rsidP="005E25BC">
      <w:pPr>
        <w:pStyle w:val="Absatzberschrift"/>
      </w:pPr>
      <w:r>
        <w:rPr>
          <w:bCs/>
          <w:lang w:val="fr-FR"/>
        </w:rPr>
        <w:t>Haute performance avec les mélanges spéciaux</w:t>
      </w:r>
    </w:p>
    <w:p w14:paraId="432A3F07" w14:textId="7521B0AE" w:rsidR="005E25BC" w:rsidRPr="005E25BC" w:rsidRDefault="00F62E45" w:rsidP="005E25BC">
      <w:pPr>
        <w:jc w:val="both"/>
        <w:rPr>
          <w:sz w:val="22"/>
        </w:rPr>
      </w:pPr>
      <w:r>
        <w:rPr>
          <w:sz w:val="22"/>
          <w:lang w:val="fr-FR"/>
        </w:rPr>
        <w:t xml:space="preserve">Le malaxeur </w:t>
      </w:r>
      <w:proofErr w:type="spellStart"/>
      <w:r>
        <w:rPr>
          <w:sz w:val="22"/>
          <w:lang w:val="fr-FR"/>
        </w:rPr>
        <w:t>Pug</w:t>
      </w:r>
      <w:proofErr w:type="spellEnd"/>
      <w:r>
        <w:rPr>
          <w:sz w:val="22"/>
          <w:lang w:val="fr-FR"/>
        </w:rPr>
        <w:t xml:space="preserve"> Mill externe qui prévoit une étape d’homogénéisation sèche entre les agrégats et les additifs ainsi que le contrôle automatique de la durée de mélange fait du malaxeur à flux continu une machine à la pointe de la technologie. Cela garantit toute la robustesse et la flexibilité requises pour produire tous les types d’enrobés ainsi que le plus haut niveau de qualité.</w:t>
      </w:r>
    </w:p>
    <w:p w14:paraId="2E9D8B04" w14:textId="77777777" w:rsidR="005E25BC" w:rsidRPr="00287D61" w:rsidRDefault="005E25BC" w:rsidP="005E25BC">
      <w:pPr>
        <w:jc w:val="both"/>
        <w:rPr>
          <w:szCs w:val="18"/>
        </w:rPr>
      </w:pPr>
    </w:p>
    <w:p w14:paraId="52084E38" w14:textId="2883ED3C" w:rsidR="00287D61" w:rsidRPr="00CD35C4" w:rsidRDefault="00287D61" w:rsidP="00287D61">
      <w:pPr>
        <w:pStyle w:val="Absatzberschrift"/>
      </w:pPr>
      <w:r>
        <w:rPr>
          <w:bCs/>
          <w:lang w:val="fr-FR"/>
        </w:rPr>
        <w:t>Maintenance optimisée</w:t>
      </w:r>
    </w:p>
    <w:p w14:paraId="23ADA9FD" w14:textId="717252DA" w:rsidR="00287D61" w:rsidRDefault="00287D61" w:rsidP="00287D61">
      <w:pPr>
        <w:jc w:val="both"/>
        <w:rPr>
          <w:sz w:val="22"/>
        </w:rPr>
      </w:pPr>
      <w:r>
        <w:rPr>
          <w:sz w:val="22"/>
          <w:lang w:val="fr-FR"/>
        </w:rPr>
        <w:t>Le système de diagnostic de défauts numérique surveille en permanence tous les moteurs de la centrale et utilise des informations en ligne pour garantir le fonctionnement optimal de l'équipement. Les composants d’usure, notamment les palettes de malaxage, sont extrêmement durables en raison du processus et des propriétés matérielles, pour une haute disponibilité de la machine.</w:t>
      </w:r>
    </w:p>
    <w:p w14:paraId="420DB820" w14:textId="77777777" w:rsidR="00287D61" w:rsidRPr="00287D61" w:rsidRDefault="00287D61" w:rsidP="00287D61">
      <w:pPr>
        <w:jc w:val="both"/>
        <w:rPr>
          <w:szCs w:val="10"/>
        </w:rPr>
      </w:pPr>
    </w:p>
    <w:p w14:paraId="480FF2D3" w14:textId="77777777" w:rsidR="00287D61" w:rsidRPr="00CD35C4" w:rsidRDefault="00287D61" w:rsidP="00287D61">
      <w:pPr>
        <w:pStyle w:val="Absatzberschrift"/>
      </w:pPr>
      <w:r>
        <w:rPr>
          <w:bCs/>
          <w:lang w:val="fr-FR"/>
        </w:rPr>
        <w:t>Simplicité d’utilisation</w:t>
      </w:r>
    </w:p>
    <w:p w14:paraId="26E358AD" w14:textId="1235DA28" w:rsidR="00287D61" w:rsidRDefault="00287D61" w:rsidP="00287D61">
      <w:pPr>
        <w:jc w:val="both"/>
        <w:rPr>
          <w:sz w:val="22"/>
        </w:rPr>
      </w:pPr>
      <w:r>
        <w:rPr>
          <w:sz w:val="22"/>
          <w:lang w:val="fr-FR"/>
        </w:rPr>
        <w:t>La production de la centrale est entièrement automatisée : un écran tactile permet la saisie des données de production et le réglage du processus. La cabine climatisée comprend des éléments de contrôle intuitifs de la production qui facilitent la tâche de l’opérateur.</w:t>
      </w:r>
    </w:p>
    <w:p w14:paraId="48739A74" w14:textId="77777777" w:rsidR="00287D61" w:rsidRPr="00287D61" w:rsidRDefault="00287D61" w:rsidP="00287D61">
      <w:pPr>
        <w:jc w:val="both"/>
        <w:rPr>
          <w:szCs w:val="10"/>
        </w:rPr>
      </w:pPr>
    </w:p>
    <w:p w14:paraId="4772C304" w14:textId="5489DF35" w:rsidR="0006144A" w:rsidRDefault="0006144A" w:rsidP="00287D61">
      <w:pPr>
        <w:pStyle w:val="Absatzberschrift"/>
      </w:pPr>
    </w:p>
    <w:p w14:paraId="4A8AF07F" w14:textId="36FEF158" w:rsidR="00287D61" w:rsidRPr="00E0288A" w:rsidRDefault="00287D61" w:rsidP="00287D61">
      <w:pPr>
        <w:pStyle w:val="Absatzberschrift"/>
        <w:rPr>
          <w:b w:val="0"/>
          <w:bCs/>
          <w:i/>
          <w:iCs/>
        </w:rPr>
      </w:pPr>
      <w:r>
        <w:rPr>
          <w:b w:val="0"/>
          <w:i/>
          <w:iCs/>
          <w:lang w:val="fr-FR"/>
        </w:rPr>
        <w:t xml:space="preserve">À propos de </w:t>
      </w:r>
      <w:proofErr w:type="spellStart"/>
      <w:r>
        <w:rPr>
          <w:b w:val="0"/>
          <w:i/>
          <w:iCs/>
          <w:lang w:val="fr-FR"/>
        </w:rPr>
        <w:t>Ciber</w:t>
      </w:r>
      <w:proofErr w:type="spellEnd"/>
    </w:p>
    <w:p w14:paraId="30551171" w14:textId="7D045CAE" w:rsidR="00287D61" w:rsidRDefault="00287D61" w:rsidP="00287D61">
      <w:pPr>
        <w:jc w:val="both"/>
        <w:rPr>
          <w:sz w:val="22"/>
        </w:rPr>
      </w:pPr>
      <w:r>
        <w:rPr>
          <w:sz w:val="22"/>
          <w:lang w:val="fr-FR"/>
        </w:rPr>
        <w:t xml:space="preserve">Avec son usine moderne située à Porto </w:t>
      </w:r>
      <w:proofErr w:type="spellStart"/>
      <w:r>
        <w:rPr>
          <w:sz w:val="22"/>
          <w:lang w:val="fr-FR"/>
        </w:rPr>
        <w:t>Alegre</w:t>
      </w:r>
      <w:proofErr w:type="spellEnd"/>
      <w:r>
        <w:rPr>
          <w:sz w:val="22"/>
          <w:lang w:val="fr-FR"/>
        </w:rPr>
        <w:t xml:space="preserve">, au Brésil, </w:t>
      </w:r>
      <w:proofErr w:type="spellStart"/>
      <w:r>
        <w:rPr>
          <w:sz w:val="22"/>
          <w:lang w:val="fr-FR"/>
        </w:rPr>
        <w:t>Ciber</w:t>
      </w:r>
      <w:proofErr w:type="spellEnd"/>
      <w:r>
        <w:rPr>
          <w:sz w:val="22"/>
          <w:lang w:val="fr-FR"/>
        </w:rPr>
        <w:t xml:space="preserve"> </w:t>
      </w:r>
      <w:proofErr w:type="spellStart"/>
      <w:r>
        <w:rPr>
          <w:sz w:val="22"/>
          <w:lang w:val="fr-FR"/>
        </w:rPr>
        <w:t>Equipamentos</w:t>
      </w:r>
      <w:proofErr w:type="spellEnd"/>
      <w:r>
        <w:rPr>
          <w:sz w:val="22"/>
          <w:lang w:val="fr-FR"/>
        </w:rPr>
        <w:t xml:space="preserve"> </w:t>
      </w:r>
      <w:proofErr w:type="spellStart"/>
      <w:r>
        <w:rPr>
          <w:sz w:val="22"/>
          <w:lang w:val="fr-FR"/>
        </w:rPr>
        <w:t>Rodoviários</w:t>
      </w:r>
      <w:proofErr w:type="spellEnd"/>
      <w:r>
        <w:rPr>
          <w:sz w:val="22"/>
          <w:lang w:val="fr-FR"/>
        </w:rPr>
        <w:t xml:space="preserve">, qui a été fondée en 1958, fait figure de pionnier dans le développement des centrales d’enrobage mobiles à flux continu. </w:t>
      </w:r>
      <w:proofErr w:type="spellStart"/>
      <w:r>
        <w:rPr>
          <w:sz w:val="22"/>
          <w:lang w:val="fr-FR"/>
        </w:rPr>
        <w:t>Ciber</w:t>
      </w:r>
      <w:proofErr w:type="spellEnd"/>
      <w:r>
        <w:rPr>
          <w:sz w:val="22"/>
          <w:lang w:val="fr-FR"/>
        </w:rPr>
        <w:t xml:space="preserve"> fait partie du Wirtgen Group depuis 1996. Sixième marque de produits du Wirtgen Group, </w:t>
      </w:r>
      <w:proofErr w:type="spellStart"/>
      <w:r>
        <w:rPr>
          <w:sz w:val="22"/>
          <w:lang w:val="fr-FR"/>
        </w:rPr>
        <w:t>Ciber</w:t>
      </w:r>
      <w:proofErr w:type="spellEnd"/>
      <w:r>
        <w:rPr>
          <w:sz w:val="22"/>
          <w:lang w:val="fr-FR"/>
        </w:rPr>
        <w:t xml:space="preserve"> vient compléter le portefeuille de centrales d’enrobage du groupe pour les marchés utilisant à la fois le procédé d’enrobage continu et discontinu. En fonction de leurs besoins particuliers, les clients du Wirtgen Group peuvent choisir une centrale d’enrobage discontinu à fournée de </w:t>
      </w:r>
      <w:proofErr w:type="spellStart"/>
      <w:r>
        <w:rPr>
          <w:sz w:val="22"/>
          <w:lang w:val="fr-FR"/>
        </w:rPr>
        <w:t>Benninghoven</w:t>
      </w:r>
      <w:proofErr w:type="spellEnd"/>
      <w:r>
        <w:rPr>
          <w:sz w:val="22"/>
          <w:lang w:val="fr-FR"/>
        </w:rPr>
        <w:t xml:space="preserve"> ou une centrale d’enrobage à flux continu de </w:t>
      </w:r>
      <w:proofErr w:type="spellStart"/>
      <w:r>
        <w:rPr>
          <w:sz w:val="22"/>
          <w:lang w:val="fr-FR"/>
        </w:rPr>
        <w:t>Ciber</w:t>
      </w:r>
      <w:proofErr w:type="spellEnd"/>
      <w:r>
        <w:rPr>
          <w:sz w:val="22"/>
          <w:lang w:val="fr-FR"/>
        </w:rPr>
        <w:t>, en ayant toujours l’assurance de disposer de solutions durables des leaders technologiques de leurs secteurs.</w:t>
      </w:r>
    </w:p>
    <w:p w14:paraId="179DA2D8" w14:textId="31E45562" w:rsidR="00D65E49" w:rsidRDefault="00D65E49">
      <w:pPr>
        <w:rPr>
          <w:rFonts w:eastAsiaTheme="minorHAnsi" w:cstheme="minorBidi"/>
          <w:b/>
          <w:sz w:val="22"/>
          <w:szCs w:val="24"/>
        </w:rPr>
      </w:pPr>
    </w:p>
    <w:p w14:paraId="22A5D730" w14:textId="77777777" w:rsidR="007E203E" w:rsidRDefault="007E203E">
      <w:pPr>
        <w:rPr>
          <w:rFonts w:eastAsiaTheme="minorHAnsi" w:cstheme="minorBidi"/>
          <w:b/>
          <w:bCs/>
          <w:sz w:val="22"/>
          <w:szCs w:val="24"/>
          <w:lang w:val="fr-FR"/>
        </w:rPr>
      </w:pPr>
      <w:r>
        <w:rPr>
          <w:bCs/>
          <w:lang w:val="fr-FR"/>
        </w:rPr>
        <w:br w:type="page"/>
      </w:r>
    </w:p>
    <w:p w14:paraId="31412CCB" w14:textId="29043D06" w:rsidR="00E15EBE" w:rsidRPr="00CD35C4" w:rsidRDefault="00F01487" w:rsidP="00E15EBE">
      <w:pPr>
        <w:pStyle w:val="Fotos"/>
      </w:pPr>
      <w:r>
        <w:rPr>
          <w:bCs/>
          <w:lang w:val="fr-FR"/>
        </w:rPr>
        <w:lastRenderedPageBreak/>
        <w:t>Photos</w:t>
      </w:r>
      <w:r>
        <w:rPr>
          <w:b w:val="0"/>
          <w:lang w:val="fr-FR"/>
        </w:rPr>
        <w:t> :</w:t>
      </w:r>
    </w:p>
    <w:p w14:paraId="7C90B270" w14:textId="48B8C8A1" w:rsidR="00CD35C4" w:rsidRPr="00CD35C4" w:rsidRDefault="00CD35C4" w:rsidP="00CD35C4">
      <w:pPr>
        <w:pStyle w:val="BUbold"/>
      </w:pPr>
      <w:r>
        <w:rPr>
          <w:b w:val="0"/>
          <w:noProof/>
          <w:lang w:val="fr-FR"/>
        </w:rPr>
        <w:drawing>
          <wp:inline distT="0" distB="0" distL="0" distR="0" wp14:anchorId="0ACB2C28" wp14:editId="19AF7D1D">
            <wp:extent cx="2482478" cy="135853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82478" cy="1358537"/>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fr-FR"/>
        </w:rPr>
        <w:br/>
      </w:r>
      <w:r>
        <w:rPr>
          <w:bCs/>
          <w:lang w:val="fr-FR"/>
        </w:rPr>
        <w:t>CI_iNOVA_2000_Bauma_01</w:t>
      </w:r>
    </w:p>
    <w:p w14:paraId="201891CB" w14:textId="18466C65" w:rsidR="002B7460" w:rsidRDefault="0099535A" w:rsidP="00152E36">
      <w:pPr>
        <w:pStyle w:val="BUnormal"/>
      </w:pPr>
      <w:r>
        <w:rPr>
          <w:lang w:val="fr-FR"/>
        </w:rPr>
        <w:t xml:space="preserve">La centrale d’enrobage mobile à flux continu de </w:t>
      </w:r>
      <w:proofErr w:type="spellStart"/>
      <w:r>
        <w:rPr>
          <w:lang w:val="fr-FR"/>
        </w:rPr>
        <w:t>Ciber</w:t>
      </w:r>
      <w:proofErr w:type="spellEnd"/>
      <w:r>
        <w:rPr>
          <w:lang w:val="fr-FR"/>
        </w:rPr>
        <w:t xml:space="preserve"> </w:t>
      </w:r>
      <w:proofErr w:type="spellStart"/>
      <w:r>
        <w:rPr>
          <w:lang w:val="fr-FR"/>
        </w:rPr>
        <w:t>iNOVA</w:t>
      </w:r>
      <w:proofErr w:type="spellEnd"/>
      <w:r>
        <w:rPr>
          <w:lang w:val="fr-FR"/>
        </w:rPr>
        <w:t xml:space="preserve"> 2000 fait ses débuts en Europe au salon Bauma 2022.</w:t>
      </w:r>
    </w:p>
    <w:p w14:paraId="0D4E4516" w14:textId="29D6DC6C" w:rsidR="00BC6E4F" w:rsidRPr="00BC6E4F" w:rsidRDefault="005167A3" w:rsidP="00E0288A">
      <w:pPr>
        <w:pStyle w:val="Standardabsatz"/>
        <w:spacing w:after="0"/>
      </w:pPr>
      <w:r>
        <w:rPr>
          <w:noProof/>
          <w:lang w:val="fr-FR"/>
        </w:rPr>
        <w:drawing>
          <wp:inline distT="0" distB="0" distL="0" distR="0" wp14:anchorId="3005AB7F" wp14:editId="1D6BB5B4">
            <wp:extent cx="2443728" cy="1550504"/>
            <wp:effectExtent l="0" t="0" r="0" b="0"/>
            <wp:docPr id="9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afik 7"/>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456003" cy="1558292"/>
                    </a:xfrm>
                    <a:prstGeom prst="rect">
                      <a:avLst/>
                    </a:prstGeom>
                    <a:noFill/>
                    <a:ln>
                      <a:noFill/>
                    </a:ln>
                    <a:extLst>
                      <a:ext uri="{53640926-AAD7-44D8-BBD7-CCE9431645EC}">
                        <a14:shadowObscured xmlns:a14="http://schemas.microsoft.com/office/drawing/2010/main"/>
                      </a:ext>
                    </a:extLst>
                  </pic:spPr>
                </pic:pic>
              </a:graphicData>
            </a:graphic>
          </wp:inline>
        </w:drawing>
      </w:r>
    </w:p>
    <w:p w14:paraId="19B71749" w14:textId="1364ABF6" w:rsidR="00BC6E4F" w:rsidRPr="00E0288A" w:rsidRDefault="005167A3" w:rsidP="00E0288A">
      <w:pPr>
        <w:pStyle w:val="BUbold"/>
      </w:pPr>
      <w:r>
        <w:rPr>
          <w:bCs/>
          <w:lang w:val="fr-FR"/>
        </w:rPr>
        <w:t>CI_iNOVA_2000_Bauma_02</w:t>
      </w:r>
    </w:p>
    <w:p w14:paraId="20051015" w14:textId="38DC1670" w:rsidR="00BC6E4F" w:rsidRDefault="00380ACA" w:rsidP="00BC6E4F">
      <w:pPr>
        <w:pStyle w:val="BUnormal"/>
      </w:pPr>
      <w:r>
        <w:rPr>
          <w:lang w:val="fr-FR"/>
        </w:rPr>
        <w:t>L’</w:t>
      </w:r>
      <w:proofErr w:type="spellStart"/>
      <w:r>
        <w:rPr>
          <w:lang w:val="fr-FR"/>
        </w:rPr>
        <w:t>iNOVA</w:t>
      </w:r>
      <w:proofErr w:type="spellEnd"/>
      <w:r>
        <w:rPr>
          <w:lang w:val="fr-FR"/>
        </w:rPr>
        <w:t xml:space="preserve"> 2000 est conçu avec seulement deux unités mobiles, ce qui réduit les coûts de transport et d’installation. </w:t>
      </w:r>
    </w:p>
    <w:p w14:paraId="5A16588B" w14:textId="7E9E5494" w:rsidR="00380ACA" w:rsidRPr="00CD35C4" w:rsidRDefault="00380ACA" w:rsidP="00380ACA">
      <w:pPr>
        <w:pStyle w:val="BUbold"/>
      </w:pPr>
      <w:r>
        <w:rPr>
          <w:b w:val="0"/>
          <w:noProof/>
          <w:lang w:val="fr-FR"/>
        </w:rPr>
        <w:drawing>
          <wp:inline distT="0" distB="0" distL="0" distR="0" wp14:anchorId="07405EBD" wp14:editId="09073B3D">
            <wp:extent cx="1872574" cy="264811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1872574" cy="2648110"/>
                    </a:xfrm>
                    <a:prstGeom prst="rect">
                      <a:avLst/>
                    </a:prstGeom>
                    <a:noFill/>
                    <a:ln>
                      <a:noFill/>
                    </a:ln>
                  </pic:spPr>
                </pic:pic>
              </a:graphicData>
            </a:graphic>
          </wp:inline>
        </w:drawing>
      </w:r>
      <w:r>
        <w:rPr>
          <w:b w:val="0"/>
          <w:lang w:val="fr-FR"/>
        </w:rPr>
        <w:br/>
      </w:r>
      <w:r>
        <w:rPr>
          <w:bCs/>
          <w:lang w:val="fr-FR"/>
        </w:rPr>
        <w:t>CI_iNOVA_2000_Bauma_03</w:t>
      </w:r>
    </w:p>
    <w:p w14:paraId="264FBA6B" w14:textId="6ECDBDE9" w:rsidR="00380ACA" w:rsidRDefault="00380ACA" w:rsidP="00380ACA">
      <w:pPr>
        <w:pStyle w:val="BUnormal"/>
      </w:pPr>
      <w:r>
        <w:rPr>
          <w:lang w:val="fr-FR"/>
        </w:rPr>
        <w:t xml:space="preserve">Les centrales d’enrobage mobiles à flux continu de </w:t>
      </w:r>
      <w:proofErr w:type="spellStart"/>
      <w:r>
        <w:rPr>
          <w:lang w:val="fr-FR"/>
        </w:rPr>
        <w:t>Ciber</w:t>
      </w:r>
      <w:proofErr w:type="spellEnd"/>
      <w:r>
        <w:rPr>
          <w:lang w:val="fr-FR"/>
        </w:rPr>
        <w:t xml:space="preserve"> offrent une haute qualité et des coûts d’exploitation bas.</w:t>
      </w:r>
    </w:p>
    <w:p w14:paraId="2A2E54EB" w14:textId="77777777" w:rsidR="002B7460" w:rsidRDefault="002B7460" w:rsidP="00184969">
      <w:pPr>
        <w:pStyle w:val="Text"/>
        <w:rPr>
          <w:i/>
          <w:iCs/>
          <w:sz w:val="20"/>
          <w:szCs w:val="20"/>
        </w:rPr>
      </w:pPr>
    </w:p>
    <w:p w14:paraId="6EA5A5F9" w14:textId="40A8E38C" w:rsidR="00184969" w:rsidRPr="002B7460" w:rsidRDefault="00184969" w:rsidP="00184969">
      <w:pPr>
        <w:pStyle w:val="Text"/>
        <w:rPr>
          <w:i/>
          <w:iCs/>
          <w:sz w:val="20"/>
          <w:szCs w:val="20"/>
        </w:rPr>
      </w:pPr>
      <w:r>
        <w:rPr>
          <w:sz w:val="20"/>
          <w:szCs w:val="20"/>
          <w:lang w:val="fr-FR"/>
        </w:rPr>
        <w:t>Attention : ces photos sont destinées uniquement à une première visualisation.</w:t>
      </w:r>
      <w:r>
        <w:rPr>
          <w:i/>
          <w:iCs/>
          <w:sz w:val="20"/>
          <w:szCs w:val="20"/>
          <w:lang w:val="fr-FR"/>
        </w:rPr>
        <w:t xml:space="preserve"> </w:t>
      </w:r>
      <w:r>
        <w:rPr>
          <w:sz w:val="20"/>
          <w:szCs w:val="20"/>
          <w:lang w:val="fr-FR"/>
        </w:rPr>
        <w:t>Pour une reproduction dans vos publications, merci d’utiliser les photos en résolution de 300 dpi, que vous pourrez télécharger sur le site web du</w:t>
      </w:r>
      <w:r>
        <w:rPr>
          <w:i/>
          <w:iCs/>
          <w:sz w:val="20"/>
          <w:szCs w:val="20"/>
          <w:lang w:val="fr-FR"/>
        </w:rPr>
        <w:t xml:space="preserve"> Wirtgen Group.</w:t>
      </w:r>
    </w:p>
    <w:p w14:paraId="2EAF1FE8" w14:textId="77777777" w:rsidR="004F5F01" w:rsidRDefault="004F5F01" w:rsidP="00184969">
      <w:pPr>
        <w:pStyle w:val="Text"/>
        <w:rPr>
          <w:sz w:val="18"/>
        </w:rPr>
      </w:pPr>
    </w:p>
    <w:p w14:paraId="3E416DEE" w14:textId="4E7C73CB" w:rsidR="00E0288A" w:rsidRPr="00A338F5" w:rsidRDefault="00E0288A" w:rsidP="00E0288A">
      <w:pPr>
        <w:pStyle w:val="Absatzberschrift"/>
        <w:rPr>
          <w:iCs/>
        </w:rPr>
      </w:pPr>
      <w:r>
        <w:rPr>
          <w:bCs/>
          <w:lang w:val="fr-FR"/>
        </w:rPr>
        <w:lastRenderedPageBreak/>
        <w:t>VOUS OBTIENDREZ DE PLUS AMPLES INFORMATIONS AUPRÈS DE :</w:t>
      </w:r>
    </w:p>
    <w:p w14:paraId="6F230805" w14:textId="77777777" w:rsidR="00E0288A" w:rsidRPr="00A338F5" w:rsidRDefault="00E0288A" w:rsidP="00E0288A">
      <w:pPr>
        <w:pStyle w:val="Absatzberschrift"/>
      </w:pPr>
    </w:p>
    <w:p w14:paraId="12495DD9" w14:textId="77777777" w:rsidR="00E0288A" w:rsidRPr="00E0288A" w:rsidRDefault="00E0288A" w:rsidP="00E0288A">
      <w:pPr>
        <w:pStyle w:val="Absatzberschrift"/>
        <w:rPr>
          <w:b w:val="0"/>
          <w:bCs/>
        </w:rPr>
      </w:pPr>
      <w:r>
        <w:rPr>
          <w:b w:val="0"/>
          <w:lang w:val="fr-FR"/>
        </w:rPr>
        <w:t>CIBER</w:t>
      </w:r>
    </w:p>
    <w:p w14:paraId="23A2025C" w14:textId="77777777" w:rsidR="00E0288A" w:rsidRPr="00E0288A" w:rsidRDefault="00E0288A" w:rsidP="00E0288A">
      <w:pPr>
        <w:pStyle w:val="Absatzberschrift"/>
        <w:rPr>
          <w:b w:val="0"/>
          <w:bCs/>
        </w:rPr>
      </w:pPr>
      <w:r>
        <w:rPr>
          <w:b w:val="0"/>
          <w:lang w:val="fr-FR"/>
        </w:rPr>
        <w:t>Marketing</w:t>
      </w:r>
    </w:p>
    <w:p w14:paraId="19414390" w14:textId="77777777" w:rsidR="00E0288A" w:rsidRPr="00E0288A" w:rsidRDefault="00E0288A" w:rsidP="00E0288A">
      <w:pPr>
        <w:pStyle w:val="Absatzberschrift"/>
        <w:rPr>
          <w:b w:val="0"/>
          <w:bCs/>
        </w:rPr>
      </w:pPr>
      <w:r>
        <w:rPr>
          <w:b w:val="0"/>
          <w:lang w:val="fr-FR"/>
        </w:rPr>
        <w:t xml:space="preserve">Rua </w:t>
      </w:r>
      <w:proofErr w:type="spellStart"/>
      <w:r>
        <w:rPr>
          <w:b w:val="0"/>
          <w:lang w:val="fr-FR"/>
        </w:rPr>
        <w:t>Senhor</w:t>
      </w:r>
      <w:proofErr w:type="spellEnd"/>
      <w:r>
        <w:rPr>
          <w:b w:val="0"/>
          <w:lang w:val="fr-FR"/>
        </w:rPr>
        <w:t xml:space="preserve"> do Bom Fim, 177</w:t>
      </w:r>
    </w:p>
    <w:p w14:paraId="77C9B15E" w14:textId="77777777" w:rsidR="00E0288A" w:rsidRPr="00E0288A" w:rsidRDefault="00E0288A" w:rsidP="00E0288A">
      <w:pPr>
        <w:pStyle w:val="Absatzberschrift"/>
        <w:rPr>
          <w:b w:val="0"/>
          <w:bCs/>
        </w:rPr>
      </w:pPr>
      <w:r>
        <w:rPr>
          <w:b w:val="0"/>
          <w:lang w:val="fr-FR"/>
        </w:rPr>
        <w:t xml:space="preserve">91140-380 Porto </w:t>
      </w:r>
      <w:proofErr w:type="spellStart"/>
      <w:r>
        <w:rPr>
          <w:b w:val="0"/>
          <w:lang w:val="fr-FR"/>
        </w:rPr>
        <w:t>Alegre</w:t>
      </w:r>
      <w:proofErr w:type="spellEnd"/>
    </w:p>
    <w:p w14:paraId="0FA65CFC" w14:textId="77777777" w:rsidR="00E0288A" w:rsidRPr="00E0288A" w:rsidRDefault="00E0288A" w:rsidP="00E0288A">
      <w:pPr>
        <w:pStyle w:val="Absatzberschrift"/>
        <w:rPr>
          <w:b w:val="0"/>
          <w:bCs/>
        </w:rPr>
      </w:pPr>
      <w:r>
        <w:rPr>
          <w:b w:val="0"/>
          <w:lang w:val="fr-FR"/>
        </w:rPr>
        <w:t>Brésil</w:t>
      </w:r>
    </w:p>
    <w:p w14:paraId="7C49F082" w14:textId="77777777" w:rsidR="00E0288A" w:rsidRPr="00E0288A" w:rsidRDefault="00E0288A" w:rsidP="00E0288A">
      <w:pPr>
        <w:pStyle w:val="Absatzberschrift"/>
        <w:rPr>
          <w:b w:val="0"/>
          <w:bCs/>
        </w:rPr>
      </w:pPr>
    </w:p>
    <w:p w14:paraId="3B9C9793" w14:textId="77777777" w:rsidR="00E0288A" w:rsidRPr="00E0288A" w:rsidRDefault="00E0288A" w:rsidP="00E0288A">
      <w:pPr>
        <w:pStyle w:val="Absatzberschrift"/>
        <w:rPr>
          <w:b w:val="0"/>
          <w:bCs/>
        </w:rPr>
      </w:pPr>
      <w:r>
        <w:rPr>
          <w:b w:val="0"/>
          <w:lang w:val="fr-FR"/>
        </w:rPr>
        <w:t xml:space="preserve">Téléphone : +55 51 3364 9315  </w:t>
      </w:r>
    </w:p>
    <w:p w14:paraId="016FAF0F" w14:textId="77777777" w:rsidR="00E0288A" w:rsidRPr="00E0288A" w:rsidRDefault="00E0288A" w:rsidP="00E0288A">
      <w:pPr>
        <w:pStyle w:val="Absatzberschrift"/>
        <w:rPr>
          <w:b w:val="0"/>
          <w:bCs/>
        </w:rPr>
      </w:pPr>
      <w:r>
        <w:rPr>
          <w:b w:val="0"/>
          <w:lang w:val="fr-FR"/>
        </w:rPr>
        <w:t>Fax : +55 51 3364 9254</w:t>
      </w:r>
    </w:p>
    <w:p w14:paraId="349B7EF5" w14:textId="2A94A262" w:rsidR="00E0288A" w:rsidRPr="00E0288A" w:rsidRDefault="00E35214" w:rsidP="00E0288A">
      <w:pPr>
        <w:pStyle w:val="Absatzberschrift"/>
        <w:rPr>
          <w:b w:val="0"/>
          <w:bCs/>
        </w:rPr>
      </w:pPr>
      <w:proofErr w:type="gramStart"/>
      <w:r>
        <w:rPr>
          <w:b w:val="0"/>
          <w:lang w:val="fr-FR"/>
        </w:rPr>
        <w:t>E-mail</w:t>
      </w:r>
      <w:proofErr w:type="gramEnd"/>
      <w:r>
        <w:rPr>
          <w:b w:val="0"/>
          <w:lang w:val="fr-FR"/>
        </w:rPr>
        <w:t> : marketing@ciber.com.br</w:t>
      </w:r>
    </w:p>
    <w:p w14:paraId="0834BAC7" w14:textId="7FAE2126" w:rsidR="00E15EBE" w:rsidRDefault="00E0288A" w:rsidP="00E15EBE">
      <w:pPr>
        <w:pStyle w:val="Absatzberschrift"/>
      </w:pPr>
      <w:r>
        <w:rPr>
          <w:b w:val="0"/>
          <w:lang w:val="fr-FR"/>
        </w:rPr>
        <w:t xml:space="preserve">www.ciber.com.br </w:t>
      </w:r>
      <w:bookmarkEnd w:id="0"/>
    </w:p>
    <w:sectPr w:rsidR="00E15EBE"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5520" w14:textId="77777777" w:rsidR="00EC0F59" w:rsidRDefault="00EC0F59" w:rsidP="00E55534">
      <w:r>
        <w:separator/>
      </w:r>
    </w:p>
  </w:endnote>
  <w:endnote w:type="continuationSeparator" w:id="0">
    <w:p w14:paraId="09A0E713" w14:textId="77777777" w:rsidR="00EC0F59" w:rsidRDefault="00EC0F5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F87B" w14:textId="77777777" w:rsidR="002E5BE8" w:rsidRDefault="002E5B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lang w:val="fr-FR"/>
            </w:rPr>
            <w:t xml:space="preserve">     </w:t>
          </w:r>
        </w:p>
      </w:tc>
      <w:tc>
        <w:tcPr>
          <w:tcW w:w="1160" w:type="dxa"/>
          <w:shd w:val="clear" w:color="auto" w:fill="auto"/>
        </w:tcPr>
        <w:p w14:paraId="120FF8E6" w14:textId="3871DCE0" w:rsidR="00533132" w:rsidRPr="00723F4F" w:rsidRDefault="00533132" w:rsidP="00723F4F">
          <w:pPr>
            <w:pStyle w:val="Seitenzahlen"/>
            <w:rPr>
              <w:szCs w:val="20"/>
            </w:rPr>
          </w:pPr>
          <w:r>
            <w:rPr>
              <w:lang w:val="fr-FR"/>
            </w:rPr>
            <w:fldChar w:fldCharType="begin"/>
          </w:r>
          <w:r>
            <w:rPr>
              <w:lang w:val="fr-FR"/>
            </w:rPr>
            <w:instrText xml:space="preserve"> PAGE \# "00"</w:instrText>
          </w:r>
          <w:r>
            <w:rPr>
              <w:lang w:val="fr-FR"/>
            </w:rPr>
            <w:fldChar w:fldCharType="separate"/>
          </w:r>
          <w:r>
            <w:rPr>
              <w:lang w:val="fr-FR"/>
            </w:rPr>
            <w:t>02</w:t>
          </w:r>
          <w:r>
            <w:rPr>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lang w:val="fr-FR"/>
            </w:rPr>
            <w:t>WIRTGEN GmbH</w:t>
          </w:r>
          <w:r>
            <w:rPr>
              <w:lang w:val="fr-FR"/>
            </w:rPr>
            <w:t xml:space="preserve"> · Reinhard-Wirtgen-</w:t>
          </w:r>
          <w:proofErr w:type="spellStart"/>
          <w:r>
            <w:rPr>
              <w:lang w:val="fr-FR"/>
            </w:rPr>
            <w:t>Str</w:t>
          </w:r>
          <w:proofErr w:type="spellEnd"/>
          <w:r>
            <w:rPr>
              <w:lang w:val="fr-FR"/>
            </w:rPr>
            <w:t xml:space="preserve">. 2 · D-53578 </w:t>
          </w:r>
          <w:proofErr w:type="spellStart"/>
          <w:r>
            <w:rPr>
              <w:lang w:val="fr-FR"/>
            </w:rPr>
            <w:t>Windhagen</w:t>
          </w:r>
          <w:proofErr w:type="spellEnd"/>
          <w:r>
            <w:rPr>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18EA" w14:textId="77777777" w:rsidR="00EC0F59" w:rsidRDefault="00EC0F59" w:rsidP="00E55534">
      <w:r>
        <w:separator/>
      </w:r>
    </w:p>
  </w:footnote>
  <w:footnote w:type="continuationSeparator" w:id="0">
    <w:p w14:paraId="1E5013BE" w14:textId="77777777" w:rsidR="00EC0F59" w:rsidRDefault="00EC0F5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5E39" w14:textId="7F8037B1" w:rsidR="003524CC" w:rsidRDefault="005259BF">
    <w:pPr>
      <w:pStyle w:val="Kopfzeile"/>
    </w:pPr>
    <w:r>
      <w:rPr>
        <w:noProof/>
        <w:lang w:val="fr-FR"/>
      </w:rPr>
      <mc:AlternateContent>
        <mc:Choice Requires="wps">
          <w:drawing>
            <wp:anchor distT="0" distB="0" distL="0" distR="0" simplePos="0" relativeHeight="251662336" behindDoc="0" locked="0" layoutInCell="1" allowOverlap="1" wp14:anchorId="74E57F07" wp14:editId="5E9ECB4E">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49194" w14:textId="24E1E815"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4E57F07" id="_x0000_t202" coordsize="21600,21600" o:spt="202" path="m,l,21600r21600,l21600,xe">
              <v:stroke joinstyle="miter"/>
              <v:path gradientshapeok="t" o:connecttype="rect"/>
            </v:shapetype>
            <v:shape id="Textfeld 11"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7BD49194" w14:textId="24E1E815"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72733FB" w:rsidR="00533132" w:rsidRPr="00533132" w:rsidRDefault="00F61A09" w:rsidP="00533132">
    <w:pPr>
      <w:pStyle w:val="Kopfzeile"/>
    </w:pPr>
    <w:r>
      <w:rPr>
        <w:noProof/>
        <w:lang w:val="fr-FR"/>
      </w:rPr>
      <mc:AlternateContent>
        <mc:Choice Requires="wpc">
          <w:drawing>
            <wp:anchor distT="0" distB="0" distL="114300" distR="114300" simplePos="0" relativeHeight="251666432" behindDoc="0" locked="0" layoutInCell="1" allowOverlap="1" wp14:anchorId="230417A1" wp14:editId="10E7318C">
              <wp:simplePos x="0" y="0"/>
              <wp:positionH relativeFrom="column">
                <wp:posOffset>-756285</wp:posOffset>
              </wp:positionH>
              <wp:positionV relativeFrom="paragraph">
                <wp:posOffset>-450215</wp:posOffset>
              </wp:positionV>
              <wp:extent cx="7559675" cy="10693400"/>
              <wp:effectExtent l="0" t="0" r="0" b="0"/>
              <wp:wrapNone/>
              <wp:docPr id="76" name="Tela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4"/>
                      <wps:cNvSpPr>
                        <a:spLocks/>
                      </wps:cNvSpPr>
                      <wps:spPr bwMode="auto">
                        <a:xfrm>
                          <a:off x="756285" y="701040"/>
                          <a:ext cx="6055360" cy="29845"/>
                        </a:xfrm>
                        <a:custGeom>
                          <a:avLst/>
                          <a:gdLst>
                            <a:gd name="T0" fmla="*/ 0 w 6350"/>
                            <a:gd name="T1" fmla="*/ 31 h 31"/>
                            <a:gd name="T2" fmla="*/ 0 w 6350"/>
                            <a:gd name="T3" fmla="*/ 31 h 31"/>
                            <a:gd name="T4" fmla="*/ 6350 w 6350"/>
                            <a:gd name="T5" fmla="*/ 31 h 31"/>
                            <a:gd name="T6" fmla="*/ 6350 w 6350"/>
                            <a:gd name="T7" fmla="*/ 0 h 31"/>
                            <a:gd name="T8" fmla="*/ 0 w 6350"/>
                            <a:gd name="T9" fmla="*/ 0 h 31"/>
                            <a:gd name="T10" fmla="*/ 0 w 6350"/>
                            <a:gd name="T11" fmla="*/ 31 h 31"/>
                          </a:gdLst>
                          <a:ahLst/>
                          <a:cxnLst>
                            <a:cxn ang="0">
                              <a:pos x="T0" y="T1"/>
                            </a:cxn>
                            <a:cxn ang="0">
                              <a:pos x="T2" y="T3"/>
                            </a:cxn>
                            <a:cxn ang="0">
                              <a:pos x="T4" y="T5"/>
                            </a:cxn>
                            <a:cxn ang="0">
                              <a:pos x="T6" y="T7"/>
                            </a:cxn>
                            <a:cxn ang="0">
                              <a:pos x="T8" y="T9"/>
                            </a:cxn>
                            <a:cxn ang="0">
                              <a:pos x="T10" y="T11"/>
                            </a:cxn>
                          </a:cxnLst>
                          <a:rect l="0" t="0" r="r" b="b"/>
                          <a:pathLst>
                            <a:path w="6350" h="31">
                              <a:moveTo>
                                <a:pt x="0" y="31"/>
                              </a:moveTo>
                              <a:lnTo>
                                <a:pt x="0" y="31"/>
                              </a:lnTo>
                              <a:lnTo>
                                <a:pt x="6350" y="31"/>
                              </a:lnTo>
                              <a:lnTo>
                                <a:pt x="6350" y="0"/>
                              </a:lnTo>
                              <a:lnTo>
                                <a:pt x="0" y="0"/>
                              </a:lnTo>
                              <a:lnTo>
                                <a:pt x="0" y="3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cNvPr id="92" name="Agrupar 92"/>
                      <wpg:cNvGrpSpPr/>
                      <wpg:grpSpPr>
                        <a:xfrm>
                          <a:off x="5081905" y="1014730"/>
                          <a:ext cx="1729740" cy="170180"/>
                          <a:chOff x="5081905" y="1014730"/>
                          <a:chExt cx="1729740" cy="170180"/>
                        </a:xfrm>
                      </wpg:grpSpPr>
                      <wps:wsp>
                        <wps:cNvPr id="64" name="Freeform 57"/>
                        <wps:cNvSpPr>
                          <a:spLocks noEditPoints="1"/>
                        </wps:cNvSpPr>
                        <wps:spPr bwMode="auto">
                          <a:xfrm>
                            <a:off x="5081905" y="1019810"/>
                            <a:ext cx="121920" cy="161290"/>
                          </a:xfrm>
                          <a:custGeom>
                            <a:avLst/>
                            <a:gdLst>
                              <a:gd name="T0" fmla="*/ 128 w 128"/>
                              <a:gd name="T1" fmla="*/ 52 h 169"/>
                              <a:gd name="T2" fmla="*/ 128 w 128"/>
                              <a:gd name="T3" fmla="*/ 52 h 169"/>
                              <a:gd name="T4" fmla="*/ 62 w 128"/>
                              <a:gd name="T5" fmla="*/ 0 h 169"/>
                              <a:gd name="T6" fmla="*/ 0 w 128"/>
                              <a:gd name="T7" fmla="*/ 0 h 169"/>
                              <a:gd name="T8" fmla="*/ 0 w 128"/>
                              <a:gd name="T9" fmla="*/ 169 h 169"/>
                              <a:gd name="T10" fmla="*/ 41 w 128"/>
                              <a:gd name="T11" fmla="*/ 169 h 169"/>
                              <a:gd name="T12" fmla="*/ 41 w 128"/>
                              <a:gd name="T13" fmla="*/ 105 h 169"/>
                              <a:gd name="T14" fmla="*/ 61 w 128"/>
                              <a:gd name="T15" fmla="*/ 105 h 169"/>
                              <a:gd name="T16" fmla="*/ 128 w 128"/>
                              <a:gd name="T17" fmla="*/ 52 h 169"/>
                              <a:gd name="T18" fmla="*/ 88 w 128"/>
                              <a:gd name="T19" fmla="*/ 52 h 169"/>
                              <a:gd name="T20" fmla="*/ 88 w 128"/>
                              <a:gd name="T21" fmla="*/ 52 h 169"/>
                              <a:gd name="T22" fmla="*/ 58 w 128"/>
                              <a:gd name="T23" fmla="*/ 72 h 169"/>
                              <a:gd name="T24" fmla="*/ 41 w 128"/>
                              <a:gd name="T25" fmla="*/ 72 h 169"/>
                              <a:gd name="T26" fmla="*/ 41 w 128"/>
                              <a:gd name="T27" fmla="*/ 33 h 169"/>
                              <a:gd name="T28" fmla="*/ 59 w 128"/>
                              <a:gd name="T29" fmla="*/ 33 h 169"/>
                              <a:gd name="T30" fmla="*/ 88 w 128"/>
                              <a:gd name="T31" fmla="*/ 52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8" h="169">
                                <a:moveTo>
                                  <a:pt x="128" y="52"/>
                                </a:moveTo>
                                <a:lnTo>
                                  <a:pt x="128" y="52"/>
                                </a:lnTo>
                                <a:cubicBezTo>
                                  <a:pt x="128" y="13"/>
                                  <a:pt x="99" y="0"/>
                                  <a:pt x="62" y="0"/>
                                </a:cubicBezTo>
                                <a:lnTo>
                                  <a:pt x="0" y="0"/>
                                </a:lnTo>
                                <a:lnTo>
                                  <a:pt x="0" y="169"/>
                                </a:lnTo>
                                <a:lnTo>
                                  <a:pt x="41" y="169"/>
                                </a:lnTo>
                                <a:lnTo>
                                  <a:pt x="41" y="105"/>
                                </a:lnTo>
                                <a:lnTo>
                                  <a:pt x="61" y="105"/>
                                </a:lnTo>
                                <a:cubicBezTo>
                                  <a:pt x="97" y="105"/>
                                  <a:pt x="128" y="91"/>
                                  <a:pt x="128" y="52"/>
                                </a:cubicBezTo>
                                <a:close/>
                                <a:moveTo>
                                  <a:pt x="88" y="52"/>
                                </a:moveTo>
                                <a:lnTo>
                                  <a:pt x="88" y="52"/>
                                </a:lnTo>
                                <a:cubicBezTo>
                                  <a:pt x="88" y="68"/>
                                  <a:pt x="73" y="72"/>
                                  <a:pt x="58" y="72"/>
                                </a:cubicBezTo>
                                <a:lnTo>
                                  <a:pt x="41" y="72"/>
                                </a:lnTo>
                                <a:lnTo>
                                  <a:pt x="41" y="33"/>
                                </a:lnTo>
                                <a:lnTo>
                                  <a:pt x="59" y="33"/>
                                </a:lnTo>
                                <a:cubicBezTo>
                                  <a:pt x="73" y="33"/>
                                  <a:pt x="88" y="36"/>
                                  <a:pt x="88" y="52"/>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5" name="Freeform 58"/>
                        <wps:cNvSpPr>
                          <a:spLocks noEditPoints="1"/>
                        </wps:cNvSpPr>
                        <wps:spPr bwMode="auto">
                          <a:xfrm>
                            <a:off x="5228590" y="1019810"/>
                            <a:ext cx="131445" cy="161290"/>
                          </a:xfrm>
                          <a:custGeom>
                            <a:avLst/>
                            <a:gdLst>
                              <a:gd name="T0" fmla="*/ 138 w 138"/>
                              <a:gd name="T1" fmla="*/ 169 h 169"/>
                              <a:gd name="T2" fmla="*/ 138 w 138"/>
                              <a:gd name="T3" fmla="*/ 169 h 169"/>
                              <a:gd name="T4" fmla="*/ 94 w 138"/>
                              <a:gd name="T5" fmla="*/ 96 h 169"/>
                              <a:gd name="T6" fmla="*/ 129 w 138"/>
                              <a:gd name="T7" fmla="*/ 51 h 169"/>
                              <a:gd name="T8" fmla="*/ 64 w 138"/>
                              <a:gd name="T9" fmla="*/ 0 h 169"/>
                              <a:gd name="T10" fmla="*/ 0 w 138"/>
                              <a:gd name="T11" fmla="*/ 0 h 169"/>
                              <a:gd name="T12" fmla="*/ 0 w 138"/>
                              <a:gd name="T13" fmla="*/ 169 h 169"/>
                              <a:gd name="T14" fmla="*/ 40 w 138"/>
                              <a:gd name="T15" fmla="*/ 169 h 169"/>
                              <a:gd name="T16" fmla="*/ 40 w 138"/>
                              <a:gd name="T17" fmla="*/ 102 h 169"/>
                              <a:gd name="T18" fmla="*/ 54 w 138"/>
                              <a:gd name="T19" fmla="*/ 102 h 169"/>
                              <a:gd name="T20" fmla="*/ 90 w 138"/>
                              <a:gd name="T21" fmla="*/ 169 h 169"/>
                              <a:gd name="T22" fmla="*/ 138 w 138"/>
                              <a:gd name="T23" fmla="*/ 169 h 169"/>
                              <a:gd name="T24" fmla="*/ 89 w 138"/>
                              <a:gd name="T25" fmla="*/ 51 h 169"/>
                              <a:gd name="T26" fmla="*/ 89 w 138"/>
                              <a:gd name="T27" fmla="*/ 51 h 169"/>
                              <a:gd name="T28" fmla="*/ 59 w 138"/>
                              <a:gd name="T29" fmla="*/ 72 h 169"/>
                              <a:gd name="T30" fmla="*/ 40 w 138"/>
                              <a:gd name="T31" fmla="*/ 72 h 169"/>
                              <a:gd name="T32" fmla="*/ 40 w 138"/>
                              <a:gd name="T33" fmla="*/ 33 h 169"/>
                              <a:gd name="T34" fmla="*/ 61 w 138"/>
                              <a:gd name="T35" fmla="*/ 33 h 169"/>
                              <a:gd name="T36" fmla="*/ 89 w 138"/>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8" h="169">
                                <a:moveTo>
                                  <a:pt x="138" y="169"/>
                                </a:moveTo>
                                <a:lnTo>
                                  <a:pt x="138" y="169"/>
                                </a:lnTo>
                                <a:lnTo>
                                  <a:pt x="94" y="96"/>
                                </a:lnTo>
                                <a:cubicBezTo>
                                  <a:pt x="116" y="90"/>
                                  <a:pt x="129" y="73"/>
                                  <a:pt x="129" y="51"/>
                                </a:cubicBezTo>
                                <a:cubicBezTo>
                                  <a:pt x="129" y="12"/>
                                  <a:pt x="97" y="0"/>
                                  <a:pt x="64" y="0"/>
                                </a:cubicBezTo>
                                <a:lnTo>
                                  <a:pt x="0" y="0"/>
                                </a:lnTo>
                                <a:lnTo>
                                  <a:pt x="0" y="169"/>
                                </a:lnTo>
                                <a:lnTo>
                                  <a:pt x="40" y="169"/>
                                </a:lnTo>
                                <a:lnTo>
                                  <a:pt x="40" y="102"/>
                                </a:lnTo>
                                <a:lnTo>
                                  <a:pt x="54" y="102"/>
                                </a:lnTo>
                                <a:lnTo>
                                  <a:pt x="90" y="169"/>
                                </a:lnTo>
                                <a:lnTo>
                                  <a:pt x="138" y="169"/>
                                </a:lnTo>
                                <a:close/>
                                <a:moveTo>
                                  <a:pt x="89" y="51"/>
                                </a:moveTo>
                                <a:lnTo>
                                  <a:pt x="89" y="51"/>
                                </a:lnTo>
                                <a:cubicBezTo>
                                  <a:pt x="89" y="69"/>
                                  <a:pt x="72" y="72"/>
                                  <a:pt x="59" y="72"/>
                                </a:cubicBezTo>
                                <a:lnTo>
                                  <a:pt x="40" y="72"/>
                                </a:lnTo>
                                <a:lnTo>
                                  <a:pt x="40" y="33"/>
                                </a:lnTo>
                                <a:lnTo>
                                  <a:pt x="61"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6" name="Freeform 59"/>
                        <wps:cNvSpPr>
                          <a:spLocks/>
                        </wps:cNvSpPr>
                        <wps:spPr bwMode="auto">
                          <a:xfrm>
                            <a:off x="5380355" y="1019810"/>
                            <a:ext cx="112395"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7" name="Freeform 60"/>
                        <wps:cNvSpPr>
                          <a:spLocks/>
                        </wps:cNvSpPr>
                        <wps:spPr bwMode="auto">
                          <a:xfrm>
                            <a:off x="5506085" y="1014730"/>
                            <a:ext cx="123190" cy="170180"/>
                          </a:xfrm>
                          <a:custGeom>
                            <a:avLst/>
                            <a:gdLst>
                              <a:gd name="T0" fmla="*/ 129 w 129"/>
                              <a:gd name="T1" fmla="*/ 21 h 178"/>
                              <a:gd name="T2" fmla="*/ 129 w 129"/>
                              <a:gd name="T3" fmla="*/ 21 h 178"/>
                              <a:gd name="T4" fmla="*/ 73 w 129"/>
                              <a:gd name="T5" fmla="*/ 0 h 178"/>
                              <a:gd name="T6" fmla="*/ 8 w 129"/>
                              <a:gd name="T7" fmla="*/ 53 h 178"/>
                              <a:gd name="T8" fmla="*/ 51 w 129"/>
                              <a:gd name="T9" fmla="*/ 102 h 178"/>
                              <a:gd name="T10" fmla="*/ 86 w 129"/>
                              <a:gd name="T11" fmla="*/ 126 h 178"/>
                              <a:gd name="T12" fmla="*/ 63 w 129"/>
                              <a:gd name="T13" fmla="*/ 144 h 178"/>
                              <a:gd name="T14" fmla="*/ 26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3" y="0"/>
                                </a:cubicBezTo>
                                <a:cubicBezTo>
                                  <a:pt x="42" y="0"/>
                                  <a:pt x="8" y="16"/>
                                  <a:pt x="8" y="53"/>
                                </a:cubicBezTo>
                                <a:cubicBezTo>
                                  <a:pt x="8" y="84"/>
                                  <a:pt x="30" y="95"/>
                                  <a:pt x="51" y="102"/>
                                </a:cubicBezTo>
                                <a:cubicBezTo>
                                  <a:pt x="73" y="109"/>
                                  <a:pt x="86" y="113"/>
                                  <a:pt x="86" y="126"/>
                                </a:cubicBezTo>
                                <a:cubicBezTo>
                                  <a:pt x="86" y="140"/>
                                  <a:pt x="75" y="144"/>
                                  <a:pt x="63" y="144"/>
                                </a:cubicBezTo>
                                <a:cubicBezTo>
                                  <a:pt x="50" y="144"/>
                                  <a:pt x="35" y="137"/>
                                  <a:pt x="26" y="126"/>
                                </a:cubicBezTo>
                                <a:lnTo>
                                  <a:pt x="0" y="154"/>
                                </a:lnTo>
                                <a:cubicBezTo>
                                  <a:pt x="14" y="169"/>
                                  <a:pt x="39" y="178"/>
                                  <a:pt x="63" y="178"/>
                                </a:cubicBezTo>
                                <a:cubicBezTo>
                                  <a:pt x="96" y="178"/>
                                  <a:pt x="128" y="161"/>
                                  <a:pt x="128" y="122"/>
                                </a:cubicBezTo>
                                <a:cubicBezTo>
                                  <a:pt x="128" y="88"/>
                                  <a:pt x="98" y="78"/>
                                  <a:pt x="75" y="71"/>
                                </a:cubicBezTo>
                                <a:cubicBezTo>
                                  <a:pt x="59" y="66"/>
                                  <a:pt x="49" y="62"/>
                                  <a:pt x="49" y="51"/>
                                </a:cubicBezTo>
                                <a:cubicBezTo>
                                  <a:pt x="49" y="38"/>
                                  <a:pt x="62" y="34"/>
                                  <a:pt x="73" y="34"/>
                                </a:cubicBezTo>
                                <a:cubicBezTo>
                                  <a:pt x="83"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8" name="Freeform 61"/>
                        <wps:cNvSpPr>
                          <a:spLocks/>
                        </wps:cNvSpPr>
                        <wps:spPr bwMode="auto">
                          <a:xfrm>
                            <a:off x="5640705" y="1014730"/>
                            <a:ext cx="123825" cy="170180"/>
                          </a:xfrm>
                          <a:custGeom>
                            <a:avLst/>
                            <a:gdLst>
                              <a:gd name="T0" fmla="*/ 130 w 130"/>
                              <a:gd name="T1" fmla="*/ 21 h 178"/>
                              <a:gd name="T2" fmla="*/ 130 w 130"/>
                              <a:gd name="T3" fmla="*/ 21 h 178"/>
                              <a:gd name="T4" fmla="*/ 74 w 130"/>
                              <a:gd name="T5" fmla="*/ 0 h 178"/>
                              <a:gd name="T6" fmla="*/ 9 w 130"/>
                              <a:gd name="T7" fmla="*/ 53 h 178"/>
                              <a:gd name="T8" fmla="*/ 52 w 130"/>
                              <a:gd name="T9" fmla="*/ 102 h 178"/>
                              <a:gd name="T10" fmla="*/ 87 w 130"/>
                              <a:gd name="T11" fmla="*/ 126 h 178"/>
                              <a:gd name="T12" fmla="*/ 64 w 130"/>
                              <a:gd name="T13" fmla="*/ 144 h 178"/>
                              <a:gd name="T14" fmla="*/ 27 w 130"/>
                              <a:gd name="T15" fmla="*/ 126 h 178"/>
                              <a:gd name="T16" fmla="*/ 0 w 130"/>
                              <a:gd name="T17" fmla="*/ 154 h 178"/>
                              <a:gd name="T18" fmla="*/ 64 w 130"/>
                              <a:gd name="T19" fmla="*/ 178 h 178"/>
                              <a:gd name="T20" fmla="*/ 129 w 130"/>
                              <a:gd name="T21" fmla="*/ 122 h 178"/>
                              <a:gd name="T22" fmla="*/ 76 w 130"/>
                              <a:gd name="T23" fmla="*/ 71 h 178"/>
                              <a:gd name="T24" fmla="*/ 50 w 130"/>
                              <a:gd name="T25" fmla="*/ 51 h 178"/>
                              <a:gd name="T26" fmla="*/ 74 w 130"/>
                              <a:gd name="T27" fmla="*/ 34 h 178"/>
                              <a:gd name="T28" fmla="*/ 104 w 130"/>
                              <a:gd name="T29" fmla="*/ 49 h 178"/>
                              <a:gd name="T30" fmla="*/ 130 w 130"/>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0" h="178">
                                <a:moveTo>
                                  <a:pt x="130" y="21"/>
                                </a:moveTo>
                                <a:lnTo>
                                  <a:pt x="130" y="21"/>
                                </a:lnTo>
                                <a:cubicBezTo>
                                  <a:pt x="115" y="7"/>
                                  <a:pt x="93" y="0"/>
                                  <a:pt x="74" y="0"/>
                                </a:cubicBezTo>
                                <a:cubicBezTo>
                                  <a:pt x="43" y="0"/>
                                  <a:pt x="9" y="16"/>
                                  <a:pt x="9" y="53"/>
                                </a:cubicBezTo>
                                <a:cubicBezTo>
                                  <a:pt x="9" y="84"/>
                                  <a:pt x="31" y="95"/>
                                  <a:pt x="52" y="102"/>
                                </a:cubicBezTo>
                                <a:cubicBezTo>
                                  <a:pt x="74" y="109"/>
                                  <a:pt x="87" y="113"/>
                                  <a:pt x="87" y="126"/>
                                </a:cubicBezTo>
                                <a:cubicBezTo>
                                  <a:pt x="87" y="140"/>
                                  <a:pt x="76" y="144"/>
                                  <a:pt x="64" y="144"/>
                                </a:cubicBezTo>
                                <a:cubicBezTo>
                                  <a:pt x="50" y="144"/>
                                  <a:pt x="35" y="137"/>
                                  <a:pt x="27" y="126"/>
                                </a:cubicBezTo>
                                <a:lnTo>
                                  <a:pt x="0" y="154"/>
                                </a:lnTo>
                                <a:cubicBezTo>
                                  <a:pt x="15" y="169"/>
                                  <a:pt x="40" y="178"/>
                                  <a:pt x="64" y="178"/>
                                </a:cubicBezTo>
                                <a:cubicBezTo>
                                  <a:pt x="97" y="178"/>
                                  <a:pt x="129" y="161"/>
                                  <a:pt x="129" y="122"/>
                                </a:cubicBezTo>
                                <a:cubicBezTo>
                                  <a:pt x="129" y="88"/>
                                  <a:pt x="99" y="78"/>
                                  <a:pt x="76" y="71"/>
                                </a:cubicBezTo>
                                <a:cubicBezTo>
                                  <a:pt x="60" y="66"/>
                                  <a:pt x="50" y="62"/>
                                  <a:pt x="50" y="51"/>
                                </a:cubicBezTo>
                                <a:cubicBezTo>
                                  <a:pt x="50" y="38"/>
                                  <a:pt x="63" y="34"/>
                                  <a:pt x="74" y="34"/>
                                </a:cubicBezTo>
                                <a:cubicBezTo>
                                  <a:pt x="84" y="34"/>
                                  <a:pt x="97" y="40"/>
                                  <a:pt x="104" y="49"/>
                                </a:cubicBezTo>
                                <a:lnTo>
                                  <a:pt x="130"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69" name="Freeform 62"/>
                        <wps:cNvSpPr>
                          <a:spLocks noEditPoints="1"/>
                        </wps:cNvSpPr>
                        <wps:spPr bwMode="auto">
                          <a:xfrm>
                            <a:off x="5846445" y="1019810"/>
                            <a:ext cx="132715" cy="161290"/>
                          </a:xfrm>
                          <a:custGeom>
                            <a:avLst/>
                            <a:gdLst>
                              <a:gd name="T0" fmla="*/ 139 w 139"/>
                              <a:gd name="T1" fmla="*/ 169 h 169"/>
                              <a:gd name="T2" fmla="*/ 139 w 139"/>
                              <a:gd name="T3" fmla="*/ 169 h 169"/>
                              <a:gd name="T4" fmla="*/ 94 w 139"/>
                              <a:gd name="T5" fmla="*/ 96 h 169"/>
                              <a:gd name="T6" fmla="*/ 129 w 139"/>
                              <a:gd name="T7" fmla="*/ 51 h 169"/>
                              <a:gd name="T8" fmla="*/ 65 w 139"/>
                              <a:gd name="T9" fmla="*/ 0 h 169"/>
                              <a:gd name="T10" fmla="*/ 0 w 139"/>
                              <a:gd name="T11" fmla="*/ 0 h 169"/>
                              <a:gd name="T12" fmla="*/ 0 w 139"/>
                              <a:gd name="T13" fmla="*/ 169 h 169"/>
                              <a:gd name="T14" fmla="*/ 40 w 139"/>
                              <a:gd name="T15" fmla="*/ 169 h 169"/>
                              <a:gd name="T16" fmla="*/ 40 w 139"/>
                              <a:gd name="T17" fmla="*/ 102 h 169"/>
                              <a:gd name="T18" fmla="*/ 54 w 139"/>
                              <a:gd name="T19" fmla="*/ 102 h 169"/>
                              <a:gd name="T20" fmla="*/ 91 w 139"/>
                              <a:gd name="T21" fmla="*/ 169 h 169"/>
                              <a:gd name="T22" fmla="*/ 139 w 139"/>
                              <a:gd name="T23" fmla="*/ 169 h 169"/>
                              <a:gd name="T24" fmla="*/ 89 w 139"/>
                              <a:gd name="T25" fmla="*/ 51 h 169"/>
                              <a:gd name="T26" fmla="*/ 89 w 139"/>
                              <a:gd name="T27" fmla="*/ 51 h 169"/>
                              <a:gd name="T28" fmla="*/ 59 w 139"/>
                              <a:gd name="T29" fmla="*/ 72 h 169"/>
                              <a:gd name="T30" fmla="*/ 40 w 139"/>
                              <a:gd name="T31" fmla="*/ 72 h 169"/>
                              <a:gd name="T32" fmla="*/ 40 w 139"/>
                              <a:gd name="T33" fmla="*/ 33 h 169"/>
                              <a:gd name="T34" fmla="*/ 62 w 139"/>
                              <a:gd name="T35" fmla="*/ 33 h 169"/>
                              <a:gd name="T36" fmla="*/ 89 w 139"/>
                              <a:gd name="T37" fmla="*/ 51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9" h="169">
                                <a:moveTo>
                                  <a:pt x="139" y="169"/>
                                </a:moveTo>
                                <a:lnTo>
                                  <a:pt x="139" y="169"/>
                                </a:lnTo>
                                <a:lnTo>
                                  <a:pt x="94" y="96"/>
                                </a:lnTo>
                                <a:cubicBezTo>
                                  <a:pt x="116" y="90"/>
                                  <a:pt x="129" y="73"/>
                                  <a:pt x="129" y="51"/>
                                </a:cubicBezTo>
                                <a:cubicBezTo>
                                  <a:pt x="129" y="12"/>
                                  <a:pt x="97" y="0"/>
                                  <a:pt x="65" y="0"/>
                                </a:cubicBezTo>
                                <a:lnTo>
                                  <a:pt x="0" y="0"/>
                                </a:lnTo>
                                <a:lnTo>
                                  <a:pt x="0" y="169"/>
                                </a:lnTo>
                                <a:lnTo>
                                  <a:pt x="40" y="169"/>
                                </a:lnTo>
                                <a:lnTo>
                                  <a:pt x="40" y="102"/>
                                </a:lnTo>
                                <a:lnTo>
                                  <a:pt x="54" y="102"/>
                                </a:lnTo>
                                <a:lnTo>
                                  <a:pt x="91" y="169"/>
                                </a:lnTo>
                                <a:lnTo>
                                  <a:pt x="139" y="169"/>
                                </a:lnTo>
                                <a:close/>
                                <a:moveTo>
                                  <a:pt x="89" y="51"/>
                                </a:moveTo>
                                <a:lnTo>
                                  <a:pt x="89" y="51"/>
                                </a:lnTo>
                                <a:cubicBezTo>
                                  <a:pt x="89" y="69"/>
                                  <a:pt x="73" y="72"/>
                                  <a:pt x="59" y="72"/>
                                </a:cubicBezTo>
                                <a:lnTo>
                                  <a:pt x="40" y="72"/>
                                </a:lnTo>
                                <a:lnTo>
                                  <a:pt x="40" y="33"/>
                                </a:lnTo>
                                <a:lnTo>
                                  <a:pt x="62" y="33"/>
                                </a:lnTo>
                                <a:cubicBezTo>
                                  <a:pt x="74" y="33"/>
                                  <a:pt x="89" y="36"/>
                                  <a:pt x="89" y="51"/>
                                </a:cubicBez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0" name="Freeform 63"/>
                        <wps:cNvSpPr>
                          <a:spLocks/>
                        </wps:cNvSpPr>
                        <wps:spPr bwMode="auto">
                          <a:xfrm>
                            <a:off x="599821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1" name="Freeform 64"/>
                        <wps:cNvSpPr>
                          <a:spLocks/>
                        </wps:cNvSpPr>
                        <wps:spPr bwMode="auto">
                          <a:xfrm>
                            <a:off x="6137275" y="1019810"/>
                            <a:ext cx="102235" cy="161290"/>
                          </a:xfrm>
                          <a:custGeom>
                            <a:avLst/>
                            <a:gdLst>
                              <a:gd name="T0" fmla="*/ 107 w 107"/>
                              <a:gd name="T1" fmla="*/ 169 h 169"/>
                              <a:gd name="T2" fmla="*/ 107 w 107"/>
                              <a:gd name="T3" fmla="*/ 169 h 169"/>
                              <a:gd name="T4" fmla="*/ 107 w 107"/>
                              <a:gd name="T5" fmla="*/ 133 h 169"/>
                              <a:gd name="T6" fmla="*/ 41 w 107"/>
                              <a:gd name="T7" fmla="*/ 133 h 169"/>
                              <a:gd name="T8" fmla="*/ 41 w 107"/>
                              <a:gd name="T9" fmla="*/ 0 h 169"/>
                              <a:gd name="T10" fmla="*/ 0 w 107"/>
                              <a:gd name="T11" fmla="*/ 0 h 169"/>
                              <a:gd name="T12" fmla="*/ 0 w 107"/>
                              <a:gd name="T13" fmla="*/ 169 h 169"/>
                              <a:gd name="T14" fmla="*/ 107 w 107"/>
                              <a:gd name="T15" fmla="*/ 169 h 16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7" h="169">
                                <a:moveTo>
                                  <a:pt x="107" y="169"/>
                                </a:moveTo>
                                <a:lnTo>
                                  <a:pt x="107" y="169"/>
                                </a:lnTo>
                                <a:lnTo>
                                  <a:pt x="107" y="133"/>
                                </a:lnTo>
                                <a:lnTo>
                                  <a:pt x="41" y="133"/>
                                </a:lnTo>
                                <a:lnTo>
                                  <a:pt x="41" y="0"/>
                                </a:lnTo>
                                <a:lnTo>
                                  <a:pt x="0" y="0"/>
                                </a:lnTo>
                                <a:lnTo>
                                  <a:pt x="0" y="169"/>
                                </a:lnTo>
                                <a:lnTo>
                                  <a:pt x="107"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2" name="Freeform 65"/>
                        <wps:cNvSpPr>
                          <a:spLocks/>
                        </wps:cNvSpPr>
                        <wps:spPr bwMode="auto">
                          <a:xfrm>
                            <a:off x="6257290" y="1019810"/>
                            <a:ext cx="112395" cy="161290"/>
                          </a:xfrm>
                          <a:custGeom>
                            <a:avLst/>
                            <a:gdLst>
                              <a:gd name="T0" fmla="*/ 118 w 118"/>
                              <a:gd name="T1" fmla="*/ 169 h 169"/>
                              <a:gd name="T2" fmla="*/ 118 w 118"/>
                              <a:gd name="T3" fmla="*/ 169 h 169"/>
                              <a:gd name="T4" fmla="*/ 118 w 118"/>
                              <a:gd name="T5" fmla="*/ 134 h 169"/>
                              <a:gd name="T6" fmla="*/ 40 w 118"/>
                              <a:gd name="T7" fmla="*/ 134 h 169"/>
                              <a:gd name="T8" fmla="*/ 40 w 118"/>
                              <a:gd name="T9" fmla="*/ 99 h 169"/>
                              <a:gd name="T10" fmla="*/ 110 w 118"/>
                              <a:gd name="T11" fmla="*/ 99 h 169"/>
                              <a:gd name="T12" fmla="*/ 110 w 118"/>
                              <a:gd name="T13" fmla="*/ 66 h 169"/>
                              <a:gd name="T14" fmla="*/ 40 w 118"/>
                              <a:gd name="T15" fmla="*/ 66 h 169"/>
                              <a:gd name="T16" fmla="*/ 40 w 118"/>
                              <a:gd name="T17" fmla="*/ 34 h 169"/>
                              <a:gd name="T18" fmla="*/ 114 w 118"/>
                              <a:gd name="T19" fmla="*/ 34 h 169"/>
                              <a:gd name="T20" fmla="*/ 114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40" y="134"/>
                                </a:lnTo>
                                <a:lnTo>
                                  <a:pt x="40" y="99"/>
                                </a:lnTo>
                                <a:lnTo>
                                  <a:pt x="110" y="99"/>
                                </a:lnTo>
                                <a:lnTo>
                                  <a:pt x="110" y="66"/>
                                </a:lnTo>
                                <a:lnTo>
                                  <a:pt x="40" y="66"/>
                                </a:lnTo>
                                <a:lnTo>
                                  <a:pt x="40" y="34"/>
                                </a:lnTo>
                                <a:lnTo>
                                  <a:pt x="114" y="34"/>
                                </a:lnTo>
                                <a:lnTo>
                                  <a:pt x="114"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3" name="Freeform 66"/>
                        <wps:cNvSpPr>
                          <a:spLocks noEditPoints="1"/>
                        </wps:cNvSpPr>
                        <wps:spPr bwMode="auto">
                          <a:xfrm>
                            <a:off x="6376670" y="1019810"/>
                            <a:ext cx="172720" cy="161290"/>
                          </a:xfrm>
                          <a:custGeom>
                            <a:avLst/>
                            <a:gdLst>
                              <a:gd name="T0" fmla="*/ 181 w 181"/>
                              <a:gd name="T1" fmla="*/ 169 h 169"/>
                              <a:gd name="T2" fmla="*/ 181 w 181"/>
                              <a:gd name="T3" fmla="*/ 169 h 169"/>
                              <a:gd name="T4" fmla="*/ 111 w 181"/>
                              <a:gd name="T5" fmla="*/ 0 h 169"/>
                              <a:gd name="T6" fmla="*/ 71 w 181"/>
                              <a:gd name="T7" fmla="*/ 0 h 169"/>
                              <a:gd name="T8" fmla="*/ 0 w 181"/>
                              <a:gd name="T9" fmla="*/ 169 h 169"/>
                              <a:gd name="T10" fmla="*/ 45 w 181"/>
                              <a:gd name="T11" fmla="*/ 169 h 169"/>
                              <a:gd name="T12" fmla="*/ 57 w 181"/>
                              <a:gd name="T13" fmla="*/ 136 h 169"/>
                              <a:gd name="T14" fmla="*/ 122 w 181"/>
                              <a:gd name="T15" fmla="*/ 136 h 169"/>
                              <a:gd name="T16" fmla="*/ 136 w 181"/>
                              <a:gd name="T17" fmla="*/ 169 h 169"/>
                              <a:gd name="T18" fmla="*/ 181 w 181"/>
                              <a:gd name="T19" fmla="*/ 169 h 169"/>
                              <a:gd name="T20" fmla="*/ 111 w 181"/>
                              <a:gd name="T21" fmla="*/ 103 h 169"/>
                              <a:gd name="T22" fmla="*/ 111 w 181"/>
                              <a:gd name="T23" fmla="*/ 103 h 169"/>
                              <a:gd name="T24" fmla="*/ 69 w 181"/>
                              <a:gd name="T25" fmla="*/ 103 h 169"/>
                              <a:gd name="T26" fmla="*/ 90 w 181"/>
                              <a:gd name="T27" fmla="*/ 45 h 169"/>
                              <a:gd name="T28" fmla="*/ 111 w 181"/>
                              <a:gd name="T29" fmla="*/ 103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 h="169">
                                <a:moveTo>
                                  <a:pt x="181" y="169"/>
                                </a:moveTo>
                                <a:lnTo>
                                  <a:pt x="181" y="169"/>
                                </a:lnTo>
                                <a:lnTo>
                                  <a:pt x="111" y="0"/>
                                </a:lnTo>
                                <a:lnTo>
                                  <a:pt x="71" y="0"/>
                                </a:lnTo>
                                <a:lnTo>
                                  <a:pt x="0" y="169"/>
                                </a:lnTo>
                                <a:lnTo>
                                  <a:pt x="45" y="169"/>
                                </a:lnTo>
                                <a:lnTo>
                                  <a:pt x="57" y="136"/>
                                </a:lnTo>
                                <a:lnTo>
                                  <a:pt x="122" y="136"/>
                                </a:lnTo>
                                <a:lnTo>
                                  <a:pt x="136" y="169"/>
                                </a:lnTo>
                                <a:lnTo>
                                  <a:pt x="181" y="169"/>
                                </a:lnTo>
                                <a:close/>
                                <a:moveTo>
                                  <a:pt x="111" y="103"/>
                                </a:moveTo>
                                <a:lnTo>
                                  <a:pt x="111" y="103"/>
                                </a:lnTo>
                                <a:lnTo>
                                  <a:pt x="69" y="103"/>
                                </a:lnTo>
                                <a:lnTo>
                                  <a:pt x="90" y="45"/>
                                </a:lnTo>
                                <a:lnTo>
                                  <a:pt x="111" y="103"/>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4" name="Freeform 67"/>
                        <wps:cNvSpPr>
                          <a:spLocks/>
                        </wps:cNvSpPr>
                        <wps:spPr bwMode="auto">
                          <a:xfrm>
                            <a:off x="6550025" y="1014730"/>
                            <a:ext cx="123190" cy="170180"/>
                          </a:xfrm>
                          <a:custGeom>
                            <a:avLst/>
                            <a:gdLst>
                              <a:gd name="T0" fmla="*/ 129 w 129"/>
                              <a:gd name="T1" fmla="*/ 21 h 178"/>
                              <a:gd name="T2" fmla="*/ 129 w 129"/>
                              <a:gd name="T3" fmla="*/ 21 h 178"/>
                              <a:gd name="T4" fmla="*/ 74 w 129"/>
                              <a:gd name="T5" fmla="*/ 0 h 178"/>
                              <a:gd name="T6" fmla="*/ 8 w 129"/>
                              <a:gd name="T7" fmla="*/ 53 h 178"/>
                              <a:gd name="T8" fmla="*/ 52 w 129"/>
                              <a:gd name="T9" fmla="*/ 102 h 178"/>
                              <a:gd name="T10" fmla="*/ 87 w 129"/>
                              <a:gd name="T11" fmla="*/ 126 h 178"/>
                              <a:gd name="T12" fmla="*/ 63 w 129"/>
                              <a:gd name="T13" fmla="*/ 144 h 178"/>
                              <a:gd name="T14" fmla="*/ 27 w 129"/>
                              <a:gd name="T15" fmla="*/ 126 h 178"/>
                              <a:gd name="T16" fmla="*/ 0 w 129"/>
                              <a:gd name="T17" fmla="*/ 154 h 178"/>
                              <a:gd name="T18" fmla="*/ 63 w 129"/>
                              <a:gd name="T19" fmla="*/ 178 h 178"/>
                              <a:gd name="T20" fmla="*/ 128 w 129"/>
                              <a:gd name="T21" fmla="*/ 122 h 178"/>
                              <a:gd name="T22" fmla="*/ 75 w 129"/>
                              <a:gd name="T23" fmla="*/ 71 h 178"/>
                              <a:gd name="T24" fmla="*/ 49 w 129"/>
                              <a:gd name="T25" fmla="*/ 51 h 178"/>
                              <a:gd name="T26" fmla="*/ 73 w 129"/>
                              <a:gd name="T27" fmla="*/ 34 h 178"/>
                              <a:gd name="T28" fmla="*/ 103 w 129"/>
                              <a:gd name="T29" fmla="*/ 49 h 178"/>
                              <a:gd name="T30" fmla="*/ 129 w 129"/>
                              <a:gd name="T31" fmla="*/ 21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 h="178">
                                <a:moveTo>
                                  <a:pt x="129" y="21"/>
                                </a:moveTo>
                                <a:lnTo>
                                  <a:pt x="129" y="21"/>
                                </a:lnTo>
                                <a:cubicBezTo>
                                  <a:pt x="114" y="7"/>
                                  <a:pt x="93" y="0"/>
                                  <a:pt x="74" y="0"/>
                                </a:cubicBezTo>
                                <a:cubicBezTo>
                                  <a:pt x="42" y="0"/>
                                  <a:pt x="8" y="16"/>
                                  <a:pt x="8" y="53"/>
                                </a:cubicBezTo>
                                <a:cubicBezTo>
                                  <a:pt x="8" y="84"/>
                                  <a:pt x="30" y="95"/>
                                  <a:pt x="52" y="102"/>
                                </a:cubicBezTo>
                                <a:cubicBezTo>
                                  <a:pt x="74" y="109"/>
                                  <a:pt x="87" y="113"/>
                                  <a:pt x="87" y="126"/>
                                </a:cubicBezTo>
                                <a:cubicBezTo>
                                  <a:pt x="87" y="140"/>
                                  <a:pt x="76" y="144"/>
                                  <a:pt x="63" y="144"/>
                                </a:cubicBezTo>
                                <a:cubicBezTo>
                                  <a:pt x="50" y="144"/>
                                  <a:pt x="35" y="137"/>
                                  <a:pt x="27" y="126"/>
                                </a:cubicBezTo>
                                <a:lnTo>
                                  <a:pt x="0" y="154"/>
                                </a:lnTo>
                                <a:cubicBezTo>
                                  <a:pt x="15" y="169"/>
                                  <a:pt x="39" y="178"/>
                                  <a:pt x="63" y="178"/>
                                </a:cubicBezTo>
                                <a:cubicBezTo>
                                  <a:pt x="97" y="178"/>
                                  <a:pt x="128" y="161"/>
                                  <a:pt x="128" y="122"/>
                                </a:cubicBezTo>
                                <a:cubicBezTo>
                                  <a:pt x="128" y="88"/>
                                  <a:pt x="98" y="78"/>
                                  <a:pt x="75" y="71"/>
                                </a:cubicBezTo>
                                <a:cubicBezTo>
                                  <a:pt x="59" y="66"/>
                                  <a:pt x="49" y="62"/>
                                  <a:pt x="49" y="51"/>
                                </a:cubicBezTo>
                                <a:cubicBezTo>
                                  <a:pt x="49" y="38"/>
                                  <a:pt x="63" y="34"/>
                                  <a:pt x="73" y="34"/>
                                </a:cubicBezTo>
                                <a:cubicBezTo>
                                  <a:pt x="84" y="34"/>
                                  <a:pt x="96" y="40"/>
                                  <a:pt x="103" y="49"/>
                                </a:cubicBezTo>
                                <a:lnTo>
                                  <a:pt x="129" y="21"/>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s:wsp>
                        <wps:cNvPr id="75" name="Freeform 68"/>
                        <wps:cNvSpPr>
                          <a:spLocks/>
                        </wps:cNvSpPr>
                        <wps:spPr bwMode="auto">
                          <a:xfrm>
                            <a:off x="6698615" y="1019810"/>
                            <a:ext cx="113030" cy="161290"/>
                          </a:xfrm>
                          <a:custGeom>
                            <a:avLst/>
                            <a:gdLst>
                              <a:gd name="T0" fmla="*/ 118 w 118"/>
                              <a:gd name="T1" fmla="*/ 169 h 169"/>
                              <a:gd name="T2" fmla="*/ 118 w 118"/>
                              <a:gd name="T3" fmla="*/ 169 h 169"/>
                              <a:gd name="T4" fmla="*/ 118 w 118"/>
                              <a:gd name="T5" fmla="*/ 134 h 169"/>
                              <a:gd name="T6" fmla="*/ 39 w 118"/>
                              <a:gd name="T7" fmla="*/ 134 h 169"/>
                              <a:gd name="T8" fmla="*/ 39 w 118"/>
                              <a:gd name="T9" fmla="*/ 99 h 169"/>
                              <a:gd name="T10" fmla="*/ 109 w 118"/>
                              <a:gd name="T11" fmla="*/ 99 h 169"/>
                              <a:gd name="T12" fmla="*/ 109 w 118"/>
                              <a:gd name="T13" fmla="*/ 66 h 169"/>
                              <a:gd name="T14" fmla="*/ 39 w 118"/>
                              <a:gd name="T15" fmla="*/ 66 h 169"/>
                              <a:gd name="T16" fmla="*/ 39 w 118"/>
                              <a:gd name="T17" fmla="*/ 34 h 169"/>
                              <a:gd name="T18" fmla="*/ 113 w 118"/>
                              <a:gd name="T19" fmla="*/ 34 h 169"/>
                              <a:gd name="T20" fmla="*/ 113 w 118"/>
                              <a:gd name="T21" fmla="*/ 0 h 169"/>
                              <a:gd name="T22" fmla="*/ 0 w 118"/>
                              <a:gd name="T23" fmla="*/ 0 h 169"/>
                              <a:gd name="T24" fmla="*/ 0 w 118"/>
                              <a:gd name="T25" fmla="*/ 169 h 169"/>
                              <a:gd name="T26" fmla="*/ 118 w 118"/>
                              <a:gd name="T27" fmla="*/ 169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8" h="169">
                                <a:moveTo>
                                  <a:pt x="118" y="169"/>
                                </a:moveTo>
                                <a:lnTo>
                                  <a:pt x="118" y="169"/>
                                </a:lnTo>
                                <a:lnTo>
                                  <a:pt x="118" y="134"/>
                                </a:lnTo>
                                <a:lnTo>
                                  <a:pt x="39" y="134"/>
                                </a:lnTo>
                                <a:lnTo>
                                  <a:pt x="39" y="99"/>
                                </a:lnTo>
                                <a:lnTo>
                                  <a:pt x="109" y="99"/>
                                </a:lnTo>
                                <a:lnTo>
                                  <a:pt x="109" y="66"/>
                                </a:lnTo>
                                <a:lnTo>
                                  <a:pt x="39" y="66"/>
                                </a:lnTo>
                                <a:lnTo>
                                  <a:pt x="39" y="34"/>
                                </a:lnTo>
                                <a:lnTo>
                                  <a:pt x="113" y="34"/>
                                </a:lnTo>
                                <a:lnTo>
                                  <a:pt x="113" y="0"/>
                                </a:lnTo>
                                <a:lnTo>
                                  <a:pt x="0" y="0"/>
                                </a:lnTo>
                                <a:lnTo>
                                  <a:pt x="0" y="169"/>
                                </a:lnTo>
                                <a:lnTo>
                                  <a:pt x="118" y="169"/>
                                </a:lnTo>
                                <a:close/>
                              </a:path>
                            </a:pathLst>
                          </a:custGeom>
                          <a:solidFill>
                            <a:srgbClr val="FA5A00"/>
                          </a:solidFill>
                          <a:ln w="0">
                            <a:noFill/>
                            <a:prstDash val="solid"/>
                            <a:round/>
                            <a:headEnd/>
                            <a:tailEnd/>
                          </a:ln>
                        </wps:spPr>
                        <wps:bodyPr rot="0" vert="horz" wrap="square" lIns="91440" tIns="45720" rIns="91440" bIns="45720" anchor="t" anchorCtr="0" upright="1">
                          <a:noAutofit/>
                        </wps:bodyPr>
                      </wps:wsp>
                    </wpg:wgp>
                    <wpg:wgp>
                      <wpg:cNvPr id="91" name="Agrupar 91"/>
                      <wpg:cNvGrpSpPr>
                        <a:grpSpLocks noChangeAspect="1"/>
                      </wpg:cNvGrpSpPr>
                      <wpg:grpSpPr>
                        <a:xfrm>
                          <a:off x="755737" y="291056"/>
                          <a:ext cx="1200260" cy="288000"/>
                          <a:chOff x="1185893" y="520700"/>
                          <a:chExt cx="3375754" cy="810006"/>
                        </a:xfrm>
                      </wpg:grpSpPr>
                      <wpg:grpSp>
                        <wpg:cNvPr id="80" name="Gráfico 4"/>
                        <wpg:cNvGrpSpPr/>
                        <wpg:grpSpPr>
                          <a:xfrm>
                            <a:off x="2365754" y="647096"/>
                            <a:ext cx="2195893" cy="554450"/>
                            <a:chOff x="2365754" y="647096"/>
                            <a:chExt cx="2195893" cy="554450"/>
                          </a:xfrm>
                          <a:solidFill>
                            <a:srgbClr val="485358"/>
                          </a:solidFill>
                        </wpg:grpSpPr>
                        <wps:wsp>
                          <wps:cNvPr id="81" name="Forma Livre: Forma 81"/>
                          <wps:cNvSpPr/>
                          <wps:spPr>
                            <a:xfrm>
                              <a:off x="2365754" y="647096"/>
                              <a:ext cx="489680" cy="554450"/>
                            </a:xfrm>
                            <a:custGeom>
                              <a:avLst/>
                              <a:gdLst>
                                <a:gd name="connsiteX0" fmla="*/ 403003 w 489680"/>
                                <a:gd name="connsiteY0" fmla="*/ 531019 h 554450"/>
                                <a:gd name="connsiteX1" fmla="*/ 284321 w 489680"/>
                                <a:gd name="connsiteY1" fmla="*/ 554450 h 554450"/>
                                <a:gd name="connsiteX2" fmla="*/ 171260 w 489680"/>
                                <a:gd name="connsiteY2" fmla="*/ 534353 h 554450"/>
                                <a:gd name="connsiteX3" fmla="*/ 81344 w 489680"/>
                                <a:gd name="connsiteY3" fmla="*/ 477488 h 554450"/>
                                <a:gd name="connsiteX4" fmla="*/ 21622 w 489680"/>
                                <a:gd name="connsiteY4" fmla="*/ 389382 h 554450"/>
                                <a:gd name="connsiteX5" fmla="*/ 0 w 489680"/>
                                <a:gd name="connsiteY5" fmla="*/ 276416 h 554450"/>
                                <a:gd name="connsiteX6" fmla="*/ 22003 w 489680"/>
                                <a:gd name="connsiteY6" fmla="*/ 162020 h 554450"/>
                                <a:gd name="connsiteX7" fmla="*/ 82868 w 489680"/>
                                <a:gd name="connsiteY7" fmla="*/ 74676 h 554450"/>
                                <a:gd name="connsiteX8" fmla="*/ 173927 w 489680"/>
                                <a:gd name="connsiteY8" fmla="*/ 19336 h 554450"/>
                                <a:gd name="connsiteX9" fmla="*/ 286607 w 489680"/>
                                <a:gd name="connsiteY9" fmla="*/ 0 h 554450"/>
                                <a:gd name="connsiteX10" fmla="*/ 396716 w 489680"/>
                                <a:gd name="connsiteY10" fmla="*/ 19717 h 554450"/>
                                <a:gd name="connsiteX11" fmla="*/ 484441 w 489680"/>
                                <a:gd name="connsiteY11" fmla="*/ 77343 h 554450"/>
                                <a:gd name="connsiteX12" fmla="*/ 397859 w 489680"/>
                                <a:gd name="connsiteY12" fmla="*/ 163544 h 554450"/>
                                <a:gd name="connsiteX13" fmla="*/ 350806 w 489680"/>
                                <a:gd name="connsiteY13" fmla="*/ 127064 h 554450"/>
                                <a:gd name="connsiteX14" fmla="*/ 291084 w 489680"/>
                                <a:gd name="connsiteY14" fmla="*/ 115157 h 554450"/>
                                <a:gd name="connsiteX15" fmla="*/ 229552 w 489680"/>
                                <a:gd name="connsiteY15" fmla="*/ 127444 h 554450"/>
                                <a:gd name="connsiteX16" fmla="*/ 181451 w 489680"/>
                                <a:gd name="connsiteY16" fmla="*/ 161258 h 554450"/>
                                <a:gd name="connsiteX17" fmla="*/ 150114 w 489680"/>
                                <a:gd name="connsiteY17" fmla="*/ 212122 h 554450"/>
                                <a:gd name="connsiteX18" fmla="*/ 138874 w 489680"/>
                                <a:gd name="connsiteY18" fmla="*/ 276416 h 554450"/>
                                <a:gd name="connsiteX19" fmla="*/ 150114 w 489680"/>
                                <a:gd name="connsiteY19" fmla="*/ 341852 h 554450"/>
                                <a:gd name="connsiteX20" fmla="*/ 181070 w 489680"/>
                                <a:gd name="connsiteY20" fmla="*/ 392716 h 554450"/>
                                <a:gd name="connsiteX21" fmla="*/ 228505 w 489680"/>
                                <a:gd name="connsiteY21" fmla="*/ 425768 h 554450"/>
                                <a:gd name="connsiteX22" fmla="*/ 288989 w 489680"/>
                                <a:gd name="connsiteY22" fmla="*/ 437674 h 554450"/>
                                <a:gd name="connsiteX23" fmla="*/ 355378 w 489680"/>
                                <a:gd name="connsiteY23" fmla="*/ 422815 h 554450"/>
                                <a:gd name="connsiteX24" fmla="*/ 400907 w 489680"/>
                                <a:gd name="connsiteY24" fmla="*/ 384143 h 554450"/>
                                <a:gd name="connsiteX25" fmla="*/ 489680 w 489680"/>
                                <a:gd name="connsiteY25" fmla="*/ 467392 h 554450"/>
                                <a:gd name="connsiteX26" fmla="*/ 403098 w 489680"/>
                                <a:gd name="connsiteY26" fmla="*/ 530924 h 554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89680" h="554450">
                                  <a:moveTo>
                                    <a:pt x="403003" y="531019"/>
                                  </a:moveTo>
                                  <a:cubicBezTo>
                                    <a:pt x="368713" y="546640"/>
                                    <a:pt x="329089" y="554450"/>
                                    <a:pt x="284321" y="554450"/>
                                  </a:cubicBezTo>
                                  <a:cubicBezTo>
                                    <a:pt x="243459" y="554450"/>
                                    <a:pt x="205835" y="547783"/>
                                    <a:pt x="171260" y="534353"/>
                                  </a:cubicBezTo>
                                  <a:cubicBezTo>
                                    <a:pt x="136684" y="521018"/>
                                    <a:pt x="106680" y="502063"/>
                                    <a:pt x="81344" y="477488"/>
                                  </a:cubicBezTo>
                                  <a:cubicBezTo>
                                    <a:pt x="55912" y="453009"/>
                                    <a:pt x="36100" y="423577"/>
                                    <a:pt x="21622" y="389382"/>
                                  </a:cubicBezTo>
                                  <a:cubicBezTo>
                                    <a:pt x="7239" y="355187"/>
                                    <a:pt x="0" y="317564"/>
                                    <a:pt x="0" y="276416"/>
                                  </a:cubicBezTo>
                                  <a:cubicBezTo>
                                    <a:pt x="0" y="235268"/>
                                    <a:pt x="7334" y="196120"/>
                                    <a:pt x="22003" y="162020"/>
                                  </a:cubicBezTo>
                                  <a:cubicBezTo>
                                    <a:pt x="36671" y="127826"/>
                                    <a:pt x="56960" y="98679"/>
                                    <a:pt x="82868" y="74676"/>
                                  </a:cubicBezTo>
                                  <a:cubicBezTo>
                                    <a:pt x="108775" y="50673"/>
                                    <a:pt x="139065" y="32194"/>
                                    <a:pt x="173927" y="19336"/>
                                  </a:cubicBezTo>
                                  <a:cubicBezTo>
                                    <a:pt x="208788" y="6477"/>
                                    <a:pt x="246316" y="0"/>
                                    <a:pt x="286607" y="0"/>
                                  </a:cubicBezTo>
                                  <a:cubicBezTo>
                                    <a:pt x="323945" y="0"/>
                                    <a:pt x="360616" y="6572"/>
                                    <a:pt x="396716" y="19717"/>
                                  </a:cubicBezTo>
                                  <a:cubicBezTo>
                                    <a:pt x="432816" y="32861"/>
                                    <a:pt x="462058" y="52006"/>
                                    <a:pt x="484441" y="77343"/>
                                  </a:cubicBezTo>
                                  <a:lnTo>
                                    <a:pt x="397859" y="163544"/>
                                  </a:lnTo>
                                  <a:cubicBezTo>
                                    <a:pt x="385953" y="147161"/>
                                    <a:pt x="370237" y="135065"/>
                                    <a:pt x="350806" y="127064"/>
                                  </a:cubicBezTo>
                                  <a:cubicBezTo>
                                    <a:pt x="331375" y="119158"/>
                                    <a:pt x="311468" y="115157"/>
                                    <a:pt x="291084" y="115157"/>
                                  </a:cubicBezTo>
                                  <a:cubicBezTo>
                                    <a:pt x="268700" y="115157"/>
                                    <a:pt x="248221" y="119253"/>
                                    <a:pt x="229552" y="127444"/>
                                  </a:cubicBezTo>
                                  <a:cubicBezTo>
                                    <a:pt x="210883" y="135636"/>
                                    <a:pt x="194881" y="146876"/>
                                    <a:pt x="181451" y="161258"/>
                                  </a:cubicBezTo>
                                  <a:cubicBezTo>
                                    <a:pt x="168021" y="175641"/>
                                    <a:pt x="157544" y="192596"/>
                                    <a:pt x="150114" y="212122"/>
                                  </a:cubicBezTo>
                                  <a:cubicBezTo>
                                    <a:pt x="142685" y="231743"/>
                                    <a:pt x="138874" y="253079"/>
                                    <a:pt x="138874" y="276416"/>
                                  </a:cubicBezTo>
                                  <a:cubicBezTo>
                                    <a:pt x="138874" y="299752"/>
                                    <a:pt x="142589" y="322040"/>
                                    <a:pt x="150114" y="341852"/>
                                  </a:cubicBezTo>
                                  <a:cubicBezTo>
                                    <a:pt x="157544" y="361664"/>
                                    <a:pt x="167926" y="378619"/>
                                    <a:pt x="181070" y="392716"/>
                                  </a:cubicBezTo>
                                  <a:cubicBezTo>
                                    <a:pt x="194215" y="406813"/>
                                    <a:pt x="210026" y="417862"/>
                                    <a:pt x="228505" y="425768"/>
                                  </a:cubicBezTo>
                                  <a:cubicBezTo>
                                    <a:pt x="246888" y="433769"/>
                                    <a:pt x="267081" y="437674"/>
                                    <a:pt x="288989" y="437674"/>
                                  </a:cubicBezTo>
                                  <a:cubicBezTo>
                                    <a:pt x="314325" y="437674"/>
                                    <a:pt x="336518" y="432721"/>
                                    <a:pt x="355378" y="422815"/>
                                  </a:cubicBezTo>
                                  <a:cubicBezTo>
                                    <a:pt x="374237" y="412909"/>
                                    <a:pt x="389477" y="400050"/>
                                    <a:pt x="400907" y="384143"/>
                                  </a:cubicBezTo>
                                  <a:lnTo>
                                    <a:pt x="489680" y="467392"/>
                                  </a:lnTo>
                                  <a:cubicBezTo>
                                    <a:pt x="466249" y="494157"/>
                                    <a:pt x="437388" y="515303"/>
                                    <a:pt x="403098" y="530924"/>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Forma Livre: Forma 82"/>
                          <wps:cNvSpPr/>
                          <wps:spPr>
                            <a:xfrm>
                              <a:off x="2928491" y="661289"/>
                              <a:ext cx="128396" cy="526160"/>
                            </a:xfrm>
                            <a:custGeom>
                              <a:avLst/>
                              <a:gdLst>
                                <a:gd name="connsiteX0" fmla="*/ 0 w 128396"/>
                                <a:gd name="connsiteY0" fmla="*/ 526161 h 526160"/>
                                <a:gd name="connsiteX1" fmla="*/ 0 w 128396"/>
                                <a:gd name="connsiteY1" fmla="*/ 0 h 526160"/>
                                <a:gd name="connsiteX2" fmla="*/ 128397 w 128396"/>
                                <a:gd name="connsiteY2" fmla="*/ 0 h 526160"/>
                                <a:gd name="connsiteX3" fmla="*/ 128397 w 128396"/>
                                <a:gd name="connsiteY3" fmla="*/ 526161 h 526160"/>
                                <a:gd name="connsiteX4" fmla="*/ 0 w 128396"/>
                                <a:gd name="connsiteY4" fmla="*/ 526161 h 5261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396" h="526160">
                                  <a:moveTo>
                                    <a:pt x="0" y="526161"/>
                                  </a:moveTo>
                                  <a:lnTo>
                                    <a:pt x="0" y="0"/>
                                  </a:lnTo>
                                  <a:lnTo>
                                    <a:pt x="128397" y="0"/>
                                  </a:lnTo>
                                  <a:lnTo>
                                    <a:pt x="128397"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Forma Livre: Forma 83"/>
                          <wps:cNvSpPr/>
                          <wps:spPr>
                            <a:xfrm>
                              <a:off x="3175475" y="661289"/>
                              <a:ext cx="412051" cy="526160"/>
                            </a:xfrm>
                            <a:custGeom>
                              <a:avLst/>
                              <a:gdLst>
                                <a:gd name="connsiteX0" fmla="*/ 412051 w 412051"/>
                                <a:gd name="connsiteY0" fmla="*/ 373094 h 526160"/>
                                <a:gd name="connsiteX1" fmla="*/ 394906 w 412051"/>
                                <a:gd name="connsiteY1" fmla="*/ 445580 h 526160"/>
                                <a:gd name="connsiteX2" fmla="*/ 349377 w 412051"/>
                                <a:gd name="connsiteY2" fmla="*/ 492728 h 526160"/>
                                <a:gd name="connsiteX3" fmla="*/ 284797 w 412051"/>
                                <a:gd name="connsiteY3" fmla="*/ 518351 h 526160"/>
                                <a:gd name="connsiteX4" fmla="*/ 210502 w 412051"/>
                                <a:gd name="connsiteY4" fmla="*/ 526161 h 526160"/>
                                <a:gd name="connsiteX5" fmla="*/ 0 w 412051"/>
                                <a:gd name="connsiteY5" fmla="*/ 526161 h 526160"/>
                                <a:gd name="connsiteX6" fmla="*/ 0 w 412051"/>
                                <a:gd name="connsiteY6" fmla="*/ 0 h 526160"/>
                                <a:gd name="connsiteX7" fmla="*/ 210502 w 412051"/>
                                <a:gd name="connsiteY7" fmla="*/ 0 h 526160"/>
                                <a:gd name="connsiteX8" fmla="*/ 273177 w 412051"/>
                                <a:gd name="connsiteY8" fmla="*/ 6286 h 526160"/>
                                <a:gd name="connsiteX9" fmla="*/ 331375 w 412051"/>
                                <a:gd name="connsiteY9" fmla="*/ 27813 h 526160"/>
                                <a:gd name="connsiteX10" fmla="*/ 373951 w 412051"/>
                                <a:gd name="connsiteY10" fmla="*/ 69056 h 526160"/>
                                <a:gd name="connsiteX11" fmla="*/ 390430 w 412051"/>
                                <a:gd name="connsiteY11" fmla="*/ 135255 h 526160"/>
                                <a:gd name="connsiteX12" fmla="*/ 366522 w 412051"/>
                                <a:gd name="connsiteY12" fmla="*/ 207740 h 526160"/>
                                <a:gd name="connsiteX13" fmla="*/ 303847 w 412051"/>
                                <a:gd name="connsiteY13" fmla="*/ 248984 h 526160"/>
                                <a:gd name="connsiteX14" fmla="*/ 303847 w 412051"/>
                                <a:gd name="connsiteY14" fmla="*/ 250508 h 526160"/>
                                <a:gd name="connsiteX15" fmla="*/ 346043 w 412051"/>
                                <a:gd name="connsiteY15" fmla="*/ 264224 h 526160"/>
                                <a:gd name="connsiteX16" fmla="*/ 380333 w 412051"/>
                                <a:gd name="connsiteY16" fmla="*/ 289846 h 526160"/>
                                <a:gd name="connsiteX17" fmla="*/ 403479 w 412051"/>
                                <a:gd name="connsiteY17" fmla="*/ 326231 h 526160"/>
                                <a:gd name="connsiteX18" fmla="*/ 412051 w 412051"/>
                                <a:gd name="connsiteY18" fmla="*/ 373094 h 526160"/>
                                <a:gd name="connsiteX19" fmla="*/ 267271 w 412051"/>
                                <a:gd name="connsiteY19" fmla="*/ 152400 h 526160"/>
                                <a:gd name="connsiteX20" fmla="*/ 246793 w 412051"/>
                                <a:gd name="connsiteY20" fmla="*/ 113348 h 526160"/>
                                <a:gd name="connsiteX21" fmla="*/ 185928 w 412051"/>
                                <a:gd name="connsiteY21" fmla="*/ 101060 h 526160"/>
                                <a:gd name="connsiteX22" fmla="*/ 123254 w 412051"/>
                                <a:gd name="connsiteY22" fmla="*/ 101060 h 526160"/>
                                <a:gd name="connsiteX23" fmla="*/ 123254 w 412051"/>
                                <a:gd name="connsiteY23" fmla="*/ 209550 h 526160"/>
                                <a:gd name="connsiteX24" fmla="*/ 191929 w 412051"/>
                                <a:gd name="connsiteY24" fmla="*/ 209550 h 526160"/>
                                <a:gd name="connsiteX25" fmla="*/ 247555 w 412051"/>
                                <a:gd name="connsiteY25" fmla="*/ 195072 h 526160"/>
                                <a:gd name="connsiteX26" fmla="*/ 267367 w 412051"/>
                                <a:gd name="connsiteY26" fmla="*/ 152400 h 526160"/>
                                <a:gd name="connsiteX27" fmla="*/ 284417 w 412051"/>
                                <a:gd name="connsiteY27" fmla="*/ 361188 h 526160"/>
                                <a:gd name="connsiteX28" fmla="*/ 259842 w 412051"/>
                                <a:gd name="connsiteY28" fmla="*/ 315849 h 526160"/>
                                <a:gd name="connsiteX29" fmla="*/ 194119 w 412051"/>
                                <a:gd name="connsiteY29" fmla="*/ 303276 h 526160"/>
                                <a:gd name="connsiteX30" fmla="*/ 123254 w 412051"/>
                                <a:gd name="connsiteY30" fmla="*/ 303276 h 526160"/>
                                <a:gd name="connsiteX31" fmla="*/ 123254 w 412051"/>
                                <a:gd name="connsiteY31" fmla="*/ 423672 h 526160"/>
                                <a:gd name="connsiteX32" fmla="*/ 194881 w 412051"/>
                                <a:gd name="connsiteY32" fmla="*/ 423672 h 526160"/>
                                <a:gd name="connsiteX33" fmla="*/ 225838 w 412051"/>
                                <a:gd name="connsiteY33" fmla="*/ 421100 h 526160"/>
                                <a:gd name="connsiteX34" fmla="*/ 254889 w 412051"/>
                                <a:gd name="connsiteY34" fmla="*/ 411766 h 526160"/>
                                <a:gd name="connsiteX35" fmla="*/ 276130 w 412051"/>
                                <a:gd name="connsiteY35" fmla="*/ 392811 h 526160"/>
                                <a:gd name="connsiteX36" fmla="*/ 284321 w 412051"/>
                                <a:gd name="connsiteY36" fmla="*/ 36128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412051" h="526160">
                                  <a:moveTo>
                                    <a:pt x="412051" y="373094"/>
                                  </a:moveTo>
                                  <a:cubicBezTo>
                                    <a:pt x="412051" y="401860"/>
                                    <a:pt x="406336" y="425958"/>
                                    <a:pt x="394906" y="445580"/>
                                  </a:cubicBezTo>
                                  <a:cubicBezTo>
                                    <a:pt x="383476" y="465106"/>
                                    <a:pt x="368332" y="480917"/>
                                    <a:pt x="349377" y="492728"/>
                                  </a:cubicBezTo>
                                  <a:cubicBezTo>
                                    <a:pt x="330422" y="504634"/>
                                    <a:pt x="308991" y="513207"/>
                                    <a:pt x="284797" y="518351"/>
                                  </a:cubicBezTo>
                                  <a:cubicBezTo>
                                    <a:pt x="260699" y="523494"/>
                                    <a:pt x="235934" y="526161"/>
                                    <a:pt x="210502" y="526161"/>
                                  </a:cubicBezTo>
                                  <a:lnTo>
                                    <a:pt x="0" y="526161"/>
                                  </a:lnTo>
                                  <a:lnTo>
                                    <a:pt x="0" y="0"/>
                                  </a:lnTo>
                                  <a:lnTo>
                                    <a:pt x="210502" y="0"/>
                                  </a:lnTo>
                                  <a:cubicBezTo>
                                    <a:pt x="230886" y="0"/>
                                    <a:pt x="251841" y="2095"/>
                                    <a:pt x="273177" y="6286"/>
                                  </a:cubicBezTo>
                                  <a:cubicBezTo>
                                    <a:pt x="294608" y="10477"/>
                                    <a:pt x="313944" y="17717"/>
                                    <a:pt x="331375" y="27813"/>
                                  </a:cubicBezTo>
                                  <a:cubicBezTo>
                                    <a:pt x="348805" y="38005"/>
                                    <a:pt x="362998" y="51721"/>
                                    <a:pt x="373951" y="69056"/>
                                  </a:cubicBezTo>
                                  <a:cubicBezTo>
                                    <a:pt x="384905" y="86392"/>
                                    <a:pt x="390430" y="108490"/>
                                    <a:pt x="390430" y="135255"/>
                                  </a:cubicBezTo>
                                  <a:cubicBezTo>
                                    <a:pt x="390430" y="164497"/>
                                    <a:pt x="382429" y="188595"/>
                                    <a:pt x="366522" y="207740"/>
                                  </a:cubicBezTo>
                                  <a:cubicBezTo>
                                    <a:pt x="350615" y="226790"/>
                                    <a:pt x="329660" y="240602"/>
                                    <a:pt x="303847" y="248984"/>
                                  </a:cubicBezTo>
                                  <a:lnTo>
                                    <a:pt x="303847" y="250508"/>
                                  </a:lnTo>
                                  <a:cubicBezTo>
                                    <a:pt x="318802" y="252984"/>
                                    <a:pt x="332804" y="257556"/>
                                    <a:pt x="346043" y="264224"/>
                                  </a:cubicBezTo>
                                  <a:cubicBezTo>
                                    <a:pt x="359188" y="270891"/>
                                    <a:pt x="370713" y="279463"/>
                                    <a:pt x="380333" y="289846"/>
                                  </a:cubicBezTo>
                                  <a:cubicBezTo>
                                    <a:pt x="390049" y="300228"/>
                                    <a:pt x="397764" y="312420"/>
                                    <a:pt x="403479" y="326231"/>
                                  </a:cubicBezTo>
                                  <a:cubicBezTo>
                                    <a:pt x="409194" y="340138"/>
                                    <a:pt x="412051" y="355759"/>
                                    <a:pt x="412051" y="373094"/>
                                  </a:cubicBezTo>
                                  <a:close/>
                                  <a:moveTo>
                                    <a:pt x="267271" y="152400"/>
                                  </a:moveTo>
                                  <a:cubicBezTo>
                                    <a:pt x="267271" y="134588"/>
                                    <a:pt x="260413" y="121539"/>
                                    <a:pt x="246793" y="113348"/>
                                  </a:cubicBezTo>
                                  <a:cubicBezTo>
                                    <a:pt x="233077" y="105251"/>
                                    <a:pt x="212788" y="101060"/>
                                    <a:pt x="185928" y="101060"/>
                                  </a:cubicBezTo>
                                  <a:lnTo>
                                    <a:pt x="123254" y="101060"/>
                                  </a:lnTo>
                                  <a:lnTo>
                                    <a:pt x="123254" y="209550"/>
                                  </a:lnTo>
                                  <a:lnTo>
                                    <a:pt x="191929" y="209550"/>
                                  </a:lnTo>
                                  <a:cubicBezTo>
                                    <a:pt x="215836" y="209550"/>
                                    <a:pt x="234315" y="204692"/>
                                    <a:pt x="247555" y="195072"/>
                                  </a:cubicBezTo>
                                  <a:cubicBezTo>
                                    <a:pt x="260699" y="185452"/>
                                    <a:pt x="267367" y="171164"/>
                                    <a:pt x="267367" y="152400"/>
                                  </a:cubicBezTo>
                                  <a:close/>
                                  <a:moveTo>
                                    <a:pt x="284417" y="361188"/>
                                  </a:moveTo>
                                  <a:cubicBezTo>
                                    <a:pt x="284417" y="339376"/>
                                    <a:pt x="276225" y="324231"/>
                                    <a:pt x="259842" y="315849"/>
                                  </a:cubicBezTo>
                                  <a:cubicBezTo>
                                    <a:pt x="243364" y="307467"/>
                                    <a:pt x="221456" y="303276"/>
                                    <a:pt x="194119" y="303276"/>
                                  </a:cubicBezTo>
                                  <a:lnTo>
                                    <a:pt x="123254" y="303276"/>
                                  </a:lnTo>
                                  <a:lnTo>
                                    <a:pt x="123254" y="423672"/>
                                  </a:lnTo>
                                  <a:lnTo>
                                    <a:pt x="194881" y="423672"/>
                                  </a:lnTo>
                                  <a:cubicBezTo>
                                    <a:pt x="204788" y="423672"/>
                                    <a:pt x="215170" y="422815"/>
                                    <a:pt x="225838" y="421100"/>
                                  </a:cubicBezTo>
                                  <a:cubicBezTo>
                                    <a:pt x="236506" y="419386"/>
                                    <a:pt x="246221" y="416243"/>
                                    <a:pt x="254889" y="411766"/>
                                  </a:cubicBezTo>
                                  <a:cubicBezTo>
                                    <a:pt x="263557" y="407289"/>
                                    <a:pt x="270700" y="401003"/>
                                    <a:pt x="276130" y="392811"/>
                                  </a:cubicBezTo>
                                  <a:cubicBezTo>
                                    <a:pt x="281559" y="384620"/>
                                    <a:pt x="284321" y="374142"/>
                                    <a:pt x="284321" y="36128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orma Livre: Forma 84"/>
                          <wps:cNvSpPr/>
                          <wps:spPr>
                            <a:xfrm>
                              <a:off x="3672679" y="661289"/>
                              <a:ext cx="368712" cy="526160"/>
                            </a:xfrm>
                            <a:custGeom>
                              <a:avLst/>
                              <a:gdLst>
                                <a:gd name="connsiteX0" fmla="*/ 0 w 368712"/>
                                <a:gd name="connsiteY0" fmla="*/ 526161 h 526160"/>
                                <a:gd name="connsiteX1" fmla="*/ 0 w 368712"/>
                                <a:gd name="connsiteY1" fmla="*/ 0 h 526160"/>
                                <a:gd name="connsiteX2" fmla="*/ 355283 w 368712"/>
                                <a:gd name="connsiteY2" fmla="*/ 0 h 526160"/>
                                <a:gd name="connsiteX3" fmla="*/ 355283 w 368712"/>
                                <a:gd name="connsiteY3" fmla="*/ 106966 h 526160"/>
                                <a:gd name="connsiteX4" fmla="*/ 123158 w 368712"/>
                                <a:gd name="connsiteY4" fmla="*/ 106966 h 526160"/>
                                <a:gd name="connsiteX5" fmla="*/ 123158 w 368712"/>
                                <a:gd name="connsiteY5" fmla="*/ 206597 h 526160"/>
                                <a:gd name="connsiteX6" fmla="*/ 342614 w 368712"/>
                                <a:gd name="connsiteY6" fmla="*/ 206597 h 526160"/>
                                <a:gd name="connsiteX7" fmla="*/ 342614 w 368712"/>
                                <a:gd name="connsiteY7" fmla="*/ 308420 h 526160"/>
                                <a:gd name="connsiteX8" fmla="*/ 123158 w 368712"/>
                                <a:gd name="connsiteY8" fmla="*/ 308420 h 526160"/>
                                <a:gd name="connsiteX9" fmla="*/ 123158 w 368712"/>
                                <a:gd name="connsiteY9" fmla="*/ 417671 h 526160"/>
                                <a:gd name="connsiteX10" fmla="*/ 368713 w 368712"/>
                                <a:gd name="connsiteY10" fmla="*/ 417671 h 526160"/>
                                <a:gd name="connsiteX11" fmla="*/ 368713 w 368712"/>
                                <a:gd name="connsiteY11" fmla="*/ 526161 h 526160"/>
                                <a:gd name="connsiteX12" fmla="*/ 0 w 368712"/>
                                <a:gd name="connsiteY12" fmla="*/ 526161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8712" h="526160">
                                  <a:moveTo>
                                    <a:pt x="0" y="526161"/>
                                  </a:moveTo>
                                  <a:lnTo>
                                    <a:pt x="0" y="0"/>
                                  </a:lnTo>
                                  <a:lnTo>
                                    <a:pt x="355283" y="0"/>
                                  </a:lnTo>
                                  <a:lnTo>
                                    <a:pt x="355283" y="106966"/>
                                  </a:lnTo>
                                  <a:lnTo>
                                    <a:pt x="123158" y="106966"/>
                                  </a:lnTo>
                                  <a:lnTo>
                                    <a:pt x="123158" y="206597"/>
                                  </a:lnTo>
                                  <a:lnTo>
                                    <a:pt x="342614" y="206597"/>
                                  </a:lnTo>
                                  <a:lnTo>
                                    <a:pt x="342614" y="308420"/>
                                  </a:lnTo>
                                  <a:lnTo>
                                    <a:pt x="123158" y="308420"/>
                                  </a:lnTo>
                                  <a:lnTo>
                                    <a:pt x="123158" y="417671"/>
                                  </a:lnTo>
                                  <a:lnTo>
                                    <a:pt x="368713" y="417671"/>
                                  </a:lnTo>
                                  <a:lnTo>
                                    <a:pt x="368713" y="526161"/>
                                  </a:lnTo>
                                  <a:lnTo>
                                    <a:pt x="0" y="526161"/>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Forma Livre: Forma 85"/>
                          <wps:cNvSpPr/>
                          <wps:spPr>
                            <a:xfrm>
                              <a:off x="4129403" y="661289"/>
                              <a:ext cx="432244" cy="526160"/>
                            </a:xfrm>
                            <a:custGeom>
                              <a:avLst/>
                              <a:gdLst>
                                <a:gd name="connsiteX0" fmla="*/ 282893 w 432244"/>
                                <a:gd name="connsiteY0" fmla="*/ 526161 h 526160"/>
                                <a:gd name="connsiteX1" fmla="*/ 168116 w 432244"/>
                                <a:gd name="connsiteY1" fmla="*/ 317278 h 526160"/>
                                <a:gd name="connsiteX2" fmla="*/ 124682 w 432244"/>
                                <a:gd name="connsiteY2" fmla="*/ 317278 h 526160"/>
                                <a:gd name="connsiteX3" fmla="*/ 124682 w 432244"/>
                                <a:gd name="connsiteY3" fmla="*/ 526161 h 526160"/>
                                <a:gd name="connsiteX4" fmla="*/ 0 w 432244"/>
                                <a:gd name="connsiteY4" fmla="*/ 526161 h 526160"/>
                                <a:gd name="connsiteX5" fmla="*/ 0 w 432244"/>
                                <a:gd name="connsiteY5" fmla="*/ 0 h 526160"/>
                                <a:gd name="connsiteX6" fmla="*/ 201549 w 432244"/>
                                <a:gd name="connsiteY6" fmla="*/ 0 h 526160"/>
                                <a:gd name="connsiteX7" fmla="*/ 275844 w 432244"/>
                                <a:gd name="connsiteY7" fmla="*/ 7810 h 526160"/>
                                <a:gd name="connsiteX8" fmla="*/ 340805 w 432244"/>
                                <a:gd name="connsiteY8" fmla="*/ 34195 h 526160"/>
                                <a:gd name="connsiteX9" fmla="*/ 386715 w 432244"/>
                                <a:gd name="connsiteY9" fmla="*/ 83249 h 526160"/>
                                <a:gd name="connsiteX10" fmla="*/ 403860 w 432244"/>
                                <a:gd name="connsiteY10" fmla="*/ 159067 h 526160"/>
                                <a:gd name="connsiteX11" fmla="*/ 374713 w 432244"/>
                                <a:gd name="connsiteY11" fmla="*/ 248984 h 526160"/>
                                <a:gd name="connsiteX12" fmla="*/ 294132 w 432244"/>
                                <a:gd name="connsiteY12" fmla="*/ 300990 h 526160"/>
                                <a:gd name="connsiteX13" fmla="*/ 432245 w 432244"/>
                                <a:gd name="connsiteY13" fmla="*/ 526161 h 526160"/>
                                <a:gd name="connsiteX14" fmla="*/ 282988 w 432244"/>
                                <a:gd name="connsiteY14" fmla="*/ 526161 h 526160"/>
                                <a:gd name="connsiteX15" fmla="*/ 277654 w 432244"/>
                                <a:gd name="connsiteY15" fmla="*/ 161258 h 526160"/>
                                <a:gd name="connsiteX16" fmla="*/ 269748 w 432244"/>
                                <a:gd name="connsiteY16" fmla="*/ 131255 h 526160"/>
                                <a:gd name="connsiteX17" fmla="*/ 249460 w 432244"/>
                                <a:gd name="connsiteY17" fmla="*/ 113348 h 526160"/>
                                <a:gd name="connsiteX18" fmla="*/ 221647 w 432244"/>
                                <a:gd name="connsiteY18" fmla="*/ 104775 h 526160"/>
                                <a:gd name="connsiteX19" fmla="*/ 192024 w 432244"/>
                                <a:gd name="connsiteY19" fmla="*/ 102489 h 526160"/>
                                <a:gd name="connsiteX20" fmla="*/ 123730 w 432244"/>
                                <a:gd name="connsiteY20" fmla="*/ 102489 h 526160"/>
                                <a:gd name="connsiteX21" fmla="*/ 123730 w 432244"/>
                                <a:gd name="connsiteY21" fmla="*/ 225076 h 526160"/>
                                <a:gd name="connsiteX22" fmla="*/ 184499 w 432244"/>
                                <a:gd name="connsiteY22" fmla="*/ 225076 h 526160"/>
                                <a:gd name="connsiteX23" fmla="*/ 216789 w 432244"/>
                                <a:gd name="connsiteY23" fmla="*/ 222504 h 526160"/>
                                <a:gd name="connsiteX24" fmla="*/ 246793 w 432244"/>
                                <a:gd name="connsiteY24" fmla="*/ 213169 h 526160"/>
                                <a:gd name="connsiteX25" fmla="*/ 268891 w 432244"/>
                                <a:gd name="connsiteY25" fmla="*/ 193834 h 526160"/>
                                <a:gd name="connsiteX26" fmla="*/ 277559 w 432244"/>
                                <a:gd name="connsiteY26" fmla="*/ 161163 h 526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432244" h="526160">
                                  <a:moveTo>
                                    <a:pt x="282893" y="526161"/>
                                  </a:moveTo>
                                  <a:lnTo>
                                    <a:pt x="168116" y="317278"/>
                                  </a:lnTo>
                                  <a:lnTo>
                                    <a:pt x="124682" y="317278"/>
                                  </a:lnTo>
                                  <a:lnTo>
                                    <a:pt x="124682" y="526161"/>
                                  </a:lnTo>
                                  <a:lnTo>
                                    <a:pt x="0" y="526161"/>
                                  </a:lnTo>
                                  <a:lnTo>
                                    <a:pt x="0" y="0"/>
                                  </a:lnTo>
                                  <a:lnTo>
                                    <a:pt x="201549" y="0"/>
                                  </a:lnTo>
                                  <a:cubicBezTo>
                                    <a:pt x="226981" y="0"/>
                                    <a:pt x="251651" y="2572"/>
                                    <a:pt x="275844" y="7810"/>
                                  </a:cubicBezTo>
                                  <a:cubicBezTo>
                                    <a:pt x="299942" y="12954"/>
                                    <a:pt x="321659" y="21812"/>
                                    <a:pt x="340805" y="34195"/>
                                  </a:cubicBezTo>
                                  <a:cubicBezTo>
                                    <a:pt x="359950" y="46577"/>
                                    <a:pt x="375285" y="62960"/>
                                    <a:pt x="386715" y="83249"/>
                                  </a:cubicBezTo>
                                  <a:cubicBezTo>
                                    <a:pt x="398145" y="103537"/>
                                    <a:pt x="403860" y="128873"/>
                                    <a:pt x="403860" y="159067"/>
                                  </a:cubicBezTo>
                                  <a:cubicBezTo>
                                    <a:pt x="403860" y="194786"/>
                                    <a:pt x="394145" y="224695"/>
                                    <a:pt x="374713" y="248984"/>
                                  </a:cubicBezTo>
                                  <a:cubicBezTo>
                                    <a:pt x="355282" y="273272"/>
                                    <a:pt x="328422" y="290608"/>
                                    <a:pt x="294132" y="300990"/>
                                  </a:cubicBezTo>
                                  <a:lnTo>
                                    <a:pt x="432245" y="526161"/>
                                  </a:lnTo>
                                  <a:lnTo>
                                    <a:pt x="282988" y="526161"/>
                                  </a:lnTo>
                                  <a:close/>
                                  <a:moveTo>
                                    <a:pt x="277654" y="161258"/>
                                  </a:moveTo>
                                  <a:cubicBezTo>
                                    <a:pt x="277654" y="148876"/>
                                    <a:pt x="274987" y="138875"/>
                                    <a:pt x="269748" y="131255"/>
                                  </a:cubicBezTo>
                                  <a:cubicBezTo>
                                    <a:pt x="264509" y="123539"/>
                                    <a:pt x="257746" y="117634"/>
                                    <a:pt x="249460" y="113348"/>
                                  </a:cubicBezTo>
                                  <a:cubicBezTo>
                                    <a:pt x="241173" y="109156"/>
                                    <a:pt x="231934" y="106299"/>
                                    <a:pt x="221647" y="104775"/>
                                  </a:cubicBezTo>
                                  <a:cubicBezTo>
                                    <a:pt x="211455" y="103251"/>
                                    <a:pt x="201549" y="102489"/>
                                    <a:pt x="192024" y="102489"/>
                                  </a:cubicBezTo>
                                  <a:lnTo>
                                    <a:pt x="123730" y="102489"/>
                                  </a:lnTo>
                                  <a:lnTo>
                                    <a:pt x="123730" y="225076"/>
                                  </a:lnTo>
                                  <a:lnTo>
                                    <a:pt x="184499" y="225076"/>
                                  </a:lnTo>
                                  <a:cubicBezTo>
                                    <a:pt x="194977" y="225076"/>
                                    <a:pt x="205740" y="224218"/>
                                    <a:pt x="216789" y="222504"/>
                                  </a:cubicBezTo>
                                  <a:cubicBezTo>
                                    <a:pt x="227743" y="220789"/>
                                    <a:pt x="237744" y="217646"/>
                                    <a:pt x="246793" y="213169"/>
                                  </a:cubicBezTo>
                                  <a:cubicBezTo>
                                    <a:pt x="255746" y="208693"/>
                                    <a:pt x="263176" y="202311"/>
                                    <a:pt x="268891" y="193834"/>
                                  </a:cubicBezTo>
                                  <a:cubicBezTo>
                                    <a:pt x="274701" y="185452"/>
                                    <a:pt x="277559" y="174498"/>
                                    <a:pt x="277559" y="161163"/>
                                  </a:cubicBez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áfico 4"/>
                        <wpg:cNvGrpSpPr/>
                        <wpg:grpSpPr>
                          <a:xfrm>
                            <a:off x="1185893" y="520700"/>
                            <a:ext cx="852773" cy="810006"/>
                            <a:chOff x="1185893" y="520700"/>
                            <a:chExt cx="852773" cy="810006"/>
                          </a:xfrm>
                        </wpg:grpSpPr>
                        <wps:wsp>
                          <wps:cNvPr id="87" name="Forma Livre: Forma 87"/>
                          <wps:cNvSpPr/>
                          <wps:spPr>
                            <a:xfrm>
                              <a:off x="1185893" y="520700"/>
                              <a:ext cx="852773" cy="810006"/>
                            </a:xfrm>
                            <a:custGeom>
                              <a:avLst/>
                              <a:gdLst>
                                <a:gd name="connsiteX0" fmla="*/ 790861 w 852773"/>
                                <a:gd name="connsiteY0" fmla="*/ 0 h 810006"/>
                                <a:gd name="connsiteX1" fmla="*/ 61913 w 852773"/>
                                <a:gd name="connsiteY1" fmla="*/ 0 h 810006"/>
                                <a:gd name="connsiteX2" fmla="*/ 0 w 852773"/>
                                <a:gd name="connsiteY2" fmla="*/ 61913 h 810006"/>
                                <a:gd name="connsiteX3" fmla="*/ 0 w 852773"/>
                                <a:gd name="connsiteY3" fmla="*/ 748094 h 810006"/>
                                <a:gd name="connsiteX4" fmla="*/ 61913 w 852773"/>
                                <a:gd name="connsiteY4" fmla="*/ 810006 h 810006"/>
                                <a:gd name="connsiteX5" fmla="*/ 790861 w 852773"/>
                                <a:gd name="connsiteY5" fmla="*/ 810006 h 810006"/>
                                <a:gd name="connsiteX6" fmla="*/ 852773 w 852773"/>
                                <a:gd name="connsiteY6" fmla="*/ 748094 h 810006"/>
                                <a:gd name="connsiteX7" fmla="*/ 852773 w 852773"/>
                                <a:gd name="connsiteY7" fmla="*/ 61913 h 810006"/>
                                <a:gd name="connsiteX8" fmla="*/ 790861 w 852773"/>
                                <a:gd name="connsiteY8" fmla="*/ 0 h 810006"/>
                                <a:gd name="connsiteX9" fmla="*/ 805148 w 852773"/>
                                <a:gd name="connsiteY9" fmla="*/ 733235 h 810006"/>
                                <a:gd name="connsiteX10" fmla="*/ 776097 w 852773"/>
                                <a:gd name="connsiteY10" fmla="*/ 762381 h 810006"/>
                                <a:gd name="connsiteX11" fmla="*/ 76676 w 852773"/>
                                <a:gd name="connsiteY11" fmla="*/ 762381 h 810006"/>
                                <a:gd name="connsiteX12" fmla="*/ 47530 w 852773"/>
                                <a:gd name="connsiteY12" fmla="*/ 733235 h 810006"/>
                                <a:gd name="connsiteX13" fmla="*/ 47530 w 852773"/>
                                <a:gd name="connsiteY13" fmla="*/ 76676 h 810006"/>
                                <a:gd name="connsiteX14" fmla="*/ 76676 w 852773"/>
                                <a:gd name="connsiteY14" fmla="*/ 47530 h 810006"/>
                                <a:gd name="connsiteX15" fmla="*/ 776097 w 852773"/>
                                <a:gd name="connsiteY15" fmla="*/ 47530 h 810006"/>
                                <a:gd name="connsiteX16" fmla="*/ 805148 w 852773"/>
                                <a:gd name="connsiteY16" fmla="*/ 76676 h 810006"/>
                                <a:gd name="connsiteX17" fmla="*/ 805148 w 852773"/>
                                <a:gd name="connsiteY17" fmla="*/ 733235 h 8100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52773" h="810006">
                                  <a:moveTo>
                                    <a:pt x="790861" y="0"/>
                                  </a:moveTo>
                                  <a:lnTo>
                                    <a:pt x="61913" y="0"/>
                                  </a:lnTo>
                                  <a:cubicBezTo>
                                    <a:pt x="27908" y="0"/>
                                    <a:pt x="0" y="27813"/>
                                    <a:pt x="0" y="61913"/>
                                  </a:cubicBezTo>
                                  <a:lnTo>
                                    <a:pt x="0" y="748094"/>
                                  </a:lnTo>
                                  <a:cubicBezTo>
                                    <a:pt x="0" y="782193"/>
                                    <a:pt x="27908" y="810006"/>
                                    <a:pt x="61913" y="810006"/>
                                  </a:cubicBezTo>
                                  <a:lnTo>
                                    <a:pt x="790861" y="810006"/>
                                  </a:lnTo>
                                  <a:cubicBezTo>
                                    <a:pt x="824865" y="810006"/>
                                    <a:pt x="852773" y="782193"/>
                                    <a:pt x="852773" y="748094"/>
                                  </a:cubicBezTo>
                                  <a:lnTo>
                                    <a:pt x="852773" y="61913"/>
                                  </a:lnTo>
                                  <a:cubicBezTo>
                                    <a:pt x="852773" y="27908"/>
                                    <a:pt x="824960" y="0"/>
                                    <a:pt x="790861" y="0"/>
                                  </a:cubicBezTo>
                                  <a:close/>
                                  <a:moveTo>
                                    <a:pt x="805148" y="733235"/>
                                  </a:moveTo>
                                  <a:cubicBezTo>
                                    <a:pt x="805148" y="749237"/>
                                    <a:pt x="792004" y="762381"/>
                                    <a:pt x="776097" y="762381"/>
                                  </a:cubicBezTo>
                                  <a:lnTo>
                                    <a:pt x="76676" y="762381"/>
                                  </a:lnTo>
                                  <a:cubicBezTo>
                                    <a:pt x="60674" y="762381"/>
                                    <a:pt x="47530" y="749237"/>
                                    <a:pt x="47530" y="733235"/>
                                  </a:cubicBezTo>
                                  <a:lnTo>
                                    <a:pt x="47530" y="76676"/>
                                  </a:lnTo>
                                  <a:cubicBezTo>
                                    <a:pt x="47530" y="60674"/>
                                    <a:pt x="60674" y="47530"/>
                                    <a:pt x="76676" y="47530"/>
                                  </a:cubicBezTo>
                                  <a:lnTo>
                                    <a:pt x="776097" y="47530"/>
                                  </a:lnTo>
                                  <a:cubicBezTo>
                                    <a:pt x="792099" y="47530"/>
                                    <a:pt x="805148" y="60674"/>
                                    <a:pt x="805148" y="76676"/>
                                  </a:cubicBezTo>
                                  <a:lnTo>
                                    <a:pt x="805148" y="733235"/>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orma Livre: Forma 88"/>
                          <wps:cNvSpPr/>
                          <wps:spPr>
                            <a:xfrm>
                              <a:off x="1278380" y="612235"/>
                              <a:ext cx="667893" cy="626840"/>
                            </a:xfrm>
                            <a:custGeom>
                              <a:avLst/>
                              <a:gdLst>
                                <a:gd name="connsiteX0" fmla="*/ 653320 w 667893"/>
                                <a:gd name="connsiteY0" fmla="*/ 0 h 626840"/>
                                <a:gd name="connsiteX1" fmla="*/ 14573 w 667893"/>
                                <a:gd name="connsiteY1" fmla="*/ 0 h 626840"/>
                                <a:gd name="connsiteX2" fmla="*/ 0 w 667893"/>
                                <a:gd name="connsiteY2" fmla="*/ 14573 h 626840"/>
                                <a:gd name="connsiteX3" fmla="*/ 0 w 667893"/>
                                <a:gd name="connsiteY3" fmla="*/ 612267 h 626840"/>
                                <a:gd name="connsiteX4" fmla="*/ 14573 w 667893"/>
                                <a:gd name="connsiteY4" fmla="*/ 626840 h 626840"/>
                                <a:gd name="connsiteX5" fmla="*/ 653320 w 667893"/>
                                <a:gd name="connsiteY5" fmla="*/ 626840 h 626840"/>
                                <a:gd name="connsiteX6" fmla="*/ 667893 w 667893"/>
                                <a:gd name="connsiteY6" fmla="*/ 612267 h 626840"/>
                                <a:gd name="connsiteX7" fmla="*/ 667893 w 667893"/>
                                <a:gd name="connsiteY7" fmla="*/ 14669 h 626840"/>
                                <a:gd name="connsiteX8" fmla="*/ 653320 w 667893"/>
                                <a:gd name="connsiteY8" fmla="*/ 95 h 626840"/>
                                <a:gd name="connsiteX9" fmla="*/ 617125 w 667893"/>
                                <a:gd name="connsiteY9" fmla="*/ 565404 h 626840"/>
                                <a:gd name="connsiteX10" fmla="*/ 606171 w 667893"/>
                                <a:gd name="connsiteY10" fmla="*/ 576358 h 626840"/>
                                <a:gd name="connsiteX11" fmla="*/ 61817 w 667893"/>
                                <a:gd name="connsiteY11" fmla="*/ 576358 h 626840"/>
                                <a:gd name="connsiteX12" fmla="*/ 50864 w 667893"/>
                                <a:gd name="connsiteY12" fmla="*/ 565404 h 626840"/>
                                <a:gd name="connsiteX13" fmla="*/ 50864 w 667893"/>
                                <a:gd name="connsiteY13" fmla="*/ 61913 h 626840"/>
                                <a:gd name="connsiteX14" fmla="*/ 61817 w 667893"/>
                                <a:gd name="connsiteY14" fmla="*/ 51054 h 626840"/>
                                <a:gd name="connsiteX15" fmla="*/ 606076 w 667893"/>
                                <a:gd name="connsiteY15" fmla="*/ 51054 h 626840"/>
                                <a:gd name="connsiteX16" fmla="*/ 617030 w 667893"/>
                                <a:gd name="connsiteY16" fmla="*/ 61913 h 626840"/>
                                <a:gd name="connsiteX17" fmla="*/ 617030 w 667893"/>
                                <a:gd name="connsiteY17" fmla="*/ 565499 h 626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67893" h="626840">
                                  <a:moveTo>
                                    <a:pt x="653320" y="0"/>
                                  </a:moveTo>
                                  <a:lnTo>
                                    <a:pt x="14573" y="0"/>
                                  </a:lnTo>
                                  <a:cubicBezTo>
                                    <a:pt x="6572" y="0"/>
                                    <a:pt x="0" y="6572"/>
                                    <a:pt x="0" y="14573"/>
                                  </a:cubicBezTo>
                                  <a:lnTo>
                                    <a:pt x="0" y="612267"/>
                                  </a:lnTo>
                                  <a:cubicBezTo>
                                    <a:pt x="0" y="620268"/>
                                    <a:pt x="6572" y="626840"/>
                                    <a:pt x="14573" y="626840"/>
                                  </a:cubicBezTo>
                                  <a:lnTo>
                                    <a:pt x="653320" y="626840"/>
                                  </a:lnTo>
                                  <a:cubicBezTo>
                                    <a:pt x="661321" y="626840"/>
                                    <a:pt x="667893" y="620268"/>
                                    <a:pt x="667893" y="612267"/>
                                  </a:cubicBezTo>
                                  <a:lnTo>
                                    <a:pt x="667893" y="14669"/>
                                  </a:lnTo>
                                  <a:cubicBezTo>
                                    <a:pt x="667893" y="6668"/>
                                    <a:pt x="661321" y="95"/>
                                    <a:pt x="653320" y="95"/>
                                  </a:cubicBezTo>
                                  <a:close/>
                                  <a:moveTo>
                                    <a:pt x="617125" y="565404"/>
                                  </a:moveTo>
                                  <a:cubicBezTo>
                                    <a:pt x="617125" y="571405"/>
                                    <a:pt x="612172" y="576358"/>
                                    <a:pt x="606171" y="576358"/>
                                  </a:cubicBezTo>
                                  <a:lnTo>
                                    <a:pt x="61817" y="576358"/>
                                  </a:lnTo>
                                  <a:cubicBezTo>
                                    <a:pt x="55816" y="576358"/>
                                    <a:pt x="50864" y="571405"/>
                                    <a:pt x="50864" y="565404"/>
                                  </a:cubicBezTo>
                                  <a:lnTo>
                                    <a:pt x="50864" y="61913"/>
                                  </a:lnTo>
                                  <a:cubicBezTo>
                                    <a:pt x="50864" y="55912"/>
                                    <a:pt x="55816" y="51054"/>
                                    <a:pt x="61817" y="51054"/>
                                  </a:cubicBezTo>
                                  <a:lnTo>
                                    <a:pt x="606076" y="51054"/>
                                  </a:lnTo>
                                  <a:cubicBezTo>
                                    <a:pt x="612077" y="51054"/>
                                    <a:pt x="617030" y="56007"/>
                                    <a:pt x="617030" y="61913"/>
                                  </a:cubicBezTo>
                                  <a:lnTo>
                                    <a:pt x="617030" y="565499"/>
                                  </a:lnTo>
                                  <a:close/>
                                </a:path>
                              </a:pathLst>
                            </a:custGeom>
                            <a:solidFill>
                              <a:srgbClr val="E84E0F"/>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orma Livre: Forma 89"/>
                          <wps:cNvSpPr/>
                          <wps:spPr>
                            <a:xfrm>
                              <a:off x="1370106" y="767302"/>
                              <a:ext cx="234314" cy="316801"/>
                            </a:xfrm>
                            <a:custGeom>
                              <a:avLst/>
                              <a:gdLst>
                                <a:gd name="connsiteX0" fmla="*/ 200120 w 234314"/>
                                <a:gd name="connsiteY0" fmla="*/ 63818 h 316801"/>
                                <a:gd name="connsiteX1" fmla="*/ 146114 w 234314"/>
                                <a:gd name="connsiteY1" fmla="*/ 154686 h 316801"/>
                                <a:gd name="connsiteX2" fmla="*/ 81343 w 234314"/>
                                <a:gd name="connsiteY2" fmla="*/ 0 h 316801"/>
                                <a:gd name="connsiteX3" fmla="*/ 0 w 234314"/>
                                <a:gd name="connsiteY3" fmla="*/ 0 h 316801"/>
                                <a:gd name="connsiteX4" fmla="*/ 132302 w 234314"/>
                                <a:gd name="connsiteY4" fmla="*/ 316802 h 316801"/>
                                <a:gd name="connsiteX5" fmla="*/ 200311 w 234314"/>
                                <a:gd name="connsiteY5" fmla="*/ 316802 h 316801"/>
                                <a:gd name="connsiteX6" fmla="*/ 234315 w 234314"/>
                                <a:gd name="connsiteY6" fmla="*/ 63818 h 316801"/>
                                <a:gd name="connsiteX7" fmla="*/ 200120 w 234314"/>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4" h="316801">
                                  <a:moveTo>
                                    <a:pt x="200120" y="63818"/>
                                  </a:moveTo>
                                  <a:lnTo>
                                    <a:pt x="146114" y="154686"/>
                                  </a:lnTo>
                                  <a:lnTo>
                                    <a:pt x="81343" y="0"/>
                                  </a:lnTo>
                                  <a:lnTo>
                                    <a:pt x="0" y="0"/>
                                  </a:lnTo>
                                  <a:lnTo>
                                    <a:pt x="132302" y="316802"/>
                                  </a:lnTo>
                                  <a:lnTo>
                                    <a:pt x="200311" y="316802"/>
                                  </a:lnTo>
                                  <a:lnTo>
                                    <a:pt x="234315" y="63818"/>
                                  </a:lnTo>
                                  <a:lnTo>
                                    <a:pt x="200120"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orma Livre: Forma 90"/>
                          <wps:cNvSpPr/>
                          <wps:spPr>
                            <a:xfrm>
                              <a:off x="1620137" y="767302"/>
                              <a:ext cx="234315" cy="316801"/>
                            </a:xfrm>
                            <a:custGeom>
                              <a:avLst/>
                              <a:gdLst>
                                <a:gd name="connsiteX0" fmla="*/ 34195 w 234315"/>
                                <a:gd name="connsiteY0" fmla="*/ 63818 h 316801"/>
                                <a:gd name="connsiteX1" fmla="*/ 88201 w 234315"/>
                                <a:gd name="connsiteY1" fmla="*/ 154686 h 316801"/>
                                <a:gd name="connsiteX2" fmla="*/ 152972 w 234315"/>
                                <a:gd name="connsiteY2" fmla="*/ 0 h 316801"/>
                                <a:gd name="connsiteX3" fmla="*/ 234315 w 234315"/>
                                <a:gd name="connsiteY3" fmla="*/ 0 h 316801"/>
                                <a:gd name="connsiteX4" fmla="*/ 102013 w 234315"/>
                                <a:gd name="connsiteY4" fmla="*/ 316802 h 316801"/>
                                <a:gd name="connsiteX5" fmla="*/ 34004 w 234315"/>
                                <a:gd name="connsiteY5" fmla="*/ 316802 h 316801"/>
                                <a:gd name="connsiteX6" fmla="*/ 0 w 234315"/>
                                <a:gd name="connsiteY6" fmla="*/ 63818 h 316801"/>
                                <a:gd name="connsiteX7" fmla="*/ 34195 w 234315"/>
                                <a:gd name="connsiteY7" fmla="*/ 63818 h 3168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34315" h="316801">
                                  <a:moveTo>
                                    <a:pt x="34195" y="63818"/>
                                  </a:moveTo>
                                  <a:lnTo>
                                    <a:pt x="88201" y="154686"/>
                                  </a:lnTo>
                                  <a:lnTo>
                                    <a:pt x="152972" y="0"/>
                                  </a:lnTo>
                                  <a:lnTo>
                                    <a:pt x="234315" y="0"/>
                                  </a:lnTo>
                                  <a:lnTo>
                                    <a:pt x="102013" y="316802"/>
                                  </a:lnTo>
                                  <a:lnTo>
                                    <a:pt x="34004" y="316802"/>
                                  </a:lnTo>
                                  <a:lnTo>
                                    <a:pt x="0" y="63818"/>
                                  </a:lnTo>
                                  <a:lnTo>
                                    <a:pt x="34195" y="63818"/>
                                  </a:lnTo>
                                  <a:close/>
                                </a:path>
                              </a:pathLst>
                            </a:custGeom>
                            <a:solidFill>
                              <a:srgbClr val="485358"/>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39F85539" id="Tela 76" o:spid="_x0000_s1026" editas="canvas" style="position:absolute;margin-left:-59.55pt;margin-top:-35.45pt;width:595.25pt;height:842pt;z-index:251666432" coordsize="75596,106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596;height:106934;visibility:visible;mso-wrap-style:square">
                <v:fill o:detectmouseclick="t"/>
                <v:path o:connecttype="none"/>
              </v:shape>
              <v:shape id="Freeform 4" o:spid="_x0000_s1028" style="position:absolute;left:7562;top:7010;width:60554;height:298;visibility:visible;mso-wrap-style:square;v-text-anchor:top" coordsize="635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" path="m,31r,l6350,31r,-31l,,,31xe" fillcolor="#fa5a00" stroked="f" strokeweight="0">
                <v:path arrowok="t" o:connecttype="custom" o:connectlocs="0,29845;0,29845;6055360,29845;6055360,0;0,0;0,29845" o:connectangles="0,0,0,0,0,0"/>
              </v:shape>
              <v:group id="Agrupar 92" o:spid="_x0000_s1029" style="position:absolute;left:50819;top:10147;width:17297;height:1702" coordorigin="50819,10147" coordsize="17297,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7" o:spid="_x0000_s1030" style="position:absolute;left:50819;top:10198;width:1219;height:1613;visibility:visible;mso-wrap-style:square;v-text-anchor:top" coordsize="12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" path="m128,52r,c128,13,99,,62,l,,,169r41,l41,105r20,c97,105,128,91,128,52xm88,52r,c88,68,73,72,58,72r-17,l41,33r18,c73,33,88,36,88,52xe" fillcolor="#fa5a00" stroked="f" strokeweight="0">
                  <v:path arrowok="t" o:connecttype="custom" o:connectlocs="121920,49628;121920,49628;59055,0;0,0;0,161290;39053,161290;39053,100210;58103,100210;121920,49628;83820,49628;83820,49628;55245,68715;39053,68715;39053,31494;56198,31494;83820,49628" o:connectangles="0,0,0,0,0,0,0,0,0,0,0,0,0,0,0,0"/>
                  <o:lock v:ext="edit" verticies="t"/>
                </v:shape>
                <v:shape id="Freeform 58" o:spid="_x0000_s1031" style="position:absolute;left:52285;top:10198;width:1315;height:1613;visibility:visible;mso-wrap-style:square;v-text-anchor:top" coordsize="13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" path="m138,169r,l94,96v22,-6,35,-23,35,-45c129,12,97,,64,l,,,169r40,l40,102r14,l90,169r48,xm89,51r,c89,69,72,72,59,72r-19,l40,33r21,c74,33,89,36,89,51xe" fillcolor="#fa5a00" stroked="f" strokeweight="0">
                  <v:path arrowok="t" o:connecttype="custom" o:connectlocs="131445,161290;131445,161290;89535,91620;122873,48673;60960,0;0,0;0,161290;38100,161290;38100,97347;51435,97347;85725,161290;131445,161290;84773,48673;84773,48673;56198,68715;38100,68715;38100,31494;58103,31494;84773,48673" o:connectangles="0,0,0,0,0,0,0,0,0,0,0,0,0,0,0,0,0,0,0"/>
                  <o:lock v:ext="edit" verticies="t"/>
                </v:shape>
                <v:shape id="Freeform 59" o:spid="_x0000_s1032" style="position:absolute;left:53803;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" path="m118,169r,l118,134r-79,l39,99r70,l109,66r-70,l39,34r75,l114,,,,,169r118,xe" fillcolor="#fa5a00" stroked="f" strokeweight="0">
                  <v:path arrowok="t" o:connecttype="custom" o:connectlocs="112395,161290;112395,161290;112395,127887;37148,127887;37148,94483;103823,94483;103823,62989;37148,62989;37148,32449;108585,32449;108585,0;0,0;0,161290;112395,161290" o:connectangles="0,0,0,0,0,0,0,0,0,0,0,0,0,0"/>
                </v:shape>
                <v:shape id="Freeform 60" o:spid="_x0000_s1033" style="position:absolute;left:5506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" path="m129,21r,c114,7,93,,73,,42,,8,16,8,53v,31,22,42,43,49c73,109,86,113,86,126v,14,-11,18,-23,18c50,144,35,137,26,126l,154v14,15,39,24,63,24c96,178,128,161,128,122,128,88,98,78,75,71,59,66,49,62,49,51,49,38,62,34,73,34v10,,23,6,30,15l129,21xe" fillcolor="#fa5a00" stroked="f" strokeweight="0">
                  <v:path arrowok="t" o:connecttype="custom" o:connectlocs="123190,20077;123190,20077;69712,0;7640,50672;48703,97519;82127,120464;60163,137674;24829,120464;0,147234;60163,170180;122235,116640;71622,67881;46793,48759;69712,32506;98361,46847;123190,20077" o:connectangles="0,0,0,0,0,0,0,0,0,0,0,0,0,0,0,0"/>
                </v:shape>
                <v:shape id="Freeform 61" o:spid="_x0000_s1034" style="position:absolute;left:56407;top:10147;width:1238;height:1702;visibility:visible;mso-wrap-style:square;v-text-anchor:top" coordsize="130,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" path="m130,21r,c115,7,93,,74,,43,,9,16,9,53v,31,22,42,43,49c74,109,87,113,87,126v,14,-11,18,-23,18c50,144,35,137,27,126l,154v15,15,40,24,64,24c97,178,129,161,129,122,129,88,99,78,76,71,60,66,50,62,50,51,50,38,63,34,74,34v10,,23,6,30,15l130,21xe" fillcolor="#fa5a00" stroked="f" strokeweight="0">
                  <v:path arrowok="t" o:connecttype="custom" o:connectlocs="123825,20077;123825,20077;70485,0;8573,50672;49530,97519;82868,120464;60960,137674;25718,120464;0,147234;60960,170180;122873,116640;72390,67881;47625,48759;70485,32506;99060,46847;123825,20077" o:connectangles="0,0,0,0,0,0,0,0,0,0,0,0,0,0,0,0"/>
                </v:shape>
                <v:shape id="Freeform 62" o:spid="_x0000_s1035" style="position:absolute;left:58464;top:10198;width:1327;height:1613;visibility:visible;mso-wrap-style:square;v-text-anchor:top" coordsize="139,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" path="m139,169r,l94,96v22,-6,35,-23,35,-45c129,12,97,,65,l,,,169r40,l40,102r14,l91,169r48,xm89,51r,c89,69,73,72,59,72r-19,l40,33r22,c74,33,89,36,89,51xe" fillcolor="#fa5a00" stroked="f" strokeweight="0">
                  <v:path arrowok="t" o:connecttype="custom" o:connectlocs="132715,161290;132715,161290;89750,91620;123167,48673;62061,0;0,0;0,161290;38191,161290;38191,97347;51558,97347;86885,161290;132715,161290;84976,48673;84976,48673;56332,68715;38191,68715;38191,31494;59197,31494;84976,48673" o:connectangles="0,0,0,0,0,0,0,0,0,0,0,0,0,0,0,0,0,0,0"/>
                  <o:lock v:ext="edit" verticies="t"/>
                </v:shape>
                <v:shape id="Freeform 63" o:spid="_x0000_s1036" style="position:absolute;left:5998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4" o:spid="_x0000_s1037" style="position:absolute;left:61372;top:10198;width:1023;height:1613;visibility:visible;mso-wrap-style:square;v-text-anchor:top" coordsize="107,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" path="m107,169r,l107,133r-66,l41,,,,,169r107,xe" fillcolor="#fa5a00" stroked="f" strokeweight="0">
                  <v:path arrowok="t" o:connecttype="custom" o:connectlocs="102235,161290;102235,161290;102235,126932;39174,126932;39174,0;0,0;0,161290;102235,161290" o:connectangles="0,0,0,0,0,0,0,0"/>
                </v:shape>
                <v:shape id="Freeform 65" o:spid="_x0000_s1038" style="position:absolute;left:62572;top:10198;width:1124;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" path="m118,169r,l118,134r-78,l40,99r70,l110,66r-70,l40,34r74,l114,,,,,169r118,xe" fillcolor="#fa5a00" stroked="f" strokeweight="0">
                  <v:path arrowok="t" o:connecttype="custom" o:connectlocs="112395,161290;112395,161290;112395,127887;38100,127887;38100,94483;104775,94483;104775,62989;38100,62989;38100,32449;108585,32449;108585,0;0,0;0,161290;112395,161290" o:connectangles="0,0,0,0,0,0,0,0,0,0,0,0,0,0"/>
                </v:shape>
                <v:shape id="Freeform 66" o:spid="_x0000_s1039" style="position:absolute;left:63766;top:10198;width:1727;height:1613;visibility:visible;mso-wrap-style:square;v-text-anchor:top" coordsize="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" path="m181,169r,l111,,71,,,169r45,l57,136r65,l136,169r45,xm111,103r,l69,103,90,45r21,58xe" fillcolor="#fa5a00" stroked="f" strokeweight="0">
                  <v:path arrowok="t" o:connecttype="custom" o:connectlocs="172720,161290;172720,161290;105922,0;67752,0;0,161290;42941,161290;54392,129796;116419,129796;129779,161290;172720,161290;105922,98301;105922,98301;65844,98301;85883,42947;105922,98301" o:connectangles="0,0,0,0,0,0,0,0,0,0,0,0,0,0,0"/>
                  <o:lock v:ext="edit" verticies="t"/>
                </v:shape>
                <v:shape id="Freeform 67" o:spid="_x0000_s1040" style="position:absolute;left:65500;top:10147;width:1232;height:1702;visibility:visible;mso-wrap-style:square;v-text-anchor:top" coordsize="129,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" path="m129,21r,c114,7,93,,74,,42,,8,16,8,53v,31,22,42,44,49c74,109,87,113,87,126v,14,-11,18,-24,18c50,144,35,137,27,126l,154v15,15,39,24,63,24c97,178,128,161,128,122,128,88,98,78,75,71,59,66,49,62,49,51,49,38,63,34,73,34v11,,23,6,30,15l129,21xe" fillcolor="#fa5a00" stroked="f" strokeweight="0">
                  <v:path arrowok="t" o:connecttype="custom" o:connectlocs="123190,20077;123190,20077;70667,0;7640,50672;49658,97519;83082,120464;60163,137674;25784,120464;0,147234;60163,170180;122235,116640;71622,67881;46793,48759;69712,32506;98361,46847;123190,20077" o:connectangles="0,0,0,0,0,0,0,0,0,0,0,0,0,0,0,0"/>
                </v:shape>
                <v:shape id="Freeform 68" o:spid="_x0000_s1041" style="position:absolute;left:66986;top:10198;width:1130;height:1613;visibility:visible;mso-wrap-style:square;v-text-anchor:top" coordsize="118,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" path="m118,169r,l118,134r-79,l39,99r70,l109,66r-70,l39,34r74,l113,,,,,169r118,xe" fillcolor="#fa5a00" stroked="f" strokeweight="0">
                  <v:path arrowok="t" o:connecttype="custom" o:connectlocs="113030,161290;113030,161290;113030,127887;37357,127887;37357,94483;104409,94483;104409,62989;37357,62989;37357,32449;108241,32449;108241,0;0,0;0,161290;113030,161290" o:connectangles="0,0,0,0,0,0,0,0,0,0,0,0,0,0"/>
                </v:shape>
              </v:group>
              <v:group id="Agrupar 91" o:spid="_x0000_s1042" style="position:absolute;left:7557;top:2910;width:12002;height:2880" coordorigin="11858,5207" coordsize="3375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o:lock v:ext="edit" aspectratio="t"/>
                <v:group id="Gráfico 4" o:spid="_x0000_s1043" style="position:absolute;left:23657;top:6470;width:21959;height:5545" coordorigin="23657,6470" coordsize="21958,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orma Livre: Forma 81" o:spid="_x0000_s1044" style="position:absolute;left:23657;top:6470;width:4897;height:5545;visibility:visible;mso-wrap-style:square;v-text-anchor:middle" coordsize="489680,55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" path="m403003,531019v-34290,15621,-73914,23431,-118682,23431c243459,554450,205835,547783,171260,534353,136684,521018,106680,502063,81344,477488,55912,453009,36100,423577,21622,389382,7239,355187,,317564,,276416,,235268,7334,196120,22003,162020,36671,127826,56960,98679,82868,74676,108775,50673,139065,32194,173927,19336,208788,6477,246316,,286607,v37338,,74009,6572,110109,19717c432816,32861,462058,52006,484441,77343r-86582,86201c385953,147161,370237,135065,350806,127064v-19431,-7906,-39338,-11907,-59722,-11907c268700,115157,248221,119253,229552,127444v-18669,8192,-34671,19432,-48101,33814c168021,175641,157544,192596,150114,212122v-7429,19621,-11240,40957,-11240,64294c138874,299752,142589,322040,150114,341852v7430,19812,17812,36767,30956,50864c194215,406813,210026,417862,228505,425768v18383,8001,38576,11906,60484,11906c314325,437674,336518,432721,355378,422815v18859,-9906,34099,-22765,45529,-38672l489680,467392v-23431,26765,-52292,47911,-86582,63532l403003,531019xe" fillcolor="#485358" stroked="f">
                    <v:stroke joinstyle="miter"/>
                    <v:path arrowok="t" o:connecttype="custom" o:connectlocs="403003,531019;284321,554450;171260,534353;81344,477488;21622,389382;0,276416;22003,162020;82868,74676;173927,19336;286607,0;396716,19717;484441,77343;397859,163544;350806,127064;291084,115157;229552,127444;181451,161258;150114,212122;138874,276416;150114,341852;181070,392716;228505,425768;288989,437674;355378,422815;400907,384143;489680,467392;403098,530924" o:connectangles="0,0,0,0,0,0,0,0,0,0,0,0,0,0,0,0,0,0,0,0,0,0,0,0,0,0,0"/>
                  </v:shape>
                  <v:shape id="Forma Livre: Forma 82" o:spid="_x0000_s1045" style="position:absolute;left:29284;top:6612;width:1284;height:5262;visibility:visible;mso-wrap-style:square;v-text-anchor:middle" coordsize="128396,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" path="m,526161l,,128397,r,526161l,526161xe" fillcolor="#485358" stroked="f">
                    <v:stroke joinstyle="miter"/>
                    <v:path arrowok="t" o:connecttype="custom" o:connectlocs="0,526161;0,0;128397,0;128397,526161;0,526161" o:connectangles="0,0,0,0,0"/>
                  </v:shape>
                  <v:shape id="Forma Livre: Forma 83" o:spid="_x0000_s1046" style="position:absolute;left:31754;top:6612;width:4121;height:5262;visibility:visible;mso-wrap-style:square;v-text-anchor:middle" coordsize="412051,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" path="m412051,373094v,28766,-5715,52864,-17145,72486c383476,465106,368332,480917,349377,492728v-18955,11906,-40386,20479,-64580,25623c260699,523494,235934,526161,210502,526161l,526161,,,210502,v20384,,41339,2095,62675,6286c294608,10477,313944,17717,331375,27813v17430,10192,31623,23908,42576,41243c384905,86392,390430,108490,390430,135255v,29242,-8001,53340,-23908,72485c350615,226790,329660,240602,303847,248984r,1524c318802,252984,332804,257556,346043,264224v13145,6667,24670,15239,34290,25622c390049,300228,397764,312420,403479,326231v5715,13907,8572,29528,8572,46863xm267271,152400v,-17812,-6858,-30861,-20478,-39052c233077,105251,212788,101060,185928,101060r-62674,l123254,209550r68675,c215836,209550,234315,204692,247555,195072v13144,-9620,19812,-23908,19812,-42672l267271,152400xm284417,361188v,-21812,-8192,-36957,-24575,-45339c243364,307467,221456,303276,194119,303276r-70865,l123254,423672r71627,c204788,423672,215170,422815,225838,421100v10668,-1714,20383,-4857,29051,-9334c263557,407289,270700,401003,276130,392811v5429,-8191,8191,-18669,8191,-31528l284417,361188xe" fillcolor="#485358" stroked="f">
                    <v:stroke joinstyle="miter"/>
                    <v:path arrowok="t" o:connecttype="custom" o:connectlocs="412051,373094;394906,445580;349377,492728;284797,518351;210502,526161;0,526161;0,0;210502,0;273177,6286;331375,27813;373951,69056;390430,135255;366522,207740;303847,248984;303847,250508;346043,264224;380333,289846;403479,326231;412051,373094;267271,152400;246793,113348;185928,101060;123254,101060;123254,209550;191929,209550;247555,195072;267367,152400;284417,361188;259842,315849;194119,303276;123254,303276;123254,423672;194881,423672;225838,421100;254889,411766;276130,392811;284321,361283" o:connectangles="0,0,0,0,0,0,0,0,0,0,0,0,0,0,0,0,0,0,0,0,0,0,0,0,0,0,0,0,0,0,0,0,0,0,0,0,0"/>
                  </v:shape>
                  <v:shape id="Forma Livre: Forma 84" o:spid="_x0000_s1047" style="position:absolute;left:36726;top:6612;width:3687;height:5262;visibility:visible;mso-wrap-style:square;v-text-anchor:middle" coordsize="368712,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" path="m,526161l,,355283,r,106966l123158,106966r,99631l342614,206597r,101823l123158,308420r,109251l368713,417671r,108490l,526161xe" fillcolor="#485358" stroked="f">
                    <v:stroke joinstyle="miter"/>
                    <v:path arrowok="t" o:connecttype="custom" o:connectlocs="0,526161;0,0;355283,0;355283,106966;123158,106966;123158,206597;342614,206597;342614,308420;123158,308420;123158,417671;368713,417671;368713,526161;0,526161" o:connectangles="0,0,0,0,0,0,0,0,0,0,0,0,0"/>
                  </v:shape>
                  <v:shape id="Forma Livre: Forma 85" o:spid="_x0000_s1048" style="position:absolute;left:41294;top:6612;width:4322;height:5262;visibility:visible;mso-wrap-style:square;v-text-anchor:middle" coordsize="432244,52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" path="m282893,526161l168116,317278r-43434,l124682,526161,,526161,,,201549,v25432,,50102,2572,74295,7810c299942,12954,321659,21812,340805,34195v19145,12382,34480,28765,45910,49054c398145,103537,403860,128873,403860,159067v,35719,-9715,65628,-29147,89917c355282,273272,328422,290608,294132,300990l432245,526161r-149257,l282893,526161xm277654,161258v,-12382,-2667,-22383,-7906,-30003c264509,123539,257746,117634,249460,113348v-8287,-4192,-17526,-7049,-27813,-8573c211455,103251,201549,102489,192024,102489r-68294,l123730,225076r60769,c194977,225076,205740,224218,216789,222504v10954,-1715,20955,-4858,30004,-9335c255746,208693,263176,202311,268891,193834v5810,-8382,8668,-19336,8668,-32671l277654,161258xe" fillcolor="#485358" stroked="f">
                    <v:stroke joinstyle="miter"/>
                    <v:path arrowok="t" o:connecttype="custom" o:connectlocs="282893,526161;168116,317278;124682,317278;124682,526161;0,526161;0,0;201549,0;275844,7810;340805,34195;386715,83249;403860,159067;374713,248984;294132,300990;432245,526161;282988,526161;277654,161258;269748,131255;249460,113348;221647,104775;192024,102489;123730,102489;123730,225076;184499,225076;216789,222504;246793,213169;268891,193834;277559,161163" o:connectangles="0,0,0,0,0,0,0,0,0,0,0,0,0,0,0,0,0,0,0,0,0,0,0,0,0,0,0"/>
                  </v:shape>
                </v:group>
                <v:group id="Gráfico 4" o:spid="_x0000_s1049" style="position:absolute;left:11858;top:5207;width:8528;height:8100" coordorigin="11858,5207" coordsize="8527,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orma Livre: Forma 87" o:spid="_x0000_s1050" style="position:absolute;left:11858;top:5207;width:8528;height:8100;visibility:visible;mso-wrap-style:square;v-text-anchor:middle" coordsize="852773,810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" path="m790861,l61913,c27908,,,27813,,61913l,748094v,34099,27908,61912,61913,61912l790861,810006v34004,,61912,-27813,61912,-61912l852773,61913c852773,27908,824960,,790861,xm805148,733235v,16002,-13144,29146,-29051,29146l76676,762381v-16002,,-29146,-13144,-29146,-29146l47530,76676v,-16002,13144,-29146,29146,-29146l776097,47530v16002,,29051,13144,29051,29146l805148,733235xe" fillcolor="#485358" stroked="f">
                    <v:stroke joinstyle="miter"/>
                    <v:path arrowok="t" o:connecttype="custom" o:connectlocs="790861,0;61913,0;0,61913;0,748094;61913,810006;790861,810006;852773,748094;852773,61913;790861,0;805148,733235;776097,762381;76676,762381;47530,733235;47530,76676;76676,47530;776097,47530;805148,76676;805148,733235" o:connectangles="0,0,0,0,0,0,0,0,0,0,0,0,0,0,0,0,0,0"/>
                  </v:shape>
                  <v:shape id="Forma Livre: Forma 88" o:spid="_x0000_s1051" style="position:absolute;left:12783;top:6122;width:6679;height:6268;visibility:visible;mso-wrap-style:square;v-text-anchor:middle" coordsize="667893,626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" path="m653320,l14573,c6572,,,6572,,14573l,612267v,8001,6572,14573,14573,14573l653320,626840v8001,,14573,-6572,14573,-14573l667893,14669c667893,6668,661321,95,653320,95r,-95xm617125,565404v,6001,-4953,10954,-10954,10954l61817,576358v-6001,,-10953,-4953,-10953,-10954l50864,61913v,-6001,4952,-10859,10953,-10859l606076,51054v6001,,10954,4953,10954,10859l617030,565499r95,-95xe" fillcolor="#e84e0f" stroked="f">
                    <v:stroke joinstyle="miter"/>
                    <v:path arrowok="t" o:connecttype="custom" o:connectlocs="653320,0;14573,0;0,14573;0,612267;14573,626840;653320,626840;667893,612267;667893,14669;653320,95;617125,565404;606171,576358;61817,576358;50864,565404;50864,61913;61817,51054;606076,51054;617030,61913;617030,565499" o:connectangles="0,0,0,0,0,0,0,0,0,0,0,0,0,0,0,0,0,0"/>
                  </v:shape>
                  <v:shape id="Forma Livre: Forma 89" o:spid="_x0000_s1052" style="position:absolute;left:13701;top:7673;width:2343;height:3168;visibility:visible;mso-wrap-style:square;v-text-anchor:middle" coordsize="234314,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" path="m200120,63818r-54006,90868l81343,,,,132302,316802r68009,l234315,63818r-34195,xe" fillcolor="#485358" stroked="f">
                    <v:stroke joinstyle="miter"/>
                    <v:path arrowok="t" o:connecttype="custom" o:connectlocs="200120,63818;146114,154686;81343,0;0,0;132302,316802;200311,316802;234315,63818;200120,63818" o:connectangles="0,0,0,0,0,0,0,0"/>
                  </v:shape>
                  <v:shape id="Forma Livre: Forma 90" o:spid="_x0000_s1053" style="position:absolute;left:16201;top:7673;width:2343;height:3168;visibility:visible;mso-wrap-style:square;v-text-anchor:middle" coordsize="234315,31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" path="m34195,63818r54006,90868l152972,r81343,l102013,316802r-68009,l,63818r34195,xe" fillcolor="#485358" stroked="f">
                    <v:stroke joinstyle="miter"/>
                    <v:path arrowok="t" o:connecttype="custom" o:connectlocs="34195,63818;88201,154686;152972,0;234315,0;102013,316802;34004,316802;0,63818;34195,63818" o:connectangles="0,0,0,0,0,0,0,0"/>
                  </v:shape>
                </v:group>
              </v:group>
            </v:group>
          </w:pict>
        </mc:Fallback>
      </mc:AlternateContent>
    </w:r>
    <w:r>
      <w:rPr>
        <w:noProof/>
        <w:lang w:val="fr-FR"/>
      </w:rPr>
      <mc:AlternateContent>
        <mc:Choice Requires="wps">
          <w:drawing>
            <wp:anchor distT="0" distB="0" distL="0" distR="0" simplePos="0" relativeHeight="251663360" behindDoc="0" locked="0" layoutInCell="1" allowOverlap="1" wp14:anchorId="590C1290" wp14:editId="708395A8">
              <wp:simplePos x="758190" y="44958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FD69BA" w14:textId="3BCDF32A"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0C1290" id="_x0000_t202" coordsize="21600,21600" o:spt="202" path="m,l,21600r21600,l21600,xe">
              <v:stroke joinstyle="miter"/>
              <v:path gradientshapeok="t" o:connecttype="rect"/>
            </v:shapetype>
            <v:shape id="Textfeld 13"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3FD69BA" w14:textId="3BCDF32A"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1C0210" w:rsidR="00533132" w:rsidRDefault="005259BF">
    <w:pPr>
      <w:pStyle w:val="Kopfzeile"/>
    </w:pPr>
    <w:r>
      <w:rPr>
        <w:noProof/>
        <w:lang w:val="fr-FR"/>
      </w:rPr>
      <mc:AlternateContent>
        <mc:Choice Requires="wps">
          <w:drawing>
            <wp:anchor distT="0" distB="0" distL="0" distR="0" simplePos="0" relativeHeight="251661312" behindDoc="0" locked="0" layoutInCell="1" allowOverlap="1" wp14:anchorId="3E87DF34" wp14:editId="2A62BF9B">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68D897" w14:textId="5649FC49" w:rsidR="005259BF" w:rsidRPr="005259BF" w:rsidRDefault="005259BF">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87DF34" id="_x0000_t202" coordsize="21600,21600" o:spt="202" path="m,l,21600r21600,l21600,xe">
              <v:stroke joinstyle="miter"/>
              <v:path gradientshapeok="t" o:connecttype="rect"/>
            </v:shapetype>
            <v:shape id="Textfeld 10"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4968D897" w14:textId="5649FC49" w:rsidR="005259BF" w:rsidRPr="005259BF" w:rsidRDefault="005259BF">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1501.7pt;height:1501.7pt" o:bullet="t">
        <v:imagedata r:id="rId1" o:title="AZ_04a"/>
      </v:shape>
    </w:pict>
  </w:numPicBullet>
  <w:numPicBullet w:numPicBulletId="1">
    <w:pict>
      <v:shape id="_x0000_i1227" type="#_x0000_t75" style="width:5.15pt;height:5.1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784"/>
    <w:rsid w:val="00033012"/>
    <w:rsid w:val="00042106"/>
    <w:rsid w:val="0005285B"/>
    <w:rsid w:val="00055529"/>
    <w:rsid w:val="00055F15"/>
    <w:rsid w:val="0006144A"/>
    <w:rsid w:val="00062C3A"/>
    <w:rsid w:val="00066D09"/>
    <w:rsid w:val="000736B5"/>
    <w:rsid w:val="00080D3F"/>
    <w:rsid w:val="0009665C"/>
    <w:rsid w:val="000A0479"/>
    <w:rsid w:val="000A36D9"/>
    <w:rsid w:val="000A4C7D"/>
    <w:rsid w:val="000B582B"/>
    <w:rsid w:val="000D15C3"/>
    <w:rsid w:val="000E24F8"/>
    <w:rsid w:val="000E5738"/>
    <w:rsid w:val="00103205"/>
    <w:rsid w:val="0011795C"/>
    <w:rsid w:val="0012026F"/>
    <w:rsid w:val="00130601"/>
    <w:rsid w:val="00132055"/>
    <w:rsid w:val="00140D7E"/>
    <w:rsid w:val="00146C3D"/>
    <w:rsid w:val="00152E36"/>
    <w:rsid w:val="00153B47"/>
    <w:rsid w:val="001613A6"/>
    <w:rsid w:val="001614F0"/>
    <w:rsid w:val="001616F4"/>
    <w:rsid w:val="0018021A"/>
    <w:rsid w:val="00184969"/>
    <w:rsid w:val="00184D2A"/>
    <w:rsid w:val="00194B9D"/>
    <w:rsid w:val="00194FB1"/>
    <w:rsid w:val="001B16BB"/>
    <w:rsid w:val="001B34EE"/>
    <w:rsid w:val="001C1A3E"/>
    <w:rsid w:val="001F61E6"/>
    <w:rsid w:val="00200355"/>
    <w:rsid w:val="0021351D"/>
    <w:rsid w:val="00247AA1"/>
    <w:rsid w:val="00253971"/>
    <w:rsid w:val="00253A2E"/>
    <w:rsid w:val="0025639D"/>
    <w:rsid w:val="002603EC"/>
    <w:rsid w:val="002611FE"/>
    <w:rsid w:val="00282AFC"/>
    <w:rsid w:val="00286C15"/>
    <w:rsid w:val="00287D61"/>
    <w:rsid w:val="0029634D"/>
    <w:rsid w:val="002A25A2"/>
    <w:rsid w:val="002B7460"/>
    <w:rsid w:val="002C676B"/>
    <w:rsid w:val="002C7542"/>
    <w:rsid w:val="002D065C"/>
    <w:rsid w:val="002D0780"/>
    <w:rsid w:val="002D2EE5"/>
    <w:rsid w:val="002D63E6"/>
    <w:rsid w:val="002D71E0"/>
    <w:rsid w:val="002E5BE8"/>
    <w:rsid w:val="002E765F"/>
    <w:rsid w:val="002E7E4E"/>
    <w:rsid w:val="002F108B"/>
    <w:rsid w:val="002F5818"/>
    <w:rsid w:val="002F70FD"/>
    <w:rsid w:val="0030316D"/>
    <w:rsid w:val="0032774C"/>
    <w:rsid w:val="00332D28"/>
    <w:rsid w:val="0034191A"/>
    <w:rsid w:val="00343CC7"/>
    <w:rsid w:val="003524CC"/>
    <w:rsid w:val="0036561D"/>
    <w:rsid w:val="003665BE"/>
    <w:rsid w:val="00380ACA"/>
    <w:rsid w:val="00384A08"/>
    <w:rsid w:val="00387E6F"/>
    <w:rsid w:val="003967E5"/>
    <w:rsid w:val="003A753A"/>
    <w:rsid w:val="003B3803"/>
    <w:rsid w:val="003C2A71"/>
    <w:rsid w:val="003C4F36"/>
    <w:rsid w:val="003E1CB6"/>
    <w:rsid w:val="003E3CF6"/>
    <w:rsid w:val="003E759F"/>
    <w:rsid w:val="003E7853"/>
    <w:rsid w:val="003F57AB"/>
    <w:rsid w:val="00400FD9"/>
    <w:rsid w:val="004016F7"/>
    <w:rsid w:val="0040277F"/>
    <w:rsid w:val="00403373"/>
    <w:rsid w:val="00406C81"/>
    <w:rsid w:val="004107D2"/>
    <w:rsid w:val="00412545"/>
    <w:rsid w:val="0041475A"/>
    <w:rsid w:val="00414BD5"/>
    <w:rsid w:val="00417237"/>
    <w:rsid w:val="00430BB0"/>
    <w:rsid w:val="004454FF"/>
    <w:rsid w:val="0046460D"/>
    <w:rsid w:val="00467F3C"/>
    <w:rsid w:val="0047498D"/>
    <w:rsid w:val="00476100"/>
    <w:rsid w:val="00487BFC"/>
    <w:rsid w:val="00490F48"/>
    <w:rsid w:val="004A463B"/>
    <w:rsid w:val="004B63CD"/>
    <w:rsid w:val="004C1967"/>
    <w:rsid w:val="004D23D0"/>
    <w:rsid w:val="004D2BE0"/>
    <w:rsid w:val="004E6EF5"/>
    <w:rsid w:val="004F5F01"/>
    <w:rsid w:val="00506409"/>
    <w:rsid w:val="005167A3"/>
    <w:rsid w:val="005259BF"/>
    <w:rsid w:val="0053014B"/>
    <w:rsid w:val="00530E32"/>
    <w:rsid w:val="00533132"/>
    <w:rsid w:val="00537210"/>
    <w:rsid w:val="005649F4"/>
    <w:rsid w:val="005710C8"/>
    <w:rsid w:val="005711A3"/>
    <w:rsid w:val="00571A5C"/>
    <w:rsid w:val="00573B2B"/>
    <w:rsid w:val="005776E9"/>
    <w:rsid w:val="00587AD9"/>
    <w:rsid w:val="005909A8"/>
    <w:rsid w:val="00592C48"/>
    <w:rsid w:val="005A4F04"/>
    <w:rsid w:val="005B2BA9"/>
    <w:rsid w:val="005B5793"/>
    <w:rsid w:val="005B6265"/>
    <w:rsid w:val="005C6B30"/>
    <w:rsid w:val="005C71EC"/>
    <w:rsid w:val="005E25BC"/>
    <w:rsid w:val="005E764C"/>
    <w:rsid w:val="005E7F7D"/>
    <w:rsid w:val="005F77E5"/>
    <w:rsid w:val="006055BB"/>
    <w:rsid w:val="006063D4"/>
    <w:rsid w:val="00623B37"/>
    <w:rsid w:val="006330A2"/>
    <w:rsid w:val="0063625E"/>
    <w:rsid w:val="00642EB6"/>
    <w:rsid w:val="006433E2"/>
    <w:rsid w:val="00651E5D"/>
    <w:rsid w:val="00677F11"/>
    <w:rsid w:val="00682B1A"/>
    <w:rsid w:val="00690D7C"/>
    <w:rsid w:val="00690DFE"/>
    <w:rsid w:val="00695E57"/>
    <w:rsid w:val="006B3EEC"/>
    <w:rsid w:val="006C0C87"/>
    <w:rsid w:val="006D6CC6"/>
    <w:rsid w:val="006D7EAC"/>
    <w:rsid w:val="006E0104"/>
    <w:rsid w:val="006F3B56"/>
    <w:rsid w:val="006F7602"/>
    <w:rsid w:val="00722A17"/>
    <w:rsid w:val="00723F4F"/>
    <w:rsid w:val="00732DBC"/>
    <w:rsid w:val="0075032E"/>
    <w:rsid w:val="00754B80"/>
    <w:rsid w:val="00755AE0"/>
    <w:rsid w:val="0075761B"/>
    <w:rsid w:val="00757B83"/>
    <w:rsid w:val="00767C96"/>
    <w:rsid w:val="00774358"/>
    <w:rsid w:val="00791A69"/>
    <w:rsid w:val="0079462A"/>
    <w:rsid w:val="00794830"/>
    <w:rsid w:val="00797CAA"/>
    <w:rsid w:val="007A2B6F"/>
    <w:rsid w:val="007A6BD2"/>
    <w:rsid w:val="007C2658"/>
    <w:rsid w:val="007C272C"/>
    <w:rsid w:val="007D59A2"/>
    <w:rsid w:val="007E203E"/>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7AB"/>
    <w:rsid w:val="008A5650"/>
    <w:rsid w:val="008C2A29"/>
    <w:rsid w:val="008C2DB2"/>
    <w:rsid w:val="008C4A2B"/>
    <w:rsid w:val="008D2B87"/>
    <w:rsid w:val="008D770E"/>
    <w:rsid w:val="008F34E2"/>
    <w:rsid w:val="0090337E"/>
    <w:rsid w:val="009049D8"/>
    <w:rsid w:val="00910609"/>
    <w:rsid w:val="00915841"/>
    <w:rsid w:val="00922169"/>
    <w:rsid w:val="00926BE6"/>
    <w:rsid w:val="009328FA"/>
    <w:rsid w:val="00936A78"/>
    <w:rsid w:val="009375E1"/>
    <w:rsid w:val="009405D6"/>
    <w:rsid w:val="00952853"/>
    <w:rsid w:val="00954CF4"/>
    <w:rsid w:val="00962FD6"/>
    <w:rsid w:val="009646E4"/>
    <w:rsid w:val="00977EC3"/>
    <w:rsid w:val="0098631D"/>
    <w:rsid w:val="0099535A"/>
    <w:rsid w:val="009B17A9"/>
    <w:rsid w:val="009B211F"/>
    <w:rsid w:val="009B7C05"/>
    <w:rsid w:val="009C2378"/>
    <w:rsid w:val="009C5A77"/>
    <w:rsid w:val="009C5D99"/>
    <w:rsid w:val="009D016F"/>
    <w:rsid w:val="009E251D"/>
    <w:rsid w:val="009F10A8"/>
    <w:rsid w:val="009F715C"/>
    <w:rsid w:val="00A02F49"/>
    <w:rsid w:val="00A042B4"/>
    <w:rsid w:val="00A171F4"/>
    <w:rsid w:val="00A1772D"/>
    <w:rsid w:val="00A177B2"/>
    <w:rsid w:val="00A24EFC"/>
    <w:rsid w:val="00A27829"/>
    <w:rsid w:val="00A46F1E"/>
    <w:rsid w:val="00A614EF"/>
    <w:rsid w:val="00A66B3F"/>
    <w:rsid w:val="00A82395"/>
    <w:rsid w:val="00A9295C"/>
    <w:rsid w:val="00A977CE"/>
    <w:rsid w:val="00AA0DF7"/>
    <w:rsid w:val="00AA5D7F"/>
    <w:rsid w:val="00AB52F9"/>
    <w:rsid w:val="00AD131F"/>
    <w:rsid w:val="00AD32D5"/>
    <w:rsid w:val="00AD70E4"/>
    <w:rsid w:val="00AF3B3A"/>
    <w:rsid w:val="00AF4E8E"/>
    <w:rsid w:val="00AF6569"/>
    <w:rsid w:val="00B06265"/>
    <w:rsid w:val="00B5232A"/>
    <w:rsid w:val="00B60ED1"/>
    <w:rsid w:val="00B62CF5"/>
    <w:rsid w:val="00B70014"/>
    <w:rsid w:val="00B85705"/>
    <w:rsid w:val="00B874DC"/>
    <w:rsid w:val="00B90F78"/>
    <w:rsid w:val="00BC6E4F"/>
    <w:rsid w:val="00BD1058"/>
    <w:rsid w:val="00BD25D1"/>
    <w:rsid w:val="00BD5245"/>
    <w:rsid w:val="00BD5391"/>
    <w:rsid w:val="00BD764C"/>
    <w:rsid w:val="00BF01D6"/>
    <w:rsid w:val="00BF56B2"/>
    <w:rsid w:val="00BF6ECF"/>
    <w:rsid w:val="00C04150"/>
    <w:rsid w:val="00C055AB"/>
    <w:rsid w:val="00C11F95"/>
    <w:rsid w:val="00C136DF"/>
    <w:rsid w:val="00C17501"/>
    <w:rsid w:val="00C26672"/>
    <w:rsid w:val="00C40627"/>
    <w:rsid w:val="00C43EAF"/>
    <w:rsid w:val="00C457C3"/>
    <w:rsid w:val="00C644CA"/>
    <w:rsid w:val="00C658FC"/>
    <w:rsid w:val="00C73005"/>
    <w:rsid w:val="00C84D75"/>
    <w:rsid w:val="00C85E18"/>
    <w:rsid w:val="00C90092"/>
    <w:rsid w:val="00C96E9F"/>
    <w:rsid w:val="00CA0313"/>
    <w:rsid w:val="00CA4A09"/>
    <w:rsid w:val="00CB71DD"/>
    <w:rsid w:val="00CC5A63"/>
    <w:rsid w:val="00CC787C"/>
    <w:rsid w:val="00CD35C4"/>
    <w:rsid w:val="00CE26FE"/>
    <w:rsid w:val="00CF36C9"/>
    <w:rsid w:val="00D00EC4"/>
    <w:rsid w:val="00D12CB8"/>
    <w:rsid w:val="00D166AC"/>
    <w:rsid w:val="00D36BA2"/>
    <w:rsid w:val="00D37CF4"/>
    <w:rsid w:val="00D4487C"/>
    <w:rsid w:val="00D63D33"/>
    <w:rsid w:val="00D65E49"/>
    <w:rsid w:val="00D73352"/>
    <w:rsid w:val="00D935C3"/>
    <w:rsid w:val="00DA0266"/>
    <w:rsid w:val="00DA477E"/>
    <w:rsid w:val="00DA781F"/>
    <w:rsid w:val="00DB4BB0"/>
    <w:rsid w:val="00DC2990"/>
    <w:rsid w:val="00DC3E09"/>
    <w:rsid w:val="00DE461D"/>
    <w:rsid w:val="00E0288A"/>
    <w:rsid w:val="00E04039"/>
    <w:rsid w:val="00E14608"/>
    <w:rsid w:val="00E15EBE"/>
    <w:rsid w:val="00E1733A"/>
    <w:rsid w:val="00E21E67"/>
    <w:rsid w:val="00E30EBF"/>
    <w:rsid w:val="00E316C0"/>
    <w:rsid w:val="00E31E03"/>
    <w:rsid w:val="00E35214"/>
    <w:rsid w:val="00E451CD"/>
    <w:rsid w:val="00E51170"/>
    <w:rsid w:val="00E52D70"/>
    <w:rsid w:val="00E55534"/>
    <w:rsid w:val="00E7116D"/>
    <w:rsid w:val="00E72429"/>
    <w:rsid w:val="00E729CB"/>
    <w:rsid w:val="00E914D1"/>
    <w:rsid w:val="00E960D8"/>
    <w:rsid w:val="00E97DC4"/>
    <w:rsid w:val="00EB5FCA"/>
    <w:rsid w:val="00EC0F59"/>
    <w:rsid w:val="00F01487"/>
    <w:rsid w:val="00F048D4"/>
    <w:rsid w:val="00F04E21"/>
    <w:rsid w:val="00F20920"/>
    <w:rsid w:val="00F23212"/>
    <w:rsid w:val="00F33B16"/>
    <w:rsid w:val="00F34990"/>
    <w:rsid w:val="00F353EA"/>
    <w:rsid w:val="00F36C27"/>
    <w:rsid w:val="00F56318"/>
    <w:rsid w:val="00F60ED2"/>
    <w:rsid w:val="00F61A09"/>
    <w:rsid w:val="00F62E45"/>
    <w:rsid w:val="00F67C95"/>
    <w:rsid w:val="00F74540"/>
    <w:rsid w:val="00F75B79"/>
    <w:rsid w:val="00F82525"/>
    <w:rsid w:val="00F91AC4"/>
    <w:rsid w:val="00F97FEA"/>
    <w:rsid w:val="00FB60E1"/>
    <w:rsid w:val="00FD3589"/>
    <w:rsid w:val="00FD3768"/>
    <w:rsid w:val="00FD51E9"/>
    <w:rsid w:val="00FF47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Platzhaltertext">
    <w:name w:val="Placeholder Text"/>
    <w:basedOn w:val="Absatz-Standardschriftart"/>
    <w:uiPriority w:val="99"/>
    <w:unhideWhenUsed/>
    <w:rsid w:val="00CD35C4"/>
    <w:rPr>
      <w:color w:val="808080"/>
    </w:rPr>
  </w:style>
  <w:style w:type="paragraph" w:styleId="berarbeitung">
    <w:name w:val="Revision"/>
    <w:hidden/>
    <w:uiPriority w:val="71"/>
    <w:semiHidden/>
    <w:rsid w:val="00184969"/>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2080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0CEC-6933-4DA1-867E-79211E6B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854</Words>
  <Characters>5382</Characters>
  <Application>Microsoft Office Word</Application>
  <DocSecurity>0</DocSecurity>
  <Lines>44</Lines>
  <Paragraphs>12</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wir-lieben-office.de</Company>
  <LinksUpToDate>false</LinksUpToDate>
  <CharactersWithSpaces>6224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2021-10-28T15:19:00Z</cp:lastPrinted>
  <dcterms:created xsi:type="dcterms:W3CDTF">2022-08-31T09:41:00Z</dcterms:created>
  <dcterms:modified xsi:type="dcterms:W3CDTF">2022-10-07T08:41:00Z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2022-05-10T09:30:51Z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098fdcaa-44f8-410b-b992-4adfe1315d14</vt:lpwstr>
  </property>
  <property fmtid="{D5CDD505-2E9C-101B-9397-08002B2CF9AE}" pid="11" name="MSIP_Label_df1a195f-122b-42dc-a2d3-71a1903dcdac_ContentBits">
    <vt:lpwstr>1</vt:lpwstr>
  </property>
</Properties>
</file>