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A6473B0" w:rsidR="00A27829" w:rsidRPr="001F61E6" w:rsidRDefault="005E25BC" w:rsidP="00A27829">
      <w:pPr>
        <w:pStyle w:val="Head"/>
      </w:pPr>
      <w:bookmarkStart w:id="0" w:name="_Hlk111120004"/>
      <w:r>
        <w:rPr>
          <w:lang w:val="en-US"/>
        </w:rPr>
        <w:t xml:space="preserve">Ciber | European Debut for the iNOVA 2000 Continuous Mobile Asphalt Mixing Plant </w:t>
      </w:r>
    </w:p>
    <w:p w14:paraId="193790FB" w14:textId="4FCA9E06" w:rsidR="00A46F1E" w:rsidRPr="001F61E6" w:rsidRDefault="00243A86" w:rsidP="00881E44">
      <w:pPr>
        <w:pStyle w:val="Teaser"/>
      </w:pPr>
      <w:r>
        <w:rPr>
          <w:bCs/>
          <w:lang w:val="en-US"/>
        </w:rPr>
        <w:t>A</w:t>
      </w:r>
      <w:r w:rsidR="005E25BC">
        <w:rPr>
          <w:bCs/>
          <w:lang w:val="en-US"/>
        </w:rPr>
        <w:t xml:space="preserve">t Bauma, and for the first time in Europe, Ciber is presenting the iNOVA 2000 mobile continuous asphalt mixing plant for the global market. This model has the highest production capacity in the iNOVA line, which was first launched in 2017. With technologies that offer logistical benefits, low production costs and a low environmental impact, the iNOVA 2000 is a leading product in countries such as Australia and New Zealand, as well as being a market leader in Latin America and Africa. </w:t>
      </w:r>
    </w:p>
    <w:p w14:paraId="55CB604F" w14:textId="77777777" w:rsidR="002B7460" w:rsidRDefault="005E25BC" w:rsidP="00282AFC">
      <w:pPr>
        <w:pStyle w:val="Standardabsatz"/>
      </w:pPr>
      <w:r>
        <w:rPr>
          <w:lang w:val="en-US"/>
        </w:rPr>
        <w:t xml:space="preserve">With a production capacity of up to 200 t/h, the plant consists of only two mobile units, resulting in low transportation and installation costs. With the help of moisture sensors, the individual weighing system for the different aggregates used ensures materials are dosed accurately in a continuous flow. The counterflow dryer for aggregates features automatic speed variation and thereby provides an optimal heat exchange between aggregates and combustion gases, thus minimizing fuel consumption. </w:t>
      </w:r>
    </w:p>
    <w:p w14:paraId="5941A861" w14:textId="1B102796" w:rsidR="000B582B" w:rsidRPr="00AA5D7F" w:rsidRDefault="005E25BC" w:rsidP="00282AFC">
      <w:pPr>
        <w:pStyle w:val="Standardabsatz"/>
      </w:pPr>
      <w:r>
        <w:rPr>
          <w:lang w:val="en-US"/>
        </w:rPr>
        <w:t xml:space="preserve">The robust filtration system ensures the lowest environmental impact during production. To assure maximum mix quality, the mixer is external to the equipment, with high shear, a dry initial stage (without the binder) and automatic control of the mixing time, as per project requirements. The plant’s operation is fully automatic, ensuring high process reliability. The fault diagnosis system and highly durable wear elements increase equipment uptime. </w:t>
      </w:r>
    </w:p>
    <w:p w14:paraId="7EDDE320" w14:textId="2970C21D" w:rsidR="00CD35C4" w:rsidRPr="00CD35C4" w:rsidRDefault="005E25BC" w:rsidP="00CD35C4">
      <w:pPr>
        <w:pStyle w:val="Absatzberschrift"/>
      </w:pPr>
      <w:r>
        <w:rPr>
          <w:bCs/>
          <w:lang w:val="en-US"/>
        </w:rPr>
        <w:t>AutoSmart</w:t>
      </w:r>
    </w:p>
    <w:p w14:paraId="684C6270" w14:textId="12562E0F" w:rsidR="00BD25D1" w:rsidRPr="0025639D" w:rsidRDefault="0006144A" w:rsidP="0006144A">
      <w:pPr>
        <w:jc w:val="both"/>
      </w:pPr>
      <w:r>
        <w:rPr>
          <w:sz w:val="22"/>
          <w:lang w:val="en-US"/>
        </w:rPr>
        <w:t>For full integration and total plant management, the AutoSmart package establishes instantaneous communication between the metering, drying, filtering, and mixing systems so that it can anticipate the action to be taken by these systems, resulting in a process that can be automatically adjusted to achieve optimum production conditions. This feature offers many benefits, including less dependence on operator skills, and automates manual processes that are susceptible to errors, such as the measurement of moisture in aggregates, both before and during production.</w:t>
      </w:r>
      <w:r>
        <w:rPr>
          <w:lang w:val="en-US"/>
        </w:rPr>
        <w:t xml:space="preserve"> </w:t>
      </w:r>
    </w:p>
    <w:p w14:paraId="4E87031D" w14:textId="3913CCE6" w:rsidR="00CD35C4" w:rsidRPr="0025639D" w:rsidRDefault="00CD35C4" w:rsidP="00CD35C4">
      <w:pPr>
        <w:jc w:val="both"/>
      </w:pPr>
    </w:p>
    <w:p w14:paraId="5D5717FE" w14:textId="6B7B46B9" w:rsidR="00CD35C4" w:rsidRPr="00CD35C4" w:rsidRDefault="005E25BC" w:rsidP="00CD35C4">
      <w:pPr>
        <w:pStyle w:val="Absatzberschrift"/>
      </w:pPr>
      <w:r>
        <w:rPr>
          <w:bCs/>
          <w:lang w:val="en-US"/>
        </w:rPr>
        <w:t>Fuel Efficiency</w:t>
      </w:r>
    </w:p>
    <w:p w14:paraId="54BF809D" w14:textId="6955D274" w:rsidR="005E25BC" w:rsidRPr="0025639D" w:rsidRDefault="005E25BC" w:rsidP="005E25BC">
      <w:pPr>
        <w:jc w:val="both"/>
        <w:rPr>
          <w:sz w:val="22"/>
          <w:szCs w:val="24"/>
        </w:rPr>
      </w:pPr>
      <w:r>
        <w:rPr>
          <w:sz w:val="22"/>
          <w:lang w:val="en-US"/>
        </w:rPr>
        <w:t>The dryer drum used exclusively for aggregates, the Ciber Total Air burner, the exhaust system that adapts to demands, and the exclusive smart drying system assure low fuel consumption.</w:t>
      </w:r>
      <w:r>
        <w:rPr>
          <w:szCs w:val="10"/>
          <w:lang w:val="en-US"/>
        </w:rPr>
        <w:t xml:space="preserve"> </w:t>
      </w:r>
      <w:r>
        <w:rPr>
          <w:sz w:val="22"/>
          <w:lang w:val="en-US"/>
        </w:rPr>
        <w:t>The</w:t>
      </w:r>
      <w:r>
        <w:rPr>
          <w:szCs w:val="10"/>
          <w:lang w:val="en-US"/>
        </w:rPr>
        <w:t xml:space="preserve"> </w:t>
      </w:r>
      <w:r>
        <w:rPr>
          <w:sz w:val="22"/>
          <w:lang w:val="en-US"/>
        </w:rPr>
        <w:t>air burner electronically assures a perfect relationship between air and fuel, optimizing the combustion system and increasing thermal efficiency.</w:t>
      </w:r>
    </w:p>
    <w:p w14:paraId="5037C4CD" w14:textId="6D1AA66E" w:rsidR="005E25BC" w:rsidRPr="005E25BC" w:rsidRDefault="005E25BC" w:rsidP="00CD35C4">
      <w:pPr>
        <w:jc w:val="both"/>
        <w:rPr>
          <w:szCs w:val="18"/>
        </w:rPr>
      </w:pPr>
    </w:p>
    <w:p w14:paraId="064F5790" w14:textId="3155D49B" w:rsidR="005E25BC" w:rsidRPr="00CD35C4" w:rsidRDefault="00BF01D6" w:rsidP="005E25BC">
      <w:pPr>
        <w:pStyle w:val="Absatzberschrift"/>
      </w:pPr>
      <w:r>
        <w:rPr>
          <w:bCs/>
          <w:lang w:val="en-US"/>
        </w:rPr>
        <w:t>Adaptive, Demand-Controlled Exhaust System</w:t>
      </w:r>
    </w:p>
    <w:p w14:paraId="0A7B0EA6" w14:textId="26118EB5" w:rsidR="005E25BC" w:rsidRDefault="00C90092" w:rsidP="005E25BC">
      <w:pPr>
        <w:jc w:val="both"/>
        <w:rPr>
          <w:sz w:val="22"/>
        </w:rPr>
      </w:pPr>
      <w:r>
        <w:rPr>
          <w:sz w:val="22"/>
          <w:lang w:val="en-US"/>
        </w:rPr>
        <w:t>The exhaust extraction speed automatically adapts to the momentary production requirements, providing a perfect thermal balance in the system.</w:t>
      </w:r>
      <w:r>
        <w:rPr>
          <w:lang w:val="en-US"/>
        </w:rPr>
        <w:t xml:space="preserve"> </w:t>
      </w:r>
      <w:r>
        <w:rPr>
          <w:sz w:val="22"/>
          <w:lang w:val="en-US"/>
        </w:rPr>
        <w:t>The dryer’s rotation speed also varies automatically, ensuring the perfect thermal exchange between the aggregates and the plant’s thermal system, regardless of the characteristics of the aggregates, which significantly reduces fuel consumption.</w:t>
      </w:r>
    </w:p>
    <w:p w14:paraId="6E171978" w14:textId="77777777" w:rsidR="005E25BC" w:rsidRPr="005E25BC" w:rsidRDefault="005E25BC" w:rsidP="005E25BC">
      <w:pPr>
        <w:pStyle w:val="Absatzberschrift"/>
        <w:rPr>
          <w:sz w:val="16"/>
          <w:szCs w:val="18"/>
        </w:rPr>
      </w:pPr>
    </w:p>
    <w:p w14:paraId="24AAE240" w14:textId="77777777" w:rsidR="0006144A" w:rsidRDefault="0006144A">
      <w:pPr>
        <w:rPr>
          <w:rFonts w:eastAsiaTheme="minorHAnsi" w:cstheme="minorBidi"/>
          <w:b/>
          <w:sz w:val="22"/>
          <w:szCs w:val="24"/>
        </w:rPr>
      </w:pPr>
      <w:r>
        <w:rPr>
          <w:lang w:val="en-US"/>
        </w:rPr>
        <w:br w:type="page"/>
      </w:r>
    </w:p>
    <w:p w14:paraId="55C0091B" w14:textId="4D893B0B" w:rsidR="005E25BC" w:rsidRPr="00CD35C4" w:rsidRDefault="005E25BC" w:rsidP="005E25BC">
      <w:pPr>
        <w:pStyle w:val="Absatzberschrift"/>
      </w:pPr>
      <w:r>
        <w:rPr>
          <w:bCs/>
          <w:lang w:val="en-US"/>
        </w:rPr>
        <w:lastRenderedPageBreak/>
        <w:t>High Performance with Special Mixes</w:t>
      </w:r>
    </w:p>
    <w:p w14:paraId="432A3F07" w14:textId="7521B0AE" w:rsidR="005E25BC" w:rsidRPr="005E25BC" w:rsidRDefault="00F62E45" w:rsidP="005E25BC">
      <w:pPr>
        <w:jc w:val="both"/>
        <w:rPr>
          <w:sz w:val="22"/>
        </w:rPr>
      </w:pPr>
      <w:r>
        <w:rPr>
          <w:sz w:val="22"/>
          <w:lang w:val="en-US"/>
        </w:rPr>
        <w:t>The external pug mill mixer with a dry homogenization stage between the aggregates and additives and automatic control of the mixing time result in a state-of-the-art continuous flow mixer. This provides the necessary robustness and flexibility for the production of any type of asphalt mix and assures highest quality.</w:t>
      </w:r>
    </w:p>
    <w:p w14:paraId="2E9D8B04" w14:textId="77777777" w:rsidR="005E25BC" w:rsidRPr="00287D61" w:rsidRDefault="005E25BC" w:rsidP="005E25BC">
      <w:pPr>
        <w:jc w:val="both"/>
        <w:rPr>
          <w:szCs w:val="18"/>
        </w:rPr>
      </w:pPr>
    </w:p>
    <w:p w14:paraId="52084E38" w14:textId="2883ED3C" w:rsidR="00287D61" w:rsidRPr="00CD35C4" w:rsidRDefault="00287D61" w:rsidP="00287D61">
      <w:pPr>
        <w:pStyle w:val="Absatzberschrift"/>
      </w:pPr>
      <w:r>
        <w:rPr>
          <w:bCs/>
          <w:lang w:val="en-US"/>
        </w:rPr>
        <w:t>Optimized Maintenance</w:t>
      </w:r>
    </w:p>
    <w:p w14:paraId="23ADA9FD" w14:textId="717252DA" w:rsidR="00287D61" w:rsidRDefault="00287D61" w:rsidP="00287D61">
      <w:pPr>
        <w:jc w:val="both"/>
        <w:rPr>
          <w:sz w:val="22"/>
        </w:rPr>
      </w:pPr>
      <w:r>
        <w:rPr>
          <w:sz w:val="22"/>
          <w:lang w:val="en-US"/>
        </w:rPr>
        <w:t>The digital fault diagnosis system systematically monitors all the plant’s motors and draws on online information to ensure that it always operates at maximum efficiency. The wear components, especially mixer paddles and bag filters, are highly durable owing to the process and material characteristics. The result is a consistently high plant utilization rate.</w:t>
      </w:r>
    </w:p>
    <w:p w14:paraId="420DB820" w14:textId="77777777" w:rsidR="00287D61" w:rsidRPr="00287D61" w:rsidRDefault="00287D61" w:rsidP="00287D61">
      <w:pPr>
        <w:jc w:val="both"/>
        <w:rPr>
          <w:szCs w:val="10"/>
        </w:rPr>
      </w:pPr>
    </w:p>
    <w:p w14:paraId="480FF2D3" w14:textId="77777777" w:rsidR="00287D61" w:rsidRPr="00CD35C4" w:rsidRDefault="00287D61" w:rsidP="00287D61">
      <w:pPr>
        <w:pStyle w:val="Absatzberschrift"/>
      </w:pPr>
      <w:r>
        <w:rPr>
          <w:bCs/>
          <w:lang w:val="en-US"/>
        </w:rPr>
        <w:t>Ease of Operation</w:t>
      </w:r>
    </w:p>
    <w:p w14:paraId="26E358AD" w14:textId="1235DA28" w:rsidR="00287D61" w:rsidRDefault="00287D61" w:rsidP="00287D61">
      <w:pPr>
        <w:jc w:val="both"/>
        <w:rPr>
          <w:sz w:val="22"/>
        </w:rPr>
      </w:pPr>
      <w:r>
        <w:rPr>
          <w:sz w:val="22"/>
          <w:lang w:val="en-US"/>
        </w:rPr>
        <w:t>The plant’s production process is fully automated and features a touchscreen console for entering production data and adjusting the flow. The operator’s cabin is air-conditioned and has ergonomically designed and intuitive controls for the production process that make the operator’s work easier.</w:t>
      </w:r>
    </w:p>
    <w:p w14:paraId="48739A74" w14:textId="77777777" w:rsidR="00287D61" w:rsidRPr="00287D61" w:rsidRDefault="00287D61" w:rsidP="00287D61">
      <w:pPr>
        <w:jc w:val="both"/>
        <w:rPr>
          <w:szCs w:val="10"/>
        </w:rPr>
      </w:pPr>
    </w:p>
    <w:p w14:paraId="4772C304" w14:textId="5489DF35" w:rsidR="0006144A" w:rsidRDefault="0006144A" w:rsidP="00287D61">
      <w:pPr>
        <w:pStyle w:val="Absatzberschrift"/>
      </w:pPr>
    </w:p>
    <w:p w14:paraId="4A8AF07F" w14:textId="36FEF158" w:rsidR="00287D61" w:rsidRPr="00E0288A" w:rsidRDefault="00287D61" w:rsidP="00287D61">
      <w:pPr>
        <w:pStyle w:val="Absatzberschrift"/>
        <w:rPr>
          <w:b w:val="0"/>
          <w:bCs/>
          <w:i/>
          <w:iCs/>
        </w:rPr>
      </w:pPr>
      <w:r>
        <w:rPr>
          <w:b w:val="0"/>
          <w:i/>
          <w:iCs/>
          <w:lang w:val="en-US"/>
        </w:rPr>
        <w:t>About Ciber</w:t>
      </w:r>
    </w:p>
    <w:p w14:paraId="30551171" w14:textId="7D045CAE" w:rsidR="00287D61" w:rsidRDefault="00287D61" w:rsidP="00287D61">
      <w:pPr>
        <w:jc w:val="both"/>
        <w:rPr>
          <w:sz w:val="22"/>
        </w:rPr>
      </w:pPr>
      <w:r>
        <w:rPr>
          <w:sz w:val="22"/>
          <w:lang w:val="en-US"/>
        </w:rPr>
        <w:t>With a modern factory located in the city of Porto Alegre, Brazil, Ciber Equipamentos Rodoviários, founded in 1958, pioneered the development of mobile continuous asphalt mixing plants. Ciber has been part of the Wirtgen Group since 1996. For markets that use continuous and batch processing, Ciber complements the asphalt mixing plant portfolio as the sixth Wirtgen Groupproduct brand. Depending on their particular needs, Wirtgen Group customers can choose batch production asphalt mixing plants from Benninghoven or continuous production plants from Ciber and rely in both cases on sustainable solutions from the technological leaders in their fields.</w:t>
      </w:r>
    </w:p>
    <w:p w14:paraId="179DA2D8" w14:textId="31E45562" w:rsidR="00D65E49" w:rsidRDefault="00D65E49">
      <w:pPr>
        <w:rPr>
          <w:rFonts w:eastAsiaTheme="minorHAnsi" w:cstheme="minorBidi"/>
          <w:b/>
          <w:sz w:val="22"/>
          <w:szCs w:val="24"/>
        </w:rPr>
      </w:pPr>
    </w:p>
    <w:p w14:paraId="31412CCB" w14:textId="13E309BD" w:rsidR="00E15EBE" w:rsidRPr="00CD35C4" w:rsidRDefault="00F01487" w:rsidP="00E15EBE">
      <w:pPr>
        <w:pStyle w:val="Fotos"/>
      </w:pPr>
      <w:r>
        <w:rPr>
          <w:bCs/>
          <w:lang w:val="en-US"/>
        </w:rPr>
        <w:t>Images:</w:t>
      </w:r>
    </w:p>
    <w:p w14:paraId="7C90B270" w14:textId="48B8C8A1" w:rsidR="00CD35C4" w:rsidRPr="00CD35C4" w:rsidRDefault="00CD35C4" w:rsidP="00CD35C4">
      <w:pPr>
        <w:pStyle w:val="BUbold"/>
      </w:pPr>
      <w:r>
        <w:rPr>
          <w:b w:val="0"/>
          <w:noProof/>
          <w:lang w:val="en-US"/>
        </w:rPr>
        <w:drawing>
          <wp:inline distT="0" distB="0" distL="0" distR="0" wp14:anchorId="0ACB2C28" wp14:editId="19AF7D1D">
            <wp:extent cx="2482478" cy="135853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482478" cy="1358537"/>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en-US"/>
        </w:rPr>
        <w:br/>
      </w:r>
      <w:r>
        <w:rPr>
          <w:bCs/>
          <w:lang w:val="en-US"/>
        </w:rPr>
        <w:t>CI_iNOVA_2000_Bauma_01</w:t>
      </w:r>
    </w:p>
    <w:p w14:paraId="201891CB" w14:textId="18466C65" w:rsidR="002B7460" w:rsidRDefault="0099535A" w:rsidP="00152E36">
      <w:pPr>
        <w:pStyle w:val="BUnormal"/>
      </w:pPr>
      <w:r>
        <w:rPr>
          <w:lang w:val="en-US"/>
        </w:rPr>
        <w:t>Ciber’s iNOVA 2000 continuous mobile asphalt plant is making its European debut at Bauma 2022.</w:t>
      </w:r>
    </w:p>
    <w:p w14:paraId="60B90B32" w14:textId="77777777" w:rsidR="002B7460" w:rsidRDefault="002B7460">
      <w:pPr>
        <w:rPr>
          <w:rFonts w:eastAsiaTheme="minorHAnsi" w:cstheme="minorBidi"/>
          <w:color w:val="000000"/>
          <w:sz w:val="20"/>
          <w:szCs w:val="20"/>
        </w:rPr>
      </w:pPr>
      <w:r>
        <w:rPr>
          <w:lang w:val="en-US"/>
        </w:rPr>
        <w:br w:type="page"/>
      </w:r>
    </w:p>
    <w:p w14:paraId="0D4E4516" w14:textId="29D6DC6C" w:rsidR="00BC6E4F" w:rsidRPr="00BC6E4F" w:rsidRDefault="005167A3" w:rsidP="00E0288A">
      <w:pPr>
        <w:pStyle w:val="Standardabsatz"/>
        <w:spacing w:after="0"/>
      </w:pPr>
      <w:r>
        <w:rPr>
          <w:noProof/>
          <w:lang w:val="en-US"/>
        </w:rPr>
        <w:lastRenderedPageBreak/>
        <w:drawing>
          <wp:inline distT="0" distB="0" distL="0" distR="0" wp14:anchorId="3005AB7F" wp14:editId="1D6BB5B4">
            <wp:extent cx="2443728" cy="1550504"/>
            <wp:effectExtent l="0" t="0" r="0" b="0"/>
            <wp:docPr id="9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afik 7"/>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456003" cy="1558292"/>
                    </a:xfrm>
                    <a:prstGeom prst="rect">
                      <a:avLst/>
                    </a:prstGeom>
                    <a:noFill/>
                    <a:ln>
                      <a:noFill/>
                    </a:ln>
                    <a:extLst>
                      <a:ext uri="{53640926-AAD7-44D8-BBD7-CCE9431645EC}">
                        <a14:shadowObscured xmlns:a14="http://schemas.microsoft.com/office/drawing/2010/main"/>
                      </a:ext>
                    </a:extLst>
                  </pic:spPr>
                </pic:pic>
              </a:graphicData>
            </a:graphic>
          </wp:inline>
        </w:drawing>
      </w:r>
    </w:p>
    <w:p w14:paraId="19B71749" w14:textId="1364ABF6" w:rsidR="00BC6E4F" w:rsidRPr="00E0288A" w:rsidRDefault="005167A3" w:rsidP="00E0288A">
      <w:pPr>
        <w:pStyle w:val="BUbold"/>
      </w:pPr>
      <w:r>
        <w:rPr>
          <w:bCs/>
          <w:lang w:val="en-US"/>
        </w:rPr>
        <w:t>CI_iNOVA_2000_Bauma_02</w:t>
      </w:r>
    </w:p>
    <w:p w14:paraId="20051015" w14:textId="38DC1670" w:rsidR="00BC6E4F" w:rsidRDefault="00380ACA" w:rsidP="00BC6E4F">
      <w:pPr>
        <w:pStyle w:val="BUnormal"/>
      </w:pPr>
      <w:r>
        <w:rPr>
          <w:lang w:val="en-US"/>
        </w:rPr>
        <w:t xml:space="preserve">The iNOVA 2000 consists of only two mobile units, resulting in low transportation and installation costs. </w:t>
      </w:r>
    </w:p>
    <w:p w14:paraId="5A16588B" w14:textId="7E9E5494" w:rsidR="00380ACA" w:rsidRPr="00CD35C4" w:rsidRDefault="00380ACA" w:rsidP="00380ACA">
      <w:pPr>
        <w:pStyle w:val="BUbold"/>
      </w:pPr>
      <w:r>
        <w:rPr>
          <w:b w:val="0"/>
          <w:noProof/>
          <w:lang w:val="en-US"/>
        </w:rPr>
        <w:drawing>
          <wp:inline distT="0" distB="0" distL="0" distR="0" wp14:anchorId="07405EBD" wp14:editId="09073B3D">
            <wp:extent cx="1872574" cy="264811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872574" cy="2648110"/>
                    </a:xfrm>
                    <a:prstGeom prst="rect">
                      <a:avLst/>
                    </a:prstGeom>
                    <a:noFill/>
                    <a:ln>
                      <a:noFill/>
                    </a:ln>
                  </pic:spPr>
                </pic:pic>
              </a:graphicData>
            </a:graphic>
          </wp:inline>
        </w:drawing>
      </w:r>
      <w:r>
        <w:rPr>
          <w:b w:val="0"/>
          <w:lang w:val="en-US"/>
        </w:rPr>
        <w:br/>
      </w:r>
      <w:r>
        <w:rPr>
          <w:bCs/>
          <w:lang w:val="en-US"/>
        </w:rPr>
        <w:t>CI_iNOVA_2000_Bauma_03</w:t>
      </w:r>
    </w:p>
    <w:p w14:paraId="264FBA6B" w14:textId="6ECDBDE9" w:rsidR="00380ACA" w:rsidRDefault="00380ACA" w:rsidP="00380ACA">
      <w:pPr>
        <w:pStyle w:val="BUnormal"/>
      </w:pPr>
      <w:r>
        <w:rPr>
          <w:lang w:val="en-US"/>
        </w:rPr>
        <w:t>Ciber’s continuous mobile asphalt mixing plants assure high quality and low operating costs.</w:t>
      </w:r>
    </w:p>
    <w:p w14:paraId="2A2E54EB" w14:textId="77777777" w:rsidR="002B7460" w:rsidRDefault="002B7460" w:rsidP="00184969">
      <w:pPr>
        <w:pStyle w:val="Text"/>
        <w:rPr>
          <w:i/>
          <w:iCs/>
          <w:sz w:val="20"/>
          <w:szCs w:val="20"/>
        </w:rPr>
      </w:pPr>
    </w:p>
    <w:p w14:paraId="6EA5A5F9" w14:textId="40A8E38C" w:rsidR="00184969" w:rsidRPr="002B7460" w:rsidRDefault="00184969" w:rsidP="00184969">
      <w:pPr>
        <w:pStyle w:val="Text"/>
        <w:rPr>
          <w:i/>
          <w:iCs/>
          <w:sz w:val="20"/>
          <w:szCs w:val="20"/>
        </w:rPr>
      </w:pPr>
      <w:r>
        <w:rPr>
          <w:i/>
          <w:iCs/>
          <w:sz w:val="20"/>
          <w:szCs w:val="20"/>
          <w:lang w:val="en-US"/>
        </w:rPr>
        <w:t>Please note: the photographs shown here are only previews. If you wish to publish them in other media, please download the higher resolution (300 dpi) versions from the Wirtgen Group websites.</w:t>
      </w:r>
    </w:p>
    <w:p w14:paraId="2EAF1FE8" w14:textId="77777777" w:rsidR="004F5F01" w:rsidRDefault="004F5F01" w:rsidP="00184969">
      <w:pPr>
        <w:pStyle w:val="Text"/>
        <w:rPr>
          <w:sz w:val="18"/>
        </w:rPr>
      </w:pPr>
    </w:p>
    <w:p w14:paraId="177303F9" w14:textId="77777777" w:rsidR="002B7460" w:rsidRDefault="002B7460" w:rsidP="00E0288A">
      <w:pPr>
        <w:pStyle w:val="Absatzberschrift"/>
        <w:rPr>
          <w:iCs/>
        </w:rPr>
      </w:pPr>
    </w:p>
    <w:p w14:paraId="3E416DEE" w14:textId="4E7C73CB" w:rsidR="00E0288A" w:rsidRPr="00A338F5" w:rsidRDefault="00E0288A" w:rsidP="00E0288A">
      <w:pPr>
        <w:pStyle w:val="Absatzberschrift"/>
        <w:rPr>
          <w:iCs/>
        </w:rPr>
      </w:pPr>
      <w:r>
        <w:rPr>
          <w:bCs/>
          <w:lang w:val="en-US"/>
        </w:rPr>
        <w:t>For further information, please contact us at:</w:t>
      </w:r>
    </w:p>
    <w:p w14:paraId="6F230805" w14:textId="77777777" w:rsidR="00E0288A" w:rsidRPr="00A338F5" w:rsidRDefault="00E0288A" w:rsidP="00E0288A">
      <w:pPr>
        <w:pStyle w:val="Absatzberschrift"/>
      </w:pPr>
    </w:p>
    <w:p w14:paraId="12495DD9" w14:textId="77777777" w:rsidR="00E0288A" w:rsidRPr="00E0288A" w:rsidRDefault="00E0288A" w:rsidP="00E0288A">
      <w:pPr>
        <w:pStyle w:val="Absatzberschrift"/>
        <w:rPr>
          <w:b w:val="0"/>
          <w:bCs/>
        </w:rPr>
      </w:pPr>
      <w:r>
        <w:rPr>
          <w:b w:val="0"/>
          <w:lang w:val="en-US"/>
        </w:rPr>
        <w:t>CIBER</w:t>
      </w:r>
    </w:p>
    <w:p w14:paraId="23A2025C" w14:textId="77777777" w:rsidR="00E0288A" w:rsidRPr="00E0288A" w:rsidRDefault="00E0288A" w:rsidP="00E0288A">
      <w:pPr>
        <w:pStyle w:val="Absatzberschrift"/>
        <w:rPr>
          <w:b w:val="0"/>
          <w:bCs/>
        </w:rPr>
      </w:pPr>
      <w:r>
        <w:rPr>
          <w:b w:val="0"/>
          <w:lang w:val="en-US"/>
        </w:rPr>
        <w:t>Marketing</w:t>
      </w:r>
    </w:p>
    <w:p w14:paraId="19414390" w14:textId="77777777" w:rsidR="00E0288A" w:rsidRPr="00E0288A" w:rsidRDefault="00E0288A" w:rsidP="00E0288A">
      <w:pPr>
        <w:pStyle w:val="Absatzberschrift"/>
        <w:rPr>
          <w:b w:val="0"/>
          <w:bCs/>
        </w:rPr>
      </w:pPr>
      <w:r>
        <w:rPr>
          <w:b w:val="0"/>
          <w:lang w:val="en-US"/>
        </w:rPr>
        <w:t>Rua Senhor do Bom Fim, 177</w:t>
      </w:r>
    </w:p>
    <w:p w14:paraId="77C9B15E" w14:textId="77777777" w:rsidR="00E0288A" w:rsidRPr="00E0288A" w:rsidRDefault="00E0288A" w:rsidP="00E0288A">
      <w:pPr>
        <w:pStyle w:val="Absatzberschrift"/>
        <w:rPr>
          <w:b w:val="0"/>
          <w:bCs/>
        </w:rPr>
      </w:pPr>
      <w:r>
        <w:rPr>
          <w:b w:val="0"/>
          <w:lang w:val="en-US"/>
        </w:rPr>
        <w:t>91140-380 Porto Alegre</w:t>
      </w:r>
    </w:p>
    <w:p w14:paraId="0FA65CFC" w14:textId="77777777" w:rsidR="00E0288A" w:rsidRPr="00E0288A" w:rsidRDefault="00E0288A" w:rsidP="00E0288A">
      <w:pPr>
        <w:pStyle w:val="Absatzberschrift"/>
        <w:rPr>
          <w:b w:val="0"/>
          <w:bCs/>
        </w:rPr>
      </w:pPr>
      <w:r>
        <w:rPr>
          <w:b w:val="0"/>
          <w:lang w:val="en-US"/>
        </w:rPr>
        <w:t>Brazil</w:t>
      </w:r>
    </w:p>
    <w:p w14:paraId="7C49F082" w14:textId="77777777" w:rsidR="00E0288A" w:rsidRPr="00E0288A" w:rsidRDefault="00E0288A" w:rsidP="00E0288A">
      <w:pPr>
        <w:pStyle w:val="Absatzberschrift"/>
        <w:rPr>
          <w:b w:val="0"/>
          <w:bCs/>
        </w:rPr>
      </w:pPr>
    </w:p>
    <w:p w14:paraId="3B9C9793" w14:textId="77777777" w:rsidR="00E0288A" w:rsidRPr="00E0288A" w:rsidRDefault="00E0288A" w:rsidP="00E0288A">
      <w:pPr>
        <w:pStyle w:val="Absatzberschrift"/>
        <w:rPr>
          <w:b w:val="0"/>
          <w:bCs/>
        </w:rPr>
      </w:pPr>
      <w:r>
        <w:rPr>
          <w:b w:val="0"/>
          <w:lang w:val="en-US"/>
        </w:rPr>
        <w:t xml:space="preserve">Phone: +55-51-3364-9315  </w:t>
      </w:r>
    </w:p>
    <w:p w14:paraId="016FAF0F" w14:textId="77777777" w:rsidR="00E0288A" w:rsidRPr="00E0288A" w:rsidRDefault="00E0288A" w:rsidP="00E0288A">
      <w:pPr>
        <w:pStyle w:val="Absatzberschrift"/>
        <w:rPr>
          <w:b w:val="0"/>
          <w:bCs/>
        </w:rPr>
      </w:pPr>
      <w:r>
        <w:rPr>
          <w:b w:val="0"/>
          <w:lang w:val="en-US"/>
        </w:rPr>
        <w:t>Fax: +55-51-3364-9254</w:t>
      </w:r>
    </w:p>
    <w:p w14:paraId="349B7EF5" w14:textId="2A94A262" w:rsidR="00E0288A" w:rsidRPr="00E0288A" w:rsidRDefault="00E35214" w:rsidP="00E0288A">
      <w:pPr>
        <w:pStyle w:val="Absatzberschrift"/>
        <w:rPr>
          <w:b w:val="0"/>
          <w:bCs/>
        </w:rPr>
      </w:pPr>
      <w:r>
        <w:rPr>
          <w:b w:val="0"/>
          <w:lang w:val="en-US"/>
        </w:rPr>
        <w:t>Email: marketing@ciber.com.br</w:t>
      </w:r>
    </w:p>
    <w:p w14:paraId="0834BAC7" w14:textId="7FAE2126" w:rsidR="00E15EBE" w:rsidRDefault="00E0288A" w:rsidP="00E15EBE">
      <w:pPr>
        <w:pStyle w:val="Absatzberschrift"/>
      </w:pPr>
      <w:r>
        <w:rPr>
          <w:b w:val="0"/>
          <w:lang w:val="en-US"/>
        </w:rPr>
        <w:t xml:space="preserve">www.ciber.com.br </w:t>
      </w:r>
      <w:bookmarkEnd w:id="0"/>
    </w:p>
    <w:sectPr w:rsidR="00E15EBE"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5520" w14:textId="77777777" w:rsidR="00EC0F59" w:rsidRDefault="00EC0F59" w:rsidP="00E55534">
      <w:r>
        <w:separator/>
      </w:r>
    </w:p>
  </w:endnote>
  <w:endnote w:type="continuationSeparator" w:id="0">
    <w:p w14:paraId="09A0E713" w14:textId="77777777" w:rsidR="00EC0F59" w:rsidRDefault="00EC0F5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F87B"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lang w:val="en-US"/>
            </w:rPr>
            <w:t xml:space="preserve">     </w:t>
          </w:r>
        </w:p>
      </w:tc>
      <w:tc>
        <w:tcPr>
          <w:tcW w:w="1160" w:type="dxa"/>
          <w:shd w:val="clear" w:color="auto" w:fill="auto"/>
        </w:tcPr>
        <w:p w14:paraId="120FF8E6" w14:textId="3871DCE0" w:rsidR="00533132" w:rsidRPr="00723F4F" w:rsidRDefault="00533132" w:rsidP="00723F4F">
          <w:pPr>
            <w:pStyle w:val="Seitenzahlen"/>
            <w:rPr>
              <w:szCs w:val="20"/>
            </w:rPr>
          </w:pPr>
          <w:r>
            <w:rPr>
              <w:lang w:val="en-US"/>
            </w:rPr>
            <w:fldChar w:fldCharType="begin"/>
          </w:r>
          <w:r>
            <w:rPr>
              <w:lang w:val="en-US"/>
            </w:rPr>
            <w:instrText xml:space="preserve"> PAGE \# "00"</w:instrText>
          </w:r>
          <w:r>
            <w:rPr>
              <w:lang w:val="en-US"/>
            </w:rPr>
            <w:fldChar w:fldCharType="separate"/>
          </w:r>
          <w:r>
            <w:rPr>
              <w:lang w:val="en-US"/>
            </w:rPr>
            <w:t>02</w:t>
          </w:r>
          <w:r>
            <w:rPr>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CD71ED">
            <w:rPr>
              <w:rStyle w:val="Hervorhebung"/>
              <w:bCs/>
              <w:iCs w:val="0"/>
              <w:lang w:val="de-DE"/>
            </w:rPr>
            <w:t>WIRTGEN GmbH</w:t>
          </w:r>
          <w:r w:rsidRPr="00CD71ED">
            <w:rPr>
              <w:lang w:val="de-DE"/>
            </w:rPr>
            <w:t xml:space="preserve"> · Reinhard-Wirtgen-Str. </w:t>
          </w:r>
          <w:r>
            <w:rPr>
              <w:lang w:val="en-US"/>
            </w:rPr>
            <w:t>2 · 53578 Windhagen,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A18EA" w14:textId="77777777" w:rsidR="00EC0F59" w:rsidRDefault="00EC0F59" w:rsidP="00E55534">
      <w:r>
        <w:separator/>
      </w:r>
    </w:p>
  </w:footnote>
  <w:footnote w:type="continuationSeparator" w:id="0">
    <w:p w14:paraId="1E5013BE" w14:textId="77777777" w:rsidR="00EC0F59" w:rsidRDefault="00EC0F5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F5E39" w14:textId="7F8037B1" w:rsidR="003524CC" w:rsidRDefault="005259BF">
    <w:pPr>
      <w:pStyle w:val="Kopfzeile"/>
    </w:pPr>
    <w:r>
      <w:rPr>
        <w:noProof/>
        <w:lang w:val="en-US"/>
      </w:rPr>
      <mc:AlternateContent>
        <mc:Choice Requires="wps">
          <w:drawing>
            <wp:anchor distT="0" distB="0" distL="0" distR="0" simplePos="0" relativeHeight="251662336" behindDoc="0" locked="0" layoutInCell="1" allowOverlap="1" wp14:anchorId="74E57F07" wp14:editId="5E9ECB4E">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49194" w14:textId="24E1E815"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E57F07"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BD49194" w14:textId="24E1E815"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72733FB" w:rsidR="00533132" w:rsidRPr="00533132" w:rsidRDefault="00F61A09" w:rsidP="00533132">
    <w:pPr>
      <w:pStyle w:val="Kopfzeile"/>
    </w:pPr>
    <w:r>
      <w:rPr>
        <w:noProof/>
        <w:lang w:val="en-US"/>
      </w:rPr>
      <mc:AlternateContent>
        <mc:Choice Requires="wpc">
          <w:drawing>
            <wp:anchor distT="0" distB="0" distL="114300" distR="114300" simplePos="0" relativeHeight="251666432" behindDoc="0" locked="0" layoutInCell="1" allowOverlap="1" wp14:anchorId="230417A1" wp14:editId="10E7318C">
              <wp:simplePos x="0" y="0"/>
              <wp:positionH relativeFrom="column">
                <wp:posOffset>-756285</wp:posOffset>
              </wp:positionH>
              <wp:positionV relativeFrom="paragraph">
                <wp:posOffset>-450215</wp:posOffset>
              </wp:positionV>
              <wp:extent cx="7559675" cy="10693400"/>
              <wp:effectExtent l="0" t="0" r="0" b="0"/>
              <wp:wrapNone/>
              <wp:docPr id="76" name="Tela 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4"/>
                      <wps:cNvSpPr>
                        <a:spLocks/>
                      </wps:cNvSpPr>
                      <wps:spPr bwMode="auto">
                        <a:xfrm>
                          <a:off x="756285" y="701040"/>
                          <a:ext cx="6055360" cy="29845"/>
                        </a:xfrm>
                        <a:custGeom>
                          <a:avLst/>
                          <a:gdLst>
                            <a:gd name="T0" fmla="*/ 0 w 6350"/>
                            <a:gd name="T1" fmla="*/ 31 h 31"/>
                            <a:gd name="T2" fmla="*/ 0 w 6350"/>
                            <a:gd name="T3" fmla="*/ 31 h 31"/>
                            <a:gd name="T4" fmla="*/ 6350 w 6350"/>
                            <a:gd name="T5" fmla="*/ 31 h 31"/>
                            <a:gd name="T6" fmla="*/ 6350 w 6350"/>
                            <a:gd name="T7" fmla="*/ 0 h 31"/>
                            <a:gd name="T8" fmla="*/ 0 w 6350"/>
                            <a:gd name="T9" fmla="*/ 0 h 31"/>
                            <a:gd name="T10" fmla="*/ 0 w 6350"/>
                            <a:gd name="T11" fmla="*/ 31 h 31"/>
                          </a:gdLst>
                          <a:ahLst/>
                          <a:cxnLst>
                            <a:cxn ang="0">
                              <a:pos x="T0" y="T1"/>
                            </a:cxn>
                            <a:cxn ang="0">
                              <a:pos x="T2" y="T3"/>
                            </a:cxn>
                            <a:cxn ang="0">
                              <a:pos x="T4" y="T5"/>
                            </a:cxn>
                            <a:cxn ang="0">
                              <a:pos x="T6" y="T7"/>
                            </a:cxn>
                            <a:cxn ang="0">
                              <a:pos x="T8" y="T9"/>
                            </a:cxn>
                            <a:cxn ang="0">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cNvPr id="92" name="Agrupar 92"/>
                      <wpg:cNvGrpSpPr/>
                      <wpg:grpSpPr>
                        <a:xfrm>
                          <a:off x="5081905" y="1014730"/>
                          <a:ext cx="1729740" cy="170180"/>
                          <a:chOff x="5081905" y="1014730"/>
                          <a:chExt cx="1729740" cy="170180"/>
                        </a:xfrm>
                      </wpg:grpSpPr>
                      <wps:wsp>
                        <wps:cNvPr id="64" name="Freeform 57"/>
                        <wps:cNvSpPr>
                          <a:spLocks noEditPoints="1"/>
                        </wps:cNvSpPr>
                        <wps:spPr bwMode="auto">
                          <a:xfrm>
                            <a:off x="5081905" y="1019810"/>
                            <a:ext cx="121920" cy="161290"/>
                          </a:xfrm>
                          <a:custGeom>
                            <a:avLst/>
                            <a:gdLst>
                              <a:gd name="T0" fmla="*/ 128 w 128"/>
                              <a:gd name="T1" fmla="*/ 52 h 169"/>
                              <a:gd name="T2" fmla="*/ 128 w 128"/>
                              <a:gd name="T3" fmla="*/ 52 h 169"/>
                              <a:gd name="T4" fmla="*/ 62 w 128"/>
                              <a:gd name="T5" fmla="*/ 0 h 169"/>
                              <a:gd name="T6" fmla="*/ 0 w 128"/>
                              <a:gd name="T7" fmla="*/ 0 h 169"/>
                              <a:gd name="T8" fmla="*/ 0 w 128"/>
                              <a:gd name="T9" fmla="*/ 169 h 169"/>
                              <a:gd name="T10" fmla="*/ 41 w 128"/>
                              <a:gd name="T11" fmla="*/ 169 h 169"/>
                              <a:gd name="T12" fmla="*/ 41 w 128"/>
                              <a:gd name="T13" fmla="*/ 105 h 169"/>
                              <a:gd name="T14" fmla="*/ 61 w 128"/>
                              <a:gd name="T15" fmla="*/ 105 h 169"/>
                              <a:gd name="T16" fmla="*/ 128 w 128"/>
                              <a:gd name="T17" fmla="*/ 52 h 169"/>
                              <a:gd name="T18" fmla="*/ 88 w 128"/>
                              <a:gd name="T19" fmla="*/ 52 h 169"/>
                              <a:gd name="T20" fmla="*/ 88 w 128"/>
                              <a:gd name="T21" fmla="*/ 52 h 169"/>
                              <a:gd name="T22" fmla="*/ 58 w 128"/>
                              <a:gd name="T23" fmla="*/ 72 h 169"/>
                              <a:gd name="T24" fmla="*/ 41 w 128"/>
                              <a:gd name="T25" fmla="*/ 72 h 169"/>
                              <a:gd name="T26" fmla="*/ 41 w 128"/>
                              <a:gd name="T27" fmla="*/ 33 h 169"/>
                              <a:gd name="T28" fmla="*/ 59 w 128"/>
                              <a:gd name="T29" fmla="*/ 33 h 169"/>
                              <a:gd name="T30" fmla="*/ 88 w 128"/>
                              <a:gd name="T31" fmla="*/ 52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5" name="Freeform 58"/>
                        <wps:cNvSpPr>
                          <a:spLocks noEditPoints="1"/>
                        </wps:cNvSpPr>
                        <wps:spPr bwMode="auto">
                          <a:xfrm>
                            <a:off x="5228590" y="1019810"/>
                            <a:ext cx="131445" cy="161290"/>
                          </a:xfrm>
                          <a:custGeom>
                            <a:avLst/>
                            <a:gdLst>
                              <a:gd name="T0" fmla="*/ 138 w 138"/>
                              <a:gd name="T1" fmla="*/ 169 h 169"/>
                              <a:gd name="T2" fmla="*/ 138 w 138"/>
                              <a:gd name="T3" fmla="*/ 169 h 169"/>
                              <a:gd name="T4" fmla="*/ 94 w 138"/>
                              <a:gd name="T5" fmla="*/ 96 h 169"/>
                              <a:gd name="T6" fmla="*/ 129 w 138"/>
                              <a:gd name="T7" fmla="*/ 51 h 169"/>
                              <a:gd name="T8" fmla="*/ 64 w 138"/>
                              <a:gd name="T9" fmla="*/ 0 h 169"/>
                              <a:gd name="T10" fmla="*/ 0 w 138"/>
                              <a:gd name="T11" fmla="*/ 0 h 169"/>
                              <a:gd name="T12" fmla="*/ 0 w 138"/>
                              <a:gd name="T13" fmla="*/ 169 h 169"/>
                              <a:gd name="T14" fmla="*/ 40 w 138"/>
                              <a:gd name="T15" fmla="*/ 169 h 169"/>
                              <a:gd name="T16" fmla="*/ 40 w 138"/>
                              <a:gd name="T17" fmla="*/ 102 h 169"/>
                              <a:gd name="T18" fmla="*/ 54 w 138"/>
                              <a:gd name="T19" fmla="*/ 102 h 169"/>
                              <a:gd name="T20" fmla="*/ 90 w 138"/>
                              <a:gd name="T21" fmla="*/ 169 h 169"/>
                              <a:gd name="T22" fmla="*/ 138 w 138"/>
                              <a:gd name="T23" fmla="*/ 169 h 169"/>
                              <a:gd name="T24" fmla="*/ 89 w 138"/>
                              <a:gd name="T25" fmla="*/ 51 h 169"/>
                              <a:gd name="T26" fmla="*/ 89 w 138"/>
                              <a:gd name="T27" fmla="*/ 51 h 169"/>
                              <a:gd name="T28" fmla="*/ 59 w 138"/>
                              <a:gd name="T29" fmla="*/ 72 h 169"/>
                              <a:gd name="T30" fmla="*/ 40 w 138"/>
                              <a:gd name="T31" fmla="*/ 72 h 169"/>
                              <a:gd name="T32" fmla="*/ 40 w 138"/>
                              <a:gd name="T33" fmla="*/ 33 h 169"/>
                              <a:gd name="T34" fmla="*/ 61 w 138"/>
                              <a:gd name="T35" fmla="*/ 33 h 169"/>
                              <a:gd name="T36" fmla="*/ 89 w 138"/>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6" name="Freeform 59"/>
                        <wps:cNvSpPr>
                          <a:spLocks/>
                        </wps:cNvSpPr>
                        <wps:spPr bwMode="auto">
                          <a:xfrm>
                            <a:off x="5380355" y="1019810"/>
                            <a:ext cx="112395"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7" name="Freeform 60"/>
                        <wps:cNvSpPr>
                          <a:spLocks/>
                        </wps:cNvSpPr>
                        <wps:spPr bwMode="auto">
                          <a:xfrm>
                            <a:off x="5506085" y="1014730"/>
                            <a:ext cx="123190" cy="170180"/>
                          </a:xfrm>
                          <a:custGeom>
                            <a:avLst/>
                            <a:gdLst>
                              <a:gd name="T0" fmla="*/ 129 w 129"/>
                              <a:gd name="T1" fmla="*/ 21 h 178"/>
                              <a:gd name="T2" fmla="*/ 129 w 129"/>
                              <a:gd name="T3" fmla="*/ 21 h 178"/>
                              <a:gd name="T4" fmla="*/ 73 w 129"/>
                              <a:gd name="T5" fmla="*/ 0 h 178"/>
                              <a:gd name="T6" fmla="*/ 8 w 129"/>
                              <a:gd name="T7" fmla="*/ 53 h 178"/>
                              <a:gd name="T8" fmla="*/ 51 w 129"/>
                              <a:gd name="T9" fmla="*/ 102 h 178"/>
                              <a:gd name="T10" fmla="*/ 86 w 129"/>
                              <a:gd name="T11" fmla="*/ 126 h 178"/>
                              <a:gd name="T12" fmla="*/ 63 w 129"/>
                              <a:gd name="T13" fmla="*/ 144 h 178"/>
                              <a:gd name="T14" fmla="*/ 26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8" name="Freeform 61"/>
                        <wps:cNvSpPr>
                          <a:spLocks/>
                        </wps:cNvSpPr>
                        <wps:spPr bwMode="auto">
                          <a:xfrm>
                            <a:off x="5640705" y="1014730"/>
                            <a:ext cx="123825" cy="170180"/>
                          </a:xfrm>
                          <a:custGeom>
                            <a:avLst/>
                            <a:gdLst>
                              <a:gd name="T0" fmla="*/ 130 w 130"/>
                              <a:gd name="T1" fmla="*/ 21 h 178"/>
                              <a:gd name="T2" fmla="*/ 130 w 130"/>
                              <a:gd name="T3" fmla="*/ 21 h 178"/>
                              <a:gd name="T4" fmla="*/ 74 w 130"/>
                              <a:gd name="T5" fmla="*/ 0 h 178"/>
                              <a:gd name="T6" fmla="*/ 9 w 130"/>
                              <a:gd name="T7" fmla="*/ 53 h 178"/>
                              <a:gd name="T8" fmla="*/ 52 w 130"/>
                              <a:gd name="T9" fmla="*/ 102 h 178"/>
                              <a:gd name="T10" fmla="*/ 87 w 130"/>
                              <a:gd name="T11" fmla="*/ 126 h 178"/>
                              <a:gd name="T12" fmla="*/ 64 w 130"/>
                              <a:gd name="T13" fmla="*/ 144 h 178"/>
                              <a:gd name="T14" fmla="*/ 27 w 130"/>
                              <a:gd name="T15" fmla="*/ 126 h 178"/>
                              <a:gd name="T16" fmla="*/ 0 w 130"/>
                              <a:gd name="T17" fmla="*/ 154 h 178"/>
                              <a:gd name="T18" fmla="*/ 64 w 130"/>
                              <a:gd name="T19" fmla="*/ 178 h 178"/>
                              <a:gd name="T20" fmla="*/ 129 w 130"/>
                              <a:gd name="T21" fmla="*/ 122 h 178"/>
                              <a:gd name="T22" fmla="*/ 76 w 130"/>
                              <a:gd name="T23" fmla="*/ 71 h 178"/>
                              <a:gd name="T24" fmla="*/ 50 w 130"/>
                              <a:gd name="T25" fmla="*/ 51 h 178"/>
                              <a:gd name="T26" fmla="*/ 74 w 130"/>
                              <a:gd name="T27" fmla="*/ 34 h 178"/>
                              <a:gd name="T28" fmla="*/ 104 w 130"/>
                              <a:gd name="T29" fmla="*/ 49 h 178"/>
                              <a:gd name="T30" fmla="*/ 130 w 130"/>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9" name="Freeform 62"/>
                        <wps:cNvSpPr>
                          <a:spLocks noEditPoints="1"/>
                        </wps:cNvSpPr>
                        <wps:spPr bwMode="auto">
                          <a:xfrm>
                            <a:off x="5846445" y="1019810"/>
                            <a:ext cx="132715" cy="161290"/>
                          </a:xfrm>
                          <a:custGeom>
                            <a:avLst/>
                            <a:gdLst>
                              <a:gd name="T0" fmla="*/ 139 w 139"/>
                              <a:gd name="T1" fmla="*/ 169 h 169"/>
                              <a:gd name="T2" fmla="*/ 139 w 139"/>
                              <a:gd name="T3" fmla="*/ 169 h 169"/>
                              <a:gd name="T4" fmla="*/ 94 w 139"/>
                              <a:gd name="T5" fmla="*/ 96 h 169"/>
                              <a:gd name="T6" fmla="*/ 129 w 139"/>
                              <a:gd name="T7" fmla="*/ 51 h 169"/>
                              <a:gd name="T8" fmla="*/ 65 w 139"/>
                              <a:gd name="T9" fmla="*/ 0 h 169"/>
                              <a:gd name="T10" fmla="*/ 0 w 139"/>
                              <a:gd name="T11" fmla="*/ 0 h 169"/>
                              <a:gd name="T12" fmla="*/ 0 w 139"/>
                              <a:gd name="T13" fmla="*/ 169 h 169"/>
                              <a:gd name="T14" fmla="*/ 40 w 139"/>
                              <a:gd name="T15" fmla="*/ 169 h 169"/>
                              <a:gd name="T16" fmla="*/ 40 w 139"/>
                              <a:gd name="T17" fmla="*/ 102 h 169"/>
                              <a:gd name="T18" fmla="*/ 54 w 139"/>
                              <a:gd name="T19" fmla="*/ 102 h 169"/>
                              <a:gd name="T20" fmla="*/ 91 w 139"/>
                              <a:gd name="T21" fmla="*/ 169 h 169"/>
                              <a:gd name="T22" fmla="*/ 139 w 139"/>
                              <a:gd name="T23" fmla="*/ 169 h 169"/>
                              <a:gd name="T24" fmla="*/ 89 w 139"/>
                              <a:gd name="T25" fmla="*/ 51 h 169"/>
                              <a:gd name="T26" fmla="*/ 89 w 139"/>
                              <a:gd name="T27" fmla="*/ 51 h 169"/>
                              <a:gd name="T28" fmla="*/ 59 w 139"/>
                              <a:gd name="T29" fmla="*/ 72 h 169"/>
                              <a:gd name="T30" fmla="*/ 40 w 139"/>
                              <a:gd name="T31" fmla="*/ 72 h 169"/>
                              <a:gd name="T32" fmla="*/ 40 w 139"/>
                              <a:gd name="T33" fmla="*/ 33 h 169"/>
                              <a:gd name="T34" fmla="*/ 62 w 139"/>
                              <a:gd name="T35" fmla="*/ 33 h 169"/>
                              <a:gd name="T36" fmla="*/ 89 w 139"/>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0" name="Freeform 63"/>
                        <wps:cNvSpPr>
                          <a:spLocks/>
                        </wps:cNvSpPr>
                        <wps:spPr bwMode="auto">
                          <a:xfrm>
                            <a:off x="599821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1" name="Freeform 64"/>
                        <wps:cNvSpPr>
                          <a:spLocks/>
                        </wps:cNvSpPr>
                        <wps:spPr bwMode="auto">
                          <a:xfrm>
                            <a:off x="6137275" y="1019810"/>
                            <a:ext cx="102235" cy="161290"/>
                          </a:xfrm>
                          <a:custGeom>
                            <a:avLst/>
                            <a:gdLst>
                              <a:gd name="T0" fmla="*/ 107 w 107"/>
                              <a:gd name="T1" fmla="*/ 169 h 169"/>
                              <a:gd name="T2" fmla="*/ 107 w 107"/>
                              <a:gd name="T3" fmla="*/ 169 h 169"/>
                              <a:gd name="T4" fmla="*/ 107 w 107"/>
                              <a:gd name="T5" fmla="*/ 133 h 169"/>
                              <a:gd name="T6" fmla="*/ 41 w 107"/>
                              <a:gd name="T7" fmla="*/ 133 h 169"/>
                              <a:gd name="T8" fmla="*/ 41 w 107"/>
                              <a:gd name="T9" fmla="*/ 0 h 169"/>
                              <a:gd name="T10" fmla="*/ 0 w 107"/>
                              <a:gd name="T11" fmla="*/ 0 h 169"/>
                              <a:gd name="T12" fmla="*/ 0 w 107"/>
                              <a:gd name="T13" fmla="*/ 169 h 169"/>
                              <a:gd name="T14" fmla="*/ 107 w 107"/>
                              <a:gd name="T15" fmla="*/ 169 h 16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2" name="Freeform 65"/>
                        <wps:cNvSpPr>
                          <a:spLocks/>
                        </wps:cNvSpPr>
                        <wps:spPr bwMode="auto">
                          <a:xfrm>
                            <a:off x="625729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3" name="Freeform 66"/>
                        <wps:cNvSpPr>
                          <a:spLocks noEditPoints="1"/>
                        </wps:cNvSpPr>
                        <wps:spPr bwMode="auto">
                          <a:xfrm>
                            <a:off x="6376670" y="1019810"/>
                            <a:ext cx="172720" cy="161290"/>
                          </a:xfrm>
                          <a:custGeom>
                            <a:avLst/>
                            <a:gdLst>
                              <a:gd name="T0" fmla="*/ 181 w 181"/>
                              <a:gd name="T1" fmla="*/ 169 h 169"/>
                              <a:gd name="T2" fmla="*/ 181 w 181"/>
                              <a:gd name="T3" fmla="*/ 169 h 169"/>
                              <a:gd name="T4" fmla="*/ 111 w 181"/>
                              <a:gd name="T5" fmla="*/ 0 h 169"/>
                              <a:gd name="T6" fmla="*/ 71 w 181"/>
                              <a:gd name="T7" fmla="*/ 0 h 169"/>
                              <a:gd name="T8" fmla="*/ 0 w 181"/>
                              <a:gd name="T9" fmla="*/ 169 h 169"/>
                              <a:gd name="T10" fmla="*/ 45 w 181"/>
                              <a:gd name="T11" fmla="*/ 169 h 169"/>
                              <a:gd name="T12" fmla="*/ 57 w 181"/>
                              <a:gd name="T13" fmla="*/ 136 h 169"/>
                              <a:gd name="T14" fmla="*/ 122 w 181"/>
                              <a:gd name="T15" fmla="*/ 136 h 169"/>
                              <a:gd name="T16" fmla="*/ 136 w 181"/>
                              <a:gd name="T17" fmla="*/ 169 h 169"/>
                              <a:gd name="T18" fmla="*/ 181 w 181"/>
                              <a:gd name="T19" fmla="*/ 169 h 169"/>
                              <a:gd name="T20" fmla="*/ 111 w 181"/>
                              <a:gd name="T21" fmla="*/ 103 h 169"/>
                              <a:gd name="T22" fmla="*/ 111 w 181"/>
                              <a:gd name="T23" fmla="*/ 103 h 169"/>
                              <a:gd name="T24" fmla="*/ 69 w 181"/>
                              <a:gd name="T25" fmla="*/ 103 h 169"/>
                              <a:gd name="T26" fmla="*/ 90 w 181"/>
                              <a:gd name="T27" fmla="*/ 45 h 169"/>
                              <a:gd name="T28" fmla="*/ 111 w 181"/>
                              <a:gd name="T29" fmla="*/ 103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4" name="Freeform 67"/>
                        <wps:cNvSpPr>
                          <a:spLocks/>
                        </wps:cNvSpPr>
                        <wps:spPr bwMode="auto">
                          <a:xfrm>
                            <a:off x="6550025" y="1014730"/>
                            <a:ext cx="123190" cy="170180"/>
                          </a:xfrm>
                          <a:custGeom>
                            <a:avLst/>
                            <a:gdLst>
                              <a:gd name="T0" fmla="*/ 129 w 129"/>
                              <a:gd name="T1" fmla="*/ 21 h 178"/>
                              <a:gd name="T2" fmla="*/ 129 w 129"/>
                              <a:gd name="T3" fmla="*/ 21 h 178"/>
                              <a:gd name="T4" fmla="*/ 74 w 129"/>
                              <a:gd name="T5" fmla="*/ 0 h 178"/>
                              <a:gd name="T6" fmla="*/ 8 w 129"/>
                              <a:gd name="T7" fmla="*/ 53 h 178"/>
                              <a:gd name="T8" fmla="*/ 52 w 129"/>
                              <a:gd name="T9" fmla="*/ 102 h 178"/>
                              <a:gd name="T10" fmla="*/ 87 w 129"/>
                              <a:gd name="T11" fmla="*/ 126 h 178"/>
                              <a:gd name="T12" fmla="*/ 63 w 129"/>
                              <a:gd name="T13" fmla="*/ 144 h 178"/>
                              <a:gd name="T14" fmla="*/ 27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5" name="Freeform 68"/>
                        <wps:cNvSpPr>
                          <a:spLocks/>
                        </wps:cNvSpPr>
                        <wps:spPr bwMode="auto">
                          <a:xfrm>
                            <a:off x="6698615" y="1019810"/>
                            <a:ext cx="113030"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3 w 118"/>
                              <a:gd name="T19" fmla="*/ 34 h 169"/>
                              <a:gd name="T20" fmla="*/ 113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wgp>
                      <wpg:cNvPr id="91" name="Agrupar 91"/>
                      <wpg:cNvGrpSpPr>
                        <a:grpSpLocks noChangeAspect="1"/>
                      </wpg:cNvGrpSpPr>
                      <wpg:grpSpPr>
                        <a:xfrm>
                          <a:off x="755737" y="291056"/>
                          <a:ext cx="1200260" cy="288000"/>
                          <a:chOff x="1185893" y="520700"/>
                          <a:chExt cx="3375754" cy="810006"/>
                        </a:xfrm>
                      </wpg:grpSpPr>
                      <wpg:grpSp>
                        <wpg:cNvPr id="80" name="Gráfico 4"/>
                        <wpg:cNvGrpSpPr/>
                        <wpg:grpSpPr>
                          <a:xfrm>
                            <a:off x="2365754" y="647096"/>
                            <a:ext cx="2195893" cy="554450"/>
                            <a:chOff x="2365754" y="647096"/>
                            <a:chExt cx="2195893" cy="554450"/>
                          </a:xfrm>
                          <a:solidFill>
                            <a:srgbClr val="485358"/>
                          </a:solidFill>
                        </wpg:grpSpPr>
                        <wps:wsp>
                          <wps:cNvPr id="81" name="Forma Livre: Forma 81"/>
                          <wps:cNvSpPr/>
                          <wps:spPr>
                            <a:xfrm>
                              <a:off x="2365754" y="647096"/>
                              <a:ext cx="489680" cy="554450"/>
                            </a:xfrm>
                            <a:custGeom>
                              <a:avLst/>
                              <a:gdLst>
                                <a:gd name="connsiteX0" fmla="*/ 403003 w 489680"/>
                                <a:gd name="connsiteY0" fmla="*/ 531019 h 554450"/>
                                <a:gd name="connsiteX1" fmla="*/ 284321 w 489680"/>
                                <a:gd name="connsiteY1" fmla="*/ 554450 h 554450"/>
                                <a:gd name="connsiteX2" fmla="*/ 171260 w 489680"/>
                                <a:gd name="connsiteY2" fmla="*/ 534353 h 554450"/>
                                <a:gd name="connsiteX3" fmla="*/ 81344 w 489680"/>
                                <a:gd name="connsiteY3" fmla="*/ 477488 h 554450"/>
                                <a:gd name="connsiteX4" fmla="*/ 21622 w 489680"/>
                                <a:gd name="connsiteY4" fmla="*/ 389382 h 554450"/>
                                <a:gd name="connsiteX5" fmla="*/ 0 w 489680"/>
                                <a:gd name="connsiteY5" fmla="*/ 276416 h 554450"/>
                                <a:gd name="connsiteX6" fmla="*/ 22003 w 489680"/>
                                <a:gd name="connsiteY6" fmla="*/ 162020 h 554450"/>
                                <a:gd name="connsiteX7" fmla="*/ 82868 w 489680"/>
                                <a:gd name="connsiteY7" fmla="*/ 74676 h 554450"/>
                                <a:gd name="connsiteX8" fmla="*/ 173927 w 489680"/>
                                <a:gd name="connsiteY8" fmla="*/ 19336 h 554450"/>
                                <a:gd name="connsiteX9" fmla="*/ 286607 w 489680"/>
                                <a:gd name="connsiteY9" fmla="*/ 0 h 554450"/>
                                <a:gd name="connsiteX10" fmla="*/ 396716 w 489680"/>
                                <a:gd name="connsiteY10" fmla="*/ 19717 h 554450"/>
                                <a:gd name="connsiteX11" fmla="*/ 484441 w 489680"/>
                                <a:gd name="connsiteY11" fmla="*/ 77343 h 554450"/>
                                <a:gd name="connsiteX12" fmla="*/ 397859 w 489680"/>
                                <a:gd name="connsiteY12" fmla="*/ 163544 h 554450"/>
                                <a:gd name="connsiteX13" fmla="*/ 350806 w 489680"/>
                                <a:gd name="connsiteY13" fmla="*/ 127064 h 554450"/>
                                <a:gd name="connsiteX14" fmla="*/ 291084 w 489680"/>
                                <a:gd name="connsiteY14" fmla="*/ 115157 h 554450"/>
                                <a:gd name="connsiteX15" fmla="*/ 229552 w 489680"/>
                                <a:gd name="connsiteY15" fmla="*/ 127444 h 554450"/>
                                <a:gd name="connsiteX16" fmla="*/ 181451 w 489680"/>
                                <a:gd name="connsiteY16" fmla="*/ 161258 h 554450"/>
                                <a:gd name="connsiteX17" fmla="*/ 150114 w 489680"/>
                                <a:gd name="connsiteY17" fmla="*/ 212122 h 554450"/>
                                <a:gd name="connsiteX18" fmla="*/ 138874 w 489680"/>
                                <a:gd name="connsiteY18" fmla="*/ 276416 h 554450"/>
                                <a:gd name="connsiteX19" fmla="*/ 150114 w 489680"/>
                                <a:gd name="connsiteY19" fmla="*/ 341852 h 554450"/>
                                <a:gd name="connsiteX20" fmla="*/ 181070 w 489680"/>
                                <a:gd name="connsiteY20" fmla="*/ 392716 h 554450"/>
                                <a:gd name="connsiteX21" fmla="*/ 228505 w 489680"/>
                                <a:gd name="connsiteY21" fmla="*/ 425768 h 554450"/>
                                <a:gd name="connsiteX22" fmla="*/ 288989 w 489680"/>
                                <a:gd name="connsiteY22" fmla="*/ 437674 h 554450"/>
                                <a:gd name="connsiteX23" fmla="*/ 355378 w 489680"/>
                                <a:gd name="connsiteY23" fmla="*/ 422815 h 554450"/>
                                <a:gd name="connsiteX24" fmla="*/ 400907 w 489680"/>
                                <a:gd name="connsiteY24" fmla="*/ 384143 h 554450"/>
                                <a:gd name="connsiteX25" fmla="*/ 489680 w 489680"/>
                                <a:gd name="connsiteY25" fmla="*/ 467392 h 554450"/>
                                <a:gd name="connsiteX26" fmla="*/ 403098 w 489680"/>
                                <a:gd name="connsiteY26" fmla="*/ 530924 h 5544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Forma Livre: Forma 82"/>
                          <wps:cNvSpPr/>
                          <wps:spPr>
                            <a:xfrm>
                              <a:off x="2928491" y="661289"/>
                              <a:ext cx="128396" cy="526160"/>
                            </a:xfrm>
                            <a:custGeom>
                              <a:avLst/>
                              <a:gdLst>
                                <a:gd name="connsiteX0" fmla="*/ 0 w 128396"/>
                                <a:gd name="connsiteY0" fmla="*/ 526161 h 526160"/>
                                <a:gd name="connsiteX1" fmla="*/ 0 w 128396"/>
                                <a:gd name="connsiteY1" fmla="*/ 0 h 526160"/>
                                <a:gd name="connsiteX2" fmla="*/ 128397 w 128396"/>
                                <a:gd name="connsiteY2" fmla="*/ 0 h 526160"/>
                                <a:gd name="connsiteX3" fmla="*/ 128397 w 128396"/>
                                <a:gd name="connsiteY3" fmla="*/ 526161 h 526160"/>
                                <a:gd name="connsiteX4" fmla="*/ 0 w 128396"/>
                                <a:gd name="connsiteY4" fmla="*/ 526161 h 5261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8396" h="526160">
                                  <a:moveTo>
                                    <a:pt x="0" y="526161"/>
                                  </a:moveTo>
                                  <a:lnTo>
                                    <a:pt x="0" y="0"/>
                                  </a:lnTo>
                                  <a:lnTo>
                                    <a:pt x="128397" y="0"/>
                                  </a:lnTo>
                                  <a:lnTo>
                                    <a:pt x="128397"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Forma Livre: Forma 83"/>
                          <wps:cNvSpPr/>
                          <wps:spPr>
                            <a:xfrm>
                              <a:off x="3175475" y="661289"/>
                              <a:ext cx="412051" cy="526160"/>
                            </a:xfrm>
                            <a:custGeom>
                              <a:avLst/>
                              <a:gdLst>
                                <a:gd name="connsiteX0" fmla="*/ 412051 w 412051"/>
                                <a:gd name="connsiteY0" fmla="*/ 373094 h 526160"/>
                                <a:gd name="connsiteX1" fmla="*/ 394906 w 412051"/>
                                <a:gd name="connsiteY1" fmla="*/ 445580 h 526160"/>
                                <a:gd name="connsiteX2" fmla="*/ 349377 w 412051"/>
                                <a:gd name="connsiteY2" fmla="*/ 492728 h 526160"/>
                                <a:gd name="connsiteX3" fmla="*/ 284797 w 412051"/>
                                <a:gd name="connsiteY3" fmla="*/ 518351 h 526160"/>
                                <a:gd name="connsiteX4" fmla="*/ 210502 w 412051"/>
                                <a:gd name="connsiteY4" fmla="*/ 526161 h 526160"/>
                                <a:gd name="connsiteX5" fmla="*/ 0 w 412051"/>
                                <a:gd name="connsiteY5" fmla="*/ 526161 h 526160"/>
                                <a:gd name="connsiteX6" fmla="*/ 0 w 412051"/>
                                <a:gd name="connsiteY6" fmla="*/ 0 h 526160"/>
                                <a:gd name="connsiteX7" fmla="*/ 210502 w 412051"/>
                                <a:gd name="connsiteY7" fmla="*/ 0 h 526160"/>
                                <a:gd name="connsiteX8" fmla="*/ 273177 w 412051"/>
                                <a:gd name="connsiteY8" fmla="*/ 6286 h 526160"/>
                                <a:gd name="connsiteX9" fmla="*/ 331375 w 412051"/>
                                <a:gd name="connsiteY9" fmla="*/ 27813 h 526160"/>
                                <a:gd name="connsiteX10" fmla="*/ 373951 w 412051"/>
                                <a:gd name="connsiteY10" fmla="*/ 69056 h 526160"/>
                                <a:gd name="connsiteX11" fmla="*/ 390430 w 412051"/>
                                <a:gd name="connsiteY11" fmla="*/ 135255 h 526160"/>
                                <a:gd name="connsiteX12" fmla="*/ 366522 w 412051"/>
                                <a:gd name="connsiteY12" fmla="*/ 207740 h 526160"/>
                                <a:gd name="connsiteX13" fmla="*/ 303847 w 412051"/>
                                <a:gd name="connsiteY13" fmla="*/ 248984 h 526160"/>
                                <a:gd name="connsiteX14" fmla="*/ 303847 w 412051"/>
                                <a:gd name="connsiteY14" fmla="*/ 250508 h 526160"/>
                                <a:gd name="connsiteX15" fmla="*/ 346043 w 412051"/>
                                <a:gd name="connsiteY15" fmla="*/ 264224 h 526160"/>
                                <a:gd name="connsiteX16" fmla="*/ 380333 w 412051"/>
                                <a:gd name="connsiteY16" fmla="*/ 289846 h 526160"/>
                                <a:gd name="connsiteX17" fmla="*/ 403479 w 412051"/>
                                <a:gd name="connsiteY17" fmla="*/ 326231 h 526160"/>
                                <a:gd name="connsiteX18" fmla="*/ 412051 w 412051"/>
                                <a:gd name="connsiteY18" fmla="*/ 373094 h 526160"/>
                                <a:gd name="connsiteX19" fmla="*/ 267271 w 412051"/>
                                <a:gd name="connsiteY19" fmla="*/ 152400 h 526160"/>
                                <a:gd name="connsiteX20" fmla="*/ 246793 w 412051"/>
                                <a:gd name="connsiteY20" fmla="*/ 113348 h 526160"/>
                                <a:gd name="connsiteX21" fmla="*/ 185928 w 412051"/>
                                <a:gd name="connsiteY21" fmla="*/ 101060 h 526160"/>
                                <a:gd name="connsiteX22" fmla="*/ 123254 w 412051"/>
                                <a:gd name="connsiteY22" fmla="*/ 101060 h 526160"/>
                                <a:gd name="connsiteX23" fmla="*/ 123254 w 412051"/>
                                <a:gd name="connsiteY23" fmla="*/ 209550 h 526160"/>
                                <a:gd name="connsiteX24" fmla="*/ 191929 w 412051"/>
                                <a:gd name="connsiteY24" fmla="*/ 209550 h 526160"/>
                                <a:gd name="connsiteX25" fmla="*/ 247555 w 412051"/>
                                <a:gd name="connsiteY25" fmla="*/ 195072 h 526160"/>
                                <a:gd name="connsiteX26" fmla="*/ 267367 w 412051"/>
                                <a:gd name="connsiteY26" fmla="*/ 152400 h 526160"/>
                                <a:gd name="connsiteX27" fmla="*/ 284417 w 412051"/>
                                <a:gd name="connsiteY27" fmla="*/ 361188 h 526160"/>
                                <a:gd name="connsiteX28" fmla="*/ 259842 w 412051"/>
                                <a:gd name="connsiteY28" fmla="*/ 315849 h 526160"/>
                                <a:gd name="connsiteX29" fmla="*/ 194119 w 412051"/>
                                <a:gd name="connsiteY29" fmla="*/ 303276 h 526160"/>
                                <a:gd name="connsiteX30" fmla="*/ 123254 w 412051"/>
                                <a:gd name="connsiteY30" fmla="*/ 303276 h 526160"/>
                                <a:gd name="connsiteX31" fmla="*/ 123254 w 412051"/>
                                <a:gd name="connsiteY31" fmla="*/ 423672 h 526160"/>
                                <a:gd name="connsiteX32" fmla="*/ 194881 w 412051"/>
                                <a:gd name="connsiteY32" fmla="*/ 423672 h 526160"/>
                                <a:gd name="connsiteX33" fmla="*/ 225838 w 412051"/>
                                <a:gd name="connsiteY33" fmla="*/ 421100 h 526160"/>
                                <a:gd name="connsiteX34" fmla="*/ 254889 w 412051"/>
                                <a:gd name="connsiteY34" fmla="*/ 411766 h 526160"/>
                                <a:gd name="connsiteX35" fmla="*/ 276130 w 412051"/>
                                <a:gd name="connsiteY35" fmla="*/ 392811 h 526160"/>
                                <a:gd name="connsiteX36" fmla="*/ 284321 w 412051"/>
                                <a:gd name="connsiteY36" fmla="*/ 36128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Forma Livre: Forma 84"/>
                          <wps:cNvSpPr/>
                          <wps:spPr>
                            <a:xfrm>
                              <a:off x="3672679" y="661289"/>
                              <a:ext cx="368712" cy="526160"/>
                            </a:xfrm>
                            <a:custGeom>
                              <a:avLst/>
                              <a:gdLst>
                                <a:gd name="connsiteX0" fmla="*/ 0 w 368712"/>
                                <a:gd name="connsiteY0" fmla="*/ 526161 h 526160"/>
                                <a:gd name="connsiteX1" fmla="*/ 0 w 368712"/>
                                <a:gd name="connsiteY1" fmla="*/ 0 h 526160"/>
                                <a:gd name="connsiteX2" fmla="*/ 355283 w 368712"/>
                                <a:gd name="connsiteY2" fmla="*/ 0 h 526160"/>
                                <a:gd name="connsiteX3" fmla="*/ 355283 w 368712"/>
                                <a:gd name="connsiteY3" fmla="*/ 106966 h 526160"/>
                                <a:gd name="connsiteX4" fmla="*/ 123158 w 368712"/>
                                <a:gd name="connsiteY4" fmla="*/ 106966 h 526160"/>
                                <a:gd name="connsiteX5" fmla="*/ 123158 w 368712"/>
                                <a:gd name="connsiteY5" fmla="*/ 206597 h 526160"/>
                                <a:gd name="connsiteX6" fmla="*/ 342614 w 368712"/>
                                <a:gd name="connsiteY6" fmla="*/ 206597 h 526160"/>
                                <a:gd name="connsiteX7" fmla="*/ 342614 w 368712"/>
                                <a:gd name="connsiteY7" fmla="*/ 308420 h 526160"/>
                                <a:gd name="connsiteX8" fmla="*/ 123158 w 368712"/>
                                <a:gd name="connsiteY8" fmla="*/ 308420 h 526160"/>
                                <a:gd name="connsiteX9" fmla="*/ 123158 w 368712"/>
                                <a:gd name="connsiteY9" fmla="*/ 417671 h 526160"/>
                                <a:gd name="connsiteX10" fmla="*/ 368713 w 368712"/>
                                <a:gd name="connsiteY10" fmla="*/ 417671 h 526160"/>
                                <a:gd name="connsiteX11" fmla="*/ 368713 w 368712"/>
                                <a:gd name="connsiteY11" fmla="*/ 526161 h 526160"/>
                                <a:gd name="connsiteX12" fmla="*/ 0 w 368712"/>
                                <a:gd name="connsiteY12" fmla="*/ 526161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Forma Livre: Forma 85"/>
                          <wps:cNvSpPr/>
                          <wps:spPr>
                            <a:xfrm>
                              <a:off x="4129403" y="661289"/>
                              <a:ext cx="432244" cy="526160"/>
                            </a:xfrm>
                            <a:custGeom>
                              <a:avLst/>
                              <a:gdLst>
                                <a:gd name="connsiteX0" fmla="*/ 282893 w 432244"/>
                                <a:gd name="connsiteY0" fmla="*/ 526161 h 526160"/>
                                <a:gd name="connsiteX1" fmla="*/ 168116 w 432244"/>
                                <a:gd name="connsiteY1" fmla="*/ 317278 h 526160"/>
                                <a:gd name="connsiteX2" fmla="*/ 124682 w 432244"/>
                                <a:gd name="connsiteY2" fmla="*/ 317278 h 526160"/>
                                <a:gd name="connsiteX3" fmla="*/ 124682 w 432244"/>
                                <a:gd name="connsiteY3" fmla="*/ 526161 h 526160"/>
                                <a:gd name="connsiteX4" fmla="*/ 0 w 432244"/>
                                <a:gd name="connsiteY4" fmla="*/ 526161 h 526160"/>
                                <a:gd name="connsiteX5" fmla="*/ 0 w 432244"/>
                                <a:gd name="connsiteY5" fmla="*/ 0 h 526160"/>
                                <a:gd name="connsiteX6" fmla="*/ 201549 w 432244"/>
                                <a:gd name="connsiteY6" fmla="*/ 0 h 526160"/>
                                <a:gd name="connsiteX7" fmla="*/ 275844 w 432244"/>
                                <a:gd name="connsiteY7" fmla="*/ 7810 h 526160"/>
                                <a:gd name="connsiteX8" fmla="*/ 340805 w 432244"/>
                                <a:gd name="connsiteY8" fmla="*/ 34195 h 526160"/>
                                <a:gd name="connsiteX9" fmla="*/ 386715 w 432244"/>
                                <a:gd name="connsiteY9" fmla="*/ 83249 h 526160"/>
                                <a:gd name="connsiteX10" fmla="*/ 403860 w 432244"/>
                                <a:gd name="connsiteY10" fmla="*/ 159067 h 526160"/>
                                <a:gd name="connsiteX11" fmla="*/ 374713 w 432244"/>
                                <a:gd name="connsiteY11" fmla="*/ 248984 h 526160"/>
                                <a:gd name="connsiteX12" fmla="*/ 294132 w 432244"/>
                                <a:gd name="connsiteY12" fmla="*/ 300990 h 526160"/>
                                <a:gd name="connsiteX13" fmla="*/ 432245 w 432244"/>
                                <a:gd name="connsiteY13" fmla="*/ 526161 h 526160"/>
                                <a:gd name="connsiteX14" fmla="*/ 282988 w 432244"/>
                                <a:gd name="connsiteY14" fmla="*/ 526161 h 526160"/>
                                <a:gd name="connsiteX15" fmla="*/ 277654 w 432244"/>
                                <a:gd name="connsiteY15" fmla="*/ 161258 h 526160"/>
                                <a:gd name="connsiteX16" fmla="*/ 269748 w 432244"/>
                                <a:gd name="connsiteY16" fmla="*/ 131255 h 526160"/>
                                <a:gd name="connsiteX17" fmla="*/ 249460 w 432244"/>
                                <a:gd name="connsiteY17" fmla="*/ 113348 h 526160"/>
                                <a:gd name="connsiteX18" fmla="*/ 221647 w 432244"/>
                                <a:gd name="connsiteY18" fmla="*/ 104775 h 526160"/>
                                <a:gd name="connsiteX19" fmla="*/ 192024 w 432244"/>
                                <a:gd name="connsiteY19" fmla="*/ 102489 h 526160"/>
                                <a:gd name="connsiteX20" fmla="*/ 123730 w 432244"/>
                                <a:gd name="connsiteY20" fmla="*/ 102489 h 526160"/>
                                <a:gd name="connsiteX21" fmla="*/ 123730 w 432244"/>
                                <a:gd name="connsiteY21" fmla="*/ 225076 h 526160"/>
                                <a:gd name="connsiteX22" fmla="*/ 184499 w 432244"/>
                                <a:gd name="connsiteY22" fmla="*/ 225076 h 526160"/>
                                <a:gd name="connsiteX23" fmla="*/ 216789 w 432244"/>
                                <a:gd name="connsiteY23" fmla="*/ 222504 h 526160"/>
                                <a:gd name="connsiteX24" fmla="*/ 246793 w 432244"/>
                                <a:gd name="connsiteY24" fmla="*/ 213169 h 526160"/>
                                <a:gd name="connsiteX25" fmla="*/ 268891 w 432244"/>
                                <a:gd name="connsiteY25" fmla="*/ 193834 h 526160"/>
                                <a:gd name="connsiteX26" fmla="*/ 277559 w 432244"/>
                                <a:gd name="connsiteY26" fmla="*/ 16116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6" name="Gráfico 4"/>
                        <wpg:cNvGrpSpPr/>
                        <wpg:grpSpPr>
                          <a:xfrm>
                            <a:off x="1185893" y="520700"/>
                            <a:ext cx="852773" cy="810006"/>
                            <a:chOff x="1185893" y="520700"/>
                            <a:chExt cx="852773" cy="810006"/>
                          </a:xfrm>
                        </wpg:grpSpPr>
                        <wps:wsp>
                          <wps:cNvPr id="87" name="Forma Livre: Forma 87"/>
                          <wps:cNvSpPr/>
                          <wps:spPr>
                            <a:xfrm>
                              <a:off x="1185893" y="520700"/>
                              <a:ext cx="852773" cy="810006"/>
                            </a:xfrm>
                            <a:custGeom>
                              <a:avLst/>
                              <a:gdLst>
                                <a:gd name="connsiteX0" fmla="*/ 790861 w 852773"/>
                                <a:gd name="connsiteY0" fmla="*/ 0 h 810006"/>
                                <a:gd name="connsiteX1" fmla="*/ 61913 w 852773"/>
                                <a:gd name="connsiteY1" fmla="*/ 0 h 810006"/>
                                <a:gd name="connsiteX2" fmla="*/ 0 w 852773"/>
                                <a:gd name="connsiteY2" fmla="*/ 61913 h 810006"/>
                                <a:gd name="connsiteX3" fmla="*/ 0 w 852773"/>
                                <a:gd name="connsiteY3" fmla="*/ 748094 h 810006"/>
                                <a:gd name="connsiteX4" fmla="*/ 61913 w 852773"/>
                                <a:gd name="connsiteY4" fmla="*/ 810006 h 810006"/>
                                <a:gd name="connsiteX5" fmla="*/ 790861 w 852773"/>
                                <a:gd name="connsiteY5" fmla="*/ 810006 h 810006"/>
                                <a:gd name="connsiteX6" fmla="*/ 852773 w 852773"/>
                                <a:gd name="connsiteY6" fmla="*/ 748094 h 810006"/>
                                <a:gd name="connsiteX7" fmla="*/ 852773 w 852773"/>
                                <a:gd name="connsiteY7" fmla="*/ 61913 h 810006"/>
                                <a:gd name="connsiteX8" fmla="*/ 790861 w 852773"/>
                                <a:gd name="connsiteY8" fmla="*/ 0 h 810006"/>
                                <a:gd name="connsiteX9" fmla="*/ 805148 w 852773"/>
                                <a:gd name="connsiteY9" fmla="*/ 733235 h 810006"/>
                                <a:gd name="connsiteX10" fmla="*/ 776097 w 852773"/>
                                <a:gd name="connsiteY10" fmla="*/ 762381 h 810006"/>
                                <a:gd name="connsiteX11" fmla="*/ 76676 w 852773"/>
                                <a:gd name="connsiteY11" fmla="*/ 762381 h 810006"/>
                                <a:gd name="connsiteX12" fmla="*/ 47530 w 852773"/>
                                <a:gd name="connsiteY12" fmla="*/ 733235 h 810006"/>
                                <a:gd name="connsiteX13" fmla="*/ 47530 w 852773"/>
                                <a:gd name="connsiteY13" fmla="*/ 76676 h 810006"/>
                                <a:gd name="connsiteX14" fmla="*/ 76676 w 852773"/>
                                <a:gd name="connsiteY14" fmla="*/ 47530 h 810006"/>
                                <a:gd name="connsiteX15" fmla="*/ 776097 w 852773"/>
                                <a:gd name="connsiteY15" fmla="*/ 47530 h 810006"/>
                                <a:gd name="connsiteX16" fmla="*/ 805148 w 852773"/>
                                <a:gd name="connsiteY16" fmla="*/ 76676 h 810006"/>
                                <a:gd name="connsiteX17" fmla="*/ 805148 w 852773"/>
                                <a:gd name="connsiteY17" fmla="*/ 733235 h 8100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Forma Livre: Forma 88"/>
                          <wps:cNvSpPr/>
                          <wps:spPr>
                            <a:xfrm>
                              <a:off x="1278380" y="612235"/>
                              <a:ext cx="667893" cy="626840"/>
                            </a:xfrm>
                            <a:custGeom>
                              <a:avLst/>
                              <a:gdLst>
                                <a:gd name="connsiteX0" fmla="*/ 653320 w 667893"/>
                                <a:gd name="connsiteY0" fmla="*/ 0 h 626840"/>
                                <a:gd name="connsiteX1" fmla="*/ 14573 w 667893"/>
                                <a:gd name="connsiteY1" fmla="*/ 0 h 626840"/>
                                <a:gd name="connsiteX2" fmla="*/ 0 w 667893"/>
                                <a:gd name="connsiteY2" fmla="*/ 14573 h 626840"/>
                                <a:gd name="connsiteX3" fmla="*/ 0 w 667893"/>
                                <a:gd name="connsiteY3" fmla="*/ 612267 h 626840"/>
                                <a:gd name="connsiteX4" fmla="*/ 14573 w 667893"/>
                                <a:gd name="connsiteY4" fmla="*/ 626840 h 626840"/>
                                <a:gd name="connsiteX5" fmla="*/ 653320 w 667893"/>
                                <a:gd name="connsiteY5" fmla="*/ 626840 h 626840"/>
                                <a:gd name="connsiteX6" fmla="*/ 667893 w 667893"/>
                                <a:gd name="connsiteY6" fmla="*/ 612267 h 626840"/>
                                <a:gd name="connsiteX7" fmla="*/ 667893 w 667893"/>
                                <a:gd name="connsiteY7" fmla="*/ 14669 h 626840"/>
                                <a:gd name="connsiteX8" fmla="*/ 653320 w 667893"/>
                                <a:gd name="connsiteY8" fmla="*/ 95 h 626840"/>
                                <a:gd name="connsiteX9" fmla="*/ 617125 w 667893"/>
                                <a:gd name="connsiteY9" fmla="*/ 565404 h 626840"/>
                                <a:gd name="connsiteX10" fmla="*/ 606171 w 667893"/>
                                <a:gd name="connsiteY10" fmla="*/ 576358 h 626840"/>
                                <a:gd name="connsiteX11" fmla="*/ 61817 w 667893"/>
                                <a:gd name="connsiteY11" fmla="*/ 576358 h 626840"/>
                                <a:gd name="connsiteX12" fmla="*/ 50864 w 667893"/>
                                <a:gd name="connsiteY12" fmla="*/ 565404 h 626840"/>
                                <a:gd name="connsiteX13" fmla="*/ 50864 w 667893"/>
                                <a:gd name="connsiteY13" fmla="*/ 61913 h 626840"/>
                                <a:gd name="connsiteX14" fmla="*/ 61817 w 667893"/>
                                <a:gd name="connsiteY14" fmla="*/ 51054 h 626840"/>
                                <a:gd name="connsiteX15" fmla="*/ 606076 w 667893"/>
                                <a:gd name="connsiteY15" fmla="*/ 51054 h 626840"/>
                                <a:gd name="connsiteX16" fmla="*/ 617030 w 667893"/>
                                <a:gd name="connsiteY16" fmla="*/ 61913 h 626840"/>
                                <a:gd name="connsiteX17" fmla="*/ 617030 w 667893"/>
                                <a:gd name="connsiteY17" fmla="*/ 565499 h 626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close/>
                                </a:path>
                              </a:pathLst>
                            </a:custGeom>
                            <a:solidFill>
                              <a:srgbClr val="E84E0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Forma Livre: Forma 89"/>
                          <wps:cNvSpPr/>
                          <wps:spPr>
                            <a:xfrm>
                              <a:off x="1370106" y="767302"/>
                              <a:ext cx="234314" cy="316801"/>
                            </a:xfrm>
                            <a:custGeom>
                              <a:avLst/>
                              <a:gdLst>
                                <a:gd name="connsiteX0" fmla="*/ 200120 w 234314"/>
                                <a:gd name="connsiteY0" fmla="*/ 63818 h 316801"/>
                                <a:gd name="connsiteX1" fmla="*/ 146114 w 234314"/>
                                <a:gd name="connsiteY1" fmla="*/ 154686 h 316801"/>
                                <a:gd name="connsiteX2" fmla="*/ 81343 w 234314"/>
                                <a:gd name="connsiteY2" fmla="*/ 0 h 316801"/>
                                <a:gd name="connsiteX3" fmla="*/ 0 w 234314"/>
                                <a:gd name="connsiteY3" fmla="*/ 0 h 316801"/>
                                <a:gd name="connsiteX4" fmla="*/ 132302 w 234314"/>
                                <a:gd name="connsiteY4" fmla="*/ 316802 h 316801"/>
                                <a:gd name="connsiteX5" fmla="*/ 200311 w 234314"/>
                                <a:gd name="connsiteY5" fmla="*/ 316802 h 316801"/>
                                <a:gd name="connsiteX6" fmla="*/ 234315 w 234314"/>
                                <a:gd name="connsiteY6" fmla="*/ 63818 h 316801"/>
                                <a:gd name="connsiteX7" fmla="*/ 200120 w 234314"/>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Forma Livre: Forma 90"/>
                          <wps:cNvSpPr/>
                          <wps:spPr>
                            <a:xfrm>
                              <a:off x="1620137" y="767302"/>
                              <a:ext cx="234315" cy="316801"/>
                            </a:xfrm>
                            <a:custGeom>
                              <a:avLst/>
                              <a:gdLst>
                                <a:gd name="connsiteX0" fmla="*/ 34195 w 234315"/>
                                <a:gd name="connsiteY0" fmla="*/ 63818 h 316801"/>
                                <a:gd name="connsiteX1" fmla="*/ 88201 w 234315"/>
                                <a:gd name="connsiteY1" fmla="*/ 154686 h 316801"/>
                                <a:gd name="connsiteX2" fmla="*/ 152972 w 234315"/>
                                <a:gd name="connsiteY2" fmla="*/ 0 h 316801"/>
                                <a:gd name="connsiteX3" fmla="*/ 234315 w 234315"/>
                                <a:gd name="connsiteY3" fmla="*/ 0 h 316801"/>
                                <a:gd name="connsiteX4" fmla="*/ 102013 w 234315"/>
                                <a:gd name="connsiteY4" fmla="*/ 316802 h 316801"/>
                                <a:gd name="connsiteX5" fmla="*/ 34004 w 234315"/>
                                <a:gd name="connsiteY5" fmla="*/ 316802 h 316801"/>
                                <a:gd name="connsiteX6" fmla="*/ 0 w 234315"/>
                                <a:gd name="connsiteY6" fmla="*/ 63818 h 316801"/>
                                <a:gd name="connsiteX7" fmla="*/ 34195 w 234315"/>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c:wpc>
                </a:graphicData>
              </a:graphic>
              <wp14:sizeRelH relativeFrom="page">
                <wp14:pctWidth>0</wp14:pctWidth>
              </wp14:sizeRelH>
              <wp14:sizeRelV relativeFrom="page">
                <wp14:pctHeight>0</wp14:pctHeight>
              </wp14:sizeRelV>
            </wp:anchor>
          </w:drawing>
        </mc:Choice>
        <mc:Fallback xmlns:oel="http://schemas.microsoft.com/office/2019/extlst">
          <w:pict>
            <v:group w14:anchorId="39F85539" id="Tela 76" o:spid="_x0000_s1026" editas="canvas" style="position:absolute;margin-left:-59.55pt;margin-top:-35.45pt;width:595.25pt;height:842pt;z-index:251666432"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" path="m,31r,l6350,31r,-31l,,,31xe" fillcolor="#fa5a00" stroked="f" strokeweight="0">
                <v:path arrowok="t" o:connecttype="custom" o:connectlocs="0,29845;0,29845;6055360,29845;6055360,0;0,0;0,29845"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" path="m128,52r,c128,13,99,,62,l,,,169r41,l41,105r20,c97,105,128,91,128,52xm88,52r,c88,68,73,72,58,72r-17,l41,33r18,c73,33,88,36,88,52xe" fillcolor="#fa5a00" stroked="f" strokeweight="0">
                  <v:path arrowok="t" o:connecttype="custom" o:connectlocs="121920,49628;121920,49628;59055,0;0,0;0,161290;39053,161290;39053,100210;58103,100210;121920,49628;83820,49628;83820,49628;55245,68715;39053,68715;39053,31494;56198,31494;83820,4962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" path="m138,169r,l94,96v22,-6,35,-23,35,-45c129,12,97,,64,l,,,169r40,l40,102r14,l90,169r48,xm89,51r,c89,69,72,72,59,72r-19,l40,33r21,c74,33,89,36,89,51xe" fillcolor="#fa5a00" stroked="f" strokeweight="0">
                  <v:path arrowok="t" o:connecttype="custom" o:connectlocs="131445,161290;131445,161290;89535,91620;122873,48673;60960,0;0,0;0,161290;38100,161290;38100,97347;51435,97347;85725,161290;131445,161290;84773,48673;84773,48673;56198,68715;38100,68715;38100,31494;58103,31494;84773,48673"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" path="m118,169r,l118,134r-79,l39,99r70,l109,66r-70,l39,34r75,l114,,,,,169r118,xe" fillcolor="#fa5a00" stroked="f" strokeweight="0">
                  <v:path arrowok="t" o:connecttype="custom" o:connectlocs="112395,161290;112395,161290;112395,127887;37148,127887;37148,94483;103823,94483;103823,62989;37148,62989;37148,32449;108585,32449;108585,0;0,0;0,161290;112395,161290"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" path="m129,21r,c114,7,93,,73,,42,,8,16,8,53v,31,22,42,43,49c73,109,86,113,86,126v,14,-11,18,-23,18c50,144,35,137,26,126l,154v14,15,39,24,63,24c96,178,128,161,128,122,128,88,98,78,75,71,59,66,49,62,49,51,49,38,62,34,73,34v10,,23,6,30,15l129,21xe" fillcolor="#fa5a00" stroked="f" strokeweight="0">
                  <v:path arrowok="t" o:connecttype="custom" o:connectlocs="123190,20077;123190,20077;69712,0;7640,50672;48703,97519;82127,120464;60163,137674;24829,120464;0,147234;60163,170180;122235,116640;71622,67881;46793,48759;69712,32506;98361,46847;123190,20077"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" path="m130,21r,c115,7,93,,74,,43,,9,16,9,53v,31,22,42,43,49c74,109,87,113,87,126v,14,-11,18,-23,18c50,144,35,137,27,126l,154v15,15,40,24,64,24c97,178,129,161,129,122,129,88,99,78,76,71,60,66,50,62,50,51,50,38,63,34,74,34v10,,23,6,30,15l130,21xe" fillcolor="#fa5a00" stroked="f" strokeweight="0">
                  <v:path arrowok="t" o:connecttype="custom" o:connectlocs="123825,20077;123825,20077;70485,0;8573,50672;49530,97519;82868,120464;60960,137674;25718,120464;0,147234;60960,170180;122873,116640;72390,67881;47625,48759;70485,32506;99060,46847;123825,20077"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" path="m139,169r,l94,96v22,-6,35,-23,35,-45c129,12,97,,65,l,,,169r40,l40,102r14,l91,169r48,xm89,51r,c89,69,73,72,59,72r-19,l40,33r22,c74,33,89,36,89,51xe" fillcolor="#fa5a00" stroked="f" strokeweight="0">
                  <v:path arrowok="t" o:connecttype="custom" o:connectlocs="132715,161290;132715,161290;89750,91620;123167,48673;62061,0;0,0;0,161290;38191,161290;38191,97347;51558,97347;86885,161290;132715,161290;84976,48673;84976,48673;56332,68715;38191,68715;38191,31494;59197,31494;84976,48673"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" path="m107,169r,l107,133r-66,l41,,,,,169r107,xe" fillcolor="#fa5a00" stroked="f" strokeweight="0">
                  <v:path arrowok="t" o:connecttype="custom" o:connectlocs="102235,161290;102235,161290;102235,126932;39174,126932;39174,0;0,0;0,161290;102235,161290"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" path="m181,169r,l111,,71,,,169r45,l57,136r65,l136,169r45,xm111,103r,l69,103,90,45r21,58xe" fillcolor="#fa5a00" stroked="f" strokeweight="0">
                  <v:path arrowok="t" o:connecttype="custom" o:connectlocs="172720,161290;172720,161290;105922,0;67752,0;0,161290;42941,161290;54392,129796;116419,129796;129779,161290;172720,161290;105922,98301;105922,98301;65844,98301;85883,42947;105922,98301"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" path="m129,21r,c114,7,93,,74,,42,,8,16,8,53v,31,22,42,44,49c74,109,87,113,87,126v,14,-11,18,-24,18c50,144,35,137,27,126l,154v15,15,39,24,63,24c97,178,128,161,128,122,128,88,98,78,75,71,59,66,49,62,49,51,49,38,63,34,73,34v11,,23,6,30,15l129,21xe" fillcolor="#fa5a00" stroked="f" strokeweight="0">
                  <v:path arrowok="t" o:connecttype="custom" o:connectlocs="123190,20077;123190,20077;70667,0;7640,50672;49658,97519;83082,120464;60163,137674;25784,120464;0,147234;60163,170180;122235,116640;71622,67881;46793,48759;69712,32506;98361,46847;123190,20077"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" path="m118,169r,l118,134r-79,l39,99r70,l109,66r-70,l39,34r74,l113,,,,,169r118,xe" fillcolor="#fa5a00" stroked="f" strokeweight="0">
                  <v:path arrowok="t" o:connecttype="custom" o:connectlocs="113030,161290;113030,161290;113030,127887;37357,127887;37357,94483;104409,94483;104409,62989;37357,62989;37357,32449;108241,32449;108241,0;0,0;0,161290;113030,161290"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03,531019;284321,554450;171260,534353;81344,477488;21622,389382;0,276416;22003,162020;82868,74676;173927,19336;286607,0;396716,19717;484441,77343;397859,163544;350806,127064;291084,115157;229552,127444;181451,161258;150114,212122;138874,276416;150114,341852;181070,392716;228505,425768;288989,437674;355378,422815;400907,384143;489680,467392;403098,530924"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" path="m,526161l,,128397,r,526161l,526161xe" fillcolor="#485358" stroked="f">
                    <v:stroke joinstyle="miter"/>
                    <v:path arrowok="t" o:connecttype="custom" o:connectlocs="0,526161;0,0;128397,0;128397,526161;0,526161"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051,373094;394906,445580;349377,492728;284797,518351;210502,526161;0,526161;0,0;210502,0;273177,6286;331375,27813;373951,69056;390430,135255;366522,207740;303847,248984;303847,250508;346043,264224;380333,289846;403479,326231;412051,373094;267271,152400;246793,113348;185928,101060;123254,101060;123254,209550;191929,209550;247555,195072;267367,152400;284417,361188;259842,315849;194119,303276;123254,303276;123254,423672;194881,423672;225838,421100;254889,411766;276130,392811;284321,36128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" path="m,526161l,,355283,r,106966l123158,106966r,99631l342614,206597r,101823l123158,308420r,109251l368713,417671r,108490l,526161xe" fillcolor="#485358" stroked="f">
                    <v:stroke joinstyle="miter"/>
                    <v:path arrowok="t" o:connecttype="custom" o:connectlocs="0,526161;0,0;355283,0;355283,106966;123158,106966;123158,206597;342614,206597;342614,308420;123158,308420;123158,417671;368713,417671;368713,526161;0,526161"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893,526161;168116,317278;124682,317278;124682,526161;0,526161;0,0;201549,0;275844,7810;340805,34195;386715,83249;403860,159067;374713,248984;294132,300990;432245,526161;282988,526161;277654,161258;269748,131255;249460,113348;221647,104775;192024,102489;123730,102489;123730,225076;184499,225076;216789,222504;246793,213169;268891,193834;277559,161163"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861,0;61913,0;0,61913;0,748094;61913,810006;790861,810006;852773,748094;852773,61913;790861,0;805148,733235;776097,762381;76676,762381;47530,733235;47530,76676;76676,47530;776097,47530;805148,76676;805148,733235"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20,0;14573,0;0,14573;0,612267;14573,626840;653320,626840;667893,612267;667893,14669;653320,95;617125,565404;606171,576358;61817,576358;50864,565404;50864,61913;61817,51054;606076,51054;617030,61913;617030,565499"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" path="m200120,63818r-54006,90868l81343,,,,132302,316802r68009,l234315,63818r-34195,xe" fillcolor="#485358" stroked="f">
                    <v:stroke joinstyle="miter"/>
                    <v:path arrowok="t" o:connecttype="custom" o:connectlocs="200120,63818;146114,154686;81343,0;0,0;132302,316802;200311,316802;234315,63818;200120,6381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" path="m34195,63818r54006,90868l152972,r81343,l102013,316802r-68009,l,63818r34195,xe" fillcolor="#485358" stroked="f">
                    <v:stroke joinstyle="miter"/>
                    <v:path arrowok="t" o:connecttype="custom" o:connectlocs="34195,63818;88201,154686;152972,0;234315,0;102013,316802;34004,316802;0,63818;34195,63818" o:connectangles="0,0,0,0,0,0,0,0"/>
                  </v:shape>
                </v:group>
              </v:group>
            </v:group>
          </w:pict>
        </mc:Fallback>
      </mc:AlternateContent>
    </w:r>
    <w:r>
      <w:rPr>
        <w:noProof/>
        <w:lang w:val="en-US"/>
      </w:rPr>
      <mc:AlternateContent>
        <mc:Choice Requires="wps">
          <w:drawing>
            <wp:anchor distT="0" distB="0" distL="0" distR="0" simplePos="0" relativeHeight="251663360" behindDoc="0" locked="0" layoutInCell="1" allowOverlap="1" wp14:anchorId="590C1290" wp14:editId="708395A8">
              <wp:simplePos x="758190" y="44958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FD69BA" w14:textId="3BCDF32A"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0C1290"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3FD69BA" w14:textId="3BCDF32A"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51C0210" w:rsidR="00533132" w:rsidRDefault="005259BF">
    <w:pPr>
      <w:pStyle w:val="Kopfzeile"/>
    </w:pPr>
    <w:r>
      <w:rPr>
        <w:noProof/>
        <w:lang w:val="en-US"/>
      </w:rPr>
      <mc:AlternateContent>
        <mc:Choice Requires="wps">
          <w:drawing>
            <wp:anchor distT="0" distB="0" distL="0" distR="0" simplePos="0" relativeHeight="251661312" behindDoc="0" locked="0" layoutInCell="1" allowOverlap="1" wp14:anchorId="3E87DF34" wp14:editId="2A62BF9B">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68D897" w14:textId="5649FC49"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87DF34"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4968D897" w14:textId="5649FC49"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82" type="#_x0000_t75" style="width:1501.7pt;height:1501.7pt" o:bullet="t">
        <v:imagedata r:id="rId1" o:title="AZ_04a"/>
      </v:shape>
    </w:pict>
  </w:numPicBullet>
  <w:numPicBullet w:numPicBulletId="1">
    <w:pict>
      <v:shape id="_x0000_i1483" type="#_x0000_t75" style="width:5.15pt;height:5.1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784"/>
    <w:rsid w:val="00033012"/>
    <w:rsid w:val="00042106"/>
    <w:rsid w:val="0005285B"/>
    <w:rsid w:val="00055529"/>
    <w:rsid w:val="00055F15"/>
    <w:rsid w:val="0006144A"/>
    <w:rsid w:val="00062C3A"/>
    <w:rsid w:val="00066D09"/>
    <w:rsid w:val="000736B5"/>
    <w:rsid w:val="00080D3F"/>
    <w:rsid w:val="0009665C"/>
    <w:rsid w:val="000A0479"/>
    <w:rsid w:val="000A36D9"/>
    <w:rsid w:val="000A4C7D"/>
    <w:rsid w:val="000B582B"/>
    <w:rsid w:val="000D15C3"/>
    <w:rsid w:val="000E24F8"/>
    <w:rsid w:val="000E5738"/>
    <w:rsid w:val="00103205"/>
    <w:rsid w:val="0011795C"/>
    <w:rsid w:val="0012026F"/>
    <w:rsid w:val="00130601"/>
    <w:rsid w:val="00132055"/>
    <w:rsid w:val="00140D7E"/>
    <w:rsid w:val="00146C3D"/>
    <w:rsid w:val="00152E36"/>
    <w:rsid w:val="00153B47"/>
    <w:rsid w:val="001613A6"/>
    <w:rsid w:val="001614F0"/>
    <w:rsid w:val="001616F4"/>
    <w:rsid w:val="0018021A"/>
    <w:rsid w:val="00184969"/>
    <w:rsid w:val="00184D2A"/>
    <w:rsid w:val="00194B9D"/>
    <w:rsid w:val="00194FB1"/>
    <w:rsid w:val="001B16BB"/>
    <w:rsid w:val="001B34EE"/>
    <w:rsid w:val="001C1A3E"/>
    <w:rsid w:val="001F61E6"/>
    <w:rsid w:val="00200355"/>
    <w:rsid w:val="0021351D"/>
    <w:rsid w:val="00243A86"/>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108B"/>
    <w:rsid w:val="002F5818"/>
    <w:rsid w:val="002F70FD"/>
    <w:rsid w:val="0030316D"/>
    <w:rsid w:val="0032774C"/>
    <w:rsid w:val="00332D28"/>
    <w:rsid w:val="0034191A"/>
    <w:rsid w:val="00343CC7"/>
    <w:rsid w:val="003524CC"/>
    <w:rsid w:val="0036561D"/>
    <w:rsid w:val="003665BE"/>
    <w:rsid w:val="00380ACA"/>
    <w:rsid w:val="00384A08"/>
    <w:rsid w:val="00387E6F"/>
    <w:rsid w:val="003967E5"/>
    <w:rsid w:val="003A753A"/>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167A3"/>
    <w:rsid w:val="005259BF"/>
    <w:rsid w:val="0053014B"/>
    <w:rsid w:val="00530E32"/>
    <w:rsid w:val="00533132"/>
    <w:rsid w:val="00537210"/>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23B37"/>
    <w:rsid w:val="006330A2"/>
    <w:rsid w:val="0063625E"/>
    <w:rsid w:val="00642EB6"/>
    <w:rsid w:val="006433E2"/>
    <w:rsid w:val="00651E5D"/>
    <w:rsid w:val="00677F11"/>
    <w:rsid w:val="00682B1A"/>
    <w:rsid w:val="00690D7C"/>
    <w:rsid w:val="00690DFE"/>
    <w:rsid w:val="00695E57"/>
    <w:rsid w:val="006B3EEC"/>
    <w:rsid w:val="006C0C87"/>
    <w:rsid w:val="006D6CC6"/>
    <w:rsid w:val="006D7EAC"/>
    <w:rsid w:val="006E0104"/>
    <w:rsid w:val="006F3B56"/>
    <w:rsid w:val="006F7602"/>
    <w:rsid w:val="00722A17"/>
    <w:rsid w:val="00723F4F"/>
    <w:rsid w:val="00732DBC"/>
    <w:rsid w:val="0075032E"/>
    <w:rsid w:val="00754B80"/>
    <w:rsid w:val="00755AE0"/>
    <w:rsid w:val="0075761B"/>
    <w:rsid w:val="00757B83"/>
    <w:rsid w:val="00767C96"/>
    <w:rsid w:val="00774358"/>
    <w:rsid w:val="00791A69"/>
    <w:rsid w:val="0079462A"/>
    <w:rsid w:val="00794830"/>
    <w:rsid w:val="00797CAA"/>
    <w:rsid w:val="007A2B6F"/>
    <w:rsid w:val="007A6BD2"/>
    <w:rsid w:val="007C2658"/>
    <w:rsid w:val="007C272C"/>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614EF"/>
    <w:rsid w:val="00A66B3F"/>
    <w:rsid w:val="00A82395"/>
    <w:rsid w:val="00A9295C"/>
    <w:rsid w:val="00A977CE"/>
    <w:rsid w:val="00AA0DF7"/>
    <w:rsid w:val="00AA5D7F"/>
    <w:rsid w:val="00AB52F9"/>
    <w:rsid w:val="00AD131F"/>
    <w:rsid w:val="00AD32D5"/>
    <w:rsid w:val="00AD70E4"/>
    <w:rsid w:val="00AF3B3A"/>
    <w:rsid w:val="00AF4E8E"/>
    <w:rsid w:val="00AF6569"/>
    <w:rsid w:val="00B06265"/>
    <w:rsid w:val="00B5232A"/>
    <w:rsid w:val="00B60ED1"/>
    <w:rsid w:val="00B62CF5"/>
    <w:rsid w:val="00B70014"/>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6DF"/>
    <w:rsid w:val="00C17501"/>
    <w:rsid w:val="00C26672"/>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35C4"/>
    <w:rsid w:val="00CD71ED"/>
    <w:rsid w:val="00CE26FE"/>
    <w:rsid w:val="00CF36C9"/>
    <w:rsid w:val="00D00EC4"/>
    <w:rsid w:val="00D12CB8"/>
    <w:rsid w:val="00D166AC"/>
    <w:rsid w:val="00D36BA2"/>
    <w:rsid w:val="00D37CF4"/>
    <w:rsid w:val="00D4487C"/>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30EBF"/>
    <w:rsid w:val="00E316C0"/>
    <w:rsid w:val="00E31E03"/>
    <w:rsid w:val="00E35214"/>
    <w:rsid w:val="00E451CD"/>
    <w:rsid w:val="00E51170"/>
    <w:rsid w:val="00E52D70"/>
    <w:rsid w:val="00E55534"/>
    <w:rsid w:val="00E7116D"/>
    <w:rsid w:val="00E72429"/>
    <w:rsid w:val="00E729CB"/>
    <w:rsid w:val="00E914D1"/>
    <w:rsid w:val="00E960D8"/>
    <w:rsid w:val="00E97DC4"/>
    <w:rsid w:val="00EB5FCA"/>
    <w:rsid w:val="00EC0F59"/>
    <w:rsid w:val="00F01487"/>
    <w:rsid w:val="00F048D4"/>
    <w:rsid w:val="00F04E21"/>
    <w:rsid w:val="00F20920"/>
    <w:rsid w:val="00F23212"/>
    <w:rsid w:val="00F33B16"/>
    <w:rsid w:val="00F34990"/>
    <w:rsid w:val="00F353EA"/>
    <w:rsid w:val="00F36C27"/>
    <w:rsid w:val="00F56318"/>
    <w:rsid w:val="00F60ED2"/>
    <w:rsid w:val="00F61A09"/>
    <w:rsid w:val="00F62E45"/>
    <w:rsid w:val="00F67C95"/>
    <w:rsid w:val="00F74540"/>
    <w:rsid w:val="00F75B79"/>
    <w:rsid w:val="00F82525"/>
    <w:rsid w:val="00F91AC4"/>
    <w:rsid w:val="00F97FEA"/>
    <w:rsid w:val="00FB60E1"/>
    <w:rsid w:val="00FD3589"/>
    <w:rsid w:val="00FD3768"/>
    <w:rsid w:val="00FD51E9"/>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basedOn w:val="Absatz-Standardschriftart"/>
    <w:uiPriority w:val="99"/>
    <w:unhideWhenUsed/>
    <w:rsid w:val="00CD35C4"/>
    <w:rPr>
      <w:color w:val="808080"/>
    </w:rPr>
  </w:style>
  <w:style w:type="paragraph" w:styleId="berarbeitung">
    <w:name w:val="Revision"/>
    <w:hidden/>
    <w:uiPriority w:val="71"/>
    <w:semiHidden/>
    <w:rsid w:val="00184969"/>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742</Words>
  <Characters>4675</Characters>
  <Application>Microsoft Office Word</Application>
  <DocSecurity>0</DocSecurity>
  <Lines>38</Lines>
  <Paragraphs>10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wir-lieben-office.de</Company>
  <LinksUpToDate>false</LinksUpToDate>
  <CharactersWithSpaces>5407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2021-10-28T15:19:00Z</cp:lastPrinted>
  <dcterms:created xsi:type="dcterms:W3CDTF">2022-08-31T09:41:00Z</dcterms:created>
  <dcterms:modified xsi:type="dcterms:W3CDTF">2022-10-07T08:42:00Z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2022-05-10T09:30:51Z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098fdcaa-44f8-410b-b992-4adfe1315d14</vt:lpwstr>
  </property>
  <property fmtid="{D5CDD505-2E9C-101B-9397-08002B2CF9AE}" pid="11" name="MSIP_Label_df1a195f-122b-42dc-a2d3-71a1903dcdac_ContentBits">
    <vt:lpwstr>1</vt:lpwstr>
  </property>
</Properties>
</file>