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05E17" w14:textId="2D7C75AB" w:rsidR="00885CC0" w:rsidRPr="00065E0C" w:rsidRDefault="00885CC0" w:rsidP="00885CC0">
      <w:pPr>
        <w:rPr>
          <w:rFonts w:eastAsia="SimSun"/>
          <w:b/>
          <w:bCs/>
          <w:spacing w:val="-10"/>
          <w:kern w:val="28"/>
          <w:sz w:val="40"/>
          <w:szCs w:val="40"/>
          <w:lang w:val="de-DE"/>
        </w:rPr>
      </w:pPr>
      <w:r w:rsidRPr="00065E0C">
        <w:rPr>
          <w:noProof/>
          <w:lang w:val="de-DE"/>
        </w:rPr>
        <mc:AlternateContent>
          <mc:Choice Requires="wps">
            <w:drawing>
              <wp:anchor distT="0" distB="0" distL="114300" distR="114300" simplePos="0" relativeHeight="251659776" behindDoc="0" locked="0" layoutInCell="1" allowOverlap="1" wp14:anchorId="24C71C9C" wp14:editId="05A1447F">
                <wp:simplePos x="0" y="0"/>
                <wp:positionH relativeFrom="column">
                  <wp:posOffset>0</wp:posOffset>
                </wp:positionH>
                <wp:positionV relativeFrom="paragraph">
                  <wp:posOffset>0</wp:posOffset>
                </wp:positionV>
                <wp:extent cx="635000" cy="635000"/>
                <wp:effectExtent l="9525" t="9525" r="12700" b="12700"/>
                <wp:wrapNone/>
                <wp:docPr id="1" name="DeepLBoxSPIDType"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58281133" id="_x0000_t202" coordsize="21600,21600" o:spt="202" path="m,l,21600r21600,l21600,xe">
                <v:stroke joinstyle="miter"/>
                <v:path gradientshapeok="t" o:connecttype="rect"/>
              </v:shapetype>
              <v:shape id="DeepLBoxSPIDType" o:spid="_x0000_s1026" type="#_x0000_t202"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">
                <o:lock v:ext="edit" selection="t"/>
              </v:shape>
            </w:pict>
          </mc:Fallback>
        </mc:AlternateContent>
      </w:r>
      <w:r w:rsidRPr="00065E0C">
        <w:rPr>
          <w:b/>
          <w:bCs/>
          <w:sz w:val="40"/>
          <w:szCs w:val="40"/>
          <w:lang w:val="de-DE"/>
        </w:rPr>
        <w:t>Ciber</w:t>
      </w:r>
      <w:r w:rsidRPr="00065E0C">
        <w:rPr>
          <w:rFonts w:eastAsia="SimSun"/>
          <w:b/>
          <w:bCs/>
          <w:spacing w:val="-10"/>
          <w:kern w:val="28"/>
          <w:sz w:val="40"/>
          <w:szCs w:val="40"/>
          <w:lang w:val="de-DE"/>
        </w:rPr>
        <w:t xml:space="preserve"> | Neue Generation </w:t>
      </w:r>
      <w:proofErr w:type="spellStart"/>
      <w:r w:rsidRPr="00065E0C">
        <w:rPr>
          <w:rFonts w:eastAsia="SimSun"/>
          <w:b/>
          <w:bCs/>
          <w:spacing w:val="-10"/>
          <w:kern w:val="28"/>
          <w:sz w:val="40"/>
          <w:szCs w:val="40"/>
          <w:lang w:val="de-DE"/>
        </w:rPr>
        <w:t>iNOVA</w:t>
      </w:r>
      <w:proofErr w:type="spellEnd"/>
      <w:r w:rsidRPr="00065E0C">
        <w:rPr>
          <w:rFonts w:eastAsia="SimSun"/>
          <w:b/>
          <w:bCs/>
          <w:spacing w:val="-10"/>
          <w:kern w:val="28"/>
          <w:sz w:val="40"/>
          <w:szCs w:val="40"/>
          <w:lang w:val="de-DE"/>
        </w:rPr>
        <w:t xml:space="preserve"> 1200 feiert Premiere auf der </w:t>
      </w:r>
      <w:proofErr w:type="spellStart"/>
      <w:r w:rsidRPr="00065E0C">
        <w:rPr>
          <w:rFonts w:eastAsia="SimSun"/>
          <w:b/>
          <w:bCs/>
          <w:spacing w:val="-10"/>
          <w:kern w:val="28"/>
          <w:sz w:val="40"/>
          <w:szCs w:val="40"/>
          <w:lang w:val="de-DE"/>
        </w:rPr>
        <w:t>Paving</w:t>
      </w:r>
      <w:proofErr w:type="spellEnd"/>
      <w:r w:rsidRPr="00065E0C">
        <w:rPr>
          <w:rFonts w:eastAsia="SimSun"/>
          <w:b/>
          <w:bCs/>
          <w:spacing w:val="-10"/>
          <w:kern w:val="28"/>
          <w:sz w:val="40"/>
          <w:szCs w:val="40"/>
          <w:lang w:val="de-DE"/>
        </w:rPr>
        <w:t xml:space="preserve"> Expo 2025 </w:t>
      </w:r>
    </w:p>
    <w:p w14:paraId="3FA5C233" w14:textId="6686EA35" w:rsidR="00885CC0" w:rsidRPr="00065E0C" w:rsidRDefault="00885CC0" w:rsidP="00885CC0">
      <w:pPr>
        <w:pStyle w:val="StandardWeb"/>
        <w:spacing w:line="276" w:lineRule="auto"/>
        <w:jc w:val="both"/>
        <w:rPr>
          <w:rFonts w:ascii="Verdana" w:eastAsia="Calibri" w:hAnsi="Verdana" w:cs="Arial"/>
          <w:b/>
          <w:bCs/>
          <w:sz w:val="22"/>
          <w:lang w:val="de-DE" w:eastAsia="en-US"/>
        </w:rPr>
      </w:pPr>
      <w:r w:rsidRPr="00065E0C">
        <w:rPr>
          <w:rFonts w:ascii="Verdana" w:eastAsia="Calibri" w:hAnsi="Verdana" w:cs="Arial"/>
          <w:b/>
          <w:bCs/>
          <w:sz w:val="22"/>
          <w:lang w:val="de-DE" w:eastAsia="en-US"/>
        </w:rPr>
        <w:t xml:space="preserve">Auf der </w:t>
      </w:r>
      <w:proofErr w:type="spellStart"/>
      <w:r w:rsidRPr="00065E0C">
        <w:rPr>
          <w:rFonts w:ascii="Verdana" w:eastAsia="Calibri" w:hAnsi="Verdana" w:cs="Arial"/>
          <w:b/>
          <w:bCs/>
          <w:sz w:val="22"/>
          <w:lang w:val="de-DE" w:eastAsia="en-US"/>
        </w:rPr>
        <w:t>Paving</w:t>
      </w:r>
      <w:proofErr w:type="spellEnd"/>
      <w:r w:rsidRPr="00065E0C">
        <w:rPr>
          <w:rFonts w:ascii="Verdana" w:eastAsia="Calibri" w:hAnsi="Verdana" w:cs="Arial"/>
          <w:b/>
          <w:bCs/>
          <w:sz w:val="22"/>
          <w:lang w:val="de-DE" w:eastAsia="en-US"/>
        </w:rPr>
        <w:t xml:space="preserve"> Expo 2025 in São Paulo präsentiert Ciber die </w:t>
      </w:r>
      <w:proofErr w:type="spellStart"/>
      <w:r w:rsidRPr="00065E0C">
        <w:rPr>
          <w:rFonts w:ascii="Verdana" w:eastAsia="Calibri" w:hAnsi="Verdana" w:cs="Arial"/>
          <w:b/>
          <w:bCs/>
          <w:sz w:val="22"/>
          <w:lang w:val="de-DE" w:eastAsia="en-US"/>
        </w:rPr>
        <w:t>iNOVA</w:t>
      </w:r>
      <w:proofErr w:type="spellEnd"/>
      <w:r w:rsidRPr="00065E0C">
        <w:rPr>
          <w:rFonts w:ascii="Verdana" w:eastAsia="Calibri" w:hAnsi="Verdana" w:cs="Arial"/>
          <w:b/>
          <w:bCs/>
          <w:sz w:val="22"/>
          <w:lang w:val="de-DE" w:eastAsia="en-US"/>
        </w:rPr>
        <w:t xml:space="preserve"> 1200, eine mobile Asphaltmischanlage, die Maßstäbe in Sachen Mobilität, Qualität und Effizienz </w:t>
      </w:r>
      <w:r w:rsidR="00393F0A">
        <w:rPr>
          <w:rFonts w:ascii="Verdana" w:eastAsia="Calibri" w:hAnsi="Verdana" w:cs="Arial"/>
          <w:b/>
          <w:bCs/>
          <w:sz w:val="22"/>
          <w:lang w:val="de-DE" w:eastAsia="en-US"/>
        </w:rPr>
        <w:t>für den</w:t>
      </w:r>
      <w:r w:rsidRPr="00065E0C">
        <w:rPr>
          <w:rFonts w:ascii="Verdana" w:eastAsia="Calibri" w:hAnsi="Verdana" w:cs="Arial"/>
          <w:b/>
          <w:bCs/>
          <w:sz w:val="22"/>
          <w:lang w:val="de-DE" w:eastAsia="en-US"/>
        </w:rPr>
        <w:t xml:space="preserve"> lateinamerikanischen Markt setzt. Dieses Modell hat sich mit einer Produktionskapazität von bis zu 120 t/h als eine der wichtigsten Lösungen der </w:t>
      </w:r>
      <w:proofErr w:type="spellStart"/>
      <w:r w:rsidRPr="00065E0C">
        <w:rPr>
          <w:rFonts w:ascii="Verdana" w:eastAsia="Calibri" w:hAnsi="Verdana" w:cs="Arial"/>
          <w:b/>
          <w:bCs/>
          <w:sz w:val="22"/>
          <w:lang w:val="de-DE" w:eastAsia="en-US"/>
        </w:rPr>
        <w:t>iNOVA</w:t>
      </w:r>
      <w:proofErr w:type="spellEnd"/>
      <w:r w:rsidRPr="00065E0C">
        <w:rPr>
          <w:rFonts w:ascii="Verdana" w:eastAsia="Calibri" w:hAnsi="Verdana" w:cs="Arial"/>
          <w:b/>
          <w:bCs/>
          <w:sz w:val="22"/>
          <w:lang w:val="de-DE" w:eastAsia="en-US"/>
        </w:rPr>
        <w:t xml:space="preserve">-Reihe etabliert und bietet Vorteile in Bezug auf Produktionskosten und Zuverlässigkeit. </w:t>
      </w:r>
    </w:p>
    <w:p w14:paraId="5E655864" w14:textId="7CC1C12B" w:rsidR="00885CC0" w:rsidRPr="00065E0C" w:rsidRDefault="00885CC0" w:rsidP="00885CC0">
      <w:pPr>
        <w:pStyle w:val="StandardWeb"/>
        <w:spacing w:line="276" w:lineRule="auto"/>
        <w:jc w:val="both"/>
        <w:rPr>
          <w:rFonts w:ascii="Verdana" w:eastAsia="Calibri" w:hAnsi="Verdana" w:cs="Arial"/>
          <w:sz w:val="22"/>
          <w:lang w:val="de-DE" w:eastAsia="en-US"/>
        </w:rPr>
      </w:pPr>
      <w:r w:rsidRPr="00065E0C">
        <w:rPr>
          <w:rFonts w:ascii="Verdana" w:eastAsia="Calibri" w:hAnsi="Verdana" w:cs="Arial"/>
          <w:sz w:val="22"/>
          <w:lang w:val="de-DE" w:eastAsia="en-US"/>
        </w:rPr>
        <w:t xml:space="preserve">Die </w:t>
      </w:r>
      <w:proofErr w:type="spellStart"/>
      <w:r w:rsidRPr="00065E0C">
        <w:rPr>
          <w:rFonts w:ascii="Verdana" w:eastAsia="Calibri" w:hAnsi="Verdana" w:cs="Arial"/>
          <w:sz w:val="22"/>
          <w:lang w:val="de-DE" w:eastAsia="en-US"/>
        </w:rPr>
        <w:t>iNOVA</w:t>
      </w:r>
      <w:proofErr w:type="spellEnd"/>
      <w:r w:rsidRPr="00065E0C">
        <w:rPr>
          <w:rFonts w:ascii="Verdana" w:eastAsia="Calibri" w:hAnsi="Verdana" w:cs="Arial"/>
          <w:sz w:val="22"/>
          <w:lang w:val="de-DE" w:eastAsia="en-US"/>
        </w:rPr>
        <w:t xml:space="preserve"> 1200 wurde für maximale Praktikabilität entwickelt und besteht aus nur </w:t>
      </w:r>
      <w:r w:rsidR="00F551A0">
        <w:rPr>
          <w:rFonts w:ascii="Verdana" w:eastAsia="Calibri" w:hAnsi="Verdana" w:cs="Arial"/>
          <w:sz w:val="22"/>
          <w:lang w:val="de-DE" w:eastAsia="en-US"/>
        </w:rPr>
        <w:t>einer</w:t>
      </w:r>
      <w:r w:rsidR="00F551A0" w:rsidRPr="00065E0C">
        <w:rPr>
          <w:rFonts w:ascii="Verdana" w:eastAsia="Calibri" w:hAnsi="Verdana" w:cs="Arial"/>
          <w:sz w:val="22"/>
          <w:lang w:val="de-DE" w:eastAsia="en-US"/>
        </w:rPr>
        <w:t xml:space="preserve"> </w:t>
      </w:r>
      <w:r w:rsidRPr="00065E0C">
        <w:rPr>
          <w:rFonts w:ascii="Verdana" w:eastAsia="Calibri" w:hAnsi="Verdana" w:cs="Arial"/>
          <w:sz w:val="22"/>
          <w:lang w:val="de-DE" w:eastAsia="en-US"/>
        </w:rPr>
        <w:t xml:space="preserve">mobilen Einheit, was die Transport- und Installationskosten erheblich reduziert. Diese kompakte und effiziente Konstruktion ermöglicht eine schnelle Mobilisierung zwischen den Baustellen und begünstigt Unternehmen, die an verschiedenen Straßenbauprojekten arbeiten und Flexibilität ohne Einbußen bei der Produktionskapazität benötigen. </w:t>
      </w:r>
    </w:p>
    <w:p w14:paraId="41145F15" w14:textId="583A88D0" w:rsidR="00885CC0" w:rsidRPr="00065E0C" w:rsidRDefault="00885CC0" w:rsidP="0093365C">
      <w:pPr>
        <w:pStyle w:val="StandardWeb"/>
        <w:spacing w:before="0" w:beforeAutospacing="0" w:after="0" w:afterAutospacing="0"/>
        <w:jc w:val="both"/>
        <w:rPr>
          <w:rFonts w:ascii="Verdana" w:eastAsia="Calibri" w:hAnsi="Verdana" w:cs="Arial"/>
          <w:b/>
          <w:bCs/>
          <w:sz w:val="22"/>
          <w:lang w:val="de-DE" w:eastAsia="en-US"/>
        </w:rPr>
      </w:pPr>
      <w:r w:rsidRPr="00065E0C">
        <w:rPr>
          <w:rFonts w:ascii="Verdana" w:eastAsia="Calibri" w:hAnsi="Verdana" w:cs="Arial"/>
          <w:b/>
          <w:bCs/>
          <w:sz w:val="22"/>
          <w:lang w:val="de-DE" w:eastAsia="en-US"/>
        </w:rPr>
        <w:t>Neuer Mischer und Aggregataufzug</w:t>
      </w:r>
    </w:p>
    <w:p w14:paraId="54C19D91" w14:textId="175956EF" w:rsidR="00885CC0" w:rsidRPr="00065E0C" w:rsidRDefault="00885CC0" w:rsidP="0093365C">
      <w:pPr>
        <w:pStyle w:val="StandardWeb"/>
        <w:spacing w:before="0" w:beforeAutospacing="0" w:after="0" w:afterAutospacing="0"/>
        <w:jc w:val="both"/>
        <w:rPr>
          <w:rFonts w:ascii="Verdana" w:eastAsia="Calibri" w:hAnsi="Verdana" w:cs="Arial"/>
          <w:sz w:val="22"/>
          <w:lang w:val="de-DE" w:eastAsia="en-US"/>
        </w:rPr>
      </w:pPr>
      <w:r w:rsidRPr="00065E0C">
        <w:rPr>
          <w:rFonts w:ascii="Verdana" w:eastAsia="Calibri" w:hAnsi="Verdana" w:cs="Arial"/>
          <w:sz w:val="22"/>
          <w:lang w:val="de-DE" w:eastAsia="en-US"/>
        </w:rPr>
        <w:t xml:space="preserve">Die neue Generation der </w:t>
      </w:r>
      <w:proofErr w:type="spellStart"/>
      <w:r w:rsidRPr="00065E0C">
        <w:rPr>
          <w:rFonts w:ascii="Verdana" w:eastAsia="Calibri" w:hAnsi="Verdana" w:cs="Arial"/>
          <w:sz w:val="22"/>
          <w:lang w:val="de-DE" w:eastAsia="en-US"/>
        </w:rPr>
        <w:t>iNOVA</w:t>
      </w:r>
      <w:proofErr w:type="spellEnd"/>
      <w:r w:rsidR="00A538B8" w:rsidRPr="00065E0C">
        <w:rPr>
          <w:rFonts w:ascii="Verdana" w:eastAsia="Calibri" w:hAnsi="Verdana" w:cs="Arial"/>
          <w:sz w:val="22"/>
          <w:lang w:val="de-DE" w:eastAsia="en-US"/>
        </w:rPr>
        <w:t> </w:t>
      </w:r>
      <w:r w:rsidRPr="00065E0C">
        <w:rPr>
          <w:rFonts w:ascii="Verdana" w:eastAsia="Calibri" w:hAnsi="Verdana" w:cs="Arial"/>
          <w:sz w:val="22"/>
          <w:lang w:val="de-DE" w:eastAsia="en-US"/>
        </w:rPr>
        <w:t xml:space="preserve">1200 bietet </w:t>
      </w:r>
      <w:r w:rsidR="0093365C">
        <w:rPr>
          <w:rFonts w:ascii="Verdana" w:eastAsia="Calibri" w:hAnsi="Verdana" w:cs="Arial"/>
          <w:sz w:val="22"/>
          <w:lang w:val="de-DE" w:eastAsia="en-US"/>
        </w:rPr>
        <w:t xml:space="preserve">einige </w:t>
      </w:r>
      <w:r w:rsidRPr="00065E0C">
        <w:rPr>
          <w:rFonts w:ascii="Verdana" w:eastAsia="Calibri" w:hAnsi="Verdana" w:cs="Arial"/>
          <w:sz w:val="22"/>
          <w:lang w:val="de-DE" w:eastAsia="en-US"/>
        </w:rPr>
        <w:t xml:space="preserve">Innovationen: Der externe </w:t>
      </w:r>
      <w:r w:rsidR="00F32F66">
        <w:rPr>
          <w:rFonts w:ascii="Verdana" w:eastAsia="Calibri" w:hAnsi="Verdana" w:cs="Arial"/>
          <w:sz w:val="22"/>
          <w:lang w:val="de-DE" w:eastAsia="en-US"/>
        </w:rPr>
        <w:t>Zweiwellen</w:t>
      </w:r>
      <w:r w:rsidR="00C13316">
        <w:rPr>
          <w:rFonts w:ascii="Verdana" w:eastAsia="Calibri" w:hAnsi="Verdana" w:cs="Arial"/>
          <w:sz w:val="22"/>
          <w:lang w:val="de-DE" w:eastAsia="en-US"/>
        </w:rPr>
        <w:t>-</w:t>
      </w:r>
      <w:r w:rsidR="00F32F66">
        <w:rPr>
          <w:rFonts w:ascii="Verdana" w:eastAsia="Calibri" w:hAnsi="Verdana" w:cs="Arial"/>
          <w:sz w:val="22"/>
          <w:lang w:val="de-DE" w:eastAsia="en-US"/>
        </w:rPr>
        <w:t>Mischer</w:t>
      </w:r>
      <w:r w:rsidR="00393F0A">
        <w:rPr>
          <w:rFonts w:ascii="Verdana" w:eastAsia="Calibri" w:hAnsi="Verdana" w:cs="Arial"/>
          <w:sz w:val="22"/>
          <w:lang w:val="de-DE" w:eastAsia="en-US"/>
        </w:rPr>
        <w:t xml:space="preserve"> mit zwei Motoren</w:t>
      </w:r>
      <w:r w:rsidR="00F32F66">
        <w:rPr>
          <w:rFonts w:ascii="Verdana" w:eastAsia="Calibri" w:hAnsi="Verdana" w:cs="Arial"/>
          <w:sz w:val="22"/>
          <w:lang w:val="de-DE" w:eastAsia="en-US"/>
        </w:rPr>
        <w:t xml:space="preserve"> (Typ </w:t>
      </w:r>
      <w:proofErr w:type="spellStart"/>
      <w:r w:rsidR="00F32F66">
        <w:rPr>
          <w:rFonts w:ascii="Verdana" w:eastAsia="Calibri" w:hAnsi="Verdana" w:cs="Arial"/>
          <w:sz w:val="22"/>
          <w:lang w:val="de-DE" w:eastAsia="en-US"/>
        </w:rPr>
        <w:t>Pugmill</w:t>
      </w:r>
      <w:proofErr w:type="spellEnd"/>
      <w:r w:rsidR="00F32F66">
        <w:rPr>
          <w:rFonts w:ascii="Verdana" w:eastAsia="Calibri" w:hAnsi="Verdana" w:cs="Arial"/>
          <w:sz w:val="22"/>
          <w:lang w:val="de-DE" w:eastAsia="en-US"/>
        </w:rPr>
        <w:t>)</w:t>
      </w:r>
      <w:r w:rsidRPr="00065E0C">
        <w:rPr>
          <w:rFonts w:ascii="Verdana" w:eastAsia="Calibri" w:hAnsi="Verdana" w:cs="Arial"/>
          <w:sz w:val="22"/>
          <w:lang w:val="de-DE" w:eastAsia="en-US"/>
        </w:rPr>
        <w:t xml:space="preserve"> mit automatischer Füllsteuerung, homogenes Mischen und Robustheit, um </w:t>
      </w:r>
      <w:r w:rsidR="00393F0A">
        <w:rPr>
          <w:rFonts w:ascii="Verdana" w:eastAsia="Calibri" w:hAnsi="Verdana" w:cs="Arial"/>
          <w:sz w:val="22"/>
          <w:lang w:val="de-DE" w:eastAsia="en-US"/>
        </w:rPr>
        <w:t>Materialfluss-</w:t>
      </w:r>
      <w:r w:rsidRPr="00065E0C">
        <w:rPr>
          <w:rFonts w:ascii="Verdana" w:eastAsia="Calibri" w:hAnsi="Verdana" w:cs="Arial"/>
          <w:sz w:val="22"/>
          <w:lang w:val="de-DE" w:eastAsia="en-US"/>
        </w:rPr>
        <w:t>Schwankungen im Produktionsfluss auszugleichen.</w:t>
      </w:r>
      <w:r w:rsidR="0093365C">
        <w:rPr>
          <w:rFonts w:ascii="Verdana" w:eastAsia="Calibri" w:hAnsi="Verdana" w:cs="Arial"/>
          <w:sz w:val="22"/>
          <w:lang w:val="de-DE" w:eastAsia="en-US"/>
        </w:rPr>
        <w:t xml:space="preserve"> </w:t>
      </w:r>
      <w:r w:rsidRPr="00065E0C">
        <w:rPr>
          <w:rFonts w:ascii="Verdana" w:eastAsia="Calibri" w:hAnsi="Verdana" w:cs="Arial"/>
          <w:sz w:val="22"/>
          <w:lang w:val="de-DE" w:eastAsia="en-US"/>
        </w:rPr>
        <w:t xml:space="preserve">Die Anlage verfügt außerdem über einen neuen </w:t>
      </w:r>
      <w:r w:rsidR="00F32F66">
        <w:rPr>
          <w:rFonts w:ascii="Verdana" w:eastAsia="Calibri" w:hAnsi="Verdana" w:cs="Arial"/>
          <w:sz w:val="22"/>
          <w:lang w:val="de-DE" w:eastAsia="en-US"/>
        </w:rPr>
        <w:t>Schleppaufzug</w:t>
      </w:r>
      <w:r w:rsidRPr="00065E0C">
        <w:rPr>
          <w:rFonts w:ascii="Verdana" w:eastAsia="Calibri" w:hAnsi="Verdana" w:cs="Arial"/>
          <w:sz w:val="22"/>
          <w:lang w:val="de-DE" w:eastAsia="en-US"/>
        </w:rPr>
        <w:t xml:space="preserve">, der widerstandsfähiger und langlebiger ist, mit verstärkten Ketten, vereinfachter Wartung und zuverlässigem Betrieb auch unter </w:t>
      </w:r>
      <w:r w:rsidR="00F32F66">
        <w:rPr>
          <w:rFonts w:ascii="Verdana" w:eastAsia="Calibri" w:hAnsi="Verdana" w:cs="Arial"/>
          <w:sz w:val="22"/>
          <w:lang w:val="de-DE" w:eastAsia="en-US"/>
        </w:rPr>
        <w:t>erschwerten Einsatzbedingungen ermöglichen</w:t>
      </w:r>
      <w:r w:rsidRPr="00065E0C">
        <w:rPr>
          <w:rFonts w:ascii="Verdana" w:eastAsia="Calibri" w:hAnsi="Verdana" w:cs="Arial"/>
          <w:sz w:val="22"/>
          <w:lang w:val="de-DE" w:eastAsia="en-US"/>
        </w:rPr>
        <w:t>.</w:t>
      </w:r>
    </w:p>
    <w:p w14:paraId="22C69AE5" w14:textId="66B77AFB" w:rsidR="00885CC0" w:rsidRPr="00065E0C" w:rsidRDefault="00885CC0" w:rsidP="00885CC0">
      <w:pPr>
        <w:pStyle w:val="StandardWeb"/>
        <w:spacing w:after="0" w:afterAutospacing="0" w:line="276" w:lineRule="auto"/>
        <w:jc w:val="both"/>
        <w:rPr>
          <w:rFonts w:ascii="Verdana" w:eastAsia="Calibri" w:hAnsi="Verdana" w:cs="Arial"/>
          <w:b/>
          <w:bCs/>
          <w:sz w:val="22"/>
          <w:lang w:val="de-DE" w:eastAsia="en-US"/>
        </w:rPr>
      </w:pPr>
      <w:r w:rsidRPr="00065E0C">
        <w:rPr>
          <w:rFonts w:ascii="Verdana" w:eastAsia="Calibri" w:hAnsi="Verdana" w:cs="Arial"/>
          <w:b/>
          <w:bCs/>
          <w:sz w:val="22"/>
          <w:lang w:val="de-DE" w:eastAsia="en-US"/>
        </w:rPr>
        <w:t>Ne</w:t>
      </w:r>
      <w:r w:rsidR="00A538B8" w:rsidRPr="00065E0C">
        <w:rPr>
          <w:rFonts w:ascii="Verdana" w:eastAsia="Calibri" w:hAnsi="Verdana" w:cs="Arial"/>
          <w:b/>
          <w:bCs/>
          <w:sz w:val="22"/>
          <w:lang w:val="de-DE" w:eastAsia="en-US"/>
        </w:rPr>
        <w:t>ues integriertes Pumpensystem</w:t>
      </w:r>
      <w:r w:rsidRPr="00065E0C">
        <w:rPr>
          <w:rFonts w:ascii="Verdana" w:eastAsia="Calibri" w:hAnsi="Verdana" w:cs="Arial"/>
          <w:b/>
          <w:bCs/>
          <w:sz w:val="22"/>
          <w:lang w:val="de-DE" w:eastAsia="en-US"/>
        </w:rPr>
        <w:t xml:space="preserve"> </w:t>
      </w:r>
    </w:p>
    <w:p w14:paraId="38310727" w14:textId="53713157" w:rsidR="00885CC0" w:rsidRPr="00065E0C" w:rsidRDefault="00A538B8" w:rsidP="00885CC0">
      <w:pPr>
        <w:pStyle w:val="StandardWeb"/>
        <w:spacing w:before="0" w:beforeAutospacing="0" w:line="276" w:lineRule="auto"/>
        <w:jc w:val="both"/>
        <w:rPr>
          <w:rFonts w:ascii="Verdana" w:eastAsia="Calibri" w:hAnsi="Verdana" w:cs="Arial"/>
          <w:sz w:val="22"/>
          <w:lang w:val="de-DE" w:eastAsia="en-US"/>
        </w:rPr>
      </w:pPr>
      <w:r w:rsidRPr="00065E0C">
        <w:rPr>
          <w:rFonts w:ascii="Verdana" w:eastAsia="Calibri" w:hAnsi="Verdana" w:cs="Arial"/>
          <w:sz w:val="22"/>
          <w:lang w:val="de-DE" w:eastAsia="en-US"/>
        </w:rPr>
        <w:t>Ein</w:t>
      </w:r>
      <w:r w:rsidR="0093365C">
        <w:rPr>
          <w:rFonts w:ascii="Verdana" w:eastAsia="Calibri" w:hAnsi="Verdana" w:cs="Arial"/>
          <w:sz w:val="22"/>
          <w:lang w:val="de-DE" w:eastAsia="en-US"/>
        </w:rPr>
        <w:t>e</w:t>
      </w:r>
      <w:r w:rsidRPr="00065E0C">
        <w:rPr>
          <w:rFonts w:ascii="Verdana" w:eastAsia="Calibri" w:hAnsi="Verdana" w:cs="Arial"/>
          <w:sz w:val="22"/>
          <w:lang w:val="de-DE" w:eastAsia="en-US"/>
        </w:rPr>
        <w:t xml:space="preserve"> weitere wichtige </w:t>
      </w:r>
      <w:r w:rsidR="0093365C">
        <w:rPr>
          <w:rFonts w:ascii="Verdana" w:eastAsia="Calibri" w:hAnsi="Verdana" w:cs="Arial"/>
          <w:sz w:val="22"/>
          <w:lang w:val="de-DE" w:eastAsia="en-US"/>
        </w:rPr>
        <w:t>Komponente</w:t>
      </w:r>
      <w:r w:rsidR="0093365C" w:rsidRPr="00065E0C">
        <w:rPr>
          <w:rFonts w:ascii="Verdana" w:eastAsia="Calibri" w:hAnsi="Verdana" w:cs="Arial"/>
          <w:sz w:val="22"/>
          <w:lang w:val="de-DE" w:eastAsia="en-US"/>
        </w:rPr>
        <w:t xml:space="preserve"> </w:t>
      </w:r>
      <w:r w:rsidRPr="00065E0C">
        <w:rPr>
          <w:rFonts w:ascii="Verdana" w:eastAsia="Calibri" w:hAnsi="Verdana" w:cs="Arial"/>
          <w:sz w:val="22"/>
          <w:lang w:val="de-DE" w:eastAsia="en-US"/>
        </w:rPr>
        <w:t xml:space="preserve">ist das am Anlagenchassis </w:t>
      </w:r>
      <w:r w:rsidR="00E22811">
        <w:rPr>
          <w:rFonts w:ascii="Verdana" w:eastAsia="Calibri" w:hAnsi="Verdana" w:cs="Arial"/>
          <w:sz w:val="22"/>
          <w:lang w:val="de-DE" w:eastAsia="en-US"/>
        </w:rPr>
        <w:t>integrierte</w:t>
      </w:r>
      <w:r w:rsidR="00E22811" w:rsidRPr="00065E0C">
        <w:rPr>
          <w:rFonts w:ascii="Verdana" w:eastAsia="Calibri" w:hAnsi="Verdana" w:cs="Arial"/>
          <w:sz w:val="22"/>
          <w:lang w:val="de-DE" w:eastAsia="en-US"/>
        </w:rPr>
        <w:t xml:space="preserve"> </w:t>
      </w:r>
      <w:r w:rsidRPr="00065E0C">
        <w:rPr>
          <w:rFonts w:ascii="Verdana" w:eastAsia="Calibri" w:hAnsi="Verdana" w:cs="Arial"/>
          <w:sz w:val="22"/>
          <w:lang w:val="de-DE" w:eastAsia="en-US"/>
        </w:rPr>
        <w:t xml:space="preserve">Pumpensystem, das Bitumen- </w:t>
      </w:r>
      <w:r w:rsidR="00E22811">
        <w:rPr>
          <w:rFonts w:ascii="Verdana" w:eastAsia="Calibri" w:hAnsi="Verdana" w:cs="Arial"/>
          <w:sz w:val="22"/>
          <w:lang w:val="de-DE" w:eastAsia="en-US"/>
        </w:rPr>
        <w:t>als auch</w:t>
      </w:r>
      <w:r w:rsidRPr="00065E0C">
        <w:rPr>
          <w:rFonts w:ascii="Verdana" w:eastAsia="Calibri" w:hAnsi="Verdana" w:cs="Arial"/>
          <w:sz w:val="22"/>
          <w:lang w:val="de-DE" w:eastAsia="en-US"/>
        </w:rPr>
        <w:t xml:space="preserve"> Kraftstoffpumpen umfasst. Diese Konfiguration optimiert die Installation, reduziert die Komplexität </w:t>
      </w:r>
      <w:r w:rsidR="00E22811">
        <w:rPr>
          <w:rFonts w:ascii="Verdana" w:eastAsia="Calibri" w:hAnsi="Verdana" w:cs="Arial"/>
          <w:sz w:val="22"/>
          <w:lang w:val="de-DE" w:eastAsia="en-US"/>
        </w:rPr>
        <w:t>im</w:t>
      </w:r>
      <w:r w:rsidR="00E22811" w:rsidRPr="00065E0C">
        <w:rPr>
          <w:rFonts w:ascii="Verdana" w:eastAsia="Calibri" w:hAnsi="Verdana" w:cs="Arial"/>
          <w:sz w:val="22"/>
          <w:lang w:val="de-DE" w:eastAsia="en-US"/>
        </w:rPr>
        <w:t xml:space="preserve"> </w:t>
      </w:r>
      <w:r w:rsidRPr="00065E0C">
        <w:rPr>
          <w:rFonts w:ascii="Verdana" w:eastAsia="Calibri" w:hAnsi="Verdana" w:cs="Arial"/>
          <w:sz w:val="22"/>
          <w:lang w:val="de-DE" w:eastAsia="en-US"/>
        </w:rPr>
        <w:t xml:space="preserve">Betrieb und erhöht die Prozesssicherheit. </w:t>
      </w:r>
      <w:r w:rsidR="0093365C">
        <w:rPr>
          <w:rFonts w:ascii="Verdana" w:eastAsia="Calibri" w:hAnsi="Verdana" w:cs="Arial"/>
          <w:sz w:val="22"/>
          <w:lang w:val="de-DE" w:eastAsia="en-US"/>
        </w:rPr>
        <w:t>Ein</w:t>
      </w:r>
      <w:r w:rsidR="0093365C" w:rsidRPr="00065E0C">
        <w:rPr>
          <w:rFonts w:ascii="Verdana" w:eastAsia="Calibri" w:hAnsi="Verdana" w:cs="Arial"/>
          <w:sz w:val="22"/>
          <w:lang w:val="de-DE" w:eastAsia="en-US"/>
        </w:rPr>
        <w:t xml:space="preserve"> </w:t>
      </w:r>
      <w:r w:rsidRPr="00065E0C">
        <w:rPr>
          <w:rFonts w:ascii="Verdana" w:eastAsia="Calibri" w:hAnsi="Verdana" w:cs="Arial"/>
          <w:sz w:val="22"/>
          <w:lang w:val="de-DE" w:eastAsia="en-US"/>
        </w:rPr>
        <w:t>Highlight ist der Coriolis-</w:t>
      </w:r>
      <w:proofErr w:type="spellStart"/>
      <w:r w:rsidR="00166A09" w:rsidRPr="00065E0C">
        <w:rPr>
          <w:rFonts w:ascii="Verdana" w:eastAsia="Calibri" w:hAnsi="Verdana" w:cs="Arial"/>
          <w:sz w:val="22"/>
          <w:lang w:val="de-DE" w:eastAsia="en-US"/>
        </w:rPr>
        <w:t>Massendurchfluss</w:t>
      </w:r>
      <w:r w:rsidR="00166A09">
        <w:rPr>
          <w:rFonts w:ascii="Verdana" w:eastAsia="Calibri" w:hAnsi="Verdana" w:cs="Arial"/>
          <w:sz w:val="22"/>
          <w:lang w:val="de-DE" w:eastAsia="en-US"/>
        </w:rPr>
        <w:t>zähler</w:t>
      </w:r>
      <w:proofErr w:type="spellEnd"/>
      <w:r w:rsidR="00166A09" w:rsidRPr="00065E0C">
        <w:rPr>
          <w:rFonts w:ascii="Verdana" w:eastAsia="Calibri" w:hAnsi="Verdana" w:cs="Arial"/>
          <w:sz w:val="22"/>
          <w:lang w:val="de-DE" w:eastAsia="en-US"/>
        </w:rPr>
        <w:t xml:space="preserve"> </w:t>
      </w:r>
      <w:r w:rsidRPr="00065E0C">
        <w:rPr>
          <w:rFonts w:ascii="Verdana" w:eastAsia="Calibri" w:hAnsi="Verdana" w:cs="Arial"/>
          <w:sz w:val="22"/>
          <w:lang w:val="de-DE" w:eastAsia="en-US"/>
        </w:rPr>
        <w:t xml:space="preserve">für Bitumen, der während der gesamten Produktion für eine präzise </w:t>
      </w:r>
      <w:r w:rsidR="00E22811">
        <w:rPr>
          <w:rFonts w:ascii="Verdana" w:eastAsia="Calibri" w:hAnsi="Verdana" w:cs="Arial"/>
          <w:sz w:val="22"/>
          <w:lang w:val="de-DE" w:eastAsia="en-US"/>
        </w:rPr>
        <w:t>Dosierung</w:t>
      </w:r>
      <w:r w:rsidR="00E22811" w:rsidRPr="00065E0C">
        <w:rPr>
          <w:rFonts w:ascii="Verdana" w:eastAsia="Calibri" w:hAnsi="Verdana" w:cs="Arial"/>
          <w:sz w:val="22"/>
          <w:lang w:val="de-DE" w:eastAsia="en-US"/>
        </w:rPr>
        <w:t xml:space="preserve"> </w:t>
      </w:r>
      <w:r w:rsidRPr="00065E0C">
        <w:rPr>
          <w:rFonts w:ascii="Verdana" w:eastAsia="Calibri" w:hAnsi="Verdana" w:cs="Arial"/>
          <w:sz w:val="22"/>
          <w:lang w:val="de-DE" w:eastAsia="en-US"/>
        </w:rPr>
        <w:t xml:space="preserve">des </w:t>
      </w:r>
      <w:r w:rsidR="00E22811">
        <w:rPr>
          <w:rFonts w:ascii="Verdana" w:eastAsia="Calibri" w:hAnsi="Verdana" w:cs="Arial"/>
          <w:sz w:val="22"/>
          <w:lang w:val="de-DE" w:eastAsia="en-US"/>
        </w:rPr>
        <w:t xml:space="preserve">Bitumens während der gesamten Produktion </w:t>
      </w:r>
      <w:r w:rsidRPr="00065E0C">
        <w:rPr>
          <w:rFonts w:ascii="Verdana" w:eastAsia="Calibri" w:hAnsi="Verdana" w:cs="Arial"/>
          <w:sz w:val="22"/>
          <w:lang w:val="de-DE" w:eastAsia="en-US"/>
        </w:rPr>
        <w:t xml:space="preserve">sorgt. </w:t>
      </w:r>
    </w:p>
    <w:p w14:paraId="4BEC3357" w14:textId="7340492C" w:rsidR="00885CC0" w:rsidRPr="00065E0C" w:rsidRDefault="008013E3" w:rsidP="00885CC0">
      <w:pPr>
        <w:pStyle w:val="StandardWeb"/>
        <w:spacing w:after="0" w:afterAutospacing="0" w:line="276" w:lineRule="auto"/>
        <w:jc w:val="both"/>
        <w:rPr>
          <w:rFonts w:ascii="Verdana" w:eastAsia="Calibri" w:hAnsi="Verdana" w:cs="Arial"/>
          <w:b/>
          <w:bCs/>
          <w:sz w:val="22"/>
          <w:lang w:val="de-DE" w:eastAsia="en-US"/>
        </w:rPr>
      </w:pPr>
      <w:r>
        <w:rPr>
          <w:rFonts w:ascii="Verdana" w:eastAsia="Calibri" w:hAnsi="Verdana" w:cs="Arial"/>
          <w:b/>
          <w:bCs/>
          <w:sz w:val="22"/>
          <w:lang w:val="de-DE" w:eastAsia="en-US"/>
        </w:rPr>
        <w:t>Präzise</w:t>
      </w:r>
      <w:r w:rsidR="00A538B8" w:rsidRPr="00065E0C">
        <w:rPr>
          <w:rFonts w:ascii="Verdana" w:eastAsia="Calibri" w:hAnsi="Verdana" w:cs="Arial"/>
          <w:b/>
          <w:bCs/>
          <w:sz w:val="22"/>
          <w:lang w:val="de-DE" w:eastAsia="en-US"/>
        </w:rPr>
        <w:t xml:space="preserve"> Dosierung</w:t>
      </w:r>
    </w:p>
    <w:p w14:paraId="3F7A7815" w14:textId="09DB0983" w:rsidR="00885CC0" w:rsidRDefault="008013E3" w:rsidP="00885CC0">
      <w:pPr>
        <w:pStyle w:val="StandardWeb"/>
        <w:spacing w:before="0" w:beforeAutospacing="0" w:line="276" w:lineRule="auto"/>
        <w:jc w:val="both"/>
        <w:rPr>
          <w:rFonts w:ascii="Verdana" w:eastAsia="Calibri" w:hAnsi="Verdana" w:cs="Arial"/>
          <w:sz w:val="22"/>
          <w:lang w:val="de-DE" w:eastAsia="en-US"/>
        </w:rPr>
      </w:pPr>
      <w:r>
        <w:rPr>
          <w:rFonts w:ascii="Verdana" w:eastAsia="Calibri" w:hAnsi="Verdana" w:cs="Arial"/>
          <w:sz w:val="22"/>
          <w:lang w:val="de-DE" w:eastAsia="en-US"/>
        </w:rPr>
        <w:t>Zur Sicherung der Mischgutqualität</w:t>
      </w:r>
      <w:r w:rsidR="00A538B8" w:rsidRPr="00065E0C">
        <w:rPr>
          <w:rFonts w:ascii="Verdana" w:eastAsia="Calibri" w:hAnsi="Verdana" w:cs="Arial"/>
          <w:sz w:val="22"/>
          <w:lang w:val="de-DE" w:eastAsia="en-US"/>
        </w:rPr>
        <w:t xml:space="preserve">, verfügt die </w:t>
      </w:r>
      <w:proofErr w:type="spellStart"/>
      <w:r w:rsidR="00A538B8" w:rsidRPr="00065E0C">
        <w:rPr>
          <w:rFonts w:ascii="Verdana" w:eastAsia="Calibri" w:hAnsi="Verdana" w:cs="Arial"/>
          <w:sz w:val="22"/>
          <w:lang w:val="de-DE" w:eastAsia="en-US"/>
        </w:rPr>
        <w:t>iNOVA</w:t>
      </w:r>
      <w:proofErr w:type="spellEnd"/>
      <w:r w:rsidR="00A538B8" w:rsidRPr="00065E0C">
        <w:rPr>
          <w:rFonts w:ascii="Verdana" w:eastAsia="Calibri" w:hAnsi="Verdana" w:cs="Arial"/>
          <w:sz w:val="22"/>
          <w:lang w:val="de-DE" w:eastAsia="en-US"/>
        </w:rPr>
        <w:t xml:space="preserve"> 1200 über </w:t>
      </w:r>
      <w:r>
        <w:rPr>
          <w:rFonts w:ascii="Verdana" w:eastAsia="Calibri" w:hAnsi="Verdana" w:cs="Arial"/>
          <w:sz w:val="22"/>
          <w:lang w:val="de-DE" w:eastAsia="en-US"/>
        </w:rPr>
        <w:t>Feuchtesensoren</w:t>
      </w:r>
      <w:r w:rsidR="00A538B8" w:rsidRPr="00065E0C">
        <w:rPr>
          <w:rFonts w:ascii="Verdana" w:eastAsia="Calibri" w:hAnsi="Verdana" w:cs="Arial"/>
          <w:sz w:val="22"/>
          <w:lang w:val="de-DE" w:eastAsia="en-US"/>
        </w:rPr>
        <w:t xml:space="preserve">, die direkt in den </w:t>
      </w:r>
      <w:proofErr w:type="spellStart"/>
      <w:r>
        <w:rPr>
          <w:rFonts w:ascii="Verdana" w:eastAsia="Calibri" w:hAnsi="Verdana" w:cs="Arial"/>
          <w:sz w:val="22"/>
          <w:lang w:val="de-DE" w:eastAsia="en-US"/>
        </w:rPr>
        <w:t>Vordoseuren</w:t>
      </w:r>
      <w:proofErr w:type="spellEnd"/>
      <w:r w:rsidRPr="00065E0C">
        <w:rPr>
          <w:rFonts w:ascii="Verdana" w:eastAsia="Calibri" w:hAnsi="Verdana" w:cs="Arial"/>
          <w:sz w:val="22"/>
          <w:lang w:val="de-DE" w:eastAsia="en-US"/>
        </w:rPr>
        <w:t xml:space="preserve"> </w:t>
      </w:r>
      <w:r w:rsidR="00A538B8" w:rsidRPr="00065E0C">
        <w:rPr>
          <w:rFonts w:ascii="Verdana" w:eastAsia="Calibri" w:hAnsi="Verdana" w:cs="Arial"/>
          <w:sz w:val="22"/>
          <w:lang w:val="de-DE" w:eastAsia="en-US"/>
        </w:rPr>
        <w:t>installiert sind. Echtzeitmessungen ermöglichen eine automatische Anpassung der Dosierung</w:t>
      </w:r>
      <w:r>
        <w:rPr>
          <w:rFonts w:ascii="Verdana" w:eastAsia="Calibri" w:hAnsi="Verdana" w:cs="Arial"/>
          <w:sz w:val="22"/>
          <w:lang w:val="de-DE" w:eastAsia="en-US"/>
        </w:rPr>
        <w:t xml:space="preserve"> des Weißminerals</w:t>
      </w:r>
      <w:r w:rsidR="00A538B8" w:rsidRPr="00065E0C">
        <w:rPr>
          <w:rFonts w:ascii="Verdana" w:eastAsia="Calibri" w:hAnsi="Verdana" w:cs="Arial"/>
          <w:sz w:val="22"/>
          <w:lang w:val="de-DE" w:eastAsia="en-US"/>
        </w:rPr>
        <w:t>, korrigieren Abweichungen in der Korngrößenverteilung und optimieren den Bitumenverbrauch. Diese Funktion trägt zu geringeren Kosten pro produzierter Tonne</w:t>
      </w:r>
      <w:r>
        <w:rPr>
          <w:rFonts w:ascii="Verdana" w:eastAsia="Calibri" w:hAnsi="Verdana" w:cs="Arial"/>
          <w:sz w:val="22"/>
          <w:lang w:val="de-DE" w:eastAsia="en-US"/>
        </w:rPr>
        <w:t xml:space="preserve"> Asphalt</w:t>
      </w:r>
      <w:r w:rsidR="00A538B8" w:rsidRPr="00065E0C">
        <w:rPr>
          <w:rFonts w:ascii="Verdana" w:eastAsia="Calibri" w:hAnsi="Verdana" w:cs="Arial"/>
          <w:sz w:val="22"/>
          <w:lang w:val="de-DE" w:eastAsia="en-US"/>
        </w:rPr>
        <w:t xml:space="preserve"> und einer höheren Prozessstabilität bei, insbesondere </w:t>
      </w:r>
      <w:r w:rsidRPr="008013E3">
        <w:rPr>
          <w:rFonts w:ascii="Verdana" w:eastAsia="Calibri" w:hAnsi="Verdana" w:cs="Arial"/>
          <w:sz w:val="22"/>
          <w:lang w:val="de-DE" w:eastAsia="en-US"/>
        </w:rPr>
        <w:t xml:space="preserve">bei </w:t>
      </w:r>
      <w:r>
        <w:rPr>
          <w:rFonts w:ascii="Verdana" w:eastAsia="Calibri" w:hAnsi="Verdana" w:cs="Arial"/>
          <w:sz w:val="22"/>
          <w:lang w:val="de-DE" w:eastAsia="en-US"/>
        </w:rPr>
        <w:t>Zuschlagstoffen mit hohen Materialfeuchten</w:t>
      </w:r>
      <w:r w:rsidRPr="008013E3">
        <w:rPr>
          <w:rFonts w:ascii="Verdana" w:eastAsia="Calibri" w:hAnsi="Verdana" w:cs="Arial"/>
          <w:sz w:val="22"/>
          <w:lang w:val="de-DE" w:eastAsia="en-US"/>
        </w:rPr>
        <w:t xml:space="preserve"> oder wechselnden klimatischen Bedingungen.</w:t>
      </w:r>
    </w:p>
    <w:p w14:paraId="3308998B" w14:textId="77777777" w:rsidR="00C376D5" w:rsidRPr="00065E0C" w:rsidRDefault="00C376D5" w:rsidP="00885CC0">
      <w:pPr>
        <w:pStyle w:val="StandardWeb"/>
        <w:spacing w:before="0" w:beforeAutospacing="0" w:line="276" w:lineRule="auto"/>
        <w:jc w:val="both"/>
        <w:rPr>
          <w:rFonts w:ascii="Verdana" w:eastAsia="Calibri" w:hAnsi="Verdana" w:cs="Arial"/>
          <w:sz w:val="22"/>
          <w:lang w:val="de-DE" w:eastAsia="en-US"/>
        </w:rPr>
      </w:pPr>
    </w:p>
    <w:p w14:paraId="585D918C" w14:textId="65B1702C" w:rsidR="00885CC0" w:rsidRPr="00065E0C" w:rsidRDefault="00885CC0" w:rsidP="00885CC0">
      <w:pPr>
        <w:pStyle w:val="StandardWeb"/>
        <w:spacing w:after="0" w:afterAutospacing="0" w:line="276" w:lineRule="auto"/>
        <w:jc w:val="both"/>
        <w:rPr>
          <w:rFonts w:ascii="Verdana" w:eastAsia="Calibri" w:hAnsi="Verdana" w:cs="Arial"/>
          <w:b/>
          <w:bCs/>
          <w:sz w:val="22"/>
          <w:lang w:val="de-DE" w:eastAsia="en-US"/>
        </w:rPr>
      </w:pPr>
      <w:r w:rsidRPr="00065E0C">
        <w:rPr>
          <w:rFonts w:ascii="Verdana" w:eastAsia="Calibri" w:hAnsi="Verdana" w:cs="Arial"/>
          <w:b/>
          <w:bCs/>
          <w:sz w:val="22"/>
          <w:lang w:val="de-DE" w:eastAsia="en-US"/>
        </w:rPr>
        <w:lastRenderedPageBreak/>
        <w:t>Energ</w:t>
      </w:r>
      <w:r w:rsidR="00A538B8" w:rsidRPr="00065E0C">
        <w:rPr>
          <w:rFonts w:ascii="Verdana" w:eastAsia="Calibri" w:hAnsi="Verdana" w:cs="Arial"/>
          <w:b/>
          <w:bCs/>
          <w:sz w:val="22"/>
          <w:lang w:val="de-DE" w:eastAsia="en-US"/>
        </w:rPr>
        <w:t>ieeffizienz und Nachhaltigkeit</w:t>
      </w:r>
      <w:r w:rsidRPr="00065E0C">
        <w:rPr>
          <w:rFonts w:ascii="Verdana" w:eastAsia="Calibri" w:hAnsi="Verdana" w:cs="Arial"/>
          <w:b/>
          <w:bCs/>
          <w:sz w:val="22"/>
          <w:lang w:val="de-DE" w:eastAsia="en-US"/>
        </w:rPr>
        <w:t xml:space="preserve"> </w:t>
      </w:r>
    </w:p>
    <w:p w14:paraId="18A5927C" w14:textId="6CBCD710" w:rsidR="00885CC0" w:rsidRPr="00065E0C" w:rsidRDefault="00A538B8" w:rsidP="00885CC0">
      <w:pPr>
        <w:pStyle w:val="StandardWeb"/>
        <w:spacing w:before="0" w:beforeAutospacing="0" w:line="276" w:lineRule="auto"/>
        <w:jc w:val="both"/>
        <w:rPr>
          <w:rFonts w:ascii="Verdana" w:eastAsia="Calibri" w:hAnsi="Verdana" w:cs="Arial"/>
          <w:sz w:val="22"/>
          <w:lang w:val="de-DE" w:eastAsia="en-US"/>
        </w:rPr>
      </w:pPr>
      <w:r w:rsidRPr="00065E0C">
        <w:rPr>
          <w:rFonts w:ascii="Verdana" w:eastAsia="Calibri" w:hAnsi="Verdana" w:cs="Arial"/>
          <w:sz w:val="22"/>
          <w:lang w:val="de-DE" w:eastAsia="en-US"/>
        </w:rPr>
        <w:t xml:space="preserve">Das Gegenstrom-Trocknungssystem sorgt in Verbindung mit dem </w:t>
      </w:r>
      <w:r w:rsidR="008013E3">
        <w:rPr>
          <w:rFonts w:ascii="Verdana" w:eastAsia="Calibri" w:hAnsi="Verdana" w:cs="Arial"/>
          <w:sz w:val="22"/>
          <w:lang w:val="de-DE" w:eastAsia="en-US"/>
        </w:rPr>
        <w:t>Ciber</w:t>
      </w:r>
      <w:r w:rsidR="008013E3" w:rsidRPr="00065E0C">
        <w:rPr>
          <w:rFonts w:ascii="Verdana" w:eastAsia="Calibri" w:hAnsi="Verdana" w:cs="Arial"/>
          <w:sz w:val="22"/>
          <w:lang w:val="de-DE" w:eastAsia="en-US"/>
        </w:rPr>
        <w:t xml:space="preserve"> </w:t>
      </w:r>
      <w:r w:rsidRPr="00065E0C">
        <w:rPr>
          <w:rFonts w:ascii="Verdana" w:eastAsia="Calibri" w:hAnsi="Verdana" w:cs="Arial"/>
          <w:sz w:val="22"/>
          <w:lang w:val="de-DE" w:eastAsia="en-US"/>
        </w:rPr>
        <w:t>Brenner für einen effizienten Verbrennungsprozess mit optimiertem Brennstoffverbrauch und geringen CO</w:t>
      </w:r>
      <w:r w:rsidRPr="00E80FAF">
        <w:rPr>
          <w:rFonts w:ascii="Verdana" w:eastAsia="Calibri" w:hAnsi="Verdana" w:cs="Arial"/>
          <w:sz w:val="22"/>
          <w:vertAlign w:val="subscript"/>
          <w:lang w:val="de-DE" w:eastAsia="en-US"/>
        </w:rPr>
        <w:t>2</w:t>
      </w:r>
      <w:r w:rsidRPr="00065E0C">
        <w:rPr>
          <w:rFonts w:ascii="Verdana" w:eastAsia="Calibri" w:hAnsi="Verdana" w:cs="Arial"/>
          <w:sz w:val="22"/>
          <w:lang w:val="de-DE" w:eastAsia="en-US"/>
        </w:rPr>
        <w:t xml:space="preserve">-Emissionen. Das robuste Filtersystem, das auf hohe Langlebigkeit ausgelegt ist, </w:t>
      </w:r>
      <w:r w:rsidR="00FD61D5">
        <w:rPr>
          <w:rFonts w:ascii="Verdana" w:eastAsia="Calibri" w:hAnsi="Verdana" w:cs="Arial"/>
          <w:sz w:val="22"/>
          <w:lang w:val="de-DE" w:eastAsia="en-US"/>
        </w:rPr>
        <w:t>sorgt dafür</w:t>
      </w:r>
      <w:r w:rsidRPr="00065E0C">
        <w:rPr>
          <w:rFonts w:ascii="Verdana" w:eastAsia="Calibri" w:hAnsi="Verdana" w:cs="Arial"/>
          <w:sz w:val="22"/>
          <w:lang w:val="de-DE" w:eastAsia="en-US"/>
        </w:rPr>
        <w:t>, dass der Betrieb den anspruchsvollsten Umweltstandards entspricht.</w:t>
      </w:r>
    </w:p>
    <w:p w14:paraId="22F164BB" w14:textId="7405E3B6" w:rsidR="00885CC0" w:rsidRPr="00065E0C" w:rsidRDefault="00885CC0" w:rsidP="00885CC0">
      <w:pPr>
        <w:pStyle w:val="StandardWeb"/>
        <w:spacing w:after="0" w:afterAutospacing="0" w:line="276" w:lineRule="auto"/>
        <w:jc w:val="both"/>
        <w:rPr>
          <w:rFonts w:ascii="Verdana" w:eastAsia="Calibri" w:hAnsi="Verdana" w:cs="Arial"/>
          <w:b/>
          <w:bCs/>
          <w:sz w:val="22"/>
          <w:lang w:val="de-DE" w:eastAsia="en-US"/>
        </w:rPr>
      </w:pPr>
      <w:r w:rsidRPr="00065E0C">
        <w:rPr>
          <w:rFonts w:ascii="Verdana" w:eastAsia="Calibri" w:hAnsi="Verdana" w:cs="Arial"/>
          <w:b/>
          <w:bCs/>
          <w:sz w:val="22"/>
          <w:lang w:val="de-DE" w:eastAsia="en-US"/>
        </w:rPr>
        <w:t>Integr</w:t>
      </w:r>
      <w:r w:rsidR="00A538B8" w:rsidRPr="00065E0C">
        <w:rPr>
          <w:rFonts w:ascii="Verdana" w:eastAsia="Calibri" w:hAnsi="Verdana" w:cs="Arial"/>
          <w:b/>
          <w:bCs/>
          <w:sz w:val="22"/>
          <w:lang w:val="de-DE" w:eastAsia="en-US"/>
        </w:rPr>
        <w:t>ierte Steuerung und Bedienkomfort</w:t>
      </w:r>
      <w:r w:rsidRPr="00065E0C">
        <w:rPr>
          <w:rFonts w:ascii="Verdana" w:eastAsia="Calibri" w:hAnsi="Verdana" w:cs="Arial"/>
          <w:b/>
          <w:bCs/>
          <w:sz w:val="22"/>
          <w:lang w:val="de-DE" w:eastAsia="en-US"/>
        </w:rPr>
        <w:t xml:space="preserve"> </w:t>
      </w:r>
    </w:p>
    <w:p w14:paraId="21B230ED" w14:textId="2BE87E77" w:rsidR="00885CC0" w:rsidRPr="00065E0C" w:rsidRDefault="00A538B8" w:rsidP="00885CC0">
      <w:pPr>
        <w:pStyle w:val="StandardWeb"/>
        <w:spacing w:before="0" w:beforeAutospacing="0" w:line="276" w:lineRule="auto"/>
        <w:jc w:val="both"/>
        <w:rPr>
          <w:rFonts w:ascii="Verdana" w:eastAsia="Calibri" w:hAnsi="Verdana" w:cs="Arial"/>
          <w:sz w:val="22"/>
          <w:lang w:val="de-DE" w:eastAsia="en-US"/>
        </w:rPr>
      </w:pPr>
      <w:r w:rsidRPr="00065E0C">
        <w:rPr>
          <w:rFonts w:ascii="Verdana" w:eastAsia="Calibri" w:hAnsi="Verdana" w:cs="Arial"/>
          <w:sz w:val="22"/>
          <w:lang w:val="de-DE" w:eastAsia="en-US"/>
        </w:rPr>
        <w:t>Die Anlagenbedienung ist dank des integrierten und intuitiven Steuerungssystems einfach, zuverlässig und vollständig automatisiert. Die klimatisierte Kabine mit ergonomischen Bedienelementen sorgt für Bedienkomfort und trägt zu einer höheren Produktionseffizienz bei. Diese Kombination ermöglicht es auch Teams mit unterschiedlichem Erfahrungsniveau, die Anlage sicher und zuverlässig zu bedienen.</w:t>
      </w:r>
    </w:p>
    <w:p w14:paraId="4C0BC984" w14:textId="4140F038" w:rsidR="00885CC0" w:rsidRPr="00065E0C" w:rsidRDefault="008013E3" w:rsidP="00885CC0">
      <w:pPr>
        <w:pStyle w:val="StandardWeb"/>
        <w:spacing w:after="0" w:afterAutospacing="0" w:line="276" w:lineRule="auto"/>
        <w:jc w:val="both"/>
        <w:rPr>
          <w:rFonts w:ascii="Verdana" w:eastAsia="Calibri" w:hAnsi="Verdana" w:cs="Arial"/>
          <w:b/>
          <w:bCs/>
          <w:sz w:val="22"/>
          <w:lang w:val="de-DE" w:eastAsia="en-US"/>
        </w:rPr>
      </w:pPr>
      <w:r>
        <w:rPr>
          <w:rFonts w:ascii="Verdana" w:eastAsia="Calibri" w:hAnsi="Verdana" w:cs="Arial"/>
          <w:b/>
          <w:bCs/>
          <w:sz w:val="22"/>
          <w:lang w:val="de-DE" w:eastAsia="en-US"/>
        </w:rPr>
        <w:t>Einsatz von Recycling Material</w:t>
      </w:r>
      <w:r w:rsidRPr="00065E0C">
        <w:rPr>
          <w:rFonts w:ascii="Verdana" w:eastAsia="Calibri" w:hAnsi="Verdana" w:cs="Arial"/>
          <w:b/>
          <w:bCs/>
          <w:sz w:val="22"/>
          <w:lang w:val="de-DE" w:eastAsia="en-US"/>
        </w:rPr>
        <w:t xml:space="preserve"> </w:t>
      </w:r>
    </w:p>
    <w:p w14:paraId="7B3EA97C" w14:textId="57BB60C5" w:rsidR="00885CC0" w:rsidRPr="00065E0C" w:rsidRDefault="00A538B8" w:rsidP="00885CC0">
      <w:pPr>
        <w:pStyle w:val="StandardWeb"/>
        <w:spacing w:before="0" w:beforeAutospacing="0" w:line="276" w:lineRule="auto"/>
        <w:jc w:val="both"/>
        <w:rPr>
          <w:rFonts w:ascii="Verdana" w:eastAsia="Calibri" w:hAnsi="Verdana" w:cs="Arial"/>
          <w:sz w:val="22"/>
          <w:lang w:val="de-DE" w:eastAsia="en-US"/>
        </w:rPr>
      </w:pPr>
      <w:r w:rsidRPr="00065E0C">
        <w:rPr>
          <w:rFonts w:ascii="Verdana" w:eastAsia="Calibri" w:hAnsi="Verdana" w:cs="Arial"/>
          <w:sz w:val="22"/>
          <w:lang w:val="de-DE" w:eastAsia="en-US"/>
        </w:rPr>
        <w:t xml:space="preserve">Die </w:t>
      </w:r>
      <w:proofErr w:type="spellStart"/>
      <w:r w:rsidRPr="00065E0C">
        <w:rPr>
          <w:rFonts w:ascii="Verdana" w:eastAsia="Calibri" w:hAnsi="Verdana" w:cs="Arial"/>
          <w:sz w:val="22"/>
          <w:lang w:val="de-DE" w:eastAsia="en-US"/>
        </w:rPr>
        <w:t>iNOVA</w:t>
      </w:r>
      <w:proofErr w:type="spellEnd"/>
      <w:r w:rsidRPr="00065E0C">
        <w:rPr>
          <w:rFonts w:ascii="Verdana" w:eastAsia="Calibri" w:hAnsi="Verdana" w:cs="Arial"/>
          <w:sz w:val="22"/>
          <w:lang w:val="de-DE" w:eastAsia="en-US"/>
        </w:rPr>
        <w:t xml:space="preserve"> 1200 ist für die Herstellung verschiedener Arten von Asphaltmischungen ausgelegt. Die Anlage ermöglicht die Verwendung von bis zu 25 % </w:t>
      </w:r>
      <w:r w:rsidR="008013E3">
        <w:rPr>
          <w:rFonts w:ascii="Verdana" w:eastAsia="Calibri" w:hAnsi="Verdana" w:cs="Arial"/>
          <w:sz w:val="22"/>
          <w:lang w:val="de-DE" w:eastAsia="en-US"/>
        </w:rPr>
        <w:t>RC-Material</w:t>
      </w:r>
      <w:r w:rsidR="00E80FAF">
        <w:rPr>
          <w:rFonts w:ascii="Verdana" w:eastAsia="Calibri" w:hAnsi="Verdana" w:cs="Arial"/>
          <w:sz w:val="22"/>
          <w:lang w:val="de-DE" w:eastAsia="en-US"/>
        </w:rPr>
        <w:t>.</w:t>
      </w:r>
      <w:r w:rsidRPr="00065E0C">
        <w:rPr>
          <w:rFonts w:ascii="Verdana" w:eastAsia="Calibri" w:hAnsi="Verdana" w:cs="Arial"/>
          <w:sz w:val="22"/>
          <w:lang w:val="de-DE" w:eastAsia="en-US"/>
        </w:rPr>
        <w:t xml:space="preserve"> Dank </w:t>
      </w:r>
      <w:r w:rsidR="001375ED">
        <w:rPr>
          <w:rFonts w:ascii="Verdana" w:eastAsia="Calibri" w:hAnsi="Verdana" w:cs="Arial"/>
          <w:sz w:val="22"/>
          <w:lang w:val="de-DE" w:eastAsia="en-US"/>
        </w:rPr>
        <w:t>der</w:t>
      </w:r>
      <w:r w:rsidR="001375ED" w:rsidRPr="00065E0C">
        <w:rPr>
          <w:rFonts w:ascii="Verdana" w:eastAsia="Calibri" w:hAnsi="Verdana" w:cs="Arial"/>
          <w:sz w:val="22"/>
          <w:lang w:val="de-DE" w:eastAsia="en-US"/>
        </w:rPr>
        <w:t xml:space="preserve"> </w:t>
      </w:r>
      <w:r w:rsidRPr="00065E0C">
        <w:rPr>
          <w:rFonts w:ascii="Verdana" w:eastAsia="Calibri" w:hAnsi="Verdana" w:cs="Arial"/>
          <w:sz w:val="22"/>
          <w:lang w:val="de-DE" w:eastAsia="en-US"/>
        </w:rPr>
        <w:t xml:space="preserve">Flexibilität können die Anlagen sowohl die Anforderungen </w:t>
      </w:r>
      <w:r w:rsidR="001375ED">
        <w:rPr>
          <w:rFonts w:ascii="Verdana" w:eastAsia="Calibri" w:hAnsi="Verdana" w:cs="Arial"/>
          <w:sz w:val="22"/>
          <w:lang w:val="de-DE" w:eastAsia="en-US"/>
        </w:rPr>
        <w:t>an die unterschiedlichen Anforderungen bei den Asphaltrezepten bedienen</w:t>
      </w:r>
      <w:r w:rsidRPr="00065E0C">
        <w:rPr>
          <w:rFonts w:ascii="Verdana" w:eastAsia="Calibri" w:hAnsi="Verdana" w:cs="Arial"/>
          <w:sz w:val="22"/>
          <w:lang w:val="de-DE" w:eastAsia="en-US"/>
        </w:rPr>
        <w:t>.</w:t>
      </w:r>
    </w:p>
    <w:p w14:paraId="2DF906C3" w14:textId="2F0D5110" w:rsidR="00885CC0" w:rsidRPr="00065E0C" w:rsidRDefault="00885CC0" w:rsidP="00885CC0">
      <w:pPr>
        <w:pStyle w:val="StandardWeb"/>
        <w:spacing w:before="0" w:beforeAutospacing="0" w:after="0" w:afterAutospacing="0" w:line="276" w:lineRule="auto"/>
        <w:jc w:val="both"/>
        <w:rPr>
          <w:rFonts w:ascii="Verdana" w:eastAsia="Calibri" w:hAnsi="Verdana" w:cs="Arial"/>
          <w:b/>
          <w:bCs/>
          <w:sz w:val="22"/>
          <w:lang w:val="de-DE" w:eastAsia="en-US"/>
        </w:rPr>
      </w:pPr>
      <w:r w:rsidRPr="00065E0C">
        <w:rPr>
          <w:rFonts w:ascii="Verdana" w:eastAsia="Calibri" w:hAnsi="Verdana" w:cs="Arial"/>
          <w:b/>
          <w:bCs/>
          <w:sz w:val="22"/>
          <w:lang w:val="de-DE" w:eastAsia="en-US"/>
        </w:rPr>
        <w:t>Optimi</w:t>
      </w:r>
      <w:r w:rsidR="00A538B8" w:rsidRPr="00065E0C">
        <w:rPr>
          <w:rFonts w:ascii="Verdana" w:eastAsia="Calibri" w:hAnsi="Verdana" w:cs="Arial"/>
          <w:b/>
          <w:bCs/>
          <w:sz w:val="22"/>
          <w:lang w:val="de-DE" w:eastAsia="en-US"/>
        </w:rPr>
        <w:t>erte Wartung</w:t>
      </w:r>
      <w:r w:rsidRPr="00065E0C">
        <w:rPr>
          <w:rFonts w:ascii="Verdana" w:eastAsia="Calibri" w:hAnsi="Verdana" w:cs="Arial"/>
          <w:b/>
          <w:bCs/>
          <w:sz w:val="22"/>
          <w:lang w:val="de-DE" w:eastAsia="en-US"/>
        </w:rPr>
        <w:t xml:space="preserve"> </w:t>
      </w:r>
    </w:p>
    <w:p w14:paraId="4F9BD3FD" w14:textId="382F4E49" w:rsidR="00885CC0" w:rsidRPr="00065E0C" w:rsidRDefault="00A538B8" w:rsidP="00885CC0">
      <w:pPr>
        <w:pStyle w:val="Standardabsatz"/>
        <w:rPr>
          <w:lang w:val="de-DE"/>
        </w:rPr>
      </w:pPr>
      <w:r w:rsidRPr="00065E0C">
        <w:rPr>
          <w:lang w:val="de-DE"/>
        </w:rPr>
        <w:t xml:space="preserve">Mit dem Fokus auf maximale Verfügbarkeit ist die </w:t>
      </w:r>
      <w:proofErr w:type="spellStart"/>
      <w:r w:rsidRPr="00065E0C">
        <w:rPr>
          <w:lang w:val="de-DE"/>
        </w:rPr>
        <w:t>iNOVA</w:t>
      </w:r>
      <w:proofErr w:type="spellEnd"/>
      <w:r w:rsidRPr="00065E0C">
        <w:rPr>
          <w:lang w:val="de-DE"/>
        </w:rPr>
        <w:t xml:space="preserve"> 1200 mit einem digitalen Fehlerdiagnosesystem ausgestattet, das die </w:t>
      </w:r>
      <w:r w:rsidR="008013E3">
        <w:rPr>
          <w:lang w:val="de-DE"/>
        </w:rPr>
        <w:t>Hauptkomponenten</w:t>
      </w:r>
      <w:r w:rsidR="008013E3" w:rsidRPr="00065E0C">
        <w:rPr>
          <w:lang w:val="de-DE"/>
        </w:rPr>
        <w:t xml:space="preserve"> </w:t>
      </w:r>
      <w:r w:rsidRPr="00065E0C">
        <w:rPr>
          <w:lang w:val="de-DE"/>
        </w:rPr>
        <w:t xml:space="preserve">der Anlage kontinuierlich überwacht. </w:t>
      </w:r>
      <w:r w:rsidR="008013E3">
        <w:rPr>
          <w:lang w:val="de-DE"/>
        </w:rPr>
        <w:t xml:space="preserve">Verschleißteile </w:t>
      </w:r>
      <w:r w:rsidRPr="00065E0C">
        <w:rPr>
          <w:lang w:val="de-DE"/>
        </w:rPr>
        <w:t xml:space="preserve">wie </w:t>
      </w:r>
      <w:r w:rsidR="008013E3">
        <w:rPr>
          <w:lang w:val="de-DE"/>
        </w:rPr>
        <w:t>Mischerteile</w:t>
      </w:r>
      <w:r w:rsidR="008013E3" w:rsidRPr="00065E0C">
        <w:rPr>
          <w:lang w:val="de-DE"/>
        </w:rPr>
        <w:t xml:space="preserve"> </w:t>
      </w:r>
      <w:r w:rsidRPr="00065E0C">
        <w:rPr>
          <w:lang w:val="de-DE"/>
        </w:rPr>
        <w:t xml:space="preserve">und </w:t>
      </w:r>
      <w:r w:rsidR="008013E3">
        <w:rPr>
          <w:lang w:val="de-DE"/>
        </w:rPr>
        <w:t>Filtertaschen</w:t>
      </w:r>
      <w:r w:rsidR="008013E3" w:rsidRPr="00065E0C">
        <w:rPr>
          <w:lang w:val="de-DE"/>
        </w:rPr>
        <w:t xml:space="preserve"> </w:t>
      </w:r>
      <w:r w:rsidRPr="00065E0C">
        <w:rPr>
          <w:lang w:val="de-DE"/>
        </w:rPr>
        <w:t>sind äußerst langlebig, wodurch Ausfallzeiten und Wartungskosten reduziert werden.</w:t>
      </w:r>
    </w:p>
    <w:p w14:paraId="625010C7" w14:textId="34A07A69" w:rsidR="00065E0C" w:rsidRPr="00065E0C" w:rsidRDefault="00065E0C" w:rsidP="00885CC0">
      <w:pPr>
        <w:pStyle w:val="Standardabsatz"/>
        <w:rPr>
          <w:lang w:val="de-DE"/>
        </w:rPr>
      </w:pPr>
    </w:p>
    <w:p w14:paraId="6E6CC0BA" w14:textId="59D3005F" w:rsidR="00065E0C" w:rsidRPr="00065E0C" w:rsidRDefault="001375ED" w:rsidP="00065E0C">
      <w:pPr>
        <w:rPr>
          <w:rFonts w:eastAsiaTheme="minorHAnsi" w:cstheme="minorBidi"/>
          <w:b/>
          <w:iCs/>
          <w:sz w:val="22"/>
          <w:szCs w:val="24"/>
          <w:lang w:val="de-DE"/>
        </w:rPr>
      </w:pPr>
      <w:r>
        <w:rPr>
          <w:rFonts w:eastAsiaTheme="minorHAnsi" w:cstheme="minorBidi"/>
          <w:b/>
          <w:iCs/>
          <w:sz w:val="22"/>
          <w:szCs w:val="24"/>
          <w:lang w:val="de-DE"/>
        </w:rPr>
        <w:t>Foto:</w:t>
      </w:r>
    </w:p>
    <w:p w14:paraId="1F2CF646" w14:textId="75464C19" w:rsidR="00EF11D9" w:rsidRPr="00B822FF" w:rsidRDefault="00B822FF" w:rsidP="00EF11D9">
      <w:pPr>
        <w:pStyle w:val="BUbold"/>
        <w:rPr>
          <w:sz w:val="22"/>
          <w:szCs w:val="22"/>
        </w:rPr>
      </w:pPr>
      <w:r>
        <w:rPr>
          <w:b w:val="0"/>
          <w:bCs/>
          <w:noProof/>
          <w:sz w:val="40"/>
          <w:szCs w:val="40"/>
          <w:lang w:val="de-DE"/>
        </w:rPr>
        <w:drawing>
          <wp:inline distT="0" distB="0" distL="0" distR="0" wp14:anchorId="6F05AB08" wp14:editId="477F387C">
            <wp:extent cx="3600000" cy="2023937"/>
            <wp:effectExtent l="0" t="0" r="63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600000" cy="2023937"/>
                    </a:xfrm>
                    <a:prstGeom prst="rect">
                      <a:avLst/>
                    </a:prstGeom>
                    <a:noFill/>
                    <a:ln>
                      <a:noFill/>
                    </a:ln>
                  </pic:spPr>
                </pic:pic>
              </a:graphicData>
            </a:graphic>
          </wp:inline>
        </w:drawing>
      </w:r>
      <w:r>
        <w:rPr>
          <w:iCs/>
          <w:lang w:val="de-DE"/>
        </w:rPr>
        <w:br/>
      </w:r>
      <w:r w:rsidRPr="00B822FF">
        <w:rPr>
          <w:iCs/>
          <w:sz w:val="22"/>
          <w:szCs w:val="22"/>
          <w:lang w:val="de-DE"/>
        </w:rPr>
        <w:t>C_pic_iNOVA1200_0009</w:t>
      </w:r>
    </w:p>
    <w:p w14:paraId="1CD4A75B" w14:textId="17AB3796" w:rsidR="00EF11D9" w:rsidRDefault="00173A62" w:rsidP="00173A62">
      <w:pPr>
        <w:pStyle w:val="BUnormal"/>
      </w:pPr>
      <w:r w:rsidRPr="00173A62">
        <w:t xml:space="preserve">Ciber </w:t>
      </w:r>
      <w:proofErr w:type="spellStart"/>
      <w:r w:rsidRPr="00173A62">
        <w:t>setzt</w:t>
      </w:r>
      <w:proofErr w:type="spellEnd"/>
      <w:r w:rsidRPr="00173A62">
        <w:t xml:space="preserve"> </w:t>
      </w:r>
      <w:proofErr w:type="spellStart"/>
      <w:r w:rsidRPr="00173A62">
        <w:t>mit</w:t>
      </w:r>
      <w:proofErr w:type="spellEnd"/>
      <w:r w:rsidRPr="00173A62">
        <w:t xml:space="preserve"> der </w:t>
      </w:r>
      <w:proofErr w:type="spellStart"/>
      <w:r w:rsidRPr="00173A62">
        <w:t>mobilen</w:t>
      </w:r>
      <w:proofErr w:type="spellEnd"/>
      <w:r w:rsidRPr="00173A62">
        <w:t xml:space="preserve"> </w:t>
      </w:r>
      <w:proofErr w:type="spellStart"/>
      <w:r w:rsidRPr="00173A62">
        <w:t>Asphaltmischanlage</w:t>
      </w:r>
      <w:proofErr w:type="spellEnd"/>
      <w:r w:rsidRPr="00173A62">
        <w:t xml:space="preserve"> </w:t>
      </w:r>
      <w:proofErr w:type="spellStart"/>
      <w:r w:rsidRPr="00173A62">
        <w:t>iNOVA</w:t>
      </w:r>
      <w:proofErr w:type="spellEnd"/>
      <w:r>
        <w:t> </w:t>
      </w:r>
      <w:r w:rsidRPr="00173A62">
        <w:t xml:space="preserve">1200 </w:t>
      </w:r>
      <w:proofErr w:type="spellStart"/>
      <w:r w:rsidRPr="00173A62">
        <w:t>Maßstäbe</w:t>
      </w:r>
      <w:proofErr w:type="spellEnd"/>
      <w:r w:rsidRPr="00173A62">
        <w:t xml:space="preserve"> in </w:t>
      </w:r>
      <w:proofErr w:type="spellStart"/>
      <w:r w:rsidRPr="00173A62">
        <w:t>Sachen</w:t>
      </w:r>
      <w:proofErr w:type="spellEnd"/>
      <w:r w:rsidRPr="00173A62">
        <w:t xml:space="preserve"> </w:t>
      </w:r>
      <w:proofErr w:type="spellStart"/>
      <w:r w:rsidRPr="00173A62">
        <w:t>Mobilität</w:t>
      </w:r>
      <w:proofErr w:type="spellEnd"/>
      <w:r w:rsidRPr="00173A62">
        <w:t xml:space="preserve">, </w:t>
      </w:r>
      <w:proofErr w:type="spellStart"/>
      <w:r w:rsidRPr="00173A62">
        <w:t>Qualität</w:t>
      </w:r>
      <w:proofErr w:type="spellEnd"/>
      <w:r w:rsidRPr="00173A62">
        <w:t xml:space="preserve"> </w:t>
      </w:r>
      <w:proofErr w:type="spellStart"/>
      <w:r w:rsidRPr="00173A62">
        <w:t>und</w:t>
      </w:r>
      <w:proofErr w:type="spellEnd"/>
      <w:r w:rsidRPr="00173A62">
        <w:t xml:space="preserve"> </w:t>
      </w:r>
      <w:proofErr w:type="spellStart"/>
      <w:r w:rsidRPr="00173A62">
        <w:t>Effizienz</w:t>
      </w:r>
      <w:proofErr w:type="spellEnd"/>
      <w:r w:rsidRPr="00173A62">
        <w:t xml:space="preserve"> </w:t>
      </w:r>
      <w:proofErr w:type="spellStart"/>
      <w:r w:rsidRPr="00173A62">
        <w:t>auf</w:t>
      </w:r>
      <w:proofErr w:type="spellEnd"/>
      <w:r w:rsidRPr="00173A62">
        <w:t xml:space="preserve"> </w:t>
      </w:r>
      <w:proofErr w:type="spellStart"/>
      <w:r w:rsidRPr="00173A62">
        <w:t>dem</w:t>
      </w:r>
      <w:proofErr w:type="spellEnd"/>
      <w:r w:rsidRPr="00173A62">
        <w:t xml:space="preserve"> </w:t>
      </w:r>
      <w:proofErr w:type="spellStart"/>
      <w:r w:rsidRPr="00173A62">
        <w:t>lateinamerikanischen</w:t>
      </w:r>
      <w:proofErr w:type="spellEnd"/>
      <w:r w:rsidRPr="00173A62">
        <w:t xml:space="preserve"> </w:t>
      </w:r>
      <w:proofErr w:type="spellStart"/>
      <w:r w:rsidRPr="00173A62">
        <w:t>Markt</w:t>
      </w:r>
      <w:proofErr w:type="spellEnd"/>
      <w:r w:rsidRPr="00173A62">
        <w:t>.</w:t>
      </w:r>
    </w:p>
    <w:p w14:paraId="25251817" w14:textId="77777777" w:rsidR="00EF11D9" w:rsidRDefault="00EF11D9" w:rsidP="00EF11D9">
      <w:pPr>
        <w:pStyle w:val="Standardabsatz"/>
        <w:rPr>
          <w:lang w:eastAsia="de-DE"/>
        </w:rPr>
      </w:pPr>
    </w:p>
    <w:p w14:paraId="61CC4988" w14:textId="77777777" w:rsidR="00EF11D9" w:rsidRPr="006C0C87" w:rsidRDefault="00EF11D9" w:rsidP="00EF11D9">
      <w:pPr>
        <w:pStyle w:val="Note"/>
      </w:pPr>
      <w:proofErr w:type="spellStart"/>
      <w:r w:rsidRPr="00F74540">
        <w:rPr>
          <w:lang w:eastAsia="de-DE"/>
        </w:rPr>
        <w:lastRenderedPageBreak/>
        <w:t>Hinweis</w:t>
      </w:r>
      <w:proofErr w:type="spellEnd"/>
      <w:r w:rsidRPr="00F74540">
        <w:rPr>
          <w:lang w:eastAsia="de-DE"/>
        </w:rPr>
        <w:t xml:space="preserve">: </w:t>
      </w:r>
      <w:r w:rsidRPr="00F74540">
        <w:t xml:space="preserve">Diese Fotos </w:t>
      </w:r>
      <w:proofErr w:type="spellStart"/>
      <w:r w:rsidRPr="00F74540">
        <w:t>dienen</w:t>
      </w:r>
      <w:proofErr w:type="spellEnd"/>
      <w:r w:rsidRPr="00F74540">
        <w:t xml:space="preserve"> </w:t>
      </w:r>
      <w:proofErr w:type="spellStart"/>
      <w:r w:rsidRPr="00F74540">
        <w:t>lediglich</w:t>
      </w:r>
      <w:proofErr w:type="spellEnd"/>
      <w:r w:rsidRPr="00F74540">
        <w:t xml:space="preserve"> der </w:t>
      </w:r>
      <w:proofErr w:type="spellStart"/>
      <w:r w:rsidRPr="00F74540">
        <w:t>Voransicht</w:t>
      </w:r>
      <w:proofErr w:type="spellEnd"/>
      <w:r w:rsidRPr="00F74540">
        <w:t xml:space="preserve">. Für </w:t>
      </w:r>
      <w:proofErr w:type="spellStart"/>
      <w:r w:rsidRPr="00F74540">
        <w:t>den</w:t>
      </w:r>
      <w:proofErr w:type="spellEnd"/>
      <w:r w:rsidRPr="00F74540">
        <w:t xml:space="preserve"> </w:t>
      </w:r>
      <w:proofErr w:type="spellStart"/>
      <w:r w:rsidRPr="00F74540">
        <w:t>Abdruck</w:t>
      </w:r>
      <w:proofErr w:type="spellEnd"/>
      <w:r w:rsidRPr="00F74540">
        <w:t xml:space="preserve"> in </w:t>
      </w:r>
      <w:proofErr w:type="spellStart"/>
      <w:r w:rsidRPr="00F74540">
        <w:t>den</w:t>
      </w:r>
      <w:proofErr w:type="spellEnd"/>
      <w:r w:rsidRPr="00F74540">
        <w:t xml:space="preserve"> </w:t>
      </w:r>
      <w:proofErr w:type="spellStart"/>
      <w:r w:rsidRPr="00F74540">
        <w:t>Publikationen</w:t>
      </w:r>
      <w:proofErr w:type="spellEnd"/>
      <w:r w:rsidRPr="00F74540">
        <w:t xml:space="preserve"> </w:t>
      </w:r>
      <w:proofErr w:type="spellStart"/>
      <w:r w:rsidRPr="00F74540">
        <w:t>nutzen</w:t>
      </w:r>
      <w:proofErr w:type="spellEnd"/>
      <w:r w:rsidRPr="00F74540">
        <w:t xml:space="preserve"> Sie </w:t>
      </w:r>
      <w:proofErr w:type="spellStart"/>
      <w:r w:rsidRPr="00F74540">
        <w:t>bitte</w:t>
      </w:r>
      <w:proofErr w:type="spellEnd"/>
      <w:r w:rsidRPr="00F74540">
        <w:t xml:space="preserve"> die Fotos in 300 </w:t>
      </w:r>
      <w:proofErr w:type="spellStart"/>
      <w:r w:rsidRPr="00F74540">
        <w:t>dpi-Auflösung</w:t>
      </w:r>
      <w:proofErr w:type="spellEnd"/>
      <w:r w:rsidRPr="00F74540">
        <w:t xml:space="preserve">, die </w:t>
      </w:r>
      <w:proofErr w:type="spellStart"/>
      <w:r w:rsidRPr="00F74540">
        <w:t>auf</w:t>
      </w:r>
      <w:proofErr w:type="spellEnd"/>
      <w:r w:rsidRPr="00F74540">
        <w:t xml:space="preserve"> </w:t>
      </w:r>
      <w:proofErr w:type="spellStart"/>
      <w:r w:rsidRPr="00F74540">
        <w:t>den</w:t>
      </w:r>
      <w:proofErr w:type="spellEnd"/>
      <w:r w:rsidRPr="00F74540">
        <w:t xml:space="preserve"> </w:t>
      </w:r>
      <w:proofErr w:type="spellStart"/>
      <w:r w:rsidRPr="00F74540">
        <w:t>Webseiten</w:t>
      </w:r>
      <w:proofErr w:type="spellEnd"/>
      <w:r w:rsidRPr="00F74540">
        <w:t xml:space="preserve"> der Wirtgen </w:t>
      </w:r>
      <w:proofErr w:type="spellStart"/>
      <w:r w:rsidRPr="00F74540">
        <w:t>Group</w:t>
      </w:r>
      <w:proofErr w:type="spellEnd"/>
      <w:r w:rsidRPr="00F74540">
        <w:t xml:space="preserve"> </w:t>
      </w:r>
      <w:proofErr w:type="spellStart"/>
      <w:r w:rsidRPr="00F74540">
        <w:t>als</w:t>
      </w:r>
      <w:proofErr w:type="spellEnd"/>
      <w:r w:rsidRPr="00F74540">
        <w:t xml:space="preserve"> Download </w:t>
      </w:r>
      <w:proofErr w:type="spellStart"/>
      <w:r w:rsidRPr="00F74540">
        <w:t>zur</w:t>
      </w:r>
      <w:proofErr w:type="spellEnd"/>
      <w:r w:rsidRPr="00F74540">
        <w:t xml:space="preserve"> </w:t>
      </w:r>
      <w:proofErr w:type="spellStart"/>
      <w:r w:rsidRPr="00F74540">
        <w:t>Verfügung</w:t>
      </w:r>
      <w:proofErr w:type="spellEnd"/>
      <w:r w:rsidRPr="00F74540">
        <w:t xml:space="preserve"> </w:t>
      </w:r>
      <w:proofErr w:type="spellStart"/>
      <w:r w:rsidRPr="00F74540">
        <w:t>stehen</w:t>
      </w:r>
      <w:proofErr w:type="spellEnd"/>
      <w:r w:rsidRPr="00F74540">
        <w:t>.</w:t>
      </w:r>
    </w:p>
    <w:p w14:paraId="6B42192A" w14:textId="77777777" w:rsidR="00EF11D9" w:rsidRPr="00EF11D9" w:rsidRDefault="00EF11D9" w:rsidP="00EF11D9">
      <w:pPr>
        <w:pStyle w:val="Standardabsatz"/>
        <w:rPr>
          <w:lang w:val="de-DE"/>
        </w:rPr>
      </w:pPr>
    </w:p>
    <w:p w14:paraId="45C7B18B" w14:textId="005AE216" w:rsidR="00065E0C" w:rsidRPr="00065E0C" w:rsidRDefault="00065E0C" w:rsidP="00065E0C">
      <w:pPr>
        <w:pStyle w:val="Absatzberschrift"/>
        <w:rPr>
          <w:iCs/>
          <w:lang w:val="de-DE"/>
        </w:rPr>
      </w:pPr>
      <w:r w:rsidRPr="00065E0C">
        <w:rPr>
          <w:iCs/>
          <w:lang w:val="de-DE"/>
        </w:rPr>
        <w:t>Weitere Informationen erhalten Sie bei:</w:t>
      </w:r>
    </w:p>
    <w:p w14:paraId="18F2FDA9" w14:textId="77777777" w:rsidR="00065E0C" w:rsidRPr="00065E0C" w:rsidRDefault="00065E0C" w:rsidP="00065E0C">
      <w:pPr>
        <w:pStyle w:val="Absatzberschrift"/>
        <w:rPr>
          <w:lang w:val="de-DE"/>
        </w:rPr>
      </w:pPr>
    </w:p>
    <w:p w14:paraId="3CF9FFE8" w14:textId="77777777" w:rsidR="00065E0C" w:rsidRPr="00065E0C" w:rsidRDefault="00065E0C" w:rsidP="00065E0C">
      <w:pPr>
        <w:pStyle w:val="Absatzberschrift"/>
        <w:rPr>
          <w:b w:val="0"/>
          <w:bCs/>
          <w:szCs w:val="22"/>
          <w:lang w:val="de-DE"/>
        </w:rPr>
      </w:pPr>
      <w:r w:rsidRPr="00065E0C">
        <w:rPr>
          <w:b w:val="0"/>
          <w:bCs/>
          <w:lang w:val="de-DE"/>
        </w:rPr>
        <w:t>WIRTGEN GROUP</w:t>
      </w:r>
    </w:p>
    <w:p w14:paraId="5DDB3402" w14:textId="77777777" w:rsidR="00065E0C" w:rsidRPr="00065E0C" w:rsidRDefault="00065E0C" w:rsidP="00065E0C">
      <w:pPr>
        <w:pStyle w:val="Fuzeile1"/>
        <w:rPr>
          <w:lang w:val="de-DE"/>
        </w:rPr>
      </w:pPr>
      <w:r w:rsidRPr="00065E0C">
        <w:rPr>
          <w:lang w:val="de-DE"/>
        </w:rPr>
        <w:t>Public Relations</w:t>
      </w:r>
    </w:p>
    <w:p w14:paraId="3D670A91" w14:textId="77777777" w:rsidR="00065E0C" w:rsidRPr="00065E0C" w:rsidRDefault="00065E0C" w:rsidP="00065E0C">
      <w:pPr>
        <w:pStyle w:val="Fuzeile1"/>
        <w:rPr>
          <w:lang w:val="de-DE"/>
        </w:rPr>
      </w:pPr>
      <w:r w:rsidRPr="00065E0C">
        <w:rPr>
          <w:lang w:val="de-DE"/>
        </w:rPr>
        <w:t>Reinhard-Wirtgen-Straße 2</w:t>
      </w:r>
    </w:p>
    <w:p w14:paraId="350D2E59" w14:textId="77777777" w:rsidR="00065E0C" w:rsidRPr="00065E0C" w:rsidRDefault="00065E0C" w:rsidP="00065E0C">
      <w:pPr>
        <w:pStyle w:val="Fuzeile1"/>
        <w:rPr>
          <w:lang w:val="de-DE"/>
        </w:rPr>
      </w:pPr>
      <w:r w:rsidRPr="00065E0C">
        <w:rPr>
          <w:lang w:val="de-DE"/>
        </w:rPr>
        <w:t>53578 Windhagen</w:t>
      </w:r>
    </w:p>
    <w:p w14:paraId="55B7E5B8" w14:textId="77777777" w:rsidR="00065E0C" w:rsidRPr="00065E0C" w:rsidRDefault="00065E0C" w:rsidP="00065E0C">
      <w:pPr>
        <w:pStyle w:val="Fuzeile1"/>
        <w:rPr>
          <w:lang w:val="de-DE"/>
        </w:rPr>
      </w:pPr>
      <w:r w:rsidRPr="00065E0C">
        <w:rPr>
          <w:lang w:val="de-DE"/>
        </w:rPr>
        <w:t>Deutschland</w:t>
      </w:r>
    </w:p>
    <w:p w14:paraId="0AF4B870" w14:textId="77777777" w:rsidR="00065E0C" w:rsidRPr="00065E0C" w:rsidRDefault="00065E0C" w:rsidP="00065E0C">
      <w:pPr>
        <w:pStyle w:val="Fuzeile1"/>
        <w:rPr>
          <w:lang w:val="de-DE"/>
        </w:rPr>
      </w:pPr>
    </w:p>
    <w:p w14:paraId="69544613" w14:textId="77777777" w:rsidR="00065E0C" w:rsidRPr="00065E0C" w:rsidRDefault="00065E0C" w:rsidP="00065E0C">
      <w:pPr>
        <w:pStyle w:val="Fuzeile1"/>
        <w:rPr>
          <w:rFonts w:ascii="Times New Roman" w:hAnsi="Times New Roman" w:cs="Times New Roman"/>
          <w:lang w:val="de-DE"/>
        </w:rPr>
      </w:pPr>
      <w:r w:rsidRPr="00065E0C">
        <w:rPr>
          <w:lang w:val="de-DE"/>
        </w:rPr>
        <w:t xml:space="preserve">Telefon: </w:t>
      </w:r>
      <w:r w:rsidRPr="00065E0C">
        <w:rPr>
          <w:lang w:val="de-DE"/>
        </w:rPr>
        <w:tab/>
        <w:t>+49 (0) 2645 131 – 1966</w:t>
      </w:r>
    </w:p>
    <w:p w14:paraId="6111393E" w14:textId="77777777" w:rsidR="00065E0C" w:rsidRPr="00065E0C" w:rsidRDefault="00065E0C" w:rsidP="00065E0C">
      <w:pPr>
        <w:pStyle w:val="Fuzeile1"/>
        <w:rPr>
          <w:lang w:val="de-DE"/>
        </w:rPr>
      </w:pPr>
      <w:r w:rsidRPr="00065E0C">
        <w:rPr>
          <w:lang w:val="de-DE"/>
        </w:rPr>
        <w:t xml:space="preserve">Telefax: </w:t>
      </w:r>
      <w:r w:rsidRPr="00065E0C">
        <w:rPr>
          <w:lang w:val="de-DE"/>
        </w:rPr>
        <w:tab/>
        <w:t>+49 (0) 2645 131 – 499</w:t>
      </w:r>
    </w:p>
    <w:p w14:paraId="6CCDE067" w14:textId="77777777" w:rsidR="00065E0C" w:rsidRPr="00065E0C" w:rsidRDefault="00065E0C" w:rsidP="00065E0C">
      <w:pPr>
        <w:pStyle w:val="Fuzeile1"/>
        <w:rPr>
          <w:lang w:val="de-DE"/>
        </w:rPr>
      </w:pPr>
      <w:r w:rsidRPr="00065E0C">
        <w:rPr>
          <w:lang w:val="de-DE"/>
        </w:rPr>
        <w:t xml:space="preserve">E-Mail: </w:t>
      </w:r>
      <w:r w:rsidRPr="00065E0C">
        <w:rPr>
          <w:lang w:val="de-DE"/>
        </w:rPr>
        <w:tab/>
      </w:r>
      <w:r w:rsidRPr="00065E0C">
        <w:rPr>
          <w:rFonts w:cs="Times New Roman (Textkörper CS)"/>
          <w:lang w:val="de-DE"/>
        </w:rPr>
        <w:t>PR@wirtgen-group.com</w:t>
      </w:r>
    </w:p>
    <w:p w14:paraId="3126CA4D" w14:textId="77777777" w:rsidR="00065E0C" w:rsidRPr="00065E0C" w:rsidRDefault="00065E0C" w:rsidP="00065E0C">
      <w:pPr>
        <w:pStyle w:val="Fuzeile1"/>
        <w:rPr>
          <w:vanish/>
          <w:lang w:val="de-DE"/>
        </w:rPr>
      </w:pPr>
    </w:p>
    <w:p w14:paraId="382BC19E" w14:textId="77777777" w:rsidR="00065E0C" w:rsidRPr="00065E0C" w:rsidRDefault="00065E0C" w:rsidP="00065E0C">
      <w:pPr>
        <w:pStyle w:val="Fuzeile1"/>
        <w:rPr>
          <w:lang w:val="de-DE"/>
        </w:rPr>
      </w:pPr>
      <w:r w:rsidRPr="00065E0C">
        <w:rPr>
          <w:lang w:val="de-DE"/>
        </w:rPr>
        <w:t>www.wirtgen-group.com</w:t>
      </w:r>
    </w:p>
    <w:p w14:paraId="0B84D900" w14:textId="6014BDB2" w:rsidR="00065E0C" w:rsidRDefault="00065E0C" w:rsidP="00885CC0">
      <w:pPr>
        <w:pStyle w:val="Standardabsatz"/>
        <w:rPr>
          <w:lang w:val="de-DE"/>
        </w:rPr>
      </w:pPr>
    </w:p>
    <w:p w14:paraId="16BE39D9" w14:textId="77777777" w:rsidR="000A13F8" w:rsidRPr="00065E0C" w:rsidRDefault="000A13F8" w:rsidP="00C376D5">
      <w:pPr>
        <w:pStyle w:val="Absatzberschrift"/>
        <w:rPr>
          <w:lang w:val="de-DE"/>
        </w:rPr>
      </w:pPr>
    </w:p>
    <w:sectPr w:rsidR="000A13F8" w:rsidRPr="00065E0C"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8158D" w14:textId="77777777" w:rsidR="002F02B5" w:rsidRDefault="002F02B5" w:rsidP="00E55534">
      <w:r>
        <w:separator/>
      </w:r>
    </w:p>
  </w:endnote>
  <w:endnote w:type="continuationSeparator" w:id="0">
    <w:p w14:paraId="2635874B" w14:textId="77777777" w:rsidR="002F02B5" w:rsidRDefault="002F02B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altName w:val="Calibri"/>
    <w:charset w:val="00"/>
    <w:family w:val="swiss"/>
    <w:pitch w:val="variable"/>
    <w:sig w:usb0="20000287" w:usb1="00000003" w:usb2="00000000" w:usb3="00000000" w:csb0="0000019F" w:csb1="00000000"/>
  </w:font>
  <w:font w:name="Times New Roman (Textkörper CS)">
    <w:altName w:val="Times New Roman"/>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Aptos Display">
    <w:altName w:val="Calibri"/>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2CC5D" w14:textId="77777777" w:rsidR="002E5BE8" w:rsidRDefault="002E5B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535DAAAC" w14:textId="77777777" w:rsidTr="00723F4F">
      <w:trPr>
        <w:trHeight w:hRule="exact" w:val="227"/>
      </w:trPr>
      <w:tc>
        <w:tcPr>
          <w:tcW w:w="8364" w:type="dxa"/>
          <w:shd w:val="clear" w:color="auto" w:fill="auto"/>
        </w:tcPr>
        <w:p w14:paraId="42EFADF1" w14:textId="77777777" w:rsidR="00533132" w:rsidRPr="00723F4F" w:rsidRDefault="00533132" w:rsidP="00723F4F">
          <w:pPr>
            <w:pStyle w:val="Kolumnentitel"/>
            <w:rPr>
              <w:szCs w:val="20"/>
            </w:rPr>
          </w:pPr>
          <w:r>
            <w:rPr>
              <w:rStyle w:val="MittleresRaster11"/>
              <w:lang w:val="en-US"/>
            </w:rPr>
            <w:t xml:space="preserve">     </w:t>
          </w:r>
        </w:p>
      </w:tc>
      <w:tc>
        <w:tcPr>
          <w:tcW w:w="1160" w:type="dxa"/>
          <w:shd w:val="clear" w:color="auto" w:fill="auto"/>
        </w:tcPr>
        <w:p w14:paraId="7FF0C90B" w14:textId="77777777" w:rsidR="00533132" w:rsidRPr="00723F4F" w:rsidRDefault="00533132" w:rsidP="00723F4F">
          <w:pPr>
            <w:pStyle w:val="Seitenzahlen"/>
            <w:rPr>
              <w:szCs w:val="20"/>
            </w:rPr>
          </w:pPr>
          <w:r>
            <w:rPr>
              <w:lang w:val="en-US"/>
            </w:rPr>
            <w:fldChar w:fldCharType="begin"/>
          </w:r>
          <w:r>
            <w:rPr>
              <w:lang w:val="en-US"/>
            </w:rPr>
            <w:instrText xml:space="preserve"> PAGE \# "00"</w:instrText>
          </w:r>
          <w:r>
            <w:rPr>
              <w:lang w:val="en-US"/>
            </w:rPr>
            <w:fldChar w:fldCharType="separate"/>
          </w:r>
          <w:r>
            <w:rPr>
              <w:lang w:val="en-US"/>
            </w:rPr>
            <w:t>02</w:t>
          </w:r>
          <w:r>
            <w:rPr>
              <w:lang w:val="en-US"/>
            </w:rPr>
            <w:fldChar w:fldCharType="end"/>
          </w:r>
        </w:p>
      </w:tc>
    </w:tr>
  </w:tbl>
  <w:p w14:paraId="4B69761B" w14:textId="1CE1397D" w:rsidR="00533132" w:rsidRDefault="001B1D25">
    <w:pPr>
      <w:pStyle w:val="Fuzeile"/>
    </w:pPr>
    <w:r>
      <w:rPr>
        <w:noProof/>
      </w:rPr>
      <mc:AlternateContent>
        <mc:Choice Requires="wps">
          <w:drawing>
            <wp:anchor distT="0" distB="0" distL="114300" distR="114300" simplePos="0" relativeHeight="251657728" behindDoc="0" locked="0" layoutInCell="1" allowOverlap="1" wp14:anchorId="2B353A12" wp14:editId="3533BCDD">
              <wp:simplePos x="0" y="0"/>
              <wp:positionH relativeFrom="page">
                <wp:posOffset>756285</wp:posOffset>
              </wp:positionH>
              <wp:positionV relativeFrom="page">
                <wp:posOffset>10189210</wp:posOffset>
              </wp:positionV>
              <wp:extent cx="6047740" cy="17780"/>
              <wp:effectExtent l="0" t="0" r="0" b="0"/>
              <wp:wrapNone/>
              <wp:docPr id="1295334143"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519E737" id="Rechteck 5" o:spid="_x0000_s1026" style="position:absolute;margin-left:59.55pt;margin-top:802.3pt;width:476.2pt;height:1.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22FFEF39" w14:textId="77777777" w:rsidTr="00723F4F">
      <w:tc>
        <w:tcPr>
          <w:tcW w:w="9664" w:type="dxa"/>
          <w:shd w:val="clear" w:color="auto" w:fill="auto"/>
        </w:tcPr>
        <w:p w14:paraId="29AB12E0" w14:textId="77777777" w:rsidR="00533132" w:rsidRPr="00723F4F" w:rsidRDefault="00533132" w:rsidP="00723F4F">
          <w:pPr>
            <w:pStyle w:val="Fuzeile"/>
            <w:spacing w:before="96" w:after="96"/>
            <w:rPr>
              <w:szCs w:val="20"/>
            </w:rPr>
          </w:pPr>
          <w:r w:rsidRPr="00CD71ED">
            <w:rPr>
              <w:rStyle w:val="Hervorhebung"/>
              <w:bCs/>
              <w:iCs w:val="0"/>
              <w:lang w:val="de-DE"/>
            </w:rPr>
            <w:t xml:space="preserve">WIRTGEN GmbH </w:t>
          </w:r>
          <w:r w:rsidRPr="00CD71ED">
            <w:rPr>
              <w:lang w:val="de-DE"/>
            </w:rPr>
            <w:t>· Reinhard-Wirtgen-Str. 2</w:t>
          </w:r>
          <w:r>
            <w:rPr>
              <w:lang w:val="en-US"/>
            </w:rPr>
            <w:t xml:space="preserve"> · 53578 </w:t>
          </w:r>
          <w:proofErr w:type="spellStart"/>
          <w:r>
            <w:rPr>
              <w:lang w:val="en-US"/>
            </w:rPr>
            <w:t>Windhagen</w:t>
          </w:r>
          <w:proofErr w:type="spellEnd"/>
          <w:r>
            <w:rPr>
              <w:lang w:val="en-US"/>
            </w:rPr>
            <w:t>, Germany · T: +49-2645-131-0</w:t>
          </w:r>
        </w:p>
      </w:tc>
    </w:tr>
  </w:tbl>
  <w:p w14:paraId="4F891AFF" w14:textId="29281D8C" w:rsidR="00533132" w:rsidRDefault="001B1D25">
    <w:pPr>
      <w:pStyle w:val="Fuzeile"/>
    </w:pPr>
    <w:r>
      <w:rPr>
        <w:noProof/>
      </w:rPr>
      <mc:AlternateContent>
        <mc:Choice Requires="wps">
          <w:drawing>
            <wp:anchor distT="0" distB="0" distL="114300" distR="114300" simplePos="0" relativeHeight="251656704" behindDoc="0" locked="0" layoutInCell="1" allowOverlap="1" wp14:anchorId="4B8D38B5" wp14:editId="4A152B3A">
              <wp:simplePos x="0" y="0"/>
              <wp:positionH relativeFrom="page">
                <wp:posOffset>756285</wp:posOffset>
              </wp:positionH>
              <wp:positionV relativeFrom="page">
                <wp:posOffset>10081260</wp:posOffset>
              </wp:positionV>
              <wp:extent cx="6047740" cy="17780"/>
              <wp:effectExtent l="0" t="0" r="0" b="0"/>
              <wp:wrapNone/>
              <wp:docPr id="390333169"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E20E9B0" id="Rechteck 1" o:spid="_x0000_s1026" style="position:absolute;margin-left:59.55pt;margin-top:793.8pt;width:476.2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715B1" w14:textId="77777777" w:rsidR="002F02B5" w:rsidRDefault="002F02B5" w:rsidP="00E55534">
      <w:r>
        <w:separator/>
      </w:r>
    </w:p>
  </w:footnote>
  <w:footnote w:type="continuationSeparator" w:id="0">
    <w:p w14:paraId="3DA53A94" w14:textId="77777777" w:rsidR="002F02B5" w:rsidRDefault="002F02B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141E" w14:textId="2A0B1351" w:rsidR="003524CC" w:rsidRDefault="00616EE8">
    <w:pPr>
      <w:pStyle w:val="Kopfzeile"/>
    </w:pPr>
    <w:r>
      <w:rPr>
        <w:noProof/>
      </w:rPr>
      <mc:AlternateContent>
        <mc:Choice Requires="wps">
          <w:drawing>
            <wp:anchor distT="0" distB="0" distL="0" distR="0" simplePos="0" relativeHeight="251663872" behindDoc="0" locked="0" layoutInCell="1" allowOverlap="1" wp14:anchorId="05F0D4D5" wp14:editId="16858FE0">
              <wp:simplePos x="635" y="635"/>
              <wp:positionH relativeFrom="page">
                <wp:align>right</wp:align>
              </wp:positionH>
              <wp:positionV relativeFrom="page">
                <wp:align>top</wp:align>
              </wp:positionV>
              <wp:extent cx="965200" cy="345440"/>
              <wp:effectExtent l="0" t="0" r="0" b="16510"/>
              <wp:wrapNone/>
              <wp:docPr id="1951838113" name="Textfeld 5"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E90C4CA" w14:textId="52DA4729" w:rsidR="00616EE8" w:rsidRPr="00616EE8" w:rsidRDefault="00616EE8" w:rsidP="00616EE8">
                          <w:pPr>
                            <w:rPr>
                              <w:rFonts w:ascii="Calibri" w:eastAsia="Calibri" w:hAnsi="Calibri" w:cs="Calibri"/>
                              <w:noProof/>
                              <w:color w:val="FF0000"/>
                              <w:sz w:val="20"/>
                              <w:szCs w:val="20"/>
                            </w:rPr>
                          </w:pPr>
                          <w:r w:rsidRPr="00616EE8">
                            <w:rPr>
                              <w:rFonts w:ascii="Calibri" w:eastAsia="Calibri" w:hAnsi="Calibri" w:cs="Calibri"/>
                              <w:noProof/>
                              <w:color w:val="FF0000"/>
                              <w:sz w:val="20"/>
                              <w:szCs w:val="20"/>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F0D4D5" id="_x0000_t202" coordsize="21600,21600" o:spt="202" path="m,l,21600r21600,l21600,xe">
              <v:stroke joinstyle="miter"/>
              <v:path gradientshapeok="t" o:connecttype="rect"/>
            </v:shapetype>
            <v:shape id="Textfeld 5" o:spid="_x0000_s1026" type="#_x0000_t202" alt="Company Use" style="position:absolute;margin-left:24.8pt;margin-top:0;width:76pt;height:27.2pt;z-index:2516638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" filled="f" stroked="f">
              <v:textbox style="mso-fit-shape-to-text:t" inset="0,15pt,20pt,0">
                <w:txbxContent>
                  <w:p w14:paraId="3E90C4CA" w14:textId="52DA4729" w:rsidR="00616EE8" w:rsidRPr="00616EE8" w:rsidRDefault="00616EE8" w:rsidP="00616EE8">
                    <w:pPr>
                      <w:rPr>
                        <w:rFonts w:ascii="Calibri" w:eastAsia="Calibri" w:hAnsi="Calibri" w:cs="Calibri"/>
                        <w:noProof/>
                        <w:color w:val="FF0000"/>
                        <w:sz w:val="20"/>
                        <w:szCs w:val="20"/>
                      </w:rPr>
                    </w:pPr>
                    <w:r w:rsidRPr="00616EE8">
                      <w:rPr>
                        <w:rFonts w:ascii="Calibri" w:eastAsia="Calibri" w:hAnsi="Calibri" w:cs="Calibri"/>
                        <w:noProof/>
                        <w:color w:val="FF0000"/>
                        <w:sz w:val="20"/>
                        <w:szCs w:val="20"/>
                      </w:rPr>
                      <w:t>Company Use</w:t>
                    </w:r>
                  </w:p>
                </w:txbxContent>
              </v:textbox>
              <w10:wrap anchorx="page" anchory="page"/>
            </v:shape>
          </w:pict>
        </mc:Fallback>
      </mc:AlternateContent>
    </w:r>
    <w:r w:rsidR="001B1D25">
      <w:rPr>
        <w:noProof/>
      </w:rPr>
      <mc:AlternateContent>
        <mc:Choice Requires="wps">
          <w:drawing>
            <wp:anchor distT="0" distB="0" distL="0" distR="0" simplePos="0" relativeHeight="251659776" behindDoc="0" locked="0" layoutInCell="1" allowOverlap="1" wp14:anchorId="07115416" wp14:editId="35E499E4">
              <wp:simplePos x="0" y="0"/>
              <wp:positionH relativeFrom="page">
                <wp:posOffset>0</wp:posOffset>
              </wp:positionH>
              <wp:positionV relativeFrom="page">
                <wp:posOffset>635</wp:posOffset>
              </wp:positionV>
              <wp:extent cx="443865" cy="443865"/>
              <wp:effectExtent l="0" t="0" r="0" b="0"/>
              <wp:wrapSquare wrapText="bothSides"/>
              <wp:docPr id="2040155565"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615C7320"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7115416" id="Textfeld 7" o:spid="_x0000_s1027" type="#_x0000_t202" style="position:absolute;margin-left:0;margin-top:.05pt;width:34.95pt;height:34.95pt;z-index:25165977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" filled="f" stroked="f">
              <v:textbox style="mso-fit-shape-to-text:t" inset="0,0,15pt,0">
                <w:txbxContent>
                  <w:p w14:paraId="615C7320"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E92B" w14:textId="39E67F3B" w:rsidR="00533132" w:rsidRPr="00533132" w:rsidRDefault="001B1D25" w:rsidP="00533132">
    <w:pPr>
      <w:pStyle w:val="Kopfzeile"/>
    </w:pPr>
    <w:r>
      <w:rPr>
        <w:noProof/>
      </w:rPr>
      <mc:AlternateContent>
        <mc:Choice Requires="wpc">
          <w:drawing>
            <wp:anchor distT="0" distB="0" distL="114300" distR="114300" simplePos="0" relativeHeight="251661824" behindDoc="0" locked="0" layoutInCell="1" allowOverlap="1" wp14:anchorId="3ED37468" wp14:editId="5AABCCB4">
              <wp:simplePos x="0" y="0"/>
              <wp:positionH relativeFrom="column">
                <wp:posOffset>-756285</wp:posOffset>
              </wp:positionH>
              <wp:positionV relativeFrom="page">
                <wp:posOffset>0</wp:posOffset>
              </wp:positionV>
              <wp:extent cx="7559675" cy="10693400"/>
              <wp:effectExtent l="0" t="0" r="0" b="0"/>
              <wp:wrapNone/>
              <wp:docPr id="8" name="Tela 7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74587579" name="Freeform 4"/>
                      <wps:cNvSpPr>
                        <a:spLocks/>
                      </wps:cNvSpPr>
                      <wps:spPr bwMode="auto">
                        <a:xfrm>
                          <a:off x="756208" y="701000"/>
                          <a:ext cx="6055460" cy="29800"/>
                        </a:xfrm>
                        <a:custGeom>
                          <a:avLst/>
                          <a:gdLst>
                            <a:gd name="T0" fmla="*/ 0 w 6350"/>
                            <a:gd name="T1" fmla="*/ 29845 h 31"/>
                            <a:gd name="T2" fmla="*/ 0 w 6350"/>
                            <a:gd name="T3" fmla="*/ 29845 h 31"/>
                            <a:gd name="T4" fmla="*/ 6055360 w 6350"/>
                            <a:gd name="T5" fmla="*/ 29845 h 31"/>
                            <a:gd name="T6" fmla="*/ 6055360 w 6350"/>
                            <a:gd name="T7" fmla="*/ 0 h 31"/>
                            <a:gd name="T8" fmla="*/ 0 w 6350"/>
                            <a:gd name="T9" fmla="*/ 0 h 31"/>
                            <a:gd name="T10" fmla="*/ 0 w 6350"/>
                            <a:gd name="T11" fmla="*/ 29845 h 3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6350" h="31">
                              <a:moveTo>
                                <a:pt x="0" y="31"/>
                              </a:moveTo>
                              <a:lnTo>
                                <a:pt x="0" y="31"/>
                              </a:lnTo>
                              <a:lnTo>
                                <a:pt x="6350" y="31"/>
                              </a:lnTo>
                              <a:lnTo>
                                <a:pt x="6350" y="0"/>
                              </a:lnTo>
                              <a:lnTo>
                                <a:pt x="0" y="0"/>
                              </a:lnTo>
                              <a:lnTo>
                                <a:pt x="0" y="3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wpg:cNvPr id="845179697" name="Agrupar 92"/>
                      <wpg:cNvGrpSpPr>
                        <a:grpSpLocks/>
                      </wpg:cNvGrpSpPr>
                      <wpg:grpSpPr bwMode="auto">
                        <a:xfrm>
                          <a:off x="5081950" y="1014700"/>
                          <a:ext cx="1729717" cy="170200"/>
                          <a:chOff x="50819" y="10147"/>
                          <a:chExt cx="17297" cy="1701"/>
                        </a:xfrm>
                      </wpg:grpSpPr>
                      <wps:wsp>
                        <wps:cNvPr id="1057868232" name="Freeform 57"/>
                        <wps:cNvSpPr>
                          <a:spLocks noEditPoints="1"/>
                        </wps:cNvSpPr>
                        <wps:spPr bwMode="auto">
                          <a:xfrm>
                            <a:off x="50819" y="10198"/>
                            <a:ext cx="1219" cy="1613"/>
                          </a:xfrm>
                          <a:custGeom>
                            <a:avLst/>
                            <a:gdLst>
                              <a:gd name="T0" fmla="*/ 121920 w 128"/>
                              <a:gd name="T1" fmla="*/ 49628 h 169"/>
                              <a:gd name="T2" fmla="*/ 121920 w 128"/>
                              <a:gd name="T3" fmla="*/ 49628 h 169"/>
                              <a:gd name="T4" fmla="*/ 59055 w 128"/>
                              <a:gd name="T5" fmla="*/ 0 h 169"/>
                              <a:gd name="T6" fmla="*/ 0 w 128"/>
                              <a:gd name="T7" fmla="*/ 0 h 169"/>
                              <a:gd name="T8" fmla="*/ 0 w 128"/>
                              <a:gd name="T9" fmla="*/ 161290 h 169"/>
                              <a:gd name="T10" fmla="*/ 39053 w 128"/>
                              <a:gd name="T11" fmla="*/ 161290 h 169"/>
                              <a:gd name="T12" fmla="*/ 39053 w 128"/>
                              <a:gd name="T13" fmla="*/ 100210 h 169"/>
                              <a:gd name="T14" fmla="*/ 58103 w 128"/>
                              <a:gd name="T15" fmla="*/ 100210 h 169"/>
                              <a:gd name="T16" fmla="*/ 121920 w 128"/>
                              <a:gd name="T17" fmla="*/ 49628 h 169"/>
                              <a:gd name="T18" fmla="*/ 83820 w 128"/>
                              <a:gd name="T19" fmla="*/ 49628 h 169"/>
                              <a:gd name="T20" fmla="*/ 83820 w 128"/>
                              <a:gd name="T21" fmla="*/ 49628 h 169"/>
                              <a:gd name="T22" fmla="*/ 55245 w 128"/>
                              <a:gd name="T23" fmla="*/ 68715 h 169"/>
                              <a:gd name="T24" fmla="*/ 39053 w 128"/>
                              <a:gd name="T25" fmla="*/ 68715 h 169"/>
                              <a:gd name="T26" fmla="*/ 39053 w 128"/>
                              <a:gd name="T27" fmla="*/ 31494 h 169"/>
                              <a:gd name="T28" fmla="*/ 56198 w 128"/>
                              <a:gd name="T29" fmla="*/ 31494 h 169"/>
                              <a:gd name="T30" fmla="*/ 83820 w 128"/>
                              <a:gd name="T31" fmla="*/ 49628 h 169"/>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8" h="169">
                                <a:moveTo>
                                  <a:pt x="128" y="52"/>
                                </a:moveTo>
                                <a:lnTo>
                                  <a:pt x="128" y="52"/>
                                </a:lnTo>
                                <a:cubicBezTo>
                                  <a:pt x="128" y="13"/>
                                  <a:pt x="99" y="0"/>
                                  <a:pt x="62" y="0"/>
                                </a:cubicBezTo>
                                <a:lnTo>
                                  <a:pt x="0" y="0"/>
                                </a:lnTo>
                                <a:lnTo>
                                  <a:pt x="0" y="169"/>
                                </a:lnTo>
                                <a:lnTo>
                                  <a:pt x="41" y="169"/>
                                </a:lnTo>
                                <a:lnTo>
                                  <a:pt x="41" y="105"/>
                                </a:lnTo>
                                <a:lnTo>
                                  <a:pt x="61" y="105"/>
                                </a:lnTo>
                                <a:cubicBezTo>
                                  <a:pt x="97" y="105"/>
                                  <a:pt x="128" y="91"/>
                                  <a:pt x="128" y="52"/>
                                </a:cubicBezTo>
                                <a:close/>
                                <a:moveTo>
                                  <a:pt x="88" y="52"/>
                                </a:moveTo>
                                <a:lnTo>
                                  <a:pt x="88" y="52"/>
                                </a:lnTo>
                                <a:cubicBezTo>
                                  <a:pt x="88" y="68"/>
                                  <a:pt x="73" y="72"/>
                                  <a:pt x="58" y="72"/>
                                </a:cubicBezTo>
                                <a:lnTo>
                                  <a:pt x="41" y="72"/>
                                </a:lnTo>
                                <a:lnTo>
                                  <a:pt x="41" y="33"/>
                                </a:lnTo>
                                <a:lnTo>
                                  <a:pt x="59" y="33"/>
                                </a:lnTo>
                                <a:cubicBezTo>
                                  <a:pt x="73" y="33"/>
                                  <a:pt x="88" y="36"/>
                                  <a:pt x="88" y="52"/>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52350549" name="Freeform 58"/>
                        <wps:cNvSpPr>
                          <a:spLocks noEditPoints="1"/>
                        </wps:cNvSpPr>
                        <wps:spPr bwMode="auto">
                          <a:xfrm>
                            <a:off x="52285" y="10198"/>
                            <a:ext cx="1315" cy="1613"/>
                          </a:xfrm>
                          <a:custGeom>
                            <a:avLst/>
                            <a:gdLst>
                              <a:gd name="T0" fmla="*/ 131445 w 138"/>
                              <a:gd name="T1" fmla="*/ 161290 h 169"/>
                              <a:gd name="T2" fmla="*/ 131445 w 138"/>
                              <a:gd name="T3" fmla="*/ 161290 h 169"/>
                              <a:gd name="T4" fmla="*/ 89535 w 138"/>
                              <a:gd name="T5" fmla="*/ 91620 h 169"/>
                              <a:gd name="T6" fmla="*/ 122873 w 138"/>
                              <a:gd name="T7" fmla="*/ 48673 h 169"/>
                              <a:gd name="T8" fmla="*/ 60960 w 138"/>
                              <a:gd name="T9" fmla="*/ 0 h 169"/>
                              <a:gd name="T10" fmla="*/ 0 w 138"/>
                              <a:gd name="T11" fmla="*/ 0 h 169"/>
                              <a:gd name="T12" fmla="*/ 0 w 138"/>
                              <a:gd name="T13" fmla="*/ 161290 h 169"/>
                              <a:gd name="T14" fmla="*/ 38100 w 138"/>
                              <a:gd name="T15" fmla="*/ 161290 h 169"/>
                              <a:gd name="T16" fmla="*/ 38100 w 138"/>
                              <a:gd name="T17" fmla="*/ 97347 h 169"/>
                              <a:gd name="T18" fmla="*/ 51435 w 138"/>
                              <a:gd name="T19" fmla="*/ 97347 h 169"/>
                              <a:gd name="T20" fmla="*/ 85725 w 138"/>
                              <a:gd name="T21" fmla="*/ 161290 h 169"/>
                              <a:gd name="T22" fmla="*/ 131445 w 138"/>
                              <a:gd name="T23" fmla="*/ 161290 h 169"/>
                              <a:gd name="T24" fmla="*/ 84773 w 138"/>
                              <a:gd name="T25" fmla="*/ 48673 h 169"/>
                              <a:gd name="T26" fmla="*/ 84773 w 138"/>
                              <a:gd name="T27" fmla="*/ 48673 h 169"/>
                              <a:gd name="T28" fmla="*/ 56198 w 138"/>
                              <a:gd name="T29" fmla="*/ 68715 h 169"/>
                              <a:gd name="T30" fmla="*/ 38100 w 138"/>
                              <a:gd name="T31" fmla="*/ 68715 h 169"/>
                              <a:gd name="T32" fmla="*/ 38100 w 138"/>
                              <a:gd name="T33" fmla="*/ 31494 h 169"/>
                              <a:gd name="T34" fmla="*/ 58103 w 138"/>
                              <a:gd name="T35" fmla="*/ 31494 h 169"/>
                              <a:gd name="T36" fmla="*/ 84773 w 138"/>
                              <a:gd name="T37" fmla="*/ 48673 h 16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38" h="169">
                                <a:moveTo>
                                  <a:pt x="138" y="169"/>
                                </a:moveTo>
                                <a:lnTo>
                                  <a:pt x="138" y="169"/>
                                </a:lnTo>
                                <a:lnTo>
                                  <a:pt x="94" y="96"/>
                                </a:lnTo>
                                <a:cubicBezTo>
                                  <a:pt x="116" y="90"/>
                                  <a:pt x="129" y="73"/>
                                  <a:pt x="129" y="51"/>
                                </a:cubicBezTo>
                                <a:cubicBezTo>
                                  <a:pt x="129" y="12"/>
                                  <a:pt x="97" y="0"/>
                                  <a:pt x="64" y="0"/>
                                </a:cubicBezTo>
                                <a:lnTo>
                                  <a:pt x="0" y="0"/>
                                </a:lnTo>
                                <a:lnTo>
                                  <a:pt x="0" y="169"/>
                                </a:lnTo>
                                <a:lnTo>
                                  <a:pt x="40" y="169"/>
                                </a:lnTo>
                                <a:lnTo>
                                  <a:pt x="40" y="102"/>
                                </a:lnTo>
                                <a:lnTo>
                                  <a:pt x="54" y="102"/>
                                </a:lnTo>
                                <a:lnTo>
                                  <a:pt x="90" y="169"/>
                                </a:lnTo>
                                <a:lnTo>
                                  <a:pt x="138" y="169"/>
                                </a:lnTo>
                                <a:close/>
                                <a:moveTo>
                                  <a:pt x="89" y="51"/>
                                </a:moveTo>
                                <a:lnTo>
                                  <a:pt x="89" y="51"/>
                                </a:lnTo>
                                <a:cubicBezTo>
                                  <a:pt x="89" y="69"/>
                                  <a:pt x="72" y="72"/>
                                  <a:pt x="59" y="72"/>
                                </a:cubicBezTo>
                                <a:lnTo>
                                  <a:pt x="40" y="72"/>
                                </a:lnTo>
                                <a:lnTo>
                                  <a:pt x="40" y="33"/>
                                </a:lnTo>
                                <a:lnTo>
                                  <a:pt x="61" y="33"/>
                                </a:lnTo>
                                <a:cubicBezTo>
                                  <a:pt x="74" y="33"/>
                                  <a:pt x="89" y="36"/>
                                  <a:pt x="89" y="51"/>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115457120" name="Freeform 59"/>
                        <wps:cNvSpPr>
                          <a:spLocks/>
                        </wps:cNvSpPr>
                        <wps:spPr bwMode="auto">
                          <a:xfrm>
                            <a:off x="53803" y="10198"/>
                            <a:ext cx="1124" cy="1613"/>
                          </a:xfrm>
                          <a:custGeom>
                            <a:avLst/>
                            <a:gdLst>
                              <a:gd name="T0" fmla="*/ 112395 w 118"/>
                              <a:gd name="T1" fmla="*/ 161290 h 169"/>
                              <a:gd name="T2" fmla="*/ 112395 w 118"/>
                              <a:gd name="T3" fmla="*/ 161290 h 169"/>
                              <a:gd name="T4" fmla="*/ 112395 w 118"/>
                              <a:gd name="T5" fmla="*/ 127887 h 169"/>
                              <a:gd name="T6" fmla="*/ 37148 w 118"/>
                              <a:gd name="T7" fmla="*/ 127887 h 169"/>
                              <a:gd name="T8" fmla="*/ 37148 w 118"/>
                              <a:gd name="T9" fmla="*/ 94483 h 169"/>
                              <a:gd name="T10" fmla="*/ 103823 w 118"/>
                              <a:gd name="T11" fmla="*/ 94483 h 169"/>
                              <a:gd name="T12" fmla="*/ 103823 w 118"/>
                              <a:gd name="T13" fmla="*/ 62989 h 169"/>
                              <a:gd name="T14" fmla="*/ 37148 w 118"/>
                              <a:gd name="T15" fmla="*/ 62989 h 169"/>
                              <a:gd name="T16" fmla="*/ 37148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535339831" name="Freeform 60"/>
                        <wps:cNvSpPr>
                          <a:spLocks/>
                        </wps:cNvSpPr>
                        <wps:spPr bwMode="auto">
                          <a:xfrm>
                            <a:off x="55060" y="10147"/>
                            <a:ext cx="1232" cy="1702"/>
                          </a:xfrm>
                          <a:custGeom>
                            <a:avLst/>
                            <a:gdLst>
                              <a:gd name="T0" fmla="*/ 123190 w 129"/>
                              <a:gd name="T1" fmla="*/ 20077 h 178"/>
                              <a:gd name="T2" fmla="*/ 123190 w 129"/>
                              <a:gd name="T3" fmla="*/ 20077 h 178"/>
                              <a:gd name="T4" fmla="*/ 69712 w 129"/>
                              <a:gd name="T5" fmla="*/ 0 h 178"/>
                              <a:gd name="T6" fmla="*/ 7640 w 129"/>
                              <a:gd name="T7" fmla="*/ 50672 h 178"/>
                              <a:gd name="T8" fmla="*/ 48703 w 129"/>
                              <a:gd name="T9" fmla="*/ 97519 h 178"/>
                              <a:gd name="T10" fmla="*/ 82127 w 129"/>
                              <a:gd name="T11" fmla="*/ 120464 h 178"/>
                              <a:gd name="T12" fmla="*/ 60163 w 129"/>
                              <a:gd name="T13" fmla="*/ 137674 h 178"/>
                              <a:gd name="T14" fmla="*/ 24829 w 129"/>
                              <a:gd name="T15" fmla="*/ 120464 h 178"/>
                              <a:gd name="T16" fmla="*/ 0 w 129"/>
                              <a:gd name="T17" fmla="*/ 147234 h 178"/>
                              <a:gd name="T18" fmla="*/ 60163 w 129"/>
                              <a:gd name="T19" fmla="*/ 170180 h 178"/>
                              <a:gd name="T20" fmla="*/ 122235 w 129"/>
                              <a:gd name="T21" fmla="*/ 116640 h 178"/>
                              <a:gd name="T22" fmla="*/ 71622 w 129"/>
                              <a:gd name="T23" fmla="*/ 67881 h 178"/>
                              <a:gd name="T24" fmla="*/ 46793 w 129"/>
                              <a:gd name="T25" fmla="*/ 48759 h 178"/>
                              <a:gd name="T26" fmla="*/ 69712 w 129"/>
                              <a:gd name="T27" fmla="*/ 32506 h 178"/>
                              <a:gd name="T28" fmla="*/ 98361 w 129"/>
                              <a:gd name="T29" fmla="*/ 46847 h 178"/>
                              <a:gd name="T30" fmla="*/ 123190 w 129"/>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9" h="178">
                                <a:moveTo>
                                  <a:pt x="129" y="21"/>
                                </a:moveTo>
                                <a:lnTo>
                                  <a:pt x="129" y="21"/>
                                </a:lnTo>
                                <a:cubicBezTo>
                                  <a:pt x="114" y="7"/>
                                  <a:pt x="93" y="0"/>
                                  <a:pt x="73" y="0"/>
                                </a:cubicBezTo>
                                <a:cubicBezTo>
                                  <a:pt x="42" y="0"/>
                                  <a:pt x="8" y="16"/>
                                  <a:pt x="8" y="53"/>
                                </a:cubicBezTo>
                                <a:cubicBezTo>
                                  <a:pt x="8" y="84"/>
                                  <a:pt x="30" y="95"/>
                                  <a:pt x="51" y="102"/>
                                </a:cubicBezTo>
                                <a:cubicBezTo>
                                  <a:pt x="73" y="109"/>
                                  <a:pt x="86" y="113"/>
                                  <a:pt x="86" y="126"/>
                                </a:cubicBezTo>
                                <a:cubicBezTo>
                                  <a:pt x="86" y="140"/>
                                  <a:pt x="75" y="144"/>
                                  <a:pt x="63" y="144"/>
                                </a:cubicBezTo>
                                <a:cubicBezTo>
                                  <a:pt x="50" y="144"/>
                                  <a:pt x="35" y="137"/>
                                  <a:pt x="26" y="126"/>
                                </a:cubicBezTo>
                                <a:lnTo>
                                  <a:pt x="0" y="154"/>
                                </a:lnTo>
                                <a:cubicBezTo>
                                  <a:pt x="14" y="169"/>
                                  <a:pt x="39" y="178"/>
                                  <a:pt x="63" y="178"/>
                                </a:cubicBezTo>
                                <a:cubicBezTo>
                                  <a:pt x="96" y="178"/>
                                  <a:pt x="128" y="161"/>
                                  <a:pt x="128" y="122"/>
                                </a:cubicBezTo>
                                <a:cubicBezTo>
                                  <a:pt x="128" y="88"/>
                                  <a:pt x="98" y="78"/>
                                  <a:pt x="75" y="71"/>
                                </a:cubicBezTo>
                                <a:cubicBezTo>
                                  <a:pt x="59" y="66"/>
                                  <a:pt x="49" y="62"/>
                                  <a:pt x="49" y="51"/>
                                </a:cubicBezTo>
                                <a:cubicBezTo>
                                  <a:pt x="49" y="38"/>
                                  <a:pt x="62" y="34"/>
                                  <a:pt x="73" y="34"/>
                                </a:cubicBezTo>
                                <a:cubicBezTo>
                                  <a:pt x="83" y="34"/>
                                  <a:pt x="96" y="40"/>
                                  <a:pt x="103" y="49"/>
                                </a:cubicBezTo>
                                <a:lnTo>
                                  <a:pt x="129"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26096028" name="Freeform 61"/>
                        <wps:cNvSpPr>
                          <a:spLocks/>
                        </wps:cNvSpPr>
                        <wps:spPr bwMode="auto">
                          <a:xfrm>
                            <a:off x="56407" y="10147"/>
                            <a:ext cx="1238" cy="1702"/>
                          </a:xfrm>
                          <a:custGeom>
                            <a:avLst/>
                            <a:gdLst>
                              <a:gd name="T0" fmla="*/ 123825 w 130"/>
                              <a:gd name="T1" fmla="*/ 20077 h 178"/>
                              <a:gd name="T2" fmla="*/ 123825 w 130"/>
                              <a:gd name="T3" fmla="*/ 20077 h 178"/>
                              <a:gd name="T4" fmla="*/ 70485 w 130"/>
                              <a:gd name="T5" fmla="*/ 0 h 178"/>
                              <a:gd name="T6" fmla="*/ 8573 w 130"/>
                              <a:gd name="T7" fmla="*/ 50672 h 178"/>
                              <a:gd name="T8" fmla="*/ 49530 w 130"/>
                              <a:gd name="T9" fmla="*/ 97519 h 178"/>
                              <a:gd name="T10" fmla="*/ 82868 w 130"/>
                              <a:gd name="T11" fmla="*/ 120464 h 178"/>
                              <a:gd name="T12" fmla="*/ 60960 w 130"/>
                              <a:gd name="T13" fmla="*/ 137674 h 178"/>
                              <a:gd name="T14" fmla="*/ 25718 w 130"/>
                              <a:gd name="T15" fmla="*/ 120464 h 178"/>
                              <a:gd name="T16" fmla="*/ 0 w 130"/>
                              <a:gd name="T17" fmla="*/ 147234 h 178"/>
                              <a:gd name="T18" fmla="*/ 60960 w 130"/>
                              <a:gd name="T19" fmla="*/ 170180 h 178"/>
                              <a:gd name="T20" fmla="*/ 122873 w 130"/>
                              <a:gd name="T21" fmla="*/ 116640 h 178"/>
                              <a:gd name="T22" fmla="*/ 72390 w 130"/>
                              <a:gd name="T23" fmla="*/ 67881 h 178"/>
                              <a:gd name="T24" fmla="*/ 47625 w 130"/>
                              <a:gd name="T25" fmla="*/ 48759 h 178"/>
                              <a:gd name="T26" fmla="*/ 70485 w 130"/>
                              <a:gd name="T27" fmla="*/ 32506 h 178"/>
                              <a:gd name="T28" fmla="*/ 99060 w 130"/>
                              <a:gd name="T29" fmla="*/ 46847 h 178"/>
                              <a:gd name="T30" fmla="*/ 123825 w 130"/>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30" h="178">
                                <a:moveTo>
                                  <a:pt x="130" y="21"/>
                                </a:moveTo>
                                <a:lnTo>
                                  <a:pt x="130" y="21"/>
                                </a:lnTo>
                                <a:cubicBezTo>
                                  <a:pt x="115" y="7"/>
                                  <a:pt x="93" y="0"/>
                                  <a:pt x="74" y="0"/>
                                </a:cubicBezTo>
                                <a:cubicBezTo>
                                  <a:pt x="43" y="0"/>
                                  <a:pt x="9" y="16"/>
                                  <a:pt x="9" y="53"/>
                                </a:cubicBezTo>
                                <a:cubicBezTo>
                                  <a:pt x="9" y="84"/>
                                  <a:pt x="31" y="95"/>
                                  <a:pt x="52" y="102"/>
                                </a:cubicBezTo>
                                <a:cubicBezTo>
                                  <a:pt x="74" y="109"/>
                                  <a:pt x="87" y="113"/>
                                  <a:pt x="87" y="126"/>
                                </a:cubicBezTo>
                                <a:cubicBezTo>
                                  <a:pt x="87" y="140"/>
                                  <a:pt x="76" y="144"/>
                                  <a:pt x="64" y="144"/>
                                </a:cubicBezTo>
                                <a:cubicBezTo>
                                  <a:pt x="50" y="144"/>
                                  <a:pt x="35" y="137"/>
                                  <a:pt x="27" y="126"/>
                                </a:cubicBezTo>
                                <a:lnTo>
                                  <a:pt x="0" y="154"/>
                                </a:lnTo>
                                <a:cubicBezTo>
                                  <a:pt x="15" y="169"/>
                                  <a:pt x="40" y="178"/>
                                  <a:pt x="64" y="178"/>
                                </a:cubicBezTo>
                                <a:cubicBezTo>
                                  <a:pt x="97" y="178"/>
                                  <a:pt x="129" y="161"/>
                                  <a:pt x="129" y="122"/>
                                </a:cubicBezTo>
                                <a:cubicBezTo>
                                  <a:pt x="129" y="88"/>
                                  <a:pt x="99" y="78"/>
                                  <a:pt x="76" y="71"/>
                                </a:cubicBezTo>
                                <a:cubicBezTo>
                                  <a:pt x="60" y="66"/>
                                  <a:pt x="50" y="62"/>
                                  <a:pt x="50" y="51"/>
                                </a:cubicBezTo>
                                <a:cubicBezTo>
                                  <a:pt x="50" y="38"/>
                                  <a:pt x="63" y="34"/>
                                  <a:pt x="74" y="34"/>
                                </a:cubicBezTo>
                                <a:cubicBezTo>
                                  <a:pt x="84" y="34"/>
                                  <a:pt x="97" y="40"/>
                                  <a:pt x="104" y="49"/>
                                </a:cubicBezTo>
                                <a:lnTo>
                                  <a:pt x="130"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04739179" name="Freeform 62"/>
                        <wps:cNvSpPr>
                          <a:spLocks noEditPoints="1"/>
                        </wps:cNvSpPr>
                        <wps:spPr bwMode="auto">
                          <a:xfrm>
                            <a:off x="58464" y="10198"/>
                            <a:ext cx="1327" cy="1613"/>
                          </a:xfrm>
                          <a:custGeom>
                            <a:avLst/>
                            <a:gdLst>
                              <a:gd name="T0" fmla="*/ 132715 w 139"/>
                              <a:gd name="T1" fmla="*/ 161290 h 169"/>
                              <a:gd name="T2" fmla="*/ 132715 w 139"/>
                              <a:gd name="T3" fmla="*/ 161290 h 169"/>
                              <a:gd name="T4" fmla="*/ 89750 w 139"/>
                              <a:gd name="T5" fmla="*/ 91620 h 169"/>
                              <a:gd name="T6" fmla="*/ 123167 w 139"/>
                              <a:gd name="T7" fmla="*/ 48673 h 169"/>
                              <a:gd name="T8" fmla="*/ 62061 w 139"/>
                              <a:gd name="T9" fmla="*/ 0 h 169"/>
                              <a:gd name="T10" fmla="*/ 0 w 139"/>
                              <a:gd name="T11" fmla="*/ 0 h 169"/>
                              <a:gd name="T12" fmla="*/ 0 w 139"/>
                              <a:gd name="T13" fmla="*/ 161290 h 169"/>
                              <a:gd name="T14" fmla="*/ 38191 w 139"/>
                              <a:gd name="T15" fmla="*/ 161290 h 169"/>
                              <a:gd name="T16" fmla="*/ 38191 w 139"/>
                              <a:gd name="T17" fmla="*/ 97347 h 169"/>
                              <a:gd name="T18" fmla="*/ 51558 w 139"/>
                              <a:gd name="T19" fmla="*/ 97347 h 169"/>
                              <a:gd name="T20" fmla="*/ 86885 w 139"/>
                              <a:gd name="T21" fmla="*/ 161290 h 169"/>
                              <a:gd name="T22" fmla="*/ 132715 w 139"/>
                              <a:gd name="T23" fmla="*/ 161290 h 169"/>
                              <a:gd name="T24" fmla="*/ 84976 w 139"/>
                              <a:gd name="T25" fmla="*/ 48673 h 169"/>
                              <a:gd name="T26" fmla="*/ 84976 w 139"/>
                              <a:gd name="T27" fmla="*/ 48673 h 169"/>
                              <a:gd name="T28" fmla="*/ 56332 w 139"/>
                              <a:gd name="T29" fmla="*/ 68715 h 169"/>
                              <a:gd name="T30" fmla="*/ 38191 w 139"/>
                              <a:gd name="T31" fmla="*/ 68715 h 169"/>
                              <a:gd name="T32" fmla="*/ 38191 w 139"/>
                              <a:gd name="T33" fmla="*/ 31494 h 169"/>
                              <a:gd name="T34" fmla="*/ 59197 w 139"/>
                              <a:gd name="T35" fmla="*/ 31494 h 169"/>
                              <a:gd name="T36" fmla="*/ 84976 w 139"/>
                              <a:gd name="T37" fmla="*/ 48673 h 16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39" h="169">
                                <a:moveTo>
                                  <a:pt x="139" y="169"/>
                                </a:moveTo>
                                <a:lnTo>
                                  <a:pt x="139" y="169"/>
                                </a:lnTo>
                                <a:lnTo>
                                  <a:pt x="94" y="96"/>
                                </a:lnTo>
                                <a:cubicBezTo>
                                  <a:pt x="116" y="90"/>
                                  <a:pt x="129" y="73"/>
                                  <a:pt x="129" y="51"/>
                                </a:cubicBezTo>
                                <a:cubicBezTo>
                                  <a:pt x="129" y="12"/>
                                  <a:pt x="97" y="0"/>
                                  <a:pt x="65" y="0"/>
                                </a:cubicBezTo>
                                <a:lnTo>
                                  <a:pt x="0" y="0"/>
                                </a:lnTo>
                                <a:lnTo>
                                  <a:pt x="0" y="169"/>
                                </a:lnTo>
                                <a:lnTo>
                                  <a:pt x="40" y="169"/>
                                </a:lnTo>
                                <a:lnTo>
                                  <a:pt x="40" y="102"/>
                                </a:lnTo>
                                <a:lnTo>
                                  <a:pt x="54" y="102"/>
                                </a:lnTo>
                                <a:lnTo>
                                  <a:pt x="91" y="169"/>
                                </a:lnTo>
                                <a:lnTo>
                                  <a:pt x="139" y="169"/>
                                </a:lnTo>
                                <a:close/>
                                <a:moveTo>
                                  <a:pt x="89" y="51"/>
                                </a:moveTo>
                                <a:lnTo>
                                  <a:pt x="89" y="51"/>
                                </a:lnTo>
                                <a:cubicBezTo>
                                  <a:pt x="89" y="69"/>
                                  <a:pt x="73" y="72"/>
                                  <a:pt x="59" y="72"/>
                                </a:cubicBezTo>
                                <a:lnTo>
                                  <a:pt x="40" y="72"/>
                                </a:lnTo>
                                <a:lnTo>
                                  <a:pt x="40" y="33"/>
                                </a:lnTo>
                                <a:lnTo>
                                  <a:pt x="62" y="33"/>
                                </a:lnTo>
                                <a:cubicBezTo>
                                  <a:pt x="74" y="33"/>
                                  <a:pt x="89" y="36"/>
                                  <a:pt x="89" y="51"/>
                                </a:cubicBez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45813753" name="Freeform 63"/>
                        <wps:cNvSpPr>
                          <a:spLocks/>
                        </wps:cNvSpPr>
                        <wps:spPr bwMode="auto">
                          <a:xfrm>
                            <a:off x="59982" y="10198"/>
                            <a:ext cx="1124" cy="1613"/>
                          </a:xfrm>
                          <a:custGeom>
                            <a:avLst/>
                            <a:gdLst>
                              <a:gd name="T0" fmla="*/ 112395 w 118"/>
                              <a:gd name="T1" fmla="*/ 161290 h 169"/>
                              <a:gd name="T2" fmla="*/ 112395 w 118"/>
                              <a:gd name="T3" fmla="*/ 161290 h 169"/>
                              <a:gd name="T4" fmla="*/ 112395 w 118"/>
                              <a:gd name="T5" fmla="*/ 127887 h 169"/>
                              <a:gd name="T6" fmla="*/ 38100 w 118"/>
                              <a:gd name="T7" fmla="*/ 127887 h 169"/>
                              <a:gd name="T8" fmla="*/ 38100 w 118"/>
                              <a:gd name="T9" fmla="*/ 94483 h 169"/>
                              <a:gd name="T10" fmla="*/ 104775 w 118"/>
                              <a:gd name="T11" fmla="*/ 94483 h 169"/>
                              <a:gd name="T12" fmla="*/ 104775 w 118"/>
                              <a:gd name="T13" fmla="*/ 62989 h 169"/>
                              <a:gd name="T14" fmla="*/ 38100 w 118"/>
                              <a:gd name="T15" fmla="*/ 62989 h 169"/>
                              <a:gd name="T16" fmla="*/ 38100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15891961" name="Freeform 64"/>
                        <wps:cNvSpPr>
                          <a:spLocks/>
                        </wps:cNvSpPr>
                        <wps:spPr bwMode="auto">
                          <a:xfrm>
                            <a:off x="61372" y="10198"/>
                            <a:ext cx="1023" cy="1613"/>
                          </a:xfrm>
                          <a:custGeom>
                            <a:avLst/>
                            <a:gdLst>
                              <a:gd name="T0" fmla="*/ 102235 w 107"/>
                              <a:gd name="T1" fmla="*/ 161290 h 169"/>
                              <a:gd name="T2" fmla="*/ 102235 w 107"/>
                              <a:gd name="T3" fmla="*/ 161290 h 169"/>
                              <a:gd name="T4" fmla="*/ 102235 w 107"/>
                              <a:gd name="T5" fmla="*/ 126932 h 169"/>
                              <a:gd name="T6" fmla="*/ 39174 w 107"/>
                              <a:gd name="T7" fmla="*/ 126932 h 169"/>
                              <a:gd name="T8" fmla="*/ 39174 w 107"/>
                              <a:gd name="T9" fmla="*/ 0 h 169"/>
                              <a:gd name="T10" fmla="*/ 0 w 107"/>
                              <a:gd name="T11" fmla="*/ 0 h 169"/>
                              <a:gd name="T12" fmla="*/ 0 w 107"/>
                              <a:gd name="T13" fmla="*/ 161290 h 169"/>
                              <a:gd name="T14" fmla="*/ 102235 w 107"/>
                              <a:gd name="T15" fmla="*/ 161290 h 16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07" h="169">
                                <a:moveTo>
                                  <a:pt x="107" y="169"/>
                                </a:moveTo>
                                <a:lnTo>
                                  <a:pt x="107" y="169"/>
                                </a:lnTo>
                                <a:lnTo>
                                  <a:pt x="107" y="133"/>
                                </a:lnTo>
                                <a:lnTo>
                                  <a:pt x="41" y="133"/>
                                </a:lnTo>
                                <a:lnTo>
                                  <a:pt x="41" y="0"/>
                                </a:lnTo>
                                <a:lnTo>
                                  <a:pt x="0" y="0"/>
                                </a:lnTo>
                                <a:lnTo>
                                  <a:pt x="0" y="169"/>
                                </a:lnTo>
                                <a:lnTo>
                                  <a:pt x="107"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96914456" name="Freeform 65"/>
                        <wps:cNvSpPr>
                          <a:spLocks/>
                        </wps:cNvSpPr>
                        <wps:spPr bwMode="auto">
                          <a:xfrm>
                            <a:off x="62572" y="10198"/>
                            <a:ext cx="1124" cy="1613"/>
                          </a:xfrm>
                          <a:custGeom>
                            <a:avLst/>
                            <a:gdLst>
                              <a:gd name="T0" fmla="*/ 112395 w 118"/>
                              <a:gd name="T1" fmla="*/ 161290 h 169"/>
                              <a:gd name="T2" fmla="*/ 112395 w 118"/>
                              <a:gd name="T3" fmla="*/ 161290 h 169"/>
                              <a:gd name="T4" fmla="*/ 112395 w 118"/>
                              <a:gd name="T5" fmla="*/ 127887 h 169"/>
                              <a:gd name="T6" fmla="*/ 38100 w 118"/>
                              <a:gd name="T7" fmla="*/ 127887 h 169"/>
                              <a:gd name="T8" fmla="*/ 38100 w 118"/>
                              <a:gd name="T9" fmla="*/ 94483 h 169"/>
                              <a:gd name="T10" fmla="*/ 104775 w 118"/>
                              <a:gd name="T11" fmla="*/ 94483 h 169"/>
                              <a:gd name="T12" fmla="*/ 104775 w 118"/>
                              <a:gd name="T13" fmla="*/ 62989 h 169"/>
                              <a:gd name="T14" fmla="*/ 38100 w 118"/>
                              <a:gd name="T15" fmla="*/ 62989 h 169"/>
                              <a:gd name="T16" fmla="*/ 38100 w 118"/>
                              <a:gd name="T17" fmla="*/ 32449 h 169"/>
                              <a:gd name="T18" fmla="*/ 108585 w 118"/>
                              <a:gd name="T19" fmla="*/ 32449 h 169"/>
                              <a:gd name="T20" fmla="*/ 108585 w 118"/>
                              <a:gd name="T21" fmla="*/ 0 h 169"/>
                              <a:gd name="T22" fmla="*/ 0 w 118"/>
                              <a:gd name="T23" fmla="*/ 0 h 169"/>
                              <a:gd name="T24" fmla="*/ 0 w 118"/>
                              <a:gd name="T25" fmla="*/ 161290 h 169"/>
                              <a:gd name="T26" fmla="*/ 112395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52368963" name="Freeform 66"/>
                        <wps:cNvSpPr>
                          <a:spLocks noEditPoints="1"/>
                        </wps:cNvSpPr>
                        <wps:spPr bwMode="auto">
                          <a:xfrm>
                            <a:off x="63766" y="10198"/>
                            <a:ext cx="1727" cy="1613"/>
                          </a:xfrm>
                          <a:custGeom>
                            <a:avLst/>
                            <a:gdLst>
                              <a:gd name="T0" fmla="*/ 172720 w 181"/>
                              <a:gd name="T1" fmla="*/ 161290 h 169"/>
                              <a:gd name="T2" fmla="*/ 172720 w 181"/>
                              <a:gd name="T3" fmla="*/ 161290 h 169"/>
                              <a:gd name="T4" fmla="*/ 105922 w 181"/>
                              <a:gd name="T5" fmla="*/ 0 h 169"/>
                              <a:gd name="T6" fmla="*/ 67752 w 181"/>
                              <a:gd name="T7" fmla="*/ 0 h 169"/>
                              <a:gd name="T8" fmla="*/ 0 w 181"/>
                              <a:gd name="T9" fmla="*/ 161290 h 169"/>
                              <a:gd name="T10" fmla="*/ 42941 w 181"/>
                              <a:gd name="T11" fmla="*/ 161290 h 169"/>
                              <a:gd name="T12" fmla="*/ 54392 w 181"/>
                              <a:gd name="T13" fmla="*/ 129796 h 169"/>
                              <a:gd name="T14" fmla="*/ 116419 w 181"/>
                              <a:gd name="T15" fmla="*/ 129796 h 169"/>
                              <a:gd name="T16" fmla="*/ 129779 w 181"/>
                              <a:gd name="T17" fmla="*/ 161290 h 169"/>
                              <a:gd name="T18" fmla="*/ 172720 w 181"/>
                              <a:gd name="T19" fmla="*/ 161290 h 169"/>
                              <a:gd name="T20" fmla="*/ 105922 w 181"/>
                              <a:gd name="T21" fmla="*/ 98301 h 169"/>
                              <a:gd name="T22" fmla="*/ 105922 w 181"/>
                              <a:gd name="T23" fmla="*/ 98301 h 169"/>
                              <a:gd name="T24" fmla="*/ 65844 w 181"/>
                              <a:gd name="T25" fmla="*/ 98301 h 169"/>
                              <a:gd name="T26" fmla="*/ 85883 w 181"/>
                              <a:gd name="T27" fmla="*/ 42947 h 169"/>
                              <a:gd name="T28" fmla="*/ 105922 w 181"/>
                              <a:gd name="T29" fmla="*/ 98301 h 16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181" h="169">
                                <a:moveTo>
                                  <a:pt x="181" y="169"/>
                                </a:moveTo>
                                <a:lnTo>
                                  <a:pt x="181" y="169"/>
                                </a:lnTo>
                                <a:lnTo>
                                  <a:pt x="111" y="0"/>
                                </a:lnTo>
                                <a:lnTo>
                                  <a:pt x="71" y="0"/>
                                </a:lnTo>
                                <a:lnTo>
                                  <a:pt x="0" y="169"/>
                                </a:lnTo>
                                <a:lnTo>
                                  <a:pt x="45" y="169"/>
                                </a:lnTo>
                                <a:lnTo>
                                  <a:pt x="57" y="136"/>
                                </a:lnTo>
                                <a:lnTo>
                                  <a:pt x="122" y="136"/>
                                </a:lnTo>
                                <a:lnTo>
                                  <a:pt x="136" y="169"/>
                                </a:lnTo>
                                <a:lnTo>
                                  <a:pt x="181" y="169"/>
                                </a:lnTo>
                                <a:close/>
                                <a:moveTo>
                                  <a:pt x="111" y="103"/>
                                </a:moveTo>
                                <a:lnTo>
                                  <a:pt x="111" y="103"/>
                                </a:lnTo>
                                <a:lnTo>
                                  <a:pt x="69" y="103"/>
                                </a:lnTo>
                                <a:lnTo>
                                  <a:pt x="90" y="45"/>
                                </a:lnTo>
                                <a:lnTo>
                                  <a:pt x="111" y="103"/>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632065169" name="Freeform 67"/>
                        <wps:cNvSpPr>
                          <a:spLocks/>
                        </wps:cNvSpPr>
                        <wps:spPr bwMode="auto">
                          <a:xfrm>
                            <a:off x="65500" y="10147"/>
                            <a:ext cx="1232" cy="1702"/>
                          </a:xfrm>
                          <a:custGeom>
                            <a:avLst/>
                            <a:gdLst>
                              <a:gd name="T0" fmla="*/ 123190 w 129"/>
                              <a:gd name="T1" fmla="*/ 20077 h 178"/>
                              <a:gd name="T2" fmla="*/ 123190 w 129"/>
                              <a:gd name="T3" fmla="*/ 20077 h 178"/>
                              <a:gd name="T4" fmla="*/ 70667 w 129"/>
                              <a:gd name="T5" fmla="*/ 0 h 178"/>
                              <a:gd name="T6" fmla="*/ 7640 w 129"/>
                              <a:gd name="T7" fmla="*/ 50672 h 178"/>
                              <a:gd name="T8" fmla="*/ 49658 w 129"/>
                              <a:gd name="T9" fmla="*/ 97519 h 178"/>
                              <a:gd name="T10" fmla="*/ 83082 w 129"/>
                              <a:gd name="T11" fmla="*/ 120464 h 178"/>
                              <a:gd name="T12" fmla="*/ 60163 w 129"/>
                              <a:gd name="T13" fmla="*/ 137674 h 178"/>
                              <a:gd name="T14" fmla="*/ 25784 w 129"/>
                              <a:gd name="T15" fmla="*/ 120464 h 178"/>
                              <a:gd name="T16" fmla="*/ 0 w 129"/>
                              <a:gd name="T17" fmla="*/ 147234 h 178"/>
                              <a:gd name="T18" fmla="*/ 60163 w 129"/>
                              <a:gd name="T19" fmla="*/ 170180 h 178"/>
                              <a:gd name="T20" fmla="*/ 122235 w 129"/>
                              <a:gd name="T21" fmla="*/ 116640 h 178"/>
                              <a:gd name="T22" fmla="*/ 71622 w 129"/>
                              <a:gd name="T23" fmla="*/ 67881 h 178"/>
                              <a:gd name="T24" fmla="*/ 46793 w 129"/>
                              <a:gd name="T25" fmla="*/ 48759 h 178"/>
                              <a:gd name="T26" fmla="*/ 69712 w 129"/>
                              <a:gd name="T27" fmla="*/ 32506 h 178"/>
                              <a:gd name="T28" fmla="*/ 98361 w 129"/>
                              <a:gd name="T29" fmla="*/ 46847 h 178"/>
                              <a:gd name="T30" fmla="*/ 123190 w 129"/>
                              <a:gd name="T31" fmla="*/ 20077 h 1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9" h="178">
                                <a:moveTo>
                                  <a:pt x="129" y="21"/>
                                </a:moveTo>
                                <a:lnTo>
                                  <a:pt x="129" y="21"/>
                                </a:lnTo>
                                <a:cubicBezTo>
                                  <a:pt x="114" y="7"/>
                                  <a:pt x="93" y="0"/>
                                  <a:pt x="74" y="0"/>
                                </a:cubicBezTo>
                                <a:cubicBezTo>
                                  <a:pt x="42" y="0"/>
                                  <a:pt x="8" y="16"/>
                                  <a:pt x="8" y="53"/>
                                </a:cubicBezTo>
                                <a:cubicBezTo>
                                  <a:pt x="8" y="84"/>
                                  <a:pt x="30" y="95"/>
                                  <a:pt x="52" y="102"/>
                                </a:cubicBezTo>
                                <a:cubicBezTo>
                                  <a:pt x="74" y="109"/>
                                  <a:pt x="87" y="113"/>
                                  <a:pt x="87" y="126"/>
                                </a:cubicBezTo>
                                <a:cubicBezTo>
                                  <a:pt x="87" y="140"/>
                                  <a:pt x="76" y="144"/>
                                  <a:pt x="63" y="144"/>
                                </a:cubicBezTo>
                                <a:cubicBezTo>
                                  <a:pt x="50" y="144"/>
                                  <a:pt x="35" y="137"/>
                                  <a:pt x="27" y="126"/>
                                </a:cubicBezTo>
                                <a:lnTo>
                                  <a:pt x="0" y="154"/>
                                </a:lnTo>
                                <a:cubicBezTo>
                                  <a:pt x="15" y="169"/>
                                  <a:pt x="39" y="178"/>
                                  <a:pt x="63" y="178"/>
                                </a:cubicBezTo>
                                <a:cubicBezTo>
                                  <a:pt x="97" y="178"/>
                                  <a:pt x="128" y="161"/>
                                  <a:pt x="128" y="122"/>
                                </a:cubicBezTo>
                                <a:cubicBezTo>
                                  <a:pt x="128" y="88"/>
                                  <a:pt x="98" y="78"/>
                                  <a:pt x="75" y="71"/>
                                </a:cubicBezTo>
                                <a:cubicBezTo>
                                  <a:pt x="59" y="66"/>
                                  <a:pt x="49" y="62"/>
                                  <a:pt x="49" y="51"/>
                                </a:cubicBezTo>
                                <a:cubicBezTo>
                                  <a:pt x="49" y="38"/>
                                  <a:pt x="63" y="34"/>
                                  <a:pt x="73" y="34"/>
                                </a:cubicBezTo>
                                <a:cubicBezTo>
                                  <a:pt x="84" y="34"/>
                                  <a:pt x="96" y="40"/>
                                  <a:pt x="103" y="49"/>
                                </a:cubicBezTo>
                                <a:lnTo>
                                  <a:pt x="129" y="21"/>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167000165" name="Freeform 68"/>
                        <wps:cNvSpPr>
                          <a:spLocks/>
                        </wps:cNvSpPr>
                        <wps:spPr bwMode="auto">
                          <a:xfrm>
                            <a:off x="66986" y="10198"/>
                            <a:ext cx="1130" cy="1613"/>
                          </a:xfrm>
                          <a:custGeom>
                            <a:avLst/>
                            <a:gdLst>
                              <a:gd name="T0" fmla="*/ 113030 w 118"/>
                              <a:gd name="T1" fmla="*/ 161290 h 169"/>
                              <a:gd name="T2" fmla="*/ 113030 w 118"/>
                              <a:gd name="T3" fmla="*/ 161290 h 169"/>
                              <a:gd name="T4" fmla="*/ 113030 w 118"/>
                              <a:gd name="T5" fmla="*/ 127887 h 169"/>
                              <a:gd name="T6" fmla="*/ 37357 w 118"/>
                              <a:gd name="T7" fmla="*/ 127887 h 169"/>
                              <a:gd name="T8" fmla="*/ 37357 w 118"/>
                              <a:gd name="T9" fmla="*/ 94483 h 169"/>
                              <a:gd name="T10" fmla="*/ 104409 w 118"/>
                              <a:gd name="T11" fmla="*/ 94483 h 169"/>
                              <a:gd name="T12" fmla="*/ 104409 w 118"/>
                              <a:gd name="T13" fmla="*/ 62989 h 169"/>
                              <a:gd name="T14" fmla="*/ 37357 w 118"/>
                              <a:gd name="T15" fmla="*/ 62989 h 169"/>
                              <a:gd name="T16" fmla="*/ 37357 w 118"/>
                              <a:gd name="T17" fmla="*/ 32449 h 169"/>
                              <a:gd name="T18" fmla="*/ 108241 w 118"/>
                              <a:gd name="T19" fmla="*/ 32449 h 169"/>
                              <a:gd name="T20" fmla="*/ 108241 w 118"/>
                              <a:gd name="T21" fmla="*/ 0 h 169"/>
                              <a:gd name="T22" fmla="*/ 0 w 118"/>
                              <a:gd name="T23" fmla="*/ 0 h 169"/>
                              <a:gd name="T24" fmla="*/ 0 w 118"/>
                              <a:gd name="T25" fmla="*/ 161290 h 169"/>
                              <a:gd name="T26" fmla="*/ 113030 w 118"/>
                              <a:gd name="T27" fmla="*/ 161290 h 16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3" y="34"/>
                                </a:lnTo>
                                <a:lnTo>
                                  <a:pt x="113" y="0"/>
                                </a:lnTo>
                                <a:lnTo>
                                  <a:pt x="0" y="0"/>
                                </a:lnTo>
                                <a:lnTo>
                                  <a:pt x="0" y="169"/>
                                </a:lnTo>
                                <a:lnTo>
                                  <a:pt x="118" y="169"/>
                                </a:lnTo>
                                <a:close/>
                              </a:path>
                            </a:pathLst>
                          </a:custGeom>
                          <a:solidFill>
                            <a:srgbClr val="FA5A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wpg:wgp>
                      <wpg:cNvPr id="984459689" name="Agrupar 91"/>
                      <wpg:cNvGrpSpPr>
                        <a:grpSpLocks noChangeAspect="1"/>
                      </wpg:cNvGrpSpPr>
                      <wpg:grpSpPr bwMode="auto">
                        <a:xfrm>
                          <a:off x="755707" y="291000"/>
                          <a:ext cx="1200212" cy="288000"/>
                          <a:chOff x="11858" y="5207"/>
                          <a:chExt cx="33757" cy="8100"/>
                        </a:xfrm>
                      </wpg:grpSpPr>
                      <wpg:grpSp>
                        <wpg:cNvPr id="1352315554" name="Gráfico 4"/>
                        <wpg:cNvGrpSpPr>
                          <a:grpSpLocks/>
                        </wpg:cNvGrpSpPr>
                        <wpg:grpSpPr bwMode="auto">
                          <a:xfrm>
                            <a:off x="23657" y="6470"/>
                            <a:ext cx="21959" cy="5545"/>
                            <a:chOff x="23657" y="6470"/>
                            <a:chExt cx="21958" cy="5544"/>
                          </a:xfrm>
                        </wpg:grpSpPr>
                        <wps:wsp>
                          <wps:cNvPr id="1008014843" name="Forma Livre: Forma 81"/>
                          <wps:cNvSpPr>
                            <a:spLocks/>
                          </wps:cNvSpPr>
                          <wps:spPr bwMode="auto">
                            <a:xfrm>
                              <a:off x="23657" y="6470"/>
                              <a:ext cx="4897" cy="5545"/>
                            </a:xfrm>
                            <a:custGeom>
                              <a:avLst/>
                              <a:gdLst>
                                <a:gd name="T0" fmla="*/ 403003 w 489680"/>
                                <a:gd name="T1" fmla="*/ 531019 h 554450"/>
                                <a:gd name="T2" fmla="*/ 284321 w 489680"/>
                                <a:gd name="T3" fmla="*/ 554450 h 554450"/>
                                <a:gd name="T4" fmla="*/ 171260 w 489680"/>
                                <a:gd name="T5" fmla="*/ 534353 h 554450"/>
                                <a:gd name="T6" fmla="*/ 81344 w 489680"/>
                                <a:gd name="T7" fmla="*/ 477488 h 554450"/>
                                <a:gd name="T8" fmla="*/ 21622 w 489680"/>
                                <a:gd name="T9" fmla="*/ 389382 h 554450"/>
                                <a:gd name="T10" fmla="*/ 0 w 489680"/>
                                <a:gd name="T11" fmla="*/ 276416 h 554450"/>
                                <a:gd name="T12" fmla="*/ 22003 w 489680"/>
                                <a:gd name="T13" fmla="*/ 162020 h 554450"/>
                                <a:gd name="T14" fmla="*/ 82868 w 489680"/>
                                <a:gd name="T15" fmla="*/ 74676 h 554450"/>
                                <a:gd name="T16" fmla="*/ 173927 w 489680"/>
                                <a:gd name="T17" fmla="*/ 19336 h 554450"/>
                                <a:gd name="T18" fmla="*/ 286607 w 489680"/>
                                <a:gd name="T19" fmla="*/ 0 h 554450"/>
                                <a:gd name="T20" fmla="*/ 396716 w 489680"/>
                                <a:gd name="T21" fmla="*/ 19717 h 554450"/>
                                <a:gd name="T22" fmla="*/ 484441 w 489680"/>
                                <a:gd name="T23" fmla="*/ 77343 h 554450"/>
                                <a:gd name="T24" fmla="*/ 397859 w 489680"/>
                                <a:gd name="T25" fmla="*/ 163544 h 554450"/>
                                <a:gd name="T26" fmla="*/ 350806 w 489680"/>
                                <a:gd name="T27" fmla="*/ 127064 h 554450"/>
                                <a:gd name="T28" fmla="*/ 291084 w 489680"/>
                                <a:gd name="T29" fmla="*/ 115157 h 554450"/>
                                <a:gd name="T30" fmla="*/ 229552 w 489680"/>
                                <a:gd name="T31" fmla="*/ 127444 h 554450"/>
                                <a:gd name="T32" fmla="*/ 181451 w 489680"/>
                                <a:gd name="T33" fmla="*/ 161258 h 554450"/>
                                <a:gd name="T34" fmla="*/ 150114 w 489680"/>
                                <a:gd name="T35" fmla="*/ 212122 h 554450"/>
                                <a:gd name="T36" fmla="*/ 138874 w 489680"/>
                                <a:gd name="T37" fmla="*/ 276416 h 554450"/>
                                <a:gd name="T38" fmla="*/ 150114 w 489680"/>
                                <a:gd name="T39" fmla="*/ 341852 h 554450"/>
                                <a:gd name="T40" fmla="*/ 181070 w 489680"/>
                                <a:gd name="T41" fmla="*/ 392716 h 554450"/>
                                <a:gd name="T42" fmla="*/ 228505 w 489680"/>
                                <a:gd name="T43" fmla="*/ 425768 h 554450"/>
                                <a:gd name="T44" fmla="*/ 288989 w 489680"/>
                                <a:gd name="T45" fmla="*/ 437674 h 554450"/>
                                <a:gd name="T46" fmla="*/ 355378 w 489680"/>
                                <a:gd name="T47" fmla="*/ 422815 h 554450"/>
                                <a:gd name="T48" fmla="*/ 400907 w 489680"/>
                                <a:gd name="T49" fmla="*/ 384143 h 554450"/>
                                <a:gd name="T50" fmla="*/ 489680 w 489680"/>
                                <a:gd name="T51" fmla="*/ 467392 h 554450"/>
                                <a:gd name="T52" fmla="*/ 403098 w 489680"/>
                                <a:gd name="T53" fmla="*/ 530924 h 554450"/>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Lst>
                              <a:ahLst/>
                              <a:cxnLst>
                                <a:cxn ang="T54">
                                  <a:pos x="T0" y="T1"/>
                                </a:cxn>
                                <a:cxn ang="T55">
                                  <a:pos x="T2" y="T3"/>
                                </a:cxn>
                                <a:cxn ang="T56">
                                  <a:pos x="T4" y="T5"/>
                                </a:cxn>
                                <a:cxn ang="T57">
                                  <a:pos x="T6" y="T7"/>
                                </a:cxn>
                                <a:cxn ang="T58">
                                  <a:pos x="T8" y="T9"/>
                                </a:cxn>
                                <a:cxn ang="T59">
                                  <a:pos x="T10" y="T11"/>
                                </a:cxn>
                                <a:cxn ang="T60">
                                  <a:pos x="T12" y="T13"/>
                                </a:cxn>
                                <a:cxn ang="T61">
                                  <a:pos x="T14" y="T15"/>
                                </a:cxn>
                                <a:cxn ang="T62">
                                  <a:pos x="T16" y="T17"/>
                                </a:cxn>
                                <a:cxn ang="T63">
                                  <a:pos x="T18" y="T19"/>
                                </a:cxn>
                                <a:cxn ang="T64">
                                  <a:pos x="T20" y="T21"/>
                                </a:cxn>
                                <a:cxn ang="T65">
                                  <a:pos x="T22" y="T23"/>
                                </a:cxn>
                                <a:cxn ang="T66">
                                  <a:pos x="T24" y="T25"/>
                                </a:cxn>
                                <a:cxn ang="T67">
                                  <a:pos x="T26" y="T27"/>
                                </a:cxn>
                                <a:cxn ang="T68">
                                  <a:pos x="T28" y="T29"/>
                                </a:cxn>
                                <a:cxn ang="T69">
                                  <a:pos x="T30" y="T31"/>
                                </a:cxn>
                                <a:cxn ang="T70">
                                  <a:pos x="T32" y="T33"/>
                                </a:cxn>
                                <a:cxn ang="T71">
                                  <a:pos x="T34" y="T35"/>
                                </a:cxn>
                                <a:cxn ang="T72">
                                  <a:pos x="T36" y="T37"/>
                                </a:cxn>
                                <a:cxn ang="T73">
                                  <a:pos x="T38" y="T39"/>
                                </a:cxn>
                                <a:cxn ang="T74">
                                  <a:pos x="T40" y="T41"/>
                                </a:cxn>
                                <a:cxn ang="T75">
                                  <a:pos x="T42" y="T43"/>
                                </a:cxn>
                                <a:cxn ang="T76">
                                  <a:pos x="T44" y="T45"/>
                                </a:cxn>
                                <a:cxn ang="T77">
                                  <a:pos x="T46" y="T47"/>
                                </a:cxn>
                                <a:cxn ang="T78">
                                  <a:pos x="T48" y="T49"/>
                                </a:cxn>
                                <a:cxn ang="T79">
                                  <a:pos x="T50" y="T51"/>
                                </a:cxn>
                                <a:cxn ang="T80">
                                  <a:pos x="T52" y="T53"/>
                                </a:cxn>
                              </a:cxnLst>
                              <a:rect l="0" t="0" r="r" b="b"/>
                              <a:pathLst>
                                <a:path w="489680" h="554450">
                                  <a:moveTo>
                                    <a:pt x="403003" y="531019"/>
                                  </a:moveTo>
                                  <a:cubicBezTo>
                                    <a:pt x="368713" y="546640"/>
                                    <a:pt x="329089" y="554450"/>
                                    <a:pt x="284321" y="554450"/>
                                  </a:cubicBezTo>
                                  <a:cubicBezTo>
                                    <a:pt x="243459" y="554450"/>
                                    <a:pt x="205835" y="547783"/>
                                    <a:pt x="171260" y="534353"/>
                                  </a:cubicBezTo>
                                  <a:cubicBezTo>
                                    <a:pt x="136684" y="521018"/>
                                    <a:pt x="106680" y="502063"/>
                                    <a:pt x="81344" y="477488"/>
                                  </a:cubicBezTo>
                                  <a:cubicBezTo>
                                    <a:pt x="55912" y="453009"/>
                                    <a:pt x="36100" y="423577"/>
                                    <a:pt x="21622" y="389382"/>
                                  </a:cubicBezTo>
                                  <a:cubicBezTo>
                                    <a:pt x="7239" y="355187"/>
                                    <a:pt x="0" y="317564"/>
                                    <a:pt x="0" y="276416"/>
                                  </a:cubicBezTo>
                                  <a:cubicBezTo>
                                    <a:pt x="0" y="235268"/>
                                    <a:pt x="7334" y="196120"/>
                                    <a:pt x="22003" y="162020"/>
                                  </a:cubicBezTo>
                                  <a:cubicBezTo>
                                    <a:pt x="36671" y="127826"/>
                                    <a:pt x="56960" y="98679"/>
                                    <a:pt x="82868" y="74676"/>
                                  </a:cubicBezTo>
                                  <a:cubicBezTo>
                                    <a:pt x="108775" y="50673"/>
                                    <a:pt x="139065" y="32194"/>
                                    <a:pt x="173927" y="19336"/>
                                  </a:cubicBezTo>
                                  <a:cubicBezTo>
                                    <a:pt x="208788" y="6477"/>
                                    <a:pt x="246316" y="0"/>
                                    <a:pt x="286607" y="0"/>
                                  </a:cubicBezTo>
                                  <a:cubicBezTo>
                                    <a:pt x="323945" y="0"/>
                                    <a:pt x="360616" y="6572"/>
                                    <a:pt x="396716" y="19717"/>
                                  </a:cubicBezTo>
                                  <a:cubicBezTo>
                                    <a:pt x="432816" y="32861"/>
                                    <a:pt x="462058" y="52006"/>
                                    <a:pt x="484441" y="77343"/>
                                  </a:cubicBezTo>
                                  <a:lnTo>
                                    <a:pt x="397859" y="163544"/>
                                  </a:lnTo>
                                  <a:cubicBezTo>
                                    <a:pt x="385953" y="147161"/>
                                    <a:pt x="370237" y="135065"/>
                                    <a:pt x="350806" y="127064"/>
                                  </a:cubicBezTo>
                                  <a:cubicBezTo>
                                    <a:pt x="331375" y="119158"/>
                                    <a:pt x="311468" y="115157"/>
                                    <a:pt x="291084" y="115157"/>
                                  </a:cubicBezTo>
                                  <a:cubicBezTo>
                                    <a:pt x="268700" y="115157"/>
                                    <a:pt x="248221" y="119253"/>
                                    <a:pt x="229552" y="127444"/>
                                  </a:cubicBezTo>
                                  <a:cubicBezTo>
                                    <a:pt x="210883" y="135636"/>
                                    <a:pt x="194881" y="146876"/>
                                    <a:pt x="181451" y="161258"/>
                                  </a:cubicBezTo>
                                  <a:cubicBezTo>
                                    <a:pt x="168021" y="175641"/>
                                    <a:pt x="157544" y="192596"/>
                                    <a:pt x="150114" y="212122"/>
                                  </a:cubicBezTo>
                                  <a:cubicBezTo>
                                    <a:pt x="142685" y="231743"/>
                                    <a:pt x="138874" y="253079"/>
                                    <a:pt x="138874" y="276416"/>
                                  </a:cubicBezTo>
                                  <a:cubicBezTo>
                                    <a:pt x="138874" y="299752"/>
                                    <a:pt x="142589" y="322040"/>
                                    <a:pt x="150114" y="341852"/>
                                  </a:cubicBezTo>
                                  <a:cubicBezTo>
                                    <a:pt x="157544" y="361664"/>
                                    <a:pt x="167926" y="378619"/>
                                    <a:pt x="181070" y="392716"/>
                                  </a:cubicBezTo>
                                  <a:cubicBezTo>
                                    <a:pt x="194215" y="406813"/>
                                    <a:pt x="210026" y="417862"/>
                                    <a:pt x="228505" y="425768"/>
                                  </a:cubicBezTo>
                                  <a:cubicBezTo>
                                    <a:pt x="246888" y="433769"/>
                                    <a:pt x="267081" y="437674"/>
                                    <a:pt x="288989" y="437674"/>
                                  </a:cubicBezTo>
                                  <a:cubicBezTo>
                                    <a:pt x="314325" y="437674"/>
                                    <a:pt x="336518" y="432721"/>
                                    <a:pt x="355378" y="422815"/>
                                  </a:cubicBezTo>
                                  <a:cubicBezTo>
                                    <a:pt x="374237" y="412909"/>
                                    <a:pt x="389477" y="400050"/>
                                    <a:pt x="400907" y="384143"/>
                                  </a:cubicBezTo>
                                  <a:lnTo>
                                    <a:pt x="489680" y="467392"/>
                                  </a:lnTo>
                                  <a:cubicBezTo>
                                    <a:pt x="466249" y="494157"/>
                                    <a:pt x="437388" y="515303"/>
                                    <a:pt x="403098" y="530924"/>
                                  </a:cubicBezTo>
                                  <a:lnTo>
                                    <a:pt x="403003" y="531019"/>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59855001" name="Forma Livre: Forma 82"/>
                          <wps:cNvSpPr>
                            <a:spLocks/>
                          </wps:cNvSpPr>
                          <wps:spPr bwMode="auto">
                            <a:xfrm>
                              <a:off x="29284" y="6612"/>
                              <a:ext cx="1284" cy="5262"/>
                            </a:xfrm>
                            <a:custGeom>
                              <a:avLst/>
                              <a:gdLst>
                                <a:gd name="T0" fmla="*/ 0 w 128396"/>
                                <a:gd name="T1" fmla="*/ 526161 h 526160"/>
                                <a:gd name="T2" fmla="*/ 0 w 128396"/>
                                <a:gd name="T3" fmla="*/ 0 h 526160"/>
                                <a:gd name="T4" fmla="*/ 128397 w 128396"/>
                                <a:gd name="T5" fmla="*/ 0 h 526160"/>
                                <a:gd name="T6" fmla="*/ 128397 w 128396"/>
                                <a:gd name="T7" fmla="*/ 526161 h 526160"/>
                                <a:gd name="T8" fmla="*/ 0 w 128396"/>
                                <a:gd name="T9" fmla="*/ 526161 h 5261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8396" h="526160">
                                  <a:moveTo>
                                    <a:pt x="0" y="526161"/>
                                  </a:moveTo>
                                  <a:lnTo>
                                    <a:pt x="0" y="0"/>
                                  </a:lnTo>
                                  <a:lnTo>
                                    <a:pt x="128397" y="0"/>
                                  </a:lnTo>
                                  <a:lnTo>
                                    <a:pt x="128397" y="526161"/>
                                  </a:lnTo>
                                  <a:lnTo>
                                    <a:pt x="0" y="526161"/>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70210832" name="Forma Livre: Forma 83"/>
                          <wps:cNvSpPr>
                            <a:spLocks/>
                          </wps:cNvSpPr>
                          <wps:spPr bwMode="auto">
                            <a:xfrm>
                              <a:off x="31754" y="6612"/>
                              <a:ext cx="4121" cy="5262"/>
                            </a:xfrm>
                            <a:custGeom>
                              <a:avLst/>
                              <a:gdLst>
                                <a:gd name="T0" fmla="*/ 412051 w 412051"/>
                                <a:gd name="T1" fmla="*/ 373094 h 526160"/>
                                <a:gd name="T2" fmla="*/ 394906 w 412051"/>
                                <a:gd name="T3" fmla="*/ 445580 h 526160"/>
                                <a:gd name="T4" fmla="*/ 349377 w 412051"/>
                                <a:gd name="T5" fmla="*/ 492728 h 526160"/>
                                <a:gd name="T6" fmla="*/ 284797 w 412051"/>
                                <a:gd name="T7" fmla="*/ 518351 h 526160"/>
                                <a:gd name="T8" fmla="*/ 210502 w 412051"/>
                                <a:gd name="T9" fmla="*/ 526161 h 526160"/>
                                <a:gd name="T10" fmla="*/ 0 w 412051"/>
                                <a:gd name="T11" fmla="*/ 526161 h 526160"/>
                                <a:gd name="T12" fmla="*/ 0 w 412051"/>
                                <a:gd name="T13" fmla="*/ 0 h 526160"/>
                                <a:gd name="T14" fmla="*/ 210502 w 412051"/>
                                <a:gd name="T15" fmla="*/ 0 h 526160"/>
                                <a:gd name="T16" fmla="*/ 273177 w 412051"/>
                                <a:gd name="T17" fmla="*/ 6286 h 526160"/>
                                <a:gd name="T18" fmla="*/ 331375 w 412051"/>
                                <a:gd name="T19" fmla="*/ 27813 h 526160"/>
                                <a:gd name="T20" fmla="*/ 373951 w 412051"/>
                                <a:gd name="T21" fmla="*/ 69056 h 526160"/>
                                <a:gd name="T22" fmla="*/ 390430 w 412051"/>
                                <a:gd name="T23" fmla="*/ 135255 h 526160"/>
                                <a:gd name="T24" fmla="*/ 366522 w 412051"/>
                                <a:gd name="T25" fmla="*/ 207740 h 526160"/>
                                <a:gd name="T26" fmla="*/ 303847 w 412051"/>
                                <a:gd name="T27" fmla="*/ 248984 h 526160"/>
                                <a:gd name="T28" fmla="*/ 303847 w 412051"/>
                                <a:gd name="T29" fmla="*/ 250508 h 526160"/>
                                <a:gd name="T30" fmla="*/ 346043 w 412051"/>
                                <a:gd name="T31" fmla="*/ 264224 h 526160"/>
                                <a:gd name="T32" fmla="*/ 380333 w 412051"/>
                                <a:gd name="T33" fmla="*/ 289846 h 526160"/>
                                <a:gd name="T34" fmla="*/ 403479 w 412051"/>
                                <a:gd name="T35" fmla="*/ 326231 h 526160"/>
                                <a:gd name="T36" fmla="*/ 412051 w 412051"/>
                                <a:gd name="T37" fmla="*/ 373094 h 526160"/>
                                <a:gd name="T38" fmla="*/ 267271 w 412051"/>
                                <a:gd name="T39" fmla="*/ 152400 h 526160"/>
                                <a:gd name="T40" fmla="*/ 246793 w 412051"/>
                                <a:gd name="T41" fmla="*/ 113348 h 526160"/>
                                <a:gd name="T42" fmla="*/ 185928 w 412051"/>
                                <a:gd name="T43" fmla="*/ 101060 h 526160"/>
                                <a:gd name="T44" fmla="*/ 123254 w 412051"/>
                                <a:gd name="T45" fmla="*/ 101060 h 526160"/>
                                <a:gd name="T46" fmla="*/ 123254 w 412051"/>
                                <a:gd name="T47" fmla="*/ 209550 h 526160"/>
                                <a:gd name="T48" fmla="*/ 191929 w 412051"/>
                                <a:gd name="T49" fmla="*/ 209550 h 526160"/>
                                <a:gd name="T50" fmla="*/ 247555 w 412051"/>
                                <a:gd name="T51" fmla="*/ 195072 h 526160"/>
                                <a:gd name="T52" fmla="*/ 267367 w 412051"/>
                                <a:gd name="T53" fmla="*/ 152400 h 526160"/>
                                <a:gd name="T54" fmla="*/ 284417 w 412051"/>
                                <a:gd name="T55" fmla="*/ 361188 h 526160"/>
                                <a:gd name="T56" fmla="*/ 259842 w 412051"/>
                                <a:gd name="T57" fmla="*/ 315849 h 526160"/>
                                <a:gd name="T58" fmla="*/ 194119 w 412051"/>
                                <a:gd name="T59" fmla="*/ 303276 h 526160"/>
                                <a:gd name="T60" fmla="*/ 123254 w 412051"/>
                                <a:gd name="T61" fmla="*/ 303276 h 526160"/>
                                <a:gd name="T62" fmla="*/ 123254 w 412051"/>
                                <a:gd name="T63" fmla="*/ 423672 h 526160"/>
                                <a:gd name="T64" fmla="*/ 194881 w 412051"/>
                                <a:gd name="T65" fmla="*/ 423672 h 526160"/>
                                <a:gd name="T66" fmla="*/ 225838 w 412051"/>
                                <a:gd name="T67" fmla="*/ 421100 h 526160"/>
                                <a:gd name="T68" fmla="*/ 254889 w 412051"/>
                                <a:gd name="T69" fmla="*/ 411766 h 526160"/>
                                <a:gd name="T70" fmla="*/ 276130 w 412051"/>
                                <a:gd name="T71" fmla="*/ 392811 h 526160"/>
                                <a:gd name="T72" fmla="*/ 284321 w 412051"/>
                                <a:gd name="T73" fmla="*/ 361283 h 526160"/>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412051" h="526160">
                                  <a:moveTo>
                                    <a:pt x="412051" y="373094"/>
                                  </a:moveTo>
                                  <a:cubicBezTo>
                                    <a:pt x="412051" y="401860"/>
                                    <a:pt x="406336" y="425958"/>
                                    <a:pt x="394906" y="445580"/>
                                  </a:cubicBezTo>
                                  <a:cubicBezTo>
                                    <a:pt x="383476" y="465106"/>
                                    <a:pt x="368332" y="480917"/>
                                    <a:pt x="349377" y="492728"/>
                                  </a:cubicBezTo>
                                  <a:cubicBezTo>
                                    <a:pt x="330422" y="504634"/>
                                    <a:pt x="308991" y="513207"/>
                                    <a:pt x="284797" y="518351"/>
                                  </a:cubicBezTo>
                                  <a:cubicBezTo>
                                    <a:pt x="260699" y="523494"/>
                                    <a:pt x="235934" y="526161"/>
                                    <a:pt x="210502" y="526161"/>
                                  </a:cubicBezTo>
                                  <a:lnTo>
                                    <a:pt x="0" y="526161"/>
                                  </a:lnTo>
                                  <a:lnTo>
                                    <a:pt x="0" y="0"/>
                                  </a:lnTo>
                                  <a:lnTo>
                                    <a:pt x="210502" y="0"/>
                                  </a:lnTo>
                                  <a:cubicBezTo>
                                    <a:pt x="230886" y="0"/>
                                    <a:pt x="251841" y="2095"/>
                                    <a:pt x="273177" y="6286"/>
                                  </a:cubicBezTo>
                                  <a:cubicBezTo>
                                    <a:pt x="294608" y="10477"/>
                                    <a:pt x="313944" y="17717"/>
                                    <a:pt x="331375" y="27813"/>
                                  </a:cubicBezTo>
                                  <a:cubicBezTo>
                                    <a:pt x="348805" y="38005"/>
                                    <a:pt x="362998" y="51721"/>
                                    <a:pt x="373951" y="69056"/>
                                  </a:cubicBezTo>
                                  <a:cubicBezTo>
                                    <a:pt x="384905" y="86392"/>
                                    <a:pt x="390430" y="108490"/>
                                    <a:pt x="390430" y="135255"/>
                                  </a:cubicBezTo>
                                  <a:cubicBezTo>
                                    <a:pt x="390430" y="164497"/>
                                    <a:pt x="382429" y="188595"/>
                                    <a:pt x="366522" y="207740"/>
                                  </a:cubicBezTo>
                                  <a:cubicBezTo>
                                    <a:pt x="350615" y="226790"/>
                                    <a:pt x="329660" y="240602"/>
                                    <a:pt x="303847" y="248984"/>
                                  </a:cubicBezTo>
                                  <a:lnTo>
                                    <a:pt x="303847" y="250508"/>
                                  </a:lnTo>
                                  <a:cubicBezTo>
                                    <a:pt x="318802" y="252984"/>
                                    <a:pt x="332804" y="257556"/>
                                    <a:pt x="346043" y="264224"/>
                                  </a:cubicBezTo>
                                  <a:cubicBezTo>
                                    <a:pt x="359188" y="270891"/>
                                    <a:pt x="370713" y="279463"/>
                                    <a:pt x="380333" y="289846"/>
                                  </a:cubicBezTo>
                                  <a:cubicBezTo>
                                    <a:pt x="390049" y="300228"/>
                                    <a:pt x="397764" y="312420"/>
                                    <a:pt x="403479" y="326231"/>
                                  </a:cubicBezTo>
                                  <a:cubicBezTo>
                                    <a:pt x="409194" y="340138"/>
                                    <a:pt x="412051" y="355759"/>
                                    <a:pt x="412051" y="373094"/>
                                  </a:cubicBezTo>
                                  <a:close/>
                                  <a:moveTo>
                                    <a:pt x="267271" y="152400"/>
                                  </a:moveTo>
                                  <a:cubicBezTo>
                                    <a:pt x="267271" y="134588"/>
                                    <a:pt x="260413" y="121539"/>
                                    <a:pt x="246793" y="113348"/>
                                  </a:cubicBezTo>
                                  <a:cubicBezTo>
                                    <a:pt x="233077" y="105251"/>
                                    <a:pt x="212788" y="101060"/>
                                    <a:pt x="185928" y="101060"/>
                                  </a:cubicBezTo>
                                  <a:lnTo>
                                    <a:pt x="123254" y="101060"/>
                                  </a:lnTo>
                                  <a:lnTo>
                                    <a:pt x="123254" y="209550"/>
                                  </a:lnTo>
                                  <a:lnTo>
                                    <a:pt x="191929" y="209550"/>
                                  </a:lnTo>
                                  <a:cubicBezTo>
                                    <a:pt x="215836" y="209550"/>
                                    <a:pt x="234315" y="204692"/>
                                    <a:pt x="247555" y="195072"/>
                                  </a:cubicBezTo>
                                  <a:cubicBezTo>
                                    <a:pt x="260699" y="185452"/>
                                    <a:pt x="267367" y="171164"/>
                                    <a:pt x="267367" y="152400"/>
                                  </a:cubicBezTo>
                                  <a:lnTo>
                                    <a:pt x="267271" y="152400"/>
                                  </a:lnTo>
                                  <a:close/>
                                  <a:moveTo>
                                    <a:pt x="284417" y="361188"/>
                                  </a:moveTo>
                                  <a:cubicBezTo>
                                    <a:pt x="284417" y="339376"/>
                                    <a:pt x="276225" y="324231"/>
                                    <a:pt x="259842" y="315849"/>
                                  </a:cubicBezTo>
                                  <a:cubicBezTo>
                                    <a:pt x="243364" y="307467"/>
                                    <a:pt x="221456" y="303276"/>
                                    <a:pt x="194119" y="303276"/>
                                  </a:cubicBezTo>
                                  <a:lnTo>
                                    <a:pt x="123254" y="303276"/>
                                  </a:lnTo>
                                  <a:lnTo>
                                    <a:pt x="123254" y="423672"/>
                                  </a:lnTo>
                                  <a:lnTo>
                                    <a:pt x="194881" y="423672"/>
                                  </a:lnTo>
                                  <a:cubicBezTo>
                                    <a:pt x="204788" y="423672"/>
                                    <a:pt x="215170" y="422815"/>
                                    <a:pt x="225838" y="421100"/>
                                  </a:cubicBezTo>
                                  <a:cubicBezTo>
                                    <a:pt x="236506" y="419386"/>
                                    <a:pt x="246221" y="416243"/>
                                    <a:pt x="254889" y="411766"/>
                                  </a:cubicBezTo>
                                  <a:cubicBezTo>
                                    <a:pt x="263557" y="407289"/>
                                    <a:pt x="270700" y="401003"/>
                                    <a:pt x="276130" y="392811"/>
                                  </a:cubicBezTo>
                                  <a:cubicBezTo>
                                    <a:pt x="281559" y="384620"/>
                                    <a:pt x="284321" y="374142"/>
                                    <a:pt x="284321" y="361283"/>
                                  </a:cubicBezTo>
                                  <a:lnTo>
                                    <a:pt x="284417" y="36118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21818187" name="Forma Livre: Forma 84"/>
                          <wps:cNvSpPr>
                            <a:spLocks/>
                          </wps:cNvSpPr>
                          <wps:spPr bwMode="auto">
                            <a:xfrm>
                              <a:off x="36726" y="6612"/>
                              <a:ext cx="3687" cy="5262"/>
                            </a:xfrm>
                            <a:custGeom>
                              <a:avLst/>
                              <a:gdLst>
                                <a:gd name="T0" fmla="*/ 0 w 368712"/>
                                <a:gd name="T1" fmla="*/ 526161 h 526160"/>
                                <a:gd name="T2" fmla="*/ 0 w 368712"/>
                                <a:gd name="T3" fmla="*/ 0 h 526160"/>
                                <a:gd name="T4" fmla="*/ 355283 w 368712"/>
                                <a:gd name="T5" fmla="*/ 0 h 526160"/>
                                <a:gd name="T6" fmla="*/ 355283 w 368712"/>
                                <a:gd name="T7" fmla="*/ 106966 h 526160"/>
                                <a:gd name="T8" fmla="*/ 123158 w 368712"/>
                                <a:gd name="T9" fmla="*/ 106966 h 526160"/>
                                <a:gd name="T10" fmla="*/ 123158 w 368712"/>
                                <a:gd name="T11" fmla="*/ 206597 h 526160"/>
                                <a:gd name="T12" fmla="*/ 342614 w 368712"/>
                                <a:gd name="T13" fmla="*/ 206597 h 526160"/>
                                <a:gd name="T14" fmla="*/ 342614 w 368712"/>
                                <a:gd name="T15" fmla="*/ 308420 h 526160"/>
                                <a:gd name="T16" fmla="*/ 123158 w 368712"/>
                                <a:gd name="T17" fmla="*/ 308420 h 526160"/>
                                <a:gd name="T18" fmla="*/ 123158 w 368712"/>
                                <a:gd name="T19" fmla="*/ 417671 h 526160"/>
                                <a:gd name="T20" fmla="*/ 368713 w 368712"/>
                                <a:gd name="T21" fmla="*/ 417671 h 526160"/>
                                <a:gd name="T22" fmla="*/ 368713 w 368712"/>
                                <a:gd name="T23" fmla="*/ 526161 h 526160"/>
                                <a:gd name="T24" fmla="*/ 0 w 368712"/>
                                <a:gd name="T25" fmla="*/ 526161 h 526160"/>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368712" h="526160">
                                  <a:moveTo>
                                    <a:pt x="0" y="526161"/>
                                  </a:moveTo>
                                  <a:lnTo>
                                    <a:pt x="0" y="0"/>
                                  </a:lnTo>
                                  <a:lnTo>
                                    <a:pt x="355283" y="0"/>
                                  </a:lnTo>
                                  <a:lnTo>
                                    <a:pt x="355283" y="106966"/>
                                  </a:lnTo>
                                  <a:lnTo>
                                    <a:pt x="123158" y="106966"/>
                                  </a:lnTo>
                                  <a:lnTo>
                                    <a:pt x="123158" y="206597"/>
                                  </a:lnTo>
                                  <a:lnTo>
                                    <a:pt x="342614" y="206597"/>
                                  </a:lnTo>
                                  <a:lnTo>
                                    <a:pt x="342614" y="308420"/>
                                  </a:lnTo>
                                  <a:lnTo>
                                    <a:pt x="123158" y="308420"/>
                                  </a:lnTo>
                                  <a:lnTo>
                                    <a:pt x="123158" y="417671"/>
                                  </a:lnTo>
                                  <a:lnTo>
                                    <a:pt x="368713" y="417671"/>
                                  </a:lnTo>
                                  <a:lnTo>
                                    <a:pt x="368713" y="526161"/>
                                  </a:lnTo>
                                  <a:lnTo>
                                    <a:pt x="0" y="526161"/>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136911480" name="Forma Livre: Forma 85"/>
                          <wps:cNvSpPr>
                            <a:spLocks/>
                          </wps:cNvSpPr>
                          <wps:spPr bwMode="auto">
                            <a:xfrm>
                              <a:off x="41294" y="6612"/>
                              <a:ext cx="4322" cy="5262"/>
                            </a:xfrm>
                            <a:custGeom>
                              <a:avLst/>
                              <a:gdLst>
                                <a:gd name="T0" fmla="*/ 282893 w 432244"/>
                                <a:gd name="T1" fmla="*/ 526161 h 526160"/>
                                <a:gd name="T2" fmla="*/ 168116 w 432244"/>
                                <a:gd name="T3" fmla="*/ 317278 h 526160"/>
                                <a:gd name="T4" fmla="*/ 124682 w 432244"/>
                                <a:gd name="T5" fmla="*/ 317278 h 526160"/>
                                <a:gd name="T6" fmla="*/ 124682 w 432244"/>
                                <a:gd name="T7" fmla="*/ 526161 h 526160"/>
                                <a:gd name="T8" fmla="*/ 0 w 432244"/>
                                <a:gd name="T9" fmla="*/ 526161 h 526160"/>
                                <a:gd name="T10" fmla="*/ 0 w 432244"/>
                                <a:gd name="T11" fmla="*/ 0 h 526160"/>
                                <a:gd name="T12" fmla="*/ 201549 w 432244"/>
                                <a:gd name="T13" fmla="*/ 0 h 526160"/>
                                <a:gd name="T14" fmla="*/ 275844 w 432244"/>
                                <a:gd name="T15" fmla="*/ 7810 h 526160"/>
                                <a:gd name="T16" fmla="*/ 340805 w 432244"/>
                                <a:gd name="T17" fmla="*/ 34195 h 526160"/>
                                <a:gd name="T18" fmla="*/ 386715 w 432244"/>
                                <a:gd name="T19" fmla="*/ 83249 h 526160"/>
                                <a:gd name="T20" fmla="*/ 403860 w 432244"/>
                                <a:gd name="T21" fmla="*/ 159067 h 526160"/>
                                <a:gd name="T22" fmla="*/ 374713 w 432244"/>
                                <a:gd name="T23" fmla="*/ 248984 h 526160"/>
                                <a:gd name="T24" fmla="*/ 294132 w 432244"/>
                                <a:gd name="T25" fmla="*/ 300990 h 526160"/>
                                <a:gd name="T26" fmla="*/ 432245 w 432244"/>
                                <a:gd name="T27" fmla="*/ 526161 h 526160"/>
                                <a:gd name="T28" fmla="*/ 282988 w 432244"/>
                                <a:gd name="T29" fmla="*/ 526161 h 526160"/>
                                <a:gd name="T30" fmla="*/ 277654 w 432244"/>
                                <a:gd name="T31" fmla="*/ 161258 h 526160"/>
                                <a:gd name="T32" fmla="*/ 269748 w 432244"/>
                                <a:gd name="T33" fmla="*/ 131255 h 526160"/>
                                <a:gd name="T34" fmla="*/ 249460 w 432244"/>
                                <a:gd name="T35" fmla="*/ 113348 h 526160"/>
                                <a:gd name="T36" fmla="*/ 221647 w 432244"/>
                                <a:gd name="T37" fmla="*/ 104775 h 526160"/>
                                <a:gd name="T38" fmla="*/ 192024 w 432244"/>
                                <a:gd name="T39" fmla="*/ 102489 h 526160"/>
                                <a:gd name="T40" fmla="*/ 123730 w 432244"/>
                                <a:gd name="T41" fmla="*/ 102489 h 526160"/>
                                <a:gd name="T42" fmla="*/ 123730 w 432244"/>
                                <a:gd name="T43" fmla="*/ 225076 h 526160"/>
                                <a:gd name="T44" fmla="*/ 184499 w 432244"/>
                                <a:gd name="T45" fmla="*/ 225076 h 526160"/>
                                <a:gd name="T46" fmla="*/ 216789 w 432244"/>
                                <a:gd name="T47" fmla="*/ 222504 h 526160"/>
                                <a:gd name="T48" fmla="*/ 246793 w 432244"/>
                                <a:gd name="T49" fmla="*/ 213169 h 526160"/>
                                <a:gd name="T50" fmla="*/ 268891 w 432244"/>
                                <a:gd name="T51" fmla="*/ 193834 h 526160"/>
                                <a:gd name="T52" fmla="*/ 277559 w 432244"/>
                                <a:gd name="T53" fmla="*/ 161163 h 526160"/>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Lst>
                              <a:ahLst/>
                              <a:cxnLst>
                                <a:cxn ang="T54">
                                  <a:pos x="T0" y="T1"/>
                                </a:cxn>
                                <a:cxn ang="T55">
                                  <a:pos x="T2" y="T3"/>
                                </a:cxn>
                                <a:cxn ang="T56">
                                  <a:pos x="T4" y="T5"/>
                                </a:cxn>
                                <a:cxn ang="T57">
                                  <a:pos x="T6" y="T7"/>
                                </a:cxn>
                                <a:cxn ang="T58">
                                  <a:pos x="T8" y="T9"/>
                                </a:cxn>
                                <a:cxn ang="T59">
                                  <a:pos x="T10" y="T11"/>
                                </a:cxn>
                                <a:cxn ang="T60">
                                  <a:pos x="T12" y="T13"/>
                                </a:cxn>
                                <a:cxn ang="T61">
                                  <a:pos x="T14" y="T15"/>
                                </a:cxn>
                                <a:cxn ang="T62">
                                  <a:pos x="T16" y="T17"/>
                                </a:cxn>
                                <a:cxn ang="T63">
                                  <a:pos x="T18" y="T19"/>
                                </a:cxn>
                                <a:cxn ang="T64">
                                  <a:pos x="T20" y="T21"/>
                                </a:cxn>
                                <a:cxn ang="T65">
                                  <a:pos x="T22" y="T23"/>
                                </a:cxn>
                                <a:cxn ang="T66">
                                  <a:pos x="T24" y="T25"/>
                                </a:cxn>
                                <a:cxn ang="T67">
                                  <a:pos x="T26" y="T27"/>
                                </a:cxn>
                                <a:cxn ang="T68">
                                  <a:pos x="T28" y="T29"/>
                                </a:cxn>
                                <a:cxn ang="T69">
                                  <a:pos x="T30" y="T31"/>
                                </a:cxn>
                                <a:cxn ang="T70">
                                  <a:pos x="T32" y="T33"/>
                                </a:cxn>
                                <a:cxn ang="T71">
                                  <a:pos x="T34" y="T35"/>
                                </a:cxn>
                                <a:cxn ang="T72">
                                  <a:pos x="T36" y="T37"/>
                                </a:cxn>
                                <a:cxn ang="T73">
                                  <a:pos x="T38" y="T39"/>
                                </a:cxn>
                                <a:cxn ang="T74">
                                  <a:pos x="T40" y="T41"/>
                                </a:cxn>
                                <a:cxn ang="T75">
                                  <a:pos x="T42" y="T43"/>
                                </a:cxn>
                                <a:cxn ang="T76">
                                  <a:pos x="T44" y="T45"/>
                                </a:cxn>
                                <a:cxn ang="T77">
                                  <a:pos x="T46" y="T47"/>
                                </a:cxn>
                                <a:cxn ang="T78">
                                  <a:pos x="T48" y="T49"/>
                                </a:cxn>
                                <a:cxn ang="T79">
                                  <a:pos x="T50" y="T51"/>
                                </a:cxn>
                                <a:cxn ang="T80">
                                  <a:pos x="T52" y="T53"/>
                                </a:cxn>
                              </a:cxnLst>
                              <a:rect l="0" t="0" r="r" b="b"/>
                              <a:pathLst>
                                <a:path w="432244" h="526160">
                                  <a:moveTo>
                                    <a:pt x="282893" y="526161"/>
                                  </a:moveTo>
                                  <a:lnTo>
                                    <a:pt x="168116" y="317278"/>
                                  </a:lnTo>
                                  <a:lnTo>
                                    <a:pt x="124682" y="317278"/>
                                  </a:lnTo>
                                  <a:lnTo>
                                    <a:pt x="124682" y="526161"/>
                                  </a:lnTo>
                                  <a:lnTo>
                                    <a:pt x="0" y="526161"/>
                                  </a:lnTo>
                                  <a:lnTo>
                                    <a:pt x="0" y="0"/>
                                  </a:lnTo>
                                  <a:lnTo>
                                    <a:pt x="201549" y="0"/>
                                  </a:lnTo>
                                  <a:cubicBezTo>
                                    <a:pt x="226981" y="0"/>
                                    <a:pt x="251651" y="2572"/>
                                    <a:pt x="275844" y="7810"/>
                                  </a:cubicBezTo>
                                  <a:cubicBezTo>
                                    <a:pt x="299942" y="12954"/>
                                    <a:pt x="321659" y="21812"/>
                                    <a:pt x="340805" y="34195"/>
                                  </a:cubicBezTo>
                                  <a:cubicBezTo>
                                    <a:pt x="359950" y="46577"/>
                                    <a:pt x="375285" y="62960"/>
                                    <a:pt x="386715" y="83249"/>
                                  </a:cubicBezTo>
                                  <a:cubicBezTo>
                                    <a:pt x="398145" y="103537"/>
                                    <a:pt x="403860" y="128873"/>
                                    <a:pt x="403860" y="159067"/>
                                  </a:cubicBezTo>
                                  <a:cubicBezTo>
                                    <a:pt x="403860" y="194786"/>
                                    <a:pt x="394145" y="224695"/>
                                    <a:pt x="374713" y="248984"/>
                                  </a:cubicBezTo>
                                  <a:cubicBezTo>
                                    <a:pt x="355282" y="273272"/>
                                    <a:pt x="328422" y="290608"/>
                                    <a:pt x="294132" y="300990"/>
                                  </a:cubicBezTo>
                                  <a:lnTo>
                                    <a:pt x="432245" y="526161"/>
                                  </a:lnTo>
                                  <a:lnTo>
                                    <a:pt x="282988" y="526161"/>
                                  </a:lnTo>
                                  <a:lnTo>
                                    <a:pt x="282893" y="526161"/>
                                  </a:lnTo>
                                  <a:close/>
                                  <a:moveTo>
                                    <a:pt x="277654" y="161258"/>
                                  </a:moveTo>
                                  <a:cubicBezTo>
                                    <a:pt x="277654" y="148876"/>
                                    <a:pt x="274987" y="138875"/>
                                    <a:pt x="269748" y="131255"/>
                                  </a:cubicBezTo>
                                  <a:cubicBezTo>
                                    <a:pt x="264509" y="123539"/>
                                    <a:pt x="257746" y="117634"/>
                                    <a:pt x="249460" y="113348"/>
                                  </a:cubicBezTo>
                                  <a:cubicBezTo>
                                    <a:pt x="241173" y="109156"/>
                                    <a:pt x="231934" y="106299"/>
                                    <a:pt x="221647" y="104775"/>
                                  </a:cubicBezTo>
                                  <a:cubicBezTo>
                                    <a:pt x="211455" y="103251"/>
                                    <a:pt x="201549" y="102489"/>
                                    <a:pt x="192024" y="102489"/>
                                  </a:cubicBezTo>
                                  <a:lnTo>
                                    <a:pt x="123730" y="102489"/>
                                  </a:lnTo>
                                  <a:lnTo>
                                    <a:pt x="123730" y="225076"/>
                                  </a:lnTo>
                                  <a:lnTo>
                                    <a:pt x="184499" y="225076"/>
                                  </a:lnTo>
                                  <a:cubicBezTo>
                                    <a:pt x="194977" y="225076"/>
                                    <a:pt x="205740" y="224218"/>
                                    <a:pt x="216789" y="222504"/>
                                  </a:cubicBezTo>
                                  <a:cubicBezTo>
                                    <a:pt x="227743" y="220789"/>
                                    <a:pt x="237744" y="217646"/>
                                    <a:pt x="246793" y="213169"/>
                                  </a:cubicBezTo>
                                  <a:cubicBezTo>
                                    <a:pt x="255746" y="208693"/>
                                    <a:pt x="263176" y="202311"/>
                                    <a:pt x="268891" y="193834"/>
                                  </a:cubicBezTo>
                                  <a:cubicBezTo>
                                    <a:pt x="274701" y="185452"/>
                                    <a:pt x="277559" y="174498"/>
                                    <a:pt x="277559" y="161163"/>
                                  </a:cubicBezTo>
                                  <a:lnTo>
                                    <a:pt x="277654" y="16125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540029245" name="Gráfico 4"/>
                        <wpg:cNvGrpSpPr>
                          <a:grpSpLocks/>
                        </wpg:cNvGrpSpPr>
                        <wpg:grpSpPr bwMode="auto">
                          <a:xfrm>
                            <a:off x="11858" y="5207"/>
                            <a:ext cx="8528" cy="8100"/>
                            <a:chOff x="11858" y="5207"/>
                            <a:chExt cx="8527" cy="8100"/>
                          </a:xfrm>
                        </wpg:grpSpPr>
                        <wps:wsp>
                          <wps:cNvPr id="678817702" name="Forma Livre: Forma 87"/>
                          <wps:cNvSpPr>
                            <a:spLocks/>
                          </wps:cNvSpPr>
                          <wps:spPr bwMode="auto">
                            <a:xfrm>
                              <a:off x="11858" y="5207"/>
                              <a:ext cx="8528" cy="8100"/>
                            </a:xfrm>
                            <a:custGeom>
                              <a:avLst/>
                              <a:gdLst>
                                <a:gd name="T0" fmla="*/ 790861 w 852773"/>
                                <a:gd name="T1" fmla="*/ 0 h 810006"/>
                                <a:gd name="T2" fmla="*/ 61913 w 852773"/>
                                <a:gd name="T3" fmla="*/ 0 h 810006"/>
                                <a:gd name="T4" fmla="*/ 0 w 852773"/>
                                <a:gd name="T5" fmla="*/ 61913 h 810006"/>
                                <a:gd name="T6" fmla="*/ 0 w 852773"/>
                                <a:gd name="T7" fmla="*/ 748094 h 810006"/>
                                <a:gd name="T8" fmla="*/ 61913 w 852773"/>
                                <a:gd name="T9" fmla="*/ 810006 h 810006"/>
                                <a:gd name="T10" fmla="*/ 790861 w 852773"/>
                                <a:gd name="T11" fmla="*/ 810006 h 810006"/>
                                <a:gd name="T12" fmla="*/ 852773 w 852773"/>
                                <a:gd name="T13" fmla="*/ 748094 h 810006"/>
                                <a:gd name="T14" fmla="*/ 852773 w 852773"/>
                                <a:gd name="T15" fmla="*/ 61913 h 810006"/>
                                <a:gd name="T16" fmla="*/ 790861 w 852773"/>
                                <a:gd name="T17" fmla="*/ 0 h 810006"/>
                                <a:gd name="T18" fmla="*/ 805148 w 852773"/>
                                <a:gd name="T19" fmla="*/ 733235 h 810006"/>
                                <a:gd name="T20" fmla="*/ 776097 w 852773"/>
                                <a:gd name="T21" fmla="*/ 762381 h 810006"/>
                                <a:gd name="T22" fmla="*/ 76676 w 852773"/>
                                <a:gd name="T23" fmla="*/ 762381 h 810006"/>
                                <a:gd name="T24" fmla="*/ 47530 w 852773"/>
                                <a:gd name="T25" fmla="*/ 733235 h 810006"/>
                                <a:gd name="T26" fmla="*/ 47530 w 852773"/>
                                <a:gd name="T27" fmla="*/ 76676 h 810006"/>
                                <a:gd name="T28" fmla="*/ 76676 w 852773"/>
                                <a:gd name="T29" fmla="*/ 47530 h 810006"/>
                                <a:gd name="T30" fmla="*/ 776097 w 852773"/>
                                <a:gd name="T31" fmla="*/ 47530 h 810006"/>
                                <a:gd name="T32" fmla="*/ 805148 w 852773"/>
                                <a:gd name="T33" fmla="*/ 76676 h 810006"/>
                                <a:gd name="T34" fmla="*/ 805148 w 852773"/>
                                <a:gd name="T35" fmla="*/ 733235 h 81000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52773" h="810006">
                                  <a:moveTo>
                                    <a:pt x="790861" y="0"/>
                                  </a:moveTo>
                                  <a:lnTo>
                                    <a:pt x="61913" y="0"/>
                                  </a:lnTo>
                                  <a:cubicBezTo>
                                    <a:pt x="27908" y="0"/>
                                    <a:pt x="0" y="27813"/>
                                    <a:pt x="0" y="61913"/>
                                  </a:cubicBezTo>
                                  <a:lnTo>
                                    <a:pt x="0" y="748094"/>
                                  </a:lnTo>
                                  <a:cubicBezTo>
                                    <a:pt x="0" y="782193"/>
                                    <a:pt x="27908" y="810006"/>
                                    <a:pt x="61913" y="810006"/>
                                  </a:cubicBezTo>
                                  <a:lnTo>
                                    <a:pt x="790861" y="810006"/>
                                  </a:lnTo>
                                  <a:cubicBezTo>
                                    <a:pt x="824865" y="810006"/>
                                    <a:pt x="852773" y="782193"/>
                                    <a:pt x="852773" y="748094"/>
                                  </a:cubicBezTo>
                                  <a:lnTo>
                                    <a:pt x="852773" y="61913"/>
                                  </a:lnTo>
                                  <a:cubicBezTo>
                                    <a:pt x="852773" y="27908"/>
                                    <a:pt x="824960" y="0"/>
                                    <a:pt x="790861" y="0"/>
                                  </a:cubicBezTo>
                                  <a:close/>
                                  <a:moveTo>
                                    <a:pt x="805148" y="733235"/>
                                  </a:moveTo>
                                  <a:cubicBezTo>
                                    <a:pt x="805148" y="749237"/>
                                    <a:pt x="792004" y="762381"/>
                                    <a:pt x="776097" y="762381"/>
                                  </a:cubicBezTo>
                                  <a:lnTo>
                                    <a:pt x="76676" y="762381"/>
                                  </a:lnTo>
                                  <a:cubicBezTo>
                                    <a:pt x="60674" y="762381"/>
                                    <a:pt x="47530" y="749237"/>
                                    <a:pt x="47530" y="733235"/>
                                  </a:cubicBezTo>
                                  <a:lnTo>
                                    <a:pt x="47530" y="76676"/>
                                  </a:lnTo>
                                  <a:cubicBezTo>
                                    <a:pt x="47530" y="60674"/>
                                    <a:pt x="60674" y="47530"/>
                                    <a:pt x="76676" y="47530"/>
                                  </a:cubicBezTo>
                                  <a:lnTo>
                                    <a:pt x="776097" y="47530"/>
                                  </a:lnTo>
                                  <a:cubicBezTo>
                                    <a:pt x="792099" y="47530"/>
                                    <a:pt x="805148" y="60674"/>
                                    <a:pt x="805148" y="76676"/>
                                  </a:cubicBezTo>
                                  <a:lnTo>
                                    <a:pt x="805148" y="733235"/>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068228858" name="Forma Livre: Forma 88"/>
                          <wps:cNvSpPr>
                            <a:spLocks/>
                          </wps:cNvSpPr>
                          <wps:spPr bwMode="auto">
                            <a:xfrm>
                              <a:off x="12783" y="6122"/>
                              <a:ext cx="6679" cy="6268"/>
                            </a:xfrm>
                            <a:custGeom>
                              <a:avLst/>
                              <a:gdLst>
                                <a:gd name="T0" fmla="*/ 653320 w 667893"/>
                                <a:gd name="T1" fmla="*/ 0 h 626840"/>
                                <a:gd name="T2" fmla="*/ 14573 w 667893"/>
                                <a:gd name="T3" fmla="*/ 0 h 626840"/>
                                <a:gd name="T4" fmla="*/ 0 w 667893"/>
                                <a:gd name="T5" fmla="*/ 14573 h 626840"/>
                                <a:gd name="T6" fmla="*/ 0 w 667893"/>
                                <a:gd name="T7" fmla="*/ 612267 h 626840"/>
                                <a:gd name="T8" fmla="*/ 14573 w 667893"/>
                                <a:gd name="T9" fmla="*/ 626840 h 626840"/>
                                <a:gd name="T10" fmla="*/ 653320 w 667893"/>
                                <a:gd name="T11" fmla="*/ 626840 h 626840"/>
                                <a:gd name="T12" fmla="*/ 667893 w 667893"/>
                                <a:gd name="T13" fmla="*/ 612267 h 626840"/>
                                <a:gd name="T14" fmla="*/ 667893 w 667893"/>
                                <a:gd name="T15" fmla="*/ 14669 h 626840"/>
                                <a:gd name="T16" fmla="*/ 653320 w 667893"/>
                                <a:gd name="T17" fmla="*/ 95 h 626840"/>
                                <a:gd name="T18" fmla="*/ 617125 w 667893"/>
                                <a:gd name="T19" fmla="*/ 565404 h 626840"/>
                                <a:gd name="T20" fmla="*/ 606171 w 667893"/>
                                <a:gd name="T21" fmla="*/ 576358 h 626840"/>
                                <a:gd name="T22" fmla="*/ 61817 w 667893"/>
                                <a:gd name="T23" fmla="*/ 576358 h 626840"/>
                                <a:gd name="T24" fmla="*/ 50864 w 667893"/>
                                <a:gd name="T25" fmla="*/ 565404 h 626840"/>
                                <a:gd name="T26" fmla="*/ 50864 w 667893"/>
                                <a:gd name="T27" fmla="*/ 61913 h 626840"/>
                                <a:gd name="T28" fmla="*/ 61817 w 667893"/>
                                <a:gd name="T29" fmla="*/ 51054 h 626840"/>
                                <a:gd name="T30" fmla="*/ 606076 w 667893"/>
                                <a:gd name="T31" fmla="*/ 51054 h 626840"/>
                                <a:gd name="T32" fmla="*/ 617030 w 667893"/>
                                <a:gd name="T33" fmla="*/ 61913 h 626840"/>
                                <a:gd name="T34" fmla="*/ 617030 w 667893"/>
                                <a:gd name="T35" fmla="*/ 565499 h 62684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667893" h="626840">
                                  <a:moveTo>
                                    <a:pt x="653320" y="0"/>
                                  </a:moveTo>
                                  <a:lnTo>
                                    <a:pt x="14573" y="0"/>
                                  </a:lnTo>
                                  <a:cubicBezTo>
                                    <a:pt x="6572" y="0"/>
                                    <a:pt x="0" y="6572"/>
                                    <a:pt x="0" y="14573"/>
                                  </a:cubicBezTo>
                                  <a:lnTo>
                                    <a:pt x="0" y="612267"/>
                                  </a:lnTo>
                                  <a:cubicBezTo>
                                    <a:pt x="0" y="620268"/>
                                    <a:pt x="6572" y="626840"/>
                                    <a:pt x="14573" y="626840"/>
                                  </a:cubicBezTo>
                                  <a:lnTo>
                                    <a:pt x="653320" y="626840"/>
                                  </a:lnTo>
                                  <a:cubicBezTo>
                                    <a:pt x="661321" y="626840"/>
                                    <a:pt x="667893" y="620268"/>
                                    <a:pt x="667893" y="612267"/>
                                  </a:cubicBezTo>
                                  <a:lnTo>
                                    <a:pt x="667893" y="14669"/>
                                  </a:lnTo>
                                  <a:cubicBezTo>
                                    <a:pt x="667893" y="6668"/>
                                    <a:pt x="661321" y="95"/>
                                    <a:pt x="653320" y="95"/>
                                  </a:cubicBezTo>
                                  <a:lnTo>
                                    <a:pt x="653320" y="0"/>
                                  </a:lnTo>
                                  <a:close/>
                                  <a:moveTo>
                                    <a:pt x="617125" y="565404"/>
                                  </a:moveTo>
                                  <a:cubicBezTo>
                                    <a:pt x="617125" y="571405"/>
                                    <a:pt x="612172" y="576358"/>
                                    <a:pt x="606171" y="576358"/>
                                  </a:cubicBezTo>
                                  <a:lnTo>
                                    <a:pt x="61817" y="576358"/>
                                  </a:lnTo>
                                  <a:cubicBezTo>
                                    <a:pt x="55816" y="576358"/>
                                    <a:pt x="50864" y="571405"/>
                                    <a:pt x="50864" y="565404"/>
                                  </a:cubicBezTo>
                                  <a:lnTo>
                                    <a:pt x="50864" y="61913"/>
                                  </a:lnTo>
                                  <a:cubicBezTo>
                                    <a:pt x="50864" y="55912"/>
                                    <a:pt x="55816" y="51054"/>
                                    <a:pt x="61817" y="51054"/>
                                  </a:cubicBezTo>
                                  <a:lnTo>
                                    <a:pt x="606076" y="51054"/>
                                  </a:lnTo>
                                  <a:cubicBezTo>
                                    <a:pt x="612077" y="51054"/>
                                    <a:pt x="617030" y="56007"/>
                                    <a:pt x="617030" y="61913"/>
                                  </a:cubicBezTo>
                                  <a:lnTo>
                                    <a:pt x="617030" y="565499"/>
                                  </a:lnTo>
                                  <a:lnTo>
                                    <a:pt x="617125" y="565404"/>
                                  </a:lnTo>
                                  <a:close/>
                                </a:path>
                              </a:pathLst>
                            </a:custGeom>
                            <a:solidFill>
                              <a:srgbClr val="E84E0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77096818" name="Forma Livre: Forma 89"/>
                          <wps:cNvSpPr>
                            <a:spLocks/>
                          </wps:cNvSpPr>
                          <wps:spPr bwMode="auto">
                            <a:xfrm>
                              <a:off x="13701" y="7673"/>
                              <a:ext cx="2343" cy="3168"/>
                            </a:xfrm>
                            <a:custGeom>
                              <a:avLst/>
                              <a:gdLst>
                                <a:gd name="T0" fmla="*/ 200120 w 234314"/>
                                <a:gd name="T1" fmla="*/ 63818 h 316801"/>
                                <a:gd name="T2" fmla="*/ 146114 w 234314"/>
                                <a:gd name="T3" fmla="*/ 154686 h 316801"/>
                                <a:gd name="T4" fmla="*/ 81343 w 234314"/>
                                <a:gd name="T5" fmla="*/ 0 h 316801"/>
                                <a:gd name="T6" fmla="*/ 0 w 234314"/>
                                <a:gd name="T7" fmla="*/ 0 h 316801"/>
                                <a:gd name="T8" fmla="*/ 132302 w 234314"/>
                                <a:gd name="T9" fmla="*/ 316802 h 316801"/>
                                <a:gd name="T10" fmla="*/ 200311 w 234314"/>
                                <a:gd name="T11" fmla="*/ 316802 h 316801"/>
                                <a:gd name="T12" fmla="*/ 234315 w 234314"/>
                                <a:gd name="T13" fmla="*/ 63818 h 316801"/>
                                <a:gd name="T14" fmla="*/ 200120 w 234314"/>
                                <a:gd name="T15" fmla="*/ 63818 h 31680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34314" h="316801">
                                  <a:moveTo>
                                    <a:pt x="200120" y="63818"/>
                                  </a:moveTo>
                                  <a:lnTo>
                                    <a:pt x="146114" y="154686"/>
                                  </a:lnTo>
                                  <a:lnTo>
                                    <a:pt x="81343" y="0"/>
                                  </a:lnTo>
                                  <a:lnTo>
                                    <a:pt x="0" y="0"/>
                                  </a:lnTo>
                                  <a:lnTo>
                                    <a:pt x="132302" y="316802"/>
                                  </a:lnTo>
                                  <a:lnTo>
                                    <a:pt x="200311" y="316802"/>
                                  </a:lnTo>
                                  <a:lnTo>
                                    <a:pt x="234315" y="63818"/>
                                  </a:lnTo>
                                  <a:lnTo>
                                    <a:pt x="200120" y="6381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45693085" name="Forma Livre: Forma 90"/>
                          <wps:cNvSpPr>
                            <a:spLocks/>
                          </wps:cNvSpPr>
                          <wps:spPr bwMode="auto">
                            <a:xfrm>
                              <a:off x="16201" y="7673"/>
                              <a:ext cx="2343" cy="3168"/>
                            </a:xfrm>
                            <a:custGeom>
                              <a:avLst/>
                              <a:gdLst>
                                <a:gd name="T0" fmla="*/ 34195 w 234315"/>
                                <a:gd name="T1" fmla="*/ 63818 h 316801"/>
                                <a:gd name="T2" fmla="*/ 88201 w 234315"/>
                                <a:gd name="T3" fmla="*/ 154686 h 316801"/>
                                <a:gd name="T4" fmla="*/ 152972 w 234315"/>
                                <a:gd name="T5" fmla="*/ 0 h 316801"/>
                                <a:gd name="T6" fmla="*/ 234315 w 234315"/>
                                <a:gd name="T7" fmla="*/ 0 h 316801"/>
                                <a:gd name="T8" fmla="*/ 102013 w 234315"/>
                                <a:gd name="T9" fmla="*/ 316802 h 316801"/>
                                <a:gd name="T10" fmla="*/ 34004 w 234315"/>
                                <a:gd name="T11" fmla="*/ 316802 h 316801"/>
                                <a:gd name="T12" fmla="*/ 0 w 234315"/>
                                <a:gd name="T13" fmla="*/ 63818 h 316801"/>
                                <a:gd name="T14" fmla="*/ 34195 w 234315"/>
                                <a:gd name="T15" fmla="*/ 63818 h 31680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34315" h="316801">
                                  <a:moveTo>
                                    <a:pt x="34195" y="63818"/>
                                  </a:moveTo>
                                  <a:lnTo>
                                    <a:pt x="88201" y="154686"/>
                                  </a:lnTo>
                                  <a:lnTo>
                                    <a:pt x="152972" y="0"/>
                                  </a:lnTo>
                                  <a:lnTo>
                                    <a:pt x="234315" y="0"/>
                                  </a:lnTo>
                                  <a:lnTo>
                                    <a:pt x="102013" y="316802"/>
                                  </a:lnTo>
                                  <a:lnTo>
                                    <a:pt x="34004" y="316802"/>
                                  </a:lnTo>
                                  <a:lnTo>
                                    <a:pt x="0" y="63818"/>
                                  </a:lnTo>
                                  <a:lnTo>
                                    <a:pt x="34195" y="63818"/>
                                  </a:lnTo>
                                  <a:close/>
                                </a:path>
                              </a:pathLst>
                            </a:custGeom>
                            <a:solidFill>
                              <a:srgbClr val="48535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wgp>
                  </wpc:wpc>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4FAA92D7" id="Tela 76" o:spid="_x0000_s1026" editas="canvas" style="position:absolute;margin-left:-59.55pt;margin-top:0;width:595.25pt;height:842pt;z-index:251661824;mso-position-vertical-relative:page" coordsize="75596,106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596;height:106934;visibility:visible;mso-wrap-style:square">
                <v:fill o:detectmouseclick="t"/>
                <v:path o:connecttype="none"/>
              </v:shape>
              <v:shape id="Freeform 4" o:spid="_x0000_s1028" style="position:absolute;left:7562;top:7010;width:60554;height:298;visibility:visible;mso-wrap-style:square;v-text-anchor:top" coordsize="635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" path="m,31r,l6350,31r,-31l,,,31xe" fillcolor="#fa5a00" stroked="f" strokeweight="0">
                <v:path arrowok="t" o:connecttype="custom" o:connectlocs="0,28689710;0,28689710;2147483646,28689710;2147483646,0;0,0;0,28689710" o:connectangles="0,0,0,0,0,0"/>
              </v:shape>
              <v:group id="Agrupar 92" o:spid="_x0000_s1029" style="position:absolute;left:50819;top:10147;width:17297;height:1702" coordorigin="50819,10147" coordsize="17297,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">
                <v:shape id="Freeform 57" o:spid="_x0000_s1030" style="position:absolute;left:50819;top:10198;width:1219;height:1613;visibility:visible;mso-wrap-style:square;v-text-anchor:top" coordsize="12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" path="m128,52r,c128,13,99,,62,l,,,169r41,l41,105r20,c97,105,128,91,128,52xm88,52r,c88,68,73,72,58,72r-17,l41,33r18,c73,33,88,36,88,52xe" fillcolor="#fa5a00" stroked="f" strokeweight="0">
                  <v:path arrowok="t" o:connecttype="custom" o:connectlocs="1161098,473668;1161098,473668;562407,0;0,0;0,1539413;371919,1539413;371919,956442;553340,956442;1161098,473668;798255,473668;798255,473668;526122,655842;371919,655842;371919,300591;535198,300591;798255,473668" o:connectangles="0,0,0,0,0,0,0,0,0,0,0,0,0,0,0,0"/>
                  <o:lock v:ext="edit" verticies="t"/>
                </v:shape>
                <v:shape id="Freeform 58" o:spid="_x0000_s1031" style="position:absolute;left:52285;top:10198;width:1315;height:1613;visibility:visible;mso-wrap-style:square;v-text-anchor:top" coordsize="13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" path="m138,169r,l94,96v22,-6,35,-23,35,-45c129,12,97,,64,l,,,169r40,l40,102r14,l90,169r48,xm89,51r,c89,69,72,72,59,72r-19,l40,33r21,c74,33,89,36,89,51xe" fillcolor="#fa5a00" stroked="f" strokeweight="0">
                  <v:path arrowok="t" o:connecttype="custom" o:connectlocs="1252538,1539413;1252538,1539413;853178,874456;1170855,464554;580887,0;0,0;0,1539413;363054,1539413;363054,929117;490123,929117;816872,1539413;1252538,1539413;807801,464554;807801,464554;535510,655842;363054,655842;363054,300591;553663,300591;807801,464554" o:connectangles="0,0,0,0,0,0,0,0,0,0,0,0,0,0,0,0,0,0,0"/>
                  <o:lock v:ext="edit" verticies="t"/>
                </v:shape>
                <v:shape id="Freeform 59" o:spid="_x0000_s1032" style="position:absolute;left:53803;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" path="m118,169r,l118,134r-79,l39,99r70,l109,66r-70,l39,34r75,l114,,,,,169r118,xe" fillcolor="#fa5a00" stroked="f" strokeweight="0">
                  <v:path arrowok="t" o:connecttype="custom" o:connectlocs="1070610,1539413;1070610,1539413;1070610,1220602;353850,1220602;353850,901782;988958,901782;988958,601191;353850,601191;353850,309706;1034318,309706;1034318,0;0,0;0,1539413;1070610,1539413" o:connectangles="0,0,0,0,0,0,0,0,0,0,0,0,0,0"/>
                </v:shape>
                <v:shape id="Freeform 60" o:spid="_x0000_s1033" style="position:absolute;left:5506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" path="m129,21r,c114,7,93,,73,,42,,8,16,8,53v,31,22,42,43,49c73,109,86,113,86,126v,14,-11,18,-23,18c50,144,35,137,26,126l,154v14,15,39,24,63,24c96,178,128,161,128,122,128,88,98,78,75,71,59,66,49,62,49,51,49,38,62,34,73,34v10,,23,6,30,15l129,21xe" fillcolor="#fa5a00" stroked="f" strokeweight="0">
                  <v:path arrowok="t" o:connecttype="custom" o:connectlocs="1176512,191972;1176512,191972;665777,0;72965,484515;465133,932457;784345,1151852;574580,1316411;237127,1151852;0,1407822;574580,1627227;1167392,1115288;684018,649064;446891,466224;665777,310816;939386,447942;1176512,191972" o:connectangles="0,0,0,0,0,0,0,0,0,0,0,0,0,0,0,0"/>
                </v:shape>
                <v:shape id="Freeform 61" o:spid="_x0000_s1034" style="position:absolute;left:56407;top:10147;width:1238;height:1702;visibility:visible;mso-wrap-style:square;v-text-anchor:top" coordsize="13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" path="m130,21r,c115,7,93,,74,,43,,9,16,9,53v,31,22,42,43,49c74,109,87,113,87,126v,14,-11,18,-23,18c50,144,35,137,27,126l,154v15,15,40,24,64,24c97,178,129,161,129,122,129,88,99,78,76,71,60,66,50,62,50,51,50,38,63,34,74,34v10,,23,6,30,15l130,21xe" fillcolor="#fa5a00" stroked="f" strokeweight="0">
                  <v:path arrowok="t" o:connecttype="custom" o:connectlocs="1179195,191972;1179195,191972;671234,0;81641,484515;471678,932457;789158,1151852;580527,1316411;244914,1151852;0,1407822;580527,1627227;1170129,1115288;689376,649064;453537,466224;671234,310816;943356,447942;1179195,191972" o:connectangles="0,0,0,0,0,0,0,0,0,0,0,0,0,0,0,0"/>
                </v:shape>
                <v:shape id="Freeform 62" o:spid="_x0000_s1035" style="position:absolute;left:58464;top:10198;width:1327;height:1613;visibility:visible;mso-wrap-style:square;v-text-anchor:top" coordsize="13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" path="m139,169r,l94,96v22,-6,35,-23,35,-45c129,12,97,,65,l,,,169r40,l40,102r14,l91,169r48,xm89,51r,c89,69,73,72,59,72r-19,l40,33r22,c74,33,89,36,89,51xe" fillcolor="#fa5a00" stroked="f" strokeweight="0">
                  <v:path arrowok="t" o:connecttype="custom" o:connectlocs="1266999,1539413;1266999,1539413;856822,874456;1175846,464554;592482,0;0,0;0,1539413;364600,1539413;364600,929117;492212,929117;829470,1539413;1266999,1539413;811246,464554;811246,464554;537788,655842;364600,655842;364600,300591;565140,300591;811246,464554" o:connectangles="0,0,0,0,0,0,0,0,0,0,0,0,0,0,0,0,0,0,0"/>
                  <o:lock v:ext="edit" verticies="t"/>
                </v:shape>
                <v:shape id="Freeform 63" o:spid="_x0000_s1036" style="position:absolute;left:5998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" path="m118,169r,l118,134r-78,l40,99r70,l110,66r-70,l40,34r74,l114,,,,,169r118,xe" fillcolor="#fa5a00" stroked="f" strokeweight="0">
                  <v:path arrowok="t" o:connecttype="custom" o:connectlocs="1070610,1539413;1070610,1539413;1070610,1220602;362919,1220602;362919,901782;998026,901782;998026,601191;362919,601191;362919,309706;1034318,309706;1034318,0;0,0;0,1539413;1070610,1539413" o:connectangles="0,0,0,0,0,0,0,0,0,0,0,0,0,0"/>
                </v:shape>
                <v:shape id="Freeform 64" o:spid="_x0000_s1037" style="position:absolute;left:61372;top:10198;width:1023;height:1613;visibility:visible;mso-wrap-style:square;v-text-anchor:top" coordsize="107,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" path="m107,169r,l107,133r-66,l41,,,,,169r107,xe" fillcolor="#fa5a00" stroked="f" strokeweight="0">
                  <v:path arrowok="t" o:connecttype="custom" o:connectlocs="977443,1539413;977443,1539413;977443,1211487;374533,1211487;374533,0;0,0;0,1539413;977443,1539413" o:connectangles="0,0,0,0,0,0,0,0"/>
                </v:shape>
                <v:shape id="Freeform 65" o:spid="_x0000_s1038" style="position:absolute;left:6257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" path="m118,169r,l118,134r-78,l40,99r70,l110,66r-70,l40,34r74,l114,,,,,169r118,xe" fillcolor="#fa5a00" stroked="f" strokeweight="0">
                  <v:path arrowok="t" o:connecttype="custom" o:connectlocs="1070610,1539413;1070610,1539413;1070610,1220602;362919,1220602;362919,901782;998026,901782;998026,601191;362919,601191;362919,309706;1034318,309706;1034318,0;0,0;0,1539413;1070610,1539413" o:connectangles="0,0,0,0,0,0,0,0,0,0,0,0,0,0"/>
                </v:shape>
                <v:shape id="Freeform 66" o:spid="_x0000_s1039" style="position:absolute;left:63766;top:10198;width:1727;height:1613;visibility:visible;mso-wrap-style:square;v-text-anchor:top" coordsize="18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" path="m181,169r,l111,,71,,,169r45,l57,136r65,l136,169r45,xm111,103r,l69,103,90,45r21,58xe" fillcolor="#fa5a00" stroked="f" strokeweight="0">
                  <v:path arrowok="t" o:connecttype="custom" o:connectlocs="1647997,1539413;1647997,1539413;1010648,0;646451,0;0,1539413;409719,1539413;518978,1238822;1110804,1238822;1238278,1539413;1647997,1539413;1010648,938222;1010648,938222;628246,938222;819447,409902;1010648,938222" o:connectangles="0,0,0,0,0,0,0,0,0,0,0,0,0,0,0"/>
                  <o:lock v:ext="edit" verticies="t"/>
                </v:shape>
                <v:shape id="Freeform 67" o:spid="_x0000_s1040" style="position:absolute;left:6550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" path="m129,21r,c114,7,93,,74,,42,,8,16,8,53v,31,22,42,44,49c74,109,87,113,87,126v,14,-11,18,-24,18c50,144,35,137,27,126l,154v15,15,39,24,63,24c97,178,128,161,128,122,128,88,98,78,75,71,59,66,49,62,49,51,49,38,63,34,73,34v11,,23,6,30,15l129,21xe" fillcolor="#fa5a00" stroked="f" strokeweight="0">
                  <v:path arrowok="t" o:connecttype="custom" o:connectlocs="1176512,191972;1176512,191972;674897,0;72965,484515;474253,932457;793465,1151852;574580,1316411;246247,1151852;0,1407822;574580,1627227;1167392,1115288;684018,649064;446891,466224;665777,310816;939386,447942;1176512,191972" o:connectangles="0,0,0,0,0,0,0,0,0,0,0,0,0,0,0,0"/>
                </v:shape>
                <v:shape id="Freeform 68" o:spid="_x0000_s1041" style="position:absolute;left:66986;top:10198;width:1130;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" path="m118,169r,l118,134r-79,l39,99r70,l109,66r-70,l39,34r74,l113,,,,,169r118,xe" fillcolor="#fa5a00" stroked="f" strokeweight="0">
                  <v:path arrowok="t" o:connecttype="custom" o:connectlocs="1082406,1539413;1082406,1539413;1082406,1220602;357741,1220602;357741,901782;999849,901782;999849,601191;357741,601191;357741,309706;1036545,309706;1036545,0;0,0;0,1539413;1082406,1539413" o:connectangles="0,0,0,0,0,0,0,0,0,0,0,0,0,0"/>
                </v:shape>
              </v:group>
              <v:group id="Agrupar 91" o:spid="_x0000_s1042" style="position:absolute;left:7557;top:2910;width:12002;height:2880" coordorigin="11858,5207" coordsize="3375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">
                <o:lock v:ext="edit" aspectratio="t"/>
                <v:group id="Gráfico 4" o:spid="_x0000_s1043" style="position:absolute;left:23657;top:6470;width:21959;height:5545" coordorigin="23657,6470" coordsize="21958,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">
                  <v:shape id="Forma Livre: Forma 81" o:spid="_x0000_s1044" style="position:absolute;left:23657;top:6470;width:4897;height:5545;visibility:visible;mso-wrap-style:square;v-text-anchor:middle" coordsize="489680,55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" path="m403003,531019v-34290,15621,-73914,23431,-118682,23431c243459,554450,205835,547783,171260,534353,136684,521018,106680,502063,81344,477488,55912,453009,36100,423577,21622,389382,7239,355187,,317564,,276416,,235268,7334,196120,22003,162020,36671,127826,56960,98679,82868,74676,108775,50673,139065,32194,173927,19336,208788,6477,246316,,286607,v37338,,74009,6572,110109,19717c432816,32861,462058,52006,484441,77343r-86582,86201c385953,147161,370237,135065,350806,127064v-19431,-7906,-39338,-11907,-59722,-11907c268700,115157,248221,119253,229552,127444v-18669,8192,-34671,19432,-48101,33814c168021,175641,157544,192596,150114,212122v-7429,19621,-11240,40957,-11240,64294c138874,299752,142589,322040,150114,341852v7430,19812,17812,36767,30956,50864c194215,406813,210026,417862,228505,425768v18383,8001,38576,11906,60484,11906c314325,437674,336518,432721,355378,422815v18859,-9906,34099,-22765,45529,-38672l489680,467392v-23431,26765,-52292,47911,-86582,63532l403003,531019xe" fillcolor="#485358" stroked="f">
                    <v:stroke joinstyle="miter"/>
                    <v:path arrowok="t" o:connecttype="custom" o:connectlocs="4030,5311;2843,5545;1713,5344;813,4775;216,3894;0,2764;220,1620;829,747;1739,193;2866,0;3967,197;4845,773;3979,1636;3508,1271;2911,1152;2296,1275;1815,1613;1501,2121;1389,2764;1501,3419;1811,3928;2285,4258;2890,4377;3554,4229;4009,3842;4897,4674;4031,5310" o:connectangles="0,0,0,0,0,0,0,0,0,0,0,0,0,0,0,0,0,0,0,0,0,0,0,0,0,0,0"/>
                  </v:shape>
                  <v:shape id="Forma Livre: Forma 82" o:spid="_x0000_s1045" style="position:absolute;left:29284;top:6612;width:1284;height:5262;visibility:visible;mso-wrap-style:square;v-text-anchor:middle" coordsize="128396,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" path="m,526161l,,128397,r,526161l,526161xe" fillcolor="#485358" stroked="f">
                    <v:stroke joinstyle="miter"/>
                    <v:path arrowok="t" o:connecttype="custom" o:connectlocs="0,5262;0,0;1284,0;1284,5262;0,5262" o:connectangles="0,0,0,0,0"/>
                  </v:shape>
                  <v:shape id="Forma Livre: Forma 83" o:spid="_x0000_s1046" style="position:absolute;left:31754;top:6612;width:4121;height:5262;visibility:visible;mso-wrap-style:square;v-text-anchor:middle" coordsize="412051,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" path="m412051,373094v,28766,-5715,52864,-17145,72486c383476,465106,368332,480917,349377,492728v-18955,11906,-40386,20479,-64580,25623c260699,523494,235934,526161,210502,526161l,526161,,,210502,v20384,,41339,2095,62675,6286c294608,10477,313944,17717,331375,27813v17430,10192,31623,23908,42576,41243c384905,86392,390430,108490,390430,135255v,29242,-8001,53340,-23908,72485c350615,226790,329660,240602,303847,248984r,1524c318802,252984,332804,257556,346043,264224v13145,6667,24670,15239,34290,25622c390049,300228,397764,312420,403479,326231v5715,13907,8572,29528,8572,46863xm267271,152400v,-17812,-6858,-30861,-20478,-39052c233077,105251,212788,101060,185928,101060r-62674,l123254,209550r68675,c215836,209550,234315,204692,247555,195072v13144,-9620,19812,-23908,19812,-42672l267271,152400xm284417,361188v,-21812,-8192,-36957,-24575,-45339c243364,307467,221456,303276,194119,303276r-70865,l123254,423672r71627,c204788,423672,215170,422815,225838,421100v10668,-1714,20383,-4857,29051,-9334c263557,407289,270700,401003,276130,392811v5429,-8191,8191,-18669,8191,-31528l284417,361188xe" fillcolor="#485358" stroked="f">
                    <v:stroke joinstyle="miter"/>
                    <v:path arrowok="t" o:connecttype="custom" o:connectlocs="4121,3731;3950,4456;3494,4928;2848,5184;2105,5262;0,5262;0,0;2105,0;2732,63;3314,278;3740,691;3905,1353;3666,2078;3039,2490;3039,2505;3461,2642;3804,2899;4035,3263;4121,3731;2673,1524;2468,1134;1860,1011;1233,1011;1233,2096;1920,2096;2476,1951;2674,1524;2845,3612;2599,3159;1941,3033;1233,3033;1233,4237;1949,4237;2259,4211;2549,4118;2762,3928;2844,3613" o:connectangles="0,0,0,0,0,0,0,0,0,0,0,0,0,0,0,0,0,0,0,0,0,0,0,0,0,0,0,0,0,0,0,0,0,0,0,0,0"/>
                  </v:shape>
                  <v:shape id="Forma Livre: Forma 84" o:spid="_x0000_s1047" style="position:absolute;left:36726;top:6612;width:3687;height:5262;visibility:visible;mso-wrap-style:square;v-text-anchor:middle" coordsize="368712,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" path="m,526161l,,355283,r,106966l123158,106966r,99631l342614,206597r,101823l123158,308420r,109251l368713,417671r,108490l,526161xe" fillcolor="#485358" stroked="f">
                    <v:stroke joinstyle="miter"/>
                    <v:path arrowok="t" o:connecttype="custom" o:connectlocs="0,5262;0,0;3553,0;3553,1070;1232,1070;1232,2066;3426,2066;3426,3084;1232,3084;1232,4177;3687,4177;3687,5262;0,5262" o:connectangles="0,0,0,0,0,0,0,0,0,0,0,0,0"/>
                  </v:shape>
                  <v:shape id="Forma Livre: Forma 85" o:spid="_x0000_s1048" style="position:absolute;left:41294;top:6612;width:4322;height:5262;visibility:visible;mso-wrap-style:square;v-text-anchor:middle" coordsize="432244,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" path="m282893,526161l168116,317278r-43434,l124682,526161,,526161,,,201549,v25432,,50102,2572,74295,7810c299942,12954,321659,21812,340805,34195v19145,12382,34480,28765,45910,49054c398145,103537,403860,128873,403860,159067v,35719,-9715,65628,-29147,89917c355282,273272,328422,290608,294132,300990l432245,526161r-149257,l282893,526161xm277654,161258v,-12382,-2667,-22383,-7906,-30003c264509,123539,257746,117634,249460,113348v-8287,-4192,-17526,-7049,-27813,-8573c211455,103251,201549,102489,192024,102489r-68294,l123730,225076r60769,c194977,225076,205740,224218,216789,222504v10954,-1715,20955,-4858,30004,-9335c255746,208693,263176,202311,268891,193834v5810,-8382,8668,-19336,8668,-32671l277654,161258xe" fillcolor="#485358" stroked="f">
                    <v:stroke joinstyle="miter"/>
                    <v:path arrowok="t" o:connecttype="custom" o:connectlocs="2829,5262;1681,3173;1247,3173;1247,5262;0,5262;0,0;2015,0;2758,78;3408,342;3867,833;4038,1591;3747,2490;2941,3010;4322,5262;2830,5262;2776,1613;2697,1313;2494,1134;2216,1048;1920,1025;1237,1025;1237,2251;1845,2251;2168,2225;2468,2132;2689,1938;2775,1612" o:connectangles="0,0,0,0,0,0,0,0,0,0,0,0,0,0,0,0,0,0,0,0,0,0,0,0,0,0,0"/>
                  </v:shape>
                </v:group>
                <v:group id="Gráfico 4" o:spid="_x0000_s1049" style="position:absolute;left:11858;top:5207;width:8528;height:8100" coordorigin="11858,5207" coordsize="852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">
                  <v:shape id="Forma Livre: Forma 87" o:spid="_x0000_s1050" style="position:absolute;left:11858;top:5207;width:8528;height:8100;visibility:visible;mso-wrap-style:square;v-text-anchor:middle" coordsize="852773,8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" path="m790861,l61913,c27908,,,27813,,61913l,748094v,34099,27908,61912,61913,61912l790861,810006v34004,,61912,-27813,61912,-61912l852773,61913c852773,27908,824960,,790861,xm805148,733235v,16002,-13144,29146,-29051,29146l76676,762381v-16002,,-29146,-13144,-29146,-29146l47530,76676v,-16002,13144,-29146,29146,-29146l776097,47530v16002,,29051,13144,29051,29146l805148,733235xe" fillcolor="#485358" stroked="f">
                    <v:stroke joinstyle="miter"/>
                    <v:path arrowok="t" o:connecttype="custom" o:connectlocs="7909,0;619,0;0,619;0,7481;619,8100;7909,8100;8528,7481;8528,619;7909,0;8052,7332;7761,7624;767,7624;475,7332;475,767;767,475;7761,475;8052,767;8052,7332" o:connectangles="0,0,0,0,0,0,0,0,0,0,0,0,0,0,0,0,0,0"/>
                  </v:shape>
                  <v:shape id="Forma Livre: Forma 88" o:spid="_x0000_s1051" style="position:absolute;left:12783;top:6122;width:6679;height:6268;visibility:visible;mso-wrap-style:square;v-text-anchor:middle" coordsize="667893,626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" path="m653320,l14573,c6572,,,6572,,14573l,612267v,8001,6572,14573,14573,14573l653320,626840v8001,,14573,-6572,14573,-14573l667893,14669c667893,6668,661321,95,653320,95r,-95xm617125,565404v,6001,-4953,10954,-10954,10954l61817,576358v-6001,,-10953,-4953,-10953,-10954l50864,61913v,-6001,4952,-10859,10953,-10859l606076,51054v6001,,10954,4953,10954,10859l617030,565499r95,-95xe" fillcolor="#e84e0f" stroked="f">
                    <v:stroke joinstyle="miter"/>
                    <v:path arrowok="t" o:connecttype="custom" o:connectlocs="6533,0;146,0;0,146;0,6122;146,6268;6533,6268;6679,6122;6679,147;6533,1;6171,5654;6062,5763;618,5763;509,5654;509,619;618,511;6061,511;6170,619;6170,5655" o:connectangles="0,0,0,0,0,0,0,0,0,0,0,0,0,0,0,0,0,0"/>
                  </v:shape>
                  <v:shape id="Forma Livre: Forma 89" o:spid="_x0000_s1052" style="position:absolute;left:13701;top:7673;width:2343;height:3168;visibility:visible;mso-wrap-style:square;v-text-anchor:middle" coordsize="234314,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" path="m200120,63818r-54006,90868l81343,,,,132302,316802r68009,l234315,63818r-34195,xe" fillcolor="#485358" stroked="f">
                    <v:stroke joinstyle="miter"/>
                    <v:path arrowok="t" o:connecttype="custom" o:connectlocs="2001,638;1461,1547;813,0;0,0;1323,3168;2003,3168;2343,638;2001,638" o:connectangles="0,0,0,0,0,0,0,0"/>
                  </v:shape>
                  <v:shape id="Forma Livre: Forma 90" o:spid="_x0000_s1053" style="position:absolute;left:16201;top:7673;width:2343;height:3168;visibility:visible;mso-wrap-style:square;v-text-anchor:middle" coordsize="234315,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" path="m34195,63818r54006,90868l152972,r81343,l102013,316802r-68009,l,63818r34195,xe" fillcolor="#485358" stroked="f">
                    <v:stroke joinstyle="miter"/>
                    <v:path arrowok="t" o:connecttype="custom" o:connectlocs="342,638;882,1547;1530,0;2343,0;1020,3168;340,3168;0,638;342,638" o:connectangles="0,0,0,0,0,0,0,0"/>
                  </v:shape>
                </v:group>
              </v:group>
              <w10:wrap anchory="page"/>
            </v:group>
          </w:pict>
        </mc:Fallback>
      </mc:AlternateContent>
    </w:r>
    <w:r>
      <w:rPr>
        <w:noProof/>
      </w:rPr>
      <mc:AlternateContent>
        <mc:Choice Requires="wps">
          <w:drawing>
            <wp:anchor distT="0" distB="0" distL="0" distR="0" simplePos="0" relativeHeight="251660800" behindDoc="0" locked="0" layoutInCell="1" allowOverlap="1" wp14:anchorId="51259E42" wp14:editId="3D6E566D">
              <wp:simplePos x="0" y="0"/>
              <wp:positionH relativeFrom="page">
                <wp:posOffset>7058660</wp:posOffset>
              </wp:positionH>
              <wp:positionV relativeFrom="page">
                <wp:posOffset>450850</wp:posOffset>
              </wp:positionV>
              <wp:extent cx="501650" cy="154940"/>
              <wp:effectExtent l="0" t="0" r="0" b="0"/>
              <wp:wrapSquare wrapText="bothSides"/>
              <wp:docPr id="1101433585"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105A4DB2"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1259E42" id="_x0000_t202" coordsize="21600,21600" o:spt="202" path="m,l,21600r21600,l21600,xe">
              <v:stroke joinstyle="miter"/>
              <v:path gradientshapeok="t" o:connecttype="rect"/>
            </v:shapetype>
            <v:shape id="Textfeld 6" o:spid="_x0000_s1028" type="#_x0000_t202" style="position:absolute;margin-left:555.8pt;margin-top:35.5pt;width:39.5pt;height:12.2pt;z-index:25166080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" filled="f" stroked="f">
              <v:textbox style="mso-fit-shape-to-text:t" inset="0,0,15pt,0">
                <w:txbxContent>
                  <w:p w14:paraId="105A4DB2"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43A2E" w14:textId="43B46435" w:rsidR="00533132" w:rsidRDefault="00616EE8">
    <w:pPr>
      <w:pStyle w:val="Kopfzeile"/>
    </w:pPr>
    <w:r>
      <w:rPr>
        <w:noProof/>
      </w:rPr>
      <mc:AlternateContent>
        <mc:Choice Requires="wps">
          <w:drawing>
            <wp:anchor distT="0" distB="0" distL="0" distR="0" simplePos="0" relativeHeight="251662848" behindDoc="0" locked="0" layoutInCell="1" allowOverlap="1" wp14:anchorId="7A7517AC" wp14:editId="78CD0A75">
              <wp:simplePos x="635" y="635"/>
              <wp:positionH relativeFrom="page">
                <wp:align>right</wp:align>
              </wp:positionH>
              <wp:positionV relativeFrom="page">
                <wp:align>top</wp:align>
              </wp:positionV>
              <wp:extent cx="965200" cy="345440"/>
              <wp:effectExtent l="0" t="0" r="0" b="16510"/>
              <wp:wrapNone/>
              <wp:docPr id="1117268196"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7B2387C0" w14:textId="1D1BDC58" w:rsidR="00616EE8" w:rsidRPr="00616EE8" w:rsidRDefault="00616EE8" w:rsidP="00616EE8">
                          <w:pPr>
                            <w:rPr>
                              <w:rFonts w:ascii="Calibri" w:eastAsia="Calibri" w:hAnsi="Calibri" w:cs="Calibri"/>
                              <w:noProof/>
                              <w:color w:val="FF0000"/>
                              <w:sz w:val="20"/>
                              <w:szCs w:val="20"/>
                            </w:rPr>
                          </w:pPr>
                          <w:r w:rsidRPr="00616EE8">
                            <w:rPr>
                              <w:rFonts w:ascii="Calibri" w:eastAsia="Calibri" w:hAnsi="Calibri" w:cs="Calibri"/>
                              <w:noProof/>
                              <w:color w:val="FF0000"/>
                              <w:sz w:val="20"/>
                              <w:szCs w:val="20"/>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A7517AC" id="_x0000_t202" coordsize="21600,21600" o:spt="202" path="m,l,21600r21600,l21600,xe">
              <v:stroke joinstyle="miter"/>
              <v:path gradientshapeok="t" o:connecttype="rect"/>
            </v:shapetype>
            <v:shape id="Textfeld 4" o:spid="_x0000_s1029" type="#_x0000_t202" alt="Company Use" style="position:absolute;margin-left:24.8pt;margin-top:0;width:76pt;height:27.2pt;z-index:2516628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" filled="f" stroked="f">
              <v:textbox style="mso-fit-shape-to-text:t" inset="0,15pt,20pt,0">
                <w:txbxContent>
                  <w:p w14:paraId="7B2387C0" w14:textId="1D1BDC58" w:rsidR="00616EE8" w:rsidRPr="00616EE8" w:rsidRDefault="00616EE8" w:rsidP="00616EE8">
                    <w:pPr>
                      <w:rPr>
                        <w:rFonts w:ascii="Calibri" w:eastAsia="Calibri" w:hAnsi="Calibri" w:cs="Calibri"/>
                        <w:noProof/>
                        <w:color w:val="FF0000"/>
                        <w:sz w:val="20"/>
                        <w:szCs w:val="20"/>
                      </w:rPr>
                    </w:pPr>
                    <w:r w:rsidRPr="00616EE8">
                      <w:rPr>
                        <w:rFonts w:ascii="Calibri" w:eastAsia="Calibri" w:hAnsi="Calibri" w:cs="Calibri"/>
                        <w:noProof/>
                        <w:color w:val="FF0000"/>
                        <w:sz w:val="20"/>
                        <w:szCs w:val="20"/>
                      </w:rPr>
                      <w:t>Company Use</w:t>
                    </w:r>
                  </w:p>
                </w:txbxContent>
              </v:textbox>
              <w10:wrap anchorx="page" anchory="page"/>
            </v:shape>
          </w:pict>
        </mc:Fallback>
      </mc:AlternateContent>
    </w:r>
    <w:r w:rsidR="001B1D25">
      <w:rPr>
        <w:noProof/>
      </w:rPr>
      <mc:AlternateContent>
        <mc:Choice Requires="wps">
          <w:drawing>
            <wp:anchor distT="0" distB="0" distL="0" distR="0" simplePos="0" relativeHeight="251658752" behindDoc="0" locked="0" layoutInCell="1" allowOverlap="1" wp14:anchorId="34019430" wp14:editId="51FD5D93">
              <wp:simplePos x="0" y="0"/>
              <wp:positionH relativeFrom="page">
                <wp:posOffset>0</wp:posOffset>
              </wp:positionH>
              <wp:positionV relativeFrom="page">
                <wp:posOffset>635</wp:posOffset>
              </wp:positionV>
              <wp:extent cx="443865" cy="443865"/>
              <wp:effectExtent l="0" t="0" r="0" b="0"/>
              <wp:wrapSquare wrapText="bothSides"/>
              <wp:docPr id="1132802302"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4781B32E"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4019430" id="_x0000_s1030" type="#_x0000_t202" style="position:absolute;margin-left:0;margin-top:.05pt;width:34.95pt;height:34.95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" filled="f" stroked="f">
              <v:textbox style="mso-fit-shape-to-text:t" inset="0,0,15pt,0">
                <w:txbxContent>
                  <w:p w14:paraId="4781B32E" w14:textId="77777777"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page" anchory="page"/>
            </v:shape>
          </w:pict>
        </mc:Fallback>
      </mc:AlternateContent>
    </w:r>
    <w:r w:rsidR="001B1D25">
      <w:rPr>
        <w:noProof/>
      </w:rPr>
      <mc:AlternateContent>
        <mc:Choice Requires="wps">
          <w:drawing>
            <wp:anchor distT="0" distB="0" distL="114300" distR="114300" simplePos="0" relativeHeight="251655680" behindDoc="0" locked="0" layoutInCell="1" allowOverlap="1" wp14:anchorId="3B9ED280" wp14:editId="666D05DE">
              <wp:simplePos x="0" y="0"/>
              <wp:positionH relativeFrom="page">
                <wp:posOffset>756285</wp:posOffset>
              </wp:positionH>
              <wp:positionV relativeFrom="page">
                <wp:posOffset>935990</wp:posOffset>
              </wp:positionV>
              <wp:extent cx="6047740" cy="36195"/>
              <wp:effectExtent l="0" t="0" r="0" b="0"/>
              <wp:wrapNone/>
              <wp:docPr id="229188522"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CA387D4" id="Rechteck 3" o:spid="_x0000_s1026" style="position:absolute;margin-left:59.55pt;margin-top:73.7pt;width:476.2pt;height:2.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1B1D25">
      <w:rPr>
        <w:noProof/>
      </w:rPr>
      <w:drawing>
        <wp:anchor distT="0" distB="0" distL="114300" distR="114300" simplePos="0" relativeHeight="251654656" behindDoc="0" locked="0" layoutInCell="1" allowOverlap="1" wp14:anchorId="56FE42E7" wp14:editId="1514E632">
          <wp:simplePos x="0" y="0"/>
          <wp:positionH relativeFrom="page">
            <wp:posOffset>5328920</wp:posOffset>
          </wp:positionH>
          <wp:positionV relativeFrom="page">
            <wp:posOffset>421005</wp:posOffset>
          </wp:positionV>
          <wp:extent cx="1475740" cy="79375"/>
          <wp:effectExtent l="0" t="0" r="0" b="0"/>
          <wp:wrapNone/>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pic:spPr>
              </pic:pic>
            </a:graphicData>
          </a:graphic>
          <wp14:sizeRelH relativeFrom="margin">
            <wp14:pctWidth>0</wp14:pctWidth>
          </wp14:sizeRelH>
          <wp14:sizeRelV relativeFrom="margin">
            <wp14:pctHeight>0</wp14:pctHeight>
          </wp14:sizeRelV>
        </wp:anchor>
      </w:drawing>
    </w:r>
    <w:r w:rsidR="001B1D25">
      <w:rPr>
        <w:noProof/>
      </w:rPr>
      <w:drawing>
        <wp:anchor distT="0" distB="0" distL="114300" distR="114300" simplePos="0" relativeHeight="251653632" behindDoc="0" locked="0" layoutInCell="1" allowOverlap="1" wp14:anchorId="73597FEA" wp14:editId="26F08C08">
          <wp:simplePos x="0" y="0"/>
          <wp:positionH relativeFrom="page">
            <wp:posOffset>756285</wp:posOffset>
          </wp:positionH>
          <wp:positionV relativeFrom="page">
            <wp:posOffset>360045</wp:posOffset>
          </wp:positionV>
          <wp:extent cx="3290570" cy="360045"/>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1.5pt;height:1501.5pt" o:bullet="t">
        <v:imagedata r:id="rId1" o:title="AZ_04a"/>
      </v:shape>
    </w:pict>
  </w:numPicBullet>
  <w:numPicBullet w:numPicBulletId="1">
    <w:pict>
      <v:shape id="_x0000_i1027" type="#_x0000_t75" style="width:5.25pt;height:5.2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551D"/>
    <w:rsid w:val="0000745C"/>
    <w:rsid w:val="000148B3"/>
    <w:rsid w:val="00031184"/>
    <w:rsid w:val="00031784"/>
    <w:rsid w:val="00033012"/>
    <w:rsid w:val="00042106"/>
    <w:rsid w:val="0005285B"/>
    <w:rsid w:val="00055529"/>
    <w:rsid w:val="00055F15"/>
    <w:rsid w:val="0006144A"/>
    <w:rsid w:val="00062C3A"/>
    <w:rsid w:val="00065E0C"/>
    <w:rsid w:val="00066D09"/>
    <w:rsid w:val="000736B5"/>
    <w:rsid w:val="000752A2"/>
    <w:rsid w:val="00080D3F"/>
    <w:rsid w:val="0009665C"/>
    <w:rsid w:val="000A0479"/>
    <w:rsid w:val="000A13F8"/>
    <w:rsid w:val="000A36D9"/>
    <w:rsid w:val="000A4C7D"/>
    <w:rsid w:val="000B2DF3"/>
    <w:rsid w:val="000B582B"/>
    <w:rsid w:val="000D15C3"/>
    <w:rsid w:val="000E24F8"/>
    <w:rsid w:val="000E2C4C"/>
    <w:rsid w:val="000E5738"/>
    <w:rsid w:val="00103205"/>
    <w:rsid w:val="0011795C"/>
    <w:rsid w:val="0012026F"/>
    <w:rsid w:val="00130601"/>
    <w:rsid w:val="00132055"/>
    <w:rsid w:val="001375ED"/>
    <w:rsid w:val="00140D7E"/>
    <w:rsid w:val="00146C3D"/>
    <w:rsid w:val="00152E36"/>
    <w:rsid w:val="00153B47"/>
    <w:rsid w:val="001613A6"/>
    <w:rsid w:val="001614F0"/>
    <w:rsid w:val="001616F4"/>
    <w:rsid w:val="00166A09"/>
    <w:rsid w:val="00173A62"/>
    <w:rsid w:val="0018021A"/>
    <w:rsid w:val="00184969"/>
    <w:rsid w:val="00184D2A"/>
    <w:rsid w:val="00194B9D"/>
    <w:rsid w:val="00194FB1"/>
    <w:rsid w:val="001A4B76"/>
    <w:rsid w:val="001B16BB"/>
    <w:rsid w:val="001B1D25"/>
    <w:rsid w:val="001B2BCF"/>
    <w:rsid w:val="001B34EE"/>
    <w:rsid w:val="001C1A3E"/>
    <w:rsid w:val="001F61E6"/>
    <w:rsid w:val="00200355"/>
    <w:rsid w:val="0021351D"/>
    <w:rsid w:val="00243A86"/>
    <w:rsid w:val="00247AA1"/>
    <w:rsid w:val="00253971"/>
    <w:rsid w:val="00253A2E"/>
    <w:rsid w:val="0025639D"/>
    <w:rsid w:val="002603EC"/>
    <w:rsid w:val="002611FE"/>
    <w:rsid w:val="00282AFC"/>
    <w:rsid w:val="00286C15"/>
    <w:rsid w:val="00287D61"/>
    <w:rsid w:val="0029634D"/>
    <w:rsid w:val="002A25A2"/>
    <w:rsid w:val="002B7460"/>
    <w:rsid w:val="002C676B"/>
    <w:rsid w:val="002C7542"/>
    <w:rsid w:val="002D065C"/>
    <w:rsid w:val="002D0780"/>
    <w:rsid w:val="002D2EE5"/>
    <w:rsid w:val="002D63E6"/>
    <w:rsid w:val="002D71E0"/>
    <w:rsid w:val="002E5BE8"/>
    <w:rsid w:val="002E765F"/>
    <w:rsid w:val="002E7E4E"/>
    <w:rsid w:val="002F02B5"/>
    <w:rsid w:val="002F108B"/>
    <w:rsid w:val="002F5818"/>
    <w:rsid w:val="002F70FD"/>
    <w:rsid w:val="0030316D"/>
    <w:rsid w:val="0032774C"/>
    <w:rsid w:val="00331284"/>
    <w:rsid w:val="00332D28"/>
    <w:rsid w:val="0034191A"/>
    <w:rsid w:val="00343CC7"/>
    <w:rsid w:val="003524CC"/>
    <w:rsid w:val="0036561D"/>
    <w:rsid w:val="003665BE"/>
    <w:rsid w:val="00380ACA"/>
    <w:rsid w:val="00384A08"/>
    <w:rsid w:val="00387E6F"/>
    <w:rsid w:val="00393F0A"/>
    <w:rsid w:val="003967E5"/>
    <w:rsid w:val="003A753A"/>
    <w:rsid w:val="003B3747"/>
    <w:rsid w:val="003B3803"/>
    <w:rsid w:val="003C2A71"/>
    <w:rsid w:val="003C4F36"/>
    <w:rsid w:val="003E1CB6"/>
    <w:rsid w:val="003E3CF6"/>
    <w:rsid w:val="003E759F"/>
    <w:rsid w:val="003E7853"/>
    <w:rsid w:val="003F57AB"/>
    <w:rsid w:val="00400FD9"/>
    <w:rsid w:val="004016F7"/>
    <w:rsid w:val="0040277F"/>
    <w:rsid w:val="00403373"/>
    <w:rsid w:val="00406C81"/>
    <w:rsid w:val="004107D2"/>
    <w:rsid w:val="00412545"/>
    <w:rsid w:val="0041475A"/>
    <w:rsid w:val="00414BD5"/>
    <w:rsid w:val="00417237"/>
    <w:rsid w:val="00430BB0"/>
    <w:rsid w:val="004454FF"/>
    <w:rsid w:val="0046460D"/>
    <w:rsid w:val="00467F3C"/>
    <w:rsid w:val="0047498D"/>
    <w:rsid w:val="00476100"/>
    <w:rsid w:val="00487BFC"/>
    <w:rsid w:val="00490F48"/>
    <w:rsid w:val="004A463B"/>
    <w:rsid w:val="004B63CD"/>
    <w:rsid w:val="004C1967"/>
    <w:rsid w:val="004D23D0"/>
    <w:rsid w:val="004D2BE0"/>
    <w:rsid w:val="004E6EF5"/>
    <w:rsid w:val="004F5F01"/>
    <w:rsid w:val="00506409"/>
    <w:rsid w:val="00506C75"/>
    <w:rsid w:val="005167A3"/>
    <w:rsid w:val="005259BF"/>
    <w:rsid w:val="0053014B"/>
    <w:rsid w:val="00530E32"/>
    <w:rsid w:val="00533132"/>
    <w:rsid w:val="00537210"/>
    <w:rsid w:val="005626A8"/>
    <w:rsid w:val="005649F4"/>
    <w:rsid w:val="005710C8"/>
    <w:rsid w:val="005711A3"/>
    <w:rsid w:val="00571A5C"/>
    <w:rsid w:val="00573B2B"/>
    <w:rsid w:val="005776E9"/>
    <w:rsid w:val="00587AD9"/>
    <w:rsid w:val="005909A8"/>
    <w:rsid w:val="00592C48"/>
    <w:rsid w:val="005A4F04"/>
    <w:rsid w:val="005B2BA9"/>
    <w:rsid w:val="005B5793"/>
    <w:rsid w:val="005B6265"/>
    <w:rsid w:val="005C6B30"/>
    <w:rsid w:val="005C71EC"/>
    <w:rsid w:val="005E25BC"/>
    <w:rsid w:val="005E764C"/>
    <w:rsid w:val="005E7F7D"/>
    <w:rsid w:val="005F77E5"/>
    <w:rsid w:val="006055BB"/>
    <w:rsid w:val="006063D4"/>
    <w:rsid w:val="00616EE8"/>
    <w:rsid w:val="00623B37"/>
    <w:rsid w:val="006330A2"/>
    <w:rsid w:val="0063625E"/>
    <w:rsid w:val="00642EB6"/>
    <w:rsid w:val="006433E2"/>
    <w:rsid w:val="00651E5D"/>
    <w:rsid w:val="00677F11"/>
    <w:rsid w:val="00682B1A"/>
    <w:rsid w:val="00690D7C"/>
    <w:rsid w:val="00690DFE"/>
    <w:rsid w:val="00695E57"/>
    <w:rsid w:val="006A300E"/>
    <w:rsid w:val="006B3EEC"/>
    <w:rsid w:val="006C0C87"/>
    <w:rsid w:val="006D6CC6"/>
    <w:rsid w:val="006D7EAC"/>
    <w:rsid w:val="006E0104"/>
    <w:rsid w:val="006E4FE7"/>
    <w:rsid w:val="006F05B8"/>
    <w:rsid w:val="006F3B56"/>
    <w:rsid w:val="006F7602"/>
    <w:rsid w:val="00722A17"/>
    <w:rsid w:val="00723F4F"/>
    <w:rsid w:val="00732DBC"/>
    <w:rsid w:val="00747183"/>
    <w:rsid w:val="0075032E"/>
    <w:rsid w:val="00754B80"/>
    <w:rsid w:val="00755AE0"/>
    <w:rsid w:val="0075761B"/>
    <w:rsid w:val="00757B83"/>
    <w:rsid w:val="00767C96"/>
    <w:rsid w:val="00771CEE"/>
    <w:rsid w:val="00774358"/>
    <w:rsid w:val="00791A69"/>
    <w:rsid w:val="0079462A"/>
    <w:rsid w:val="00794830"/>
    <w:rsid w:val="00797CAA"/>
    <w:rsid w:val="007A2B6F"/>
    <w:rsid w:val="007A6BD2"/>
    <w:rsid w:val="007C2658"/>
    <w:rsid w:val="007C272C"/>
    <w:rsid w:val="007D59A2"/>
    <w:rsid w:val="007E20D0"/>
    <w:rsid w:val="007E3DAB"/>
    <w:rsid w:val="008013E3"/>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85CC0"/>
    <w:rsid w:val="00892F6F"/>
    <w:rsid w:val="00896F7E"/>
    <w:rsid w:val="008A27AB"/>
    <w:rsid w:val="008A5650"/>
    <w:rsid w:val="008C2A29"/>
    <w:rsid w:val="008C2DB2"/>
    <w:rsid w:val="008C4A2B"/>
    <w:rsid w:val="008D2B87"/>
    <w:rsid w:val="008D770E"/>
    <w:rsid w:val="008F34E2"/>
    <w:rsid w:val="0090337E"/>
    <w:rsid w:val="009049D8"/>
    <w:rsid w:val="00910609"/>
    <w:rsid w:val="00915841"/>
    <w:rsid w:val="00922169"/>
    <w:rsid w:val="00926BE6"/>
    <w:rsid w:val="009328FA"/>
    <w:rsid w:val="0093365C"/>
    <w:rsid w:val="00936A78"/>
    <w:rsid w:val="009375E1"/>
    <w:rsid w:val="009405D6"/>
    <w:rsid w:val="00952853"/>
    <w:rsid w:val="00954CF4"/>
    <w:rsid w:val="00962FD6"/>
    <w:rsid w:val="009646E4"/>
    <w:rsid w:val="00977EC3"/>
    <w:rsid w:val="0098631D"/>
    <w:rsid w:val="0099535A"/>
    <w:rsid w:val="009B17A9"/>
    <w:rsid w:val="009B211F"/>
    <w:rsid w:val="009B7C05"/>
    <w:rsid w:val="009C2378"/>
    <w:rsid w:val="009C5A77"/>
    <w:rsid w:val="009C5D99"/>
    <w:rsid w:val="009D016F"/>
    <w:rsid w:val="009E251D"/>
    <w:rsid w:val="009F10A8"/>
    <w:rsid w:val="009F715C"/>
    <w:rsid w:val="00A02F49"/>
    <w:rsid w:val="00A042B4"/>
    <w:rsid w:val="00A171F4"/>
    <w:rsid w:val="00A1772D"/>
    <w:rsid w:val="00A177B2"/>
    <w:rsid w:val="00A24EFC"/>
    <w:rsid w:val="00A27829"/>
    <w:rsid w:val="00A46F1E"/>
    <w:rsid w:val="00A538B8"/>
    <w:rsid w:val="00A614EF"/>
    <w:rsid w:val="00A66B3F"/>
    <w:rsid w:val="00A82395"/>
    <w:rsid w:val="00A9295C"/>
    <w:rsid w:val="00A94D47"/>
    <w:rsid w:val="00A977CE"/>
    <w:rsid w:val="00AA0DF7"/>
    <w:rsid w:val="00AA5D7F"/>
    <w:rsid w:val="00AB52F9"/>
    <w:rsid w:val="00AD131F"/>
    <w:rsid w:val="00AD32D5"/>
    <w:rsid w:val="00AD70E4"/>
    <w:rsid w:val="00AE3D43"/>
    <w:rsid w:val="00AF279C"/>
    <w:rsid w:val="00AF3B3A"/>
    <w:rsid w:val="00AF4E8E"/>
    <w:rsid w:val="00AF6569"/>
    <w:rsid w:val="00B06265"/>
    <w:rsid w:val="00B4601F"/>
    <w:rsid w:val="00B5232A"/>
    <w:rsid w:val="00B60ED1"/>
    <w:rsid w:val="00B62CF5"/>
    <w:rsid w:val="00B70014"/>
    <w:rsid w:val="00B822FF"/>
    <w:rsid w:val="00B85705"/>
    <w:rsid w:val="00B874DC"/>
    <w:rsid w:val="00B90F78"/>
    <w:rsid w:val="00BC6E4F"/>
    <w:rsid w:val="00BD1058"/>
    <w:rsid w:val="00BD25D1"/>
    <w:rsid w:val="00BD5245"/>
    <w:rsid w:val="00BD5391"/>
    <w:rsid w:val="00BD764C"/>
    <w:rsid w:val="00BF01D6"/>
    <w:rsid w:val="00BF56B2"/>
    <w:rsid w:val="00BF6ECF"/>
    <w:rsid w:val="00C04150"/>
    <w:rsid w:val="00C055AB"/>
    <w:rsid w:val="00C11F95"/>
    <w:rsid w:val="00C13316"/>
    <w:rsid w:val="00C136DF"/>
    <w:rsid w:val="00C17501"/>
    <w:rsid w:val="00C26672"/>
    <w:rsid w:val="00C376D5"/>
    <w:rsid w:val="00C40627"/>
    <w:rsid w:val="00C43EAF"/>
    <w:rsid w:val="00C457C3"/>
    <w:rsid w:val="00C644CA"/>
    <w:rsid w:val="00C658FC"/>
    <w:rsid w:val="00C73005"/>
    <w:rsid w:val="00C84D75"/>
    <w:rsid w:val="00C85E18"/>
    <w:rsid w:val="00C90092"/>
    <w:rsid w:val="00C96E9F"/>
    <w:rsid w:val="00CA0313"/>
    <w:rsid w:val="00CA4A09"/>
    <w:rsid w:val="00CB71DD"/>
    <w:rsid w:val="00CC5A63"/>
    <w:rsid w:val="00CC787C"/>
    <w:rsid w:val="00CD0D5A"/>
    <w:rsid w:val="00CD35C4"/>
    <w:rsid w:val="00CD71ED"/>
    <w:rsid w:val="00CE26FE"/>
    <w:rsid w:val="00CF36C9"/>
    <w:rsid w:val="00D00EC4"/>
    <w:rsid w:val="00D12CB8"/>
    <w:rsid w:val="00D166AC"/>
    <w:rsid w:val="00D36BA2"/>
    <w:rsid w:val="00D37CF4"/>
    <w:rsid w:val="00D4487C"/>
    <w:rsid w:val="00D61972"/>
    <w:rsid w:val="00D63D33"/>
    <w:rsid w:val="00D65E49"/>
    <w:rsid w:val="00D73352"/>
    <w:rsid w:val="00D935C3"/>
    <w:rsid w:val="00DA0266"/>
    <w:rsid w:val="00DA477E"/>
    <w:rsid w:val="00DA781F"/>
    <w:rsid w:val="00DB4BB0"/>
    <w:rsid w:val="00DC2990"/>
    <w:rsid w:val="00DC3E09"/>
    <w:rsid w:val="00DE461D"/>
    <w:rsid w:val="00E0288A"/>
    <w:rsid w:val="00E04039"/>
    <w:rsid w:val="00E14608"/>
    <w:rsid w:val="00E15EBE"/>
    <w:rsid w:val="00E1733A"/>
    <w:rsid w:val="00E21E67"/>
    <w:rsid w:val="00E22811"/>
    <w:rsid w:val="00E25C98"/>
    <w:rsid w:val="00E30EBF"/>
    <w:rsid w:val="00E316C0"/>
    <w:rsid w:val="00E31E03"/>
    <w:rsid w:val="00E35214"/>
    <w:rsid w:val="00E402CC"/>
    <w:rsid w:val="00E451CD"/>
    <w:rsid w:val="00E51170"/>
    <w:rsid w:val="00E52D70"/>
    <w:rsid w:val="00E55534"/>
    <w:rsid w:val="00E7116D"/>
    <w:rsid w:val="00E72429"/>
    <w:rsid w:val="00E729CB"/>
    <w:rsid w:val="00E80FAF"/>
    <w:rsid w:val="00E914D1"/>
    <w:rsid w:val="00E960D8"/>
    <w:rsid w:val="00E97DC4"/>
    <w:rsid w:val="00EB5FCA"/>
    <w:rsid w:val="00EC0F59"/>
    <w:rsid w:val="00ED46F8"/>
    <w:rsid w:val="00EF11D9"/>
    <w:rsid w:val="00F01487"/>
    <w:rsid w:val="00F048D4"/>
    <w:rsid w:val="00F04E21"/>
    <w:rsid w:val="00F20920"/>
    <w:rsid w:val="00F23212"/>
    <w:rsid w:val="00F32F66"/>
    <w:rsid w:val="00F33B16"/>
    <w:rsid w:val="00F34990"/>
    <w:rsid w:val="00F353EA"/>
    <w:rsid w:val="00F36C27"/>
    <w:rsid w:val="00F551A0"/>
    <w:rsid w:val="00F56318"/>
    <w:rsid w:val="00F60ED2"/>
    <w:rsid w:val="00F61A09"/>
    <w:rsid w:val="00F62E45"/>
    <w:rsid w:val="00F67C95"/>
    <w:rsid w:val="00F74540"/>
    <w:rsid w:val="00F75B79"/>
    <w:rsid w:val="00F82525"/>
    <w:rsid w:val="00F91AC4"/>
    <w:rsid w:val="00F97FEA"/>
    <w:rsid w:val="00FB0F0F"/>
    <w:rsid w:val="00FB3670"/>
    <w:rsid w:val="00FB60E1"/>
    <w:rsid w:val="00FC417A"/>
    <w:rsid w:val="00FC6470"/>
    <w:rsid w:val="00FD3589"/>
    <w:rsid w:val="00FD3768"/>
    <w:rsid w:val="00FD51E9"/>
    <w:rsid w:val="00FD61D5"/>
    <w:rsid w:val="00FF47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1C29938F"/>
  <w15:docId w15:val="{3DF708DE-4B73-4FC3-A6F8-318775C32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uiPriority w:val="99"/>
    <w:semiHidden/>
    <w:unhideWhenUsed/>
    <w:rsid w:val="002D2EE5"/>
    <w:rPr>
      <w:color w:val="605E5C"/>
      <w:shd w:val="clear" w:color="auto" w:fill="E1DFDD"/>
    </w:rPr>
  </w:style>
  <w:style w:type="character" w:styleId="Kommentarzeichen">
    <w:name w:val="annotation reference"/>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Calibri" w:cs="Arial"/>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SimSun"/>
      <w:b/>
      <w:iCs/>
      <w:sz w:val="28"/>
      <w:szCs w:val="28"/>
      <w:lang w:eastAsia="en-US"/>
    </w:rPr>
  </w:style>
  <w:style w:type="paragraph" w:customStyle="1" w:styleId="Head">
    <w:name w:val="Head"/>
    <w:next w:val="Subhead"/>
    <w:qFormat/>
    <w:rsid w:val="00A27829"/>
    <w:pPr>
      <w:spacing w:after="220"/>
      <w:contextualSpacing/>
    </w:pPr>
    <w:rPr>
      <w:rFonts w:eastAsia="SimSun"/>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Calibri" w:cs="Arial"/>
      <w:b/>
      <w:sz w:val="22"/>
      <w:szCs w:val="24"/>
      <w:lang w:eastAsia="en-US"/>
    </w:rPr>
  </w:style>
  <w:style w:type="paragraph" w:customStyle="1" w:styleId="Fotos">
    <w:name w:val="Fotos"/>
    <w:basedOn w:val="Standard"/>
    <w:qFormat/>
    <w:rsid w:val="00E15EBE"/>
    <w:pPr>
      <w:spacing w:after="220"/>
    </w:pPr>
    <w:rPr>
      <w:rFonts w:eastAsia="Calibri" w:cs="Arial"/>
      <w:b/>
      <w:sz w:val="22"/>
      <w:szCs w:val="24"/>
    </w:rPr>
  </w:style>
  <w:style w:type="paragraph" w:customStyle="1" w:styleId="BUbold">
    <w:name w:val="BU bold"/>
    <w:basedOn w:val="Standard"/>
    <w:next w:val="BUnormal"/>
    <w:qFormat/>
    <w:rsid w:val="00537210"/>
    <w:rPr>
      <w:rFonts w:eastAsia="Calibri" w:cs="Arial"/>
      <w:b/>
      <w:sz w:val="20"/>
      <w:szCs w:val="24"/>
    </w:rPr>
  </w:style>
  <w:style w:type="paragraph" w:customStyle="1" w:styleId="BUnormal">
    <w:name w:val="BU normal"/>
    <w:next w:val="Note"/>
    <w:qFormat/>
    <w:rsid w:val="002611FE"/>
    <w:pPr>
      <w:snapToGrid w:val="0"/>
      <w:spacing w:after="220"/>
    </w:pPr>
    <w:rPr>
      <w:rFonts w:eastAsia="Calibri" w:cs="Arial"/>
      <w:color w:val="000000"/>
      <w:lang w:eastAsia="en-US"/>
    </w:rPr>
  </w:style>
  <w:style w:type="paragraph" w:customStyle="1" w:styleId="Note">
    <w:name w:val="Note"/>
    <w:next w:val="Standardabsatz"/>
    <w:qFormat/>
    <w:rsid w:val="006C0C87"/>
    <w:pPr>
      <w:spacing w:before="220" w:after="440"/>
    </w:pPr>
    <w:rPr>
      <w:rFonts w:eastAsia="Calibri" w:cs="Arial"/>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Platzhaltertext">
    <w:name w:val="Placeholder Text"/>
    <w:uiPriority w:val="99"/>
    <w:unhideWhenUsed/>
    <w:rsid w:val="00CD35C4"/>
    <w:rPr>
      <w:color w:val="808080"/>
    </w:rPr>
  </w:style>
  <w:style w:type="paragraph" w:styleId="berarbeitung">
    <w:name w:val="Revision"/>
    <w:hidden/>
    <w:uiPriority w:val="71"/>
    <w:semiHidden/>
    <w:rsid w:val="00184969"/>
    <w:rPr>
      <w:sz w:val="16"/>
      <w:szCs w:val="16"/>
      <w:lang w:eastAsia="en-US"/>
    </w:rPr>
  </w:style>
  <w:style w:type="paragraph" w:styleId="StandardWeb">
    <w:name w:val="Normal (Web)"/>
    <w:basedOn w:val="Standard"/>
    <w:uiPriority w:val="99"/>
    <w:semiHidden/>
    <w:unhideWhenUsed/>
    <w:rsid w:val="000E2C4C"/>
    <w:pPr>
      <w:spacing w:before="100" w:beforeAutospacing="1" w:after="100" w:afterAutospacing="1"/>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071526">
      <w:bodyDiv w:val="1"/>
      <w:marLeft w:val="0"/>
      <w:marRight w:val="0"/>
      <w:marTop w:val="0"/>
      <w:marBottom w:val="0"/>
      <w:divBdr>
        <w:top w:val="none" w:sz="0" w:space="0" w:color="auto"/>
        <w:left w:val="none" w:sz="0" w:space="0" w:color="auto"/>
        <w:bottom w:val="none" w:sz="0" w:space="0" w:color="auto"/>
        <w:right w:val="none" w:sz="0" w:space="0" w:color="auto"/>
      </w:divBdr>
    </w:div>
    <w:div w:id="815609081">
      <w:bodyDiv w:val="1"/>
      <w:marLeft w:val="0"/>
      <w:marRight w:val="0"/>
      <w:marTop w:val="0"/>
      <w:marBottom w:val="0"/>
      <w:divBdr>
        <w:top w:val="none" w:sz="0" w:space="0" w:color="auto"/>
        <w:left w:val="none" w:sz="0" w:space="0" w:color="auto"/>
        <w:bottom w:val="none" w:sz="0" w:space="0" w:color="auto"/>
        <w:right w:val="none" w:sz="0" w:space="0" w:color="auto"/>
      </w:divBdr>
    </w:div>
    <w:div w:id="17732080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0CEC-6933-4DA1-867E-79211E6B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623</Words>
  <Characters>3930</Characters>
  <Application>Microsoft Office Word</Application>
  <DocSecurity>0</DocSecurity>
  <Lines>32</Lines>
  <Paragraphs>9</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wir-lieben-office.de</Company>
  <LinksUpToDate>false</LinksUpToDate>
  <CharactersWithSpaces>4544</CharactersWithSpaces>
  <SharedDoc>false</SharedDoc>
  <HLinks>
    <vt:vector size="6" baseType="variant">
      <vt:variant>
        <vt:i4>2293856</vt:i4>
      </vt:variant>
      <vt:variant>
        <vt:i4>0</vt:i4>
      </vt:variant>
      <vt:variant>
        <vt:i4>0</vt:i4>
      </vt:variant>
      <vt:variant>
        <vt:i4>5</vt:i4>
      </vt:variant>
      <vt:variant>
        <vt:lpwstr>https://www.deepl.com/pro?cta=edit-document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dutra</dc:creator>
  <cp:keywords>, docId:6F1FA54951FA5527CE4B89605549A319</cp:keywords>
  <cp:lastModifiedBy>Zierden-Schwietert Monika</cp:lastModifiedBy>
  <cp:revision>16</cp:revision>
  <cp:lastPrinted>2021-10-28T15:19:00Z</cp:lastPrinted>
  <dcterms:created xsi:type="dcterms:W3CDTF">2025-09-04T12:04:00Z</dcterms:created>
  <dcterms:modified xsi:type="dcterms:W3CDTF">2025-09-08T20:22:00Z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a,b,d,429828e4,7456afa1,d2985b7</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2025-09-04T12:15:47Z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8b14f0ee-ce0a-487a-bf59-54530de619e3</vt:lpwstr>
  </property>
  <property fmtid="{D5CDD505-2E9C-101B-9397-08002B2CF9AE}" pid="11" name="MSIP_Label_53eb3ead-8c2d-4695-9d06-baf35a321a90_ContentBits">
    <vt:lpwstr>1</vt:lpwstr>
  </property>
  <property fmtid="{D5CDD505-2E9C-101B-9397-08002B2CF9AE}" pid="12" name="MSIP_Label_53eb3ead-8c2d-4695-9d06-baf35a321a90_Tag">
    <vt:lpwstr>10, 0, 1, 1</vt:lpwstr>
  </property>
</Properties>
</file>