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0CFB84AE" w:rsidR="00A27829" w:rsidRPr="006833FE" w:rsidRDefault="006833FE" w:rsidP="00A27829">
      <w:pPr>
        <w:pStyle w:val="Head"/>
      </w:pPr>
      <w:r w:rsidRPr="006833FE">
        <w:t>Große Auswahl für Vermietfirmen</w:t>
      </w:r>
    </w:p>
    <w:p w14:paraId="26F0996C" w14:textId="142DFA0A" w:rsidR="00A46F1E" w:rsidRPr="006833FE" w:rsidRDefault="006833FE" w:rsidP="00881E44">
      <w:pPr>
        <w:pStyle w:val="Subhead"/>
      </w:pPr>
      <w:r>
        <w:t>Walzenhersteller Hamm mit maßgeschneiderten Lösungen für die Maschinenvermietung</w:t>
      </w:r>
    </w:p>
    <w:p w14:paraId="193790FB" w14:textId="306002BD" w:rsidR="00A46F1E" w:rsidRPr="006833FE" w:rsidRDefault="006833FE" w:rsidP="00881E44">
      <w:pPr>
        <w:pStyle w:val="Teaser"/>
      </w:pPr>
      <w:r w:rsidRPr="006833FE">
        <w:t>Einfache Bedienung, guter Service und zuverlässiger, leistungsfähi</w:t>
      </w:r>
      <w:r w:rsidR="0065327E">
        <w:t xml:space="preserve">ger Betrieb – das zeichnet Hamm </w:t>
      </w:r>
      <w:r w:rsidRPr="006833FE">
        <w:t>Walzen aus. Unter anderem deshalb eignen sie sich hervorragend für die Maschinenvermietung. Besonders gefragt bei den Vermietern sind die Modelle der HD CompactLine und H CompactLine, kompakt gebaute Tandemwalzen für den Asphaltbau (HD 8 – HD 14i) und Walzenzüge für den Erdbau (H 5i und H 7i). Immer mehr werd</w:t>
      </w:r>
      <w:r w:rsidR="0065327E">
        <w:t xml:space="preserve">en zudem auch die schweren Hamm </w:t>
      </w:r>
      <w:r w:rsidRPr="006833FE">
        <w:t>Walzen für den Asphalt- und Erdbau von Vermietfirmen nachgefragt. Auf der World of Asphalt 2022 zeigt Hamm mit der HD 12i VV und der HD 14i TT zwei Maschinen aus dem umfangreichen Angebot.</w:t>
      </w:r>
    </w:p>
    <w:p w14:paraId="03C1B33F" w14:textId="72D7381E" w:rsidR="00A46F1E" w:rsidRPr="006833FE" w:rsidRDefault="006833FE" w:rsidP="002611FE">
      <w:pPr>
        <w:pStyle w:val="Absatzberschrift"/>
      </w:pPr>
      <w:r w:rsidRPr="006833FE">
        <w:t>CompactLine: Kompakt, gutes Handling, große Steigfähigkeit</w:t>
      </w:r>
    </w:p>
    <w:p w14:paraId="5941A861" w14:textId="5BDBFBB2" w:rsidR="000B582B" w:rsidRPr="006833FE" w:rsidRDefault="006833FE" w:rsidP="00282AFC">
      <w:pPr>
        <w:pStyle w:val="Standardabsatz"/>
      </w:pPr>
      <w:r w:rsidRPr="006833FE">
        <w:t>Die Walzen der CompactLine von Hamm sind extrem kompakt gebaut und überzeugen auf der Baustelle durch eine hervorragende Handhabung. Ein Grund dafür ist ihr 3-Punkt-Pendelknickgelenk. Es ermöglicht eine einzigartige Fahrstabilität und eine gleichmäßige Gewichtsverteilung auf beide Achsen. Bei der Verdichtung von Asphalt führt dies zu einer hohen Kippsicherheit in Kurven sowie zu ebenen Oberflächen ohne Wellenbildung. Im Erdbau zeigen sich die Vorteile durch den guten Geradeauslauf und die wirksame Dämpfung von Stößen. Beim Arbeiten in steilem Gelände sind die Walzenzüge H 5i und H 7i erste Wahl. Insgesamt sind die Geräte sehr kompakt: Die H 7i ist mit 173.6</w:t>
      </w:r>
      <w:r w:rsidR="00363D98">
        <w:t xml:space="preserve"> (4.409 mm) </w:t>
      </w:r>
      <w:r w:rsidRPr="006833FE">
        <w:t>in weltweit sogar der kürzeste Walzenzug in dieser Gewichtsklasse.</w:t>
      </w:r>
    </w:p>
    <w:p w14:paraId="69F49D88" w14:textId="177EDCD9" w:rsidR="00BD25D1" w:rsidRPr="006833FE" w:rsidRDefault="006833FE" w:rsidP="00754B80">
      <w:pPr>
        <w:pStyle w:val="Absatzberschrift"/>
      </w:pPr>
      <w:r w:rsidRPr="006833FE">
        <w:t>Sehr einfache Bedienung und digitale Lösungen</w:t>
      </w:r>
    </w:p>
    <w:p w14:paraId="684C6270" w14:textId="2D6053F1" w:rsidR="00BD25D1" w:rsidRPr="006833FE" w:rsidRDefault="006833FE" w:rsidP="00BD25D1">
      <w:pPr>
        <w:pStyle w:val="Standardabsatz"/>
      </w:pPr>
      <w:r w:rsidRPr="006833FE">
        <w:t>Die Walzenfahrer können mit den Kompaktwalzen von Hamm ohne Einarbeitungszeit effizient und sicher arbeiten - ein wichtiges Argument für Maschinenvermieter und deren Kunden weltweit. Ermöglicht wird dies durch eindeutige, sprachneutrale und logisch angeordnete Symbole, die Fehlbedienungen vermeiden. Dazu bieten die Kompaktwalzen ergonomisch optimierte, komfortable Fahrerplattformen mit hervorragenden Sichtverhältnissen. Kurzum: Die Entwickler haben die Walzen der CompactLine so konzipiert, dass sie einfach zu benutzen, zu warten und zu pflegen sind. Für die Walzenzüge der Serie H CompactLine steht mit der Android App Smart Doc zudem eine digitale Lösung zur Echtzeit-Verdichtungsdokumentation zur Verfügung, welche die Mindestanforderungen an die flächendeckende Verdichtungskontrolle erfüllt und somit eine wirtschaftliche Alternative zu komplexen FDVK-Systemen darstellt.</w:t>
      </w:r>
      <w:r w:rsidR="00BD25D1" w:rsidRPr="006833FE">
        <w:t xml:space="preserve"> </w:t>
      </w:r>
    </w:p>
    <w:p w14:paraId="55696270" w14:textId="13153719" w:rsidR="00BD25D1" w:rsidRPr="006833FE" w:rsidRDefault="006833FE" w:rsidP="00754B80">
      <w:pPr>
        <w:pStyle w:val="Absatzberschrift"/>
      </w:pPr>
      <w:r w:rsidRPr="006833FE">
        <w:t>Vibration, Oszillation und mehr</w:t>
      </w:r>
      <w:r w:rsidR="00BD25D1" w:rsidRPr="006833FE">
        <w:t xml:space="preserve"> </w:t>
      </w:r>
    </w:p>
    <w:p w14:paraId="49494B03" w14:textId="29E115E9" w:rsidR="00BD25D1" w:rsidRPr="006833FE" w:rsidRDefault="006833FE" w:rsidP="00282AFC">
      <w:pPr>
        <w:pStyle w:val="Standardabsatz"/>
      </w:pPr>
      <w:r w:rsidRPr="006833FE">
        <w:t>Hamm hat in der HD CompactLine verschiedene Tandemwalzen (mit Vibration und Oszillation), Kombi- und Gummiradwalzen sowie in der H CompactLine Walzenzüge mit Glattmantel- und Stampffußbandagen im Programm. Zwei Tandemwalzen, die HD 12i VV mit zwei Vibrationsbandagen sowie die HD 14i TT mit zwei Rädersätzen sind auf der World of Asphalt 2022 zu sehen. Für den Erdbau gibt es Walzenzüge mit Vibrationsbandage oder mit VIO-Bandage, die wahlweise mit Vibration oder Oszillation verdichten.</w:t>
      </w:r>
      <w:r w:rsidR="00BD25D1" w:rsidRPr="006833FE">
        <w:t xml:space="preserve"> </w:t>
      </w:r>
    </w:p>
    <w:p w14:paraId="70D3745B" w14:textId="77777777" w:rsidR="006833FE" w:rsidRDefault="006833FE" w:rsidP="006D6CC6">
      <w:pPr>
        <w:pStyle w:val="Absatzberschrift"/>
      </w:pPr>
    </w:p>
    <w:p w14:paraId="6F696BAE" w14:textId="61D98515" w:rsidR="006D6CC6" w:rsidRPr="006833FE" w:rsidRDefault="006833FE" w:rsidP="006D6CC6">
      <w:pPr>
        <w:pStyle w:val="Absatzberschrift"/>
      </w:pPr>
      <w:r w:rsidRPr="006833FE">
        <w:t>Spezielle Rental-Ausstattungen</w:t>
      </w:r>
    </w:p>
    <w:p w14:paraId="5FA2226C" w14:textId="77777777" w:rsidR="006833FE" w:rsidRPr="006833FE" w:rsidRDefault="006833FE" w:rsidP="006833FE">
      <w:pPr>
        <w:pStyle w:val="Standardabsatz"/>
      </w:pPr>
      <w:r w:rsidRPr="006833FE">
        <w:t>Hamm bietet die Walzen weltweit mit modernen Motoren und umweltfreundlicher Abgasreinigungstechnik passend für alle Märkte entsprechend der lokalen gesetzlichen Vorgaben an. Zusätzlich gibt es zahlreiche Erweiterungsmöglichkeiten. Bei den Tandemwalzen der HD CompactLine sind z. B. die Beleuchtung der Bandagenkanten, eine ROPS-Kabine und Splittstreuer zu nennen. Die Walzenzüge der H CompactLine kommen als Mietmaschinen häufig mit sparsamer LED-Beleuchtung zum Einsatz. Für beide Serien wird zudem eine Motor-Stopp-Automatik angeboten. Diese stellt den Motor bei längerem Stillstand automatisch ab und spart dadurch Kraftstoff. Die Vorteile: Eine Reduzierung der Anzahl der Betriebsstunden, die Schonung der Aggregate sowie die Erhöhung des Wiederverkaufswerts. Sowohl in der HD CompactLine als auch in der H CompactLine bietet Hamm mit WITOS Fleet View eine professionelle Telematiklösung zur komfortablen Übersicht über Verbrauchsdaten, Arbeitszeiten, Positionsdaten, Fehlermeldungen und Serviceintervallen an. Orts- und zeitunabhängig kann verfolgt werden, wo und in welchem Betriebszustand sich die jeweiligen Maschinen befinden. Damit werden Dispositions- und Planungsprozesse vereinfacht und unnötige Maschinentransporte vermieden. Detaillierte und gezielte Analysen von Betriebs- und Nutzungsverhalten der Maschinen vereinfachen Wartung, Service und garantieren zudem einen langfristigen Werterhalt der Maschinen. WITOS FleetView trägt darüber hinaus durch automatisierte E-Mail-Benachrichtigungen bei unautorisiertem Zugriff auf die Maschine zum Überwachungsschutz bei. Ein Beispiel hierfür ist das Anheben der Maschine in abgeschlossenem Zustand.</w:t>
      </w:r>
      <w:r>
        <w:t xml:space="preserve"> </w:t>
      </w:r>
    </w:p>
    <w:p w14:paraId="6A0F7115" w14:textId="688C4950" w:rsidR="006833FE" w:rsidRPr="006833FE" w:rsidRDefault="006833FE" w:rsidP="006833FE">
      <w:pPr>
        <w:pStyle w:val="Absatzberschrift"/>
      </w:pPr>
      <w:r w:rsidRPr="006833FE">
        <w:t>Superschnelle Verladung</w:t>
      </w:r>
    </w:p>
    <w:p w14:paraId="1128278E" w14:textId="36F69042" w:rsidR="006833FE" w:rsidRPr="006833FE" w:rsidRDefault="006833FE" w:rsidP="006833FE">
      <w:pPr>
        <w:pStyle w:val="Standardabsatz"/>
      </w:pPr>
      <w:r w:rsidRPr="006833FE">
        <w:t>Besonders praktis</w:t>
      </w:r>
      <w:r w:rsidR="0065327E">
        <w:t xml:space="preserve">ch ist die Hamm </w:t>
      </w:r>
      <w:r w:rsidRPr="006833FE">
        <w:t>Lösung zum Transport der Tandemwalzen der HD CompactLine. Die Modelle bis</w:t>
      </w:r>
      <w:r w:rsidR="00363D98">
        <w:t xml:space="preserve"> 6,000 lbs</w:t>
      </w:r>
      <w:r w:rsidRPr="006833FE">
        <w:t xml:space="preserve"> </w:t>
      </w:r>
      <w:r w:rsidR="00363D98">
        <w:t>(</w:t>
      </w:r>
      <w:r w:rsidRPr="006833FE">
        <w:t>3 t</w:t>
      </w:r>
      <w:r w:rsidR="00363D98">
        <w:t>)</w:t>
      </w:r>
      <w:r w:rsidRPr="006833FE">
        <w:t xml:space="preserve"> Einsatzgewicht können über einen zentralen Anhebepunkt am Aufstiegsbügel verladen werden, selbst auf kleine Transportfahrzeuge. Das spart Zeit und ist sehr unkompliziert - ein weiterer Pluspunkt für Vermieter und deren Kunden. </w:t>
      </w:r>
    </w:p>
    <w:p w14:paraId="4C823F50" w14:textId="304A8D23" w:rsidR="006833FE" w:rsidRPr="006833FE" w:rsidRDefault="006833FE" w:rsidP="006833FE">
      <w:pPr>
        <w:pStyle w:val="Absatzberschrift"/>
      </w:pPr>
      <w:r w:rsidRPr="006833FE">
        <w:t>Einfache Wartung</w:t>
      </w:r>
    </w:p>
    <w:p w14:paraId="3F093F4E" w14:textId="029A2250" w:rsidR="006833FE" w:rsidRPr="006833FE" w:rsidRDefault="006833FE" w:rsidP="006833FE">
      <w:pPr>
        <w:pStyle w:val="Standardabsatz"/>
      </w:pPr>
      <w:r w:rsidRPr="006833FE">
        <w:t xml:space="preserve">Wichtig für Vermietfirmen ist auch das kluge Wartungskonzept: Hamm hat die Anzahl der Wartungspunkte minimiert und alle Stellen für die tägliche Wartung bequem erreichbar auf einer Seite des Motors angeordnet. Für alle anderen Service-Arbeiten sind sehr lange Intervalle vorgesehen, was eine hohe Maschinenverfügbarkeit ermöglicht. Zusammenfassend gilt: Die Walzen der CompactLine von Hamm sind für jeden Vermieter eine „sichere Bank“. Sie sind zuverlässig, haben sich über Jahre im Markt bewährt, sind robust im Einsatz und werden genau deshalb sehr von den Kunden geschätzt. </w:t>
      </w:r>
    </w:p>
    <w:p w14:paraId="60CE6382" w14:textId="66B7DDBF" w:rsidR="006833FE" w:rsidRPr="006833FE" w:rsidRDefault="006833FE" w:rsidP="006833FE">
      <w:pPr>
        <w:pStyle w:val="Absatzberschrift"/>
        <w:rPr>
          <w:lang w:val="en-US"/>
        </w:rPr>
      </w:pPr>
      <w:r w:rsidRPr="006833FE">
        <w:rPr>
          <w:lang w:val="en-US"/>
        </w:rPr>
        <w:t>Close to our Customers - Smart Service Agreement für Vermietmaschinen</w:t>
      </w:r>
    </w:p>
    <w:p w14:paraId="68CC59B3" w14:textId="1D6E738E" w:rsidR="006833FE" w:rsidRPr="006833FE" w:rsidRDefault="0065327E" w:rsidP="006833FE">
      <w:pPr>
        <w:pStyle w:val="Standardabsatz"/>
      </w:pPr>
      <w:r>
        <w:t xml:space="preserve">Auch für die Hamm </w:t>
      </w:r>
      <w:r w:rsidR="006833FE" w:rsidRPr="006833FE">
        <w:t xml:space="preserve">Walzen eines Mietparks bietet die Wirtgen Group mit dem Smart Service Agreement jederzeit ein Höchstmaß an Service bei voller Kostentransparenz an. Das Smart Service Agreement ist eine individuelle Vereinbarung zwischen den Kunden und der Niederlassung und kann für Maschinen aller WIRTGEN GROUP Marken abgeschlossen werden. Mithilfe des Smart Service können die Betreiber die ständige Verfügbarkeit eines perfekt gewarteten Maschinenparks sicherstellen und müssen sich dabei um nichts kümmern. Alle Serviceleistungen inklusive der notwendigen Organisation erledigen die Niederlassungen automatisch und unaufgefordert. So </w:t>
      </w:r>
      <w:r w:rsidR="006833FE" w:rsidRPr="006833FE">
        <w:lastRenderedPageBreak/>
        <w:t>werden keine Inspektion und kein Filterwechsel vergessen. Von Anfang an herrscht dabei Klarheit über die Kosten.</w:t>
      </w:r>
    </w:p>
    <w:p w14:paraId="31412CCB" w14:textId="10995DDC" w:rsidR="00E15EBE" w:rsidRPr="006833FE" w:rsidRDefault="00E15EBE" w:rsidP="00E15EBE">
      <w:pPr>
        <w:pStyle w:val="Fotos"/>
      </w:pPr>
      <w:r w:rsidRPr="006833FE">
        <w:t>Fotos:</w:t>
      </w:r>
    </w:p>
    <w:p w14:paraId="20879CE4" w14:textId="5163B10D" w:rsidR="002611FE" w:rsidRPr="001F32E7" w:rsidRDefault="00A46F1E" w:rsidP="002611FE">
      <w:pPr>
        <w:pStyle w:val="BUbold"/>
      </w:pPr>
      <w:r w:rsidRPr="00D23E57">
        <w:rPr>
          <w:noProof/>
          <w:lang w:eastAsia="de-DE"/>
        </w:rPr>
        <w:drawing>
          <wp:inline distT="0" distB="0" distL="0" distR="0" wp14:anchorId="1B66E54E" wp14:editId="7620B588">
            <wp:extent cx="2404800"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rsidR="002611FE" w:rsidRPr="001F32E7">
        <w:br/>
      </w:r>
      <w:r w:rsidR="006833FE" w:rsidRPr="001F32E7">
        <w:t>HAMM_Rental_01</w:t>
      </w:r>
    </w:p>
    <w:p w14:paraId="1F8A7162" w14:textId="47A4DF7B" w:rsidR="006C0C87" w:rsidRPr="006833FE" w:rsidRDefault="006833FE" w:rsidP="00C84D75">
      <w:pPr>
        <w:pStyle w:val="BUnormal"/>
      </w:pPr>
      <w:r w:rsidRPr="006833FE">
        <w:t>Tandemwalzen der Serie HD CompactLine: Mit über 20 Modellen für den nordamerikanischen Markt und Bandagenbreiten von 31.5 in bis 54.3 in</w:t>
      </w:r>
      <w:r w:rsidR="00363D98">
        <w:t xml:space="preserve"> (800 bis 1.380 mm)</w:t>
      </w:r>
      <w:r w:rsidRPr="006833FE">
        <w:t xml:space="preserve"> decken die Tandemwalzen der HD CompactLine das gesamte Spektrum der Kompaktwalzen für die Asphaltverdichtung ab.</w:t>
      </w:r>
      <w:r w:rsidR="00BD25D1" w:rsidRPr="006833FE">
        <w:t xml:space="preserve"> </w:t>
      </w:r>
    </w:p>
    <w:p w14:paraId="47324A88" w14:textId="77777777" w:rsidR="002611FE" w:rsidRPr="006833FE" w:rsidRDefault="002611FE" w:rsidP="002611FE">
      <w:pPr>
        <w:pStyle w:val="BUnormal"/>
      </w:pPr>
    </w:p>
    <w:p w14:paraId="29E92010" w14:textId="34B63BEC" w:rsidR="00BD25D1" w:rsidRPr="001F32E7" w:rsidRDefault="00BD25D1" w:rsidP="00BD25D1">
      <w:pPr>
        <w:pStyle w:val="BUbold"/>
      </w:pPr>
      <w:r w:rsidRPr="00D23E57">
        <w:rPr>
          <w:b w:val="0"/>
          <w:noProof/>
          <w:lang w:eastAsia="de-DE"/>
        </w:rPr>
        <w:drawing>
          <wp:inline distT="0" distB="0" distL="0" distR="0" wp14:anchorId="7CBAC95B" wp14:editId="04EAFD41">
            <wp:extent cx="2404800"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ras, Transport, Asphalt, Kämpfer enthält.&#10;&#10;Automatisch generierte Beschreibu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rsidRPr="001F32E7">
        <w:br/>
      </w:r>
      <w:r w:rsidR="006833FE" w:rsidRPr="001F32E7">
        <w:t>HAMM_Rental_02</w:t>
      </w:r>
    </w:p>
    <w:p w14:paraId="1F5CCA59" w14:textId="10459F88" w:rsidR="00835591" w:rsidRDefault="00831AB2" w:rsidP="001F32E7">
      <w:pPr>
        <w:pStyle w:val="BUnormal"/>
      </w:pPr>
      <w:r w:rsidRPr="00831AB2">
        <w:t xml:space="preserve">Hoch im Kurs bei Vermietfirmen: Die Walzenzüge </w:t>
      </w:r>
      <w:r w:rsidR="004D130E">
        <w:t>H 5i und H 7i aus der H Compact</w:t>
      </w:r>
      <w:r w:rsidRPr="00831AB2">
        <w:t>Line sind extrem einfach zu bedienen und zu transportieren. Beim Verdichten überzeugen sie mit hervorragender Steigfähigkeit, sehr guten Fahreigenschaften und viel Bodenfreiheit.</w:t>
      </w:r>
      <w:r w:rsidR="006833FE">
        <w:br/>
      </w:r>
      <w:r w:rsidR="006833FE">
        <w:br/>
      </w:r>
    </w:p>
    <w:p w14:paraId="04824B2F" w14:textId="4E8D5759" w:rsidR="00F74540" w:rsidRPr="006C0C87" w:rsidRDefault="00E15EBE" w:rsidP="001F32E7">
      <w:pPr>
        <w:pStyle w:val="BUnormal"/>
      </w:pPr>
      <w:r w:rsidRPr="00F74540">
        <w:rPr>
          <w:lang w:eastAsia="de-DE"/>
        </w:rPr>
        <w:t>Hinweis:</w:t>
      </w:r>
      <w:r w:rsidR="00A46F1E" w:rsidRPr="00F74540">
        <w:rPr>
          <w:lang w:eastAsia="de-DE"/>
        </w:rPr>
        <w:t xml:space="preserve"> </w:t>
      </w:r>
      <w:r w:rsidR="00A46F1E" w:rsidRPr="00F74540">
        <w:t>Diese Fotos dienen lediglich der Voransicht. Für den Abdruck in den Publikationen nutzen Sie bitte die Fotos in 300 dpi-Auflösung, die auf den Webseiten der Wirtgen Group als Download zur Verfügung stehen.</w:t>
      </w:r>
    </w:p>
    <w:p w14:paraId="55931FB8" w14:textId="77777777" w:rsidR="00E15EBE" w:rsidRDefault="00E15EBE" w:rsidP="00E15EBE">
      <w:pPr>
        <w:pStyle w:val="Absatzberschrift"/>
        <w:rPr>
          <w:iCs/>
        </w:rPr>
      </w:pPr>
      <w:r>
        <w:rPr>
          <w:iCs/>
        </w:rPr>
        <w:t>Weitere Informationen erhalten Sie bei:</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sidRPr="002B783A">
        <w:rPr>
          <w:b w:val="0"/>
          <w:bCs/>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t>Reinhard-Wirtgen-Straße 2</w:t>
      </w:r>
    </w:p>
    <w:p w14:paraId="1063A82F" w14:textId="77777777" w:rsidR="00E15EBE" w:rsidRDefault="00E15EBE" w:rsidP="00E15EBE">
      <w:pPr>
        <w:pStyle w:val="Fuzeile1"/>
      </w:pPr>
      <w:r>
        <w:t>53578 Windhagen</w:t>
      </w:r>
    </w:p>
    <w:p w14:paraId="5A37CC2B" w14:textId="77777777" w:rsidR="00E15EBE" w:rsidRDefault="00E15EBE" w:rsidP="00E15EBE">
      <w:pPr>
        <w:pStyle w:val="Fuzeile1"/>
      </w:pPr>
      <w:r>
        <w:t>Deutschland</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Telefon: +49 (0) 2645 131 – 1966 </w:t>
      </w:r>
    </w:p>
    <w:p w14:paraId="65F4C38F" w14:textId="77777777" w:rsidR="00E15EBE" w:rsidRDefault="00E15EBE" w:rsidP="00E15EBE">
      <w:pPr>
        <w:pStyle w:val="Fuzeile1"/>
      </w:pPr>
      <w:r>
        <w:t>Telefax: +49 (0) 2645 131 – 499</w:t>
      </w:r>
    </w:p>
    <w:p w14:paraId="79FF3B7C" w14:textId="0C549577" w:rsidR="00E15EBE" w:rsidRDefault="00E15EBE" w:rsidP="00E15EBE">
      <w:pPr>
        <w:pStyle w:val="Fuzeile1"/>
      </w:pPr>
      <w:r>
        <w:t xml:space="preserve">E-Mail: </w:t>
      </w:r>
      <w:r w:rsidR="002F70FD">
        <w:rPr>
          <w:rFonts w:cs="Times New Roman (Textkörper CS)" w:hint="cs"/>
        </w:rPr>
        <w:t>P</w:t>
      </w:r>
      <w:r w:rsidR="002F70FD">
        <w:rPr>
          <w:rFonts w:cs="Times New Roman (Textkörper CS)"/>
        </w:rPr>
        <w:t>R@wirtgen-group.com</w:t>
      </w:r>
      <w:r w:rsidRPr="00F91A52">
        <w:rPr>
          <w:vanish/>
        </w:rPr>
        <w:t>PR@wirtgen-group.com</w:t>
      </w:r>
    </w:p>
    <w:p w14:paraId="4F99EB86" w14:textId="77777777" w:rsidR="00E15EBE" w:rsidRPr="00F91A52" w:rsidRDefault="00E15EBE" w:rsidP="00E15EBE">
      <w:pPr>
        <w:pStyle w:val="Fuzeile1"/>
        <w:rPr>
          <w:vanish/>
        </w:rPr>
      </w:pPr>
    </w:p>
    <w:p w14:paraId="3D604A55" w14:textId="6CB447D0" w:rsidR="00F048D4" w:rsidRPr="00F74540" w:rsidRDefault="00E15EBE" w:rsidP="00F74540">
      <w:pPr>
        <w:pStyle w:val="Fuzeile1"/>
      </w:pPr>
      <w:r w:rsidRPr="00293151">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1F32E7" w:rsidRDefault="001F32E7" w:rsidP="00E55534">
      <w:r>
        <w:separator/>
      </w:r>
    </w:p>
  </w:endnote>
  <w:endnote w:type="continuationSeparator" w:id="0">
    <w:p w14:paraId="6447E3E1" w14:textId="77777777" w:rsidR="001F32E7" w:rsidRDefault="001F32E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Textkörper C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A5C11" w14:textId="77777777" w:rsidR="00363D98" w:rsidRDefault="00363D9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1F32E7" w:rsidRPr="00723F4F" w14:paraId="09CC4821" w14:textId="77777777" w:rsidTr="00723F4F">
      <w:trPr>
        <w:trHeight w:hRule="exact" w:val="227"/>
      </w:trPr>
      <w:tc>
        <w:tcPr>
          <w:tcW w:w="8364" w:type="dxa"/>
          <w:shd w:val="clear" w:color="auto" w:fill="auto"/>
        </w:tcPr>
        <w:p w14:paraId="76C581C2" w14:textId="77777777" w:rsidR="001F32E7" w:rsidRPr="00723F4F" w:rsidRDefault="001F32E7"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1158610" w:rsidR="001F32E7" w:rsidRPr="00723F4F" w:rsidRDefault="001F32E7" w:rsidP="00723F4F">
          <w:pPr>
            <w:pStyle w:val="Seitenzahlen"/>
            <w:rPr>
              <w:szCs w:val="20"/>
            </w:rPr>
          </w:pPr>
          <w:r w:rsidRPr="00723F4F">
            <w:rPr>
              <w:szCs w:val="20"/>
            </w:rPr>
            <w:fldChar w:fldCharType="begin"/>
          </w:r>
          <w:r w:rsidRPr="00723F4F">
            <w:rPr>
              <w:szCs w:val="20"/>
            </w:rPr>
            <w:instrText xml:space="preserve"> </w:instrText>
          </w:r>
          <w:r>
            <w:rPr>
              <w:szCs w:val="20"/>
            </w:rPr>
            <w:instrText>PAGE</w:instrText>
          </w:r>
          <w:r w:rsidRPr="00723F4F">
            <w:rPr>
              <w:szCs w:val="20"/>
            </w:rPr>
            <w:instrText xml:space="preserve"> \# "</w:instrText>
          </w:r>
          <w:r>
            <w:rPr>
              <w:szCs w:val="20"/>
            </w:rPr>
            <w:instrText>00</w:instrText>
          </w:r>
          <w:r w:rsidRPr="00723F4F">
            <w:rPr>
              <w:szCs w:val="20"/>
            </w:rPr>
            <w:instrText>"</w:instrText>
          </w:r>
          <w:r w:rsidRPr="00723F4F">
            <w:rPr>
              <w:szCs w:val="20"/>
            </w:rPr>
            <w:fldChar w:fldCharType="separate"/>
          </w:r>
          <w:r w:rsidR="004D130E">
            <w:rPr>
              <w:noProof/>
              <w:szCs w:val="20"/>
            </w:rPr>
            <w:t>03</w:t>
          </w:r>
          <w:r w:rsidRPr="00723F4F">
            <w:rPr>
              <w:szCs w:val="20"/>
            </w:rPr>
            <w:fldChar w:fldCharType="end"/>
          </w:r>
        </w:p>
      </w:tc>
    </w:tr>
  </w:tbl>
  <w:p w14:paraId="7CF7D2C8" w14:textId="77777777" w:rsidR="001F32E7" w:rsidRDefault="001F32E7">
    <w:pPr>
      <w:pStyle w:val="Fuzeile"/>
    </w:pPr>
    <w:r>
      <w:rPr>
        <w:noProof/>
        <w:lang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1F32E7" w:rsidRPr="00723F4F" w14:paraId="7F336EBB" w14:textId="77777777" w:rsidTr="00723F4F">
      <w:tc>
        <w:tcPr>
          <w:tcW w:w="9664" w:type="dxa"/>
          <w:shd w:val="clear" w:color="auto" w:fill="auto"/>
        </w:tcPr>
        <w:p w14:paraId="319012F1" w14:textId="77777777" w:rsidR="001F32E7" w:rsidRPr="00723F4F" w:rsidRDefault="001F32E7"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1F32E7" w:rsidRDefault="001F32E7">
    <w:pPr>
      <w:pStyle w:val="Fuzeile"/>
    </w:pPr>
    <w:r>
      <w:rPr>
        <w:noProof/>
        <w:lang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1F32E7" w:rsidRDefault="001F32E7" w:rsidP="00E55534">
      <w:r>
        <w:separator/>
      </w:r>
    </w:p>
  </w:footnote>
  <w:footnote w:type="continuationSeparator" w:id="0">
    <w:p w14:paraId="3409E70A" w14:textId="77777777" w:rsidR="001F32E7" w:rsidRDefault="001F32E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64F1C" w14:textId="4C77FC78" w:rsidR="00363D98" w:rsidRDefault="00363D98">
    <w:pPr>
      <w:pStyle w:val="Kopfzeile"/>
    </w:pPr>
    <w:r>
      <w:rPr>
        <w:noProof/>
      </w:rPr>
      <mc:AlternateContent>
        <mc:Choice Requires="wps">
          <w:drawing>
            <wp:anchor distT="0" distB="0" distL="0" distR="0" simplePos="0" relativeHeight="251662336" behindDoc="0" locked="0" layoutInCell="1" allowOverlap="1" wp14:anchorId="321D6B66" wp14:editId="4D084612">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0185BC" w14:textId="1B746766" w:rsidR="00363D98" w:rsidRPr="00363D98" w:rsidRDefault="00363D98">
                          <w:pPr>
                            <w:rPr>
                              <w:rFonts w:ascii="Calibri" w:eastAsia="Calibri" w:hAnsi="Calibri" w:cs="Calibri"/>
                              <w:color w:val="FF0000"/>
                              <w:sz w:val="20"/>
                              <w:szCs w:val="20"/>
                            </w:rPr>
                          </w:pPr>
                          <w:r w:rsidRPr="00363D98">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21D6B66"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" filled="f" stroked="f">
              <v:fill o:detectmouseclick="t"/>
              <v:textbox style="mso-fit-shape-to-text:t" inset="0,0,15pt,0">
                <w:txbxContent>
                  <w:p w14:paraId="7E0185BC" w14:textId="1B746766" w:rsidR="00363D98" w:rsidRPr="00363D98" w:rsidRDefault="00363D98">
                    <w:pPr>
                      <w:rPr>
                        <w:rFonts w:ascii="Calibri" w:eastAsia="Calibri" w:hAnsi="Calibri" w:cs="Calibri"/>
                        <w:color w:val="FF0000"/>
                        <w:sz w:val="20"/>
                        <w:szCs w:val="20"/>
                      </w:rPr>
                    </w:pPr>
                    <w:r w:rsidRPr="00363D98">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1145BAF0" w:rsidR="001F32E7" w:rsidRPr="00533132" w:rsidRDefault="00363D98" w:rsidP="00533132">
    <w:pPr>
      <w:pStyle w:val="Kopfzeile"/>
    </w:pPr>
    <w:r>
      <w:rPr>
        <w:noProof/>
        <w:lang w:eastAsia="de-DE"/>
      </w:rPr>
      <mc:AlternateContent>
        <mc:Choice Requires="wps">
          <w:drawing>
            <wp:anchor distT="0" distB="0" distL="0" distR="0" simplePos="0" relativeHeight="251663360" behindDoc="0" locked="0" layoutInCell="1" allowOverlap="1" wp14:anchorId="3B213ED6" wp14:editId="259B9FBE">
              <wp:simplePos x="752475" y="447675"/>
              <wp:positionH relativeFrom="rightMargin">
                <wp:align>right</wp:align>
              </wp:positionH>
              <wp:positionV relativeFrom="paragraph">
                <wp:posOffset>635</wp:posOffset>
              </wp:positionV>
              <wp:extent cx="443865" cy="443865"/>
              <wp:effectExtent l="0" t="0" r="0" b="16510"/>
              <wp:wrapSquare wrapText="bothSides"/>
              <wp:docPr id="10" name="Textfeld 10"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CFB50CD" w14:textId="6057A130" w:rsidR="00363D98" w:rsidRPr="00363D98" w:rsidRDefault="00363D98">
                          <w:pPr>
                            <w:rPr>
                              <w:rFonts w:ascii="Calibri" w:eastAsia="Calibri" w:hAnsi="Calibri" w:cs="Calibri"/>
                              <w:color w:val="FF0000"/>
                              <w:sz w:val="20"/>
                              <w:szCs w:val="20"/>
                            </w:rPr>
                          </w:pPr>
                          <w:r w:rsidRPr="00363D98">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B213ED6"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NqNPCwqAgAAUgQAAA4AAAAAAAAAAAAAAAAALgIAAGRycy9lMm9Eb2Mu&#10;eG1sUEsBAi0AFAAGAAgAAAAhABMN77DYAAAAAwEAAA8AAAAAAAAAAAAAAAAAhAQAAGRycy9kb3du&#10;cmV2LnhtbFBLBQYAAAAABAAEAPMAAACJBQAAAAA=&#10;" filled="f" stroked="f">
              <v:fill o:detectmouseclick="t"/>
              <v:textbox style="mso-fit-shape-to-text:t" inset="0,0,15pt,0">
                <w:txbxContent>
                  <w:p w14:paraId="4CFB50CD" w14:textId="6057A130" w:rsidR="00363D98" w:rsidRPr="00363D98" w:rsidRDefault="00363D98">
                    <w:pPr>
                      <w:rPr>
                        <w:rFonts w:ascii="Calibri" w:eastAsia="Calibri" w:hAnsi="Calibri" w:cs="Calibri"/>
                        <w:color w:val="FF0000"/>
                        <w:sz w:val="20"/>
                        <w:szCs w:val="20"/>
                      </w:rPr>
                    </w:pPr>
                    <w:r w:rsidRPr="00363D98">
                      <w:rPr>
                        <w:rFonts w:ascii="Calibri" w:eastAsia="Calibri" w:hAnsi="Calibri" w:cs="Calibri"/>
                        <w:color w:val="FF0000"/>
                        <w:sz w:val="20"/>
                        <w:szCs w:val="20"/>
                      </w:rPr>
                      <w:t>Public</w:t>
                    </w:r>
                  </w:p>
                </w:txbxContent>
              </v:textbox>
              <w10:wrap type="square" anchorx="margin"/>
            </v:shape>
          </w:pict>
        </mc:Fallback>
      </mc:AlternateContent>
    </w:r>
    <w:r w:rsidR="001F32E7">
      <w:rPr>
        <w:noProof/>
        <w:lang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49B6037" w:rsidR="001F32E7" w:rsidRDefault="00363D98">
    <w:pPr>
      <w:pStyle w:val="Kopfzeile"/>
    </w:pPr>
    <w:r>
      <w:rPr>
        <w:noProof/>
        <w:lang w:eastAsia="de-DE"/>
      </w:rPr>
      <mc:AlternateContent>
        <mc:Choice Requires="wps">
          <w:drawing>
            <wp:anchor distT="0" distB="0" distL="0" distR="0" simplePos="0" relativeHeight="251661312" behindDoc="0" locked="0" layoutInCell="1" allowOverlap="1" wp14:anchorId="47C6F678" wp14:editId="2B8F03DC">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D647F0E" w14:textId="636AFA80" w:rsidR="00363D98" w:rsidRPr="00363D98" w:rsidRDefault="00363D98">
                          <w:pPr>
                            <w:rPr>
                              <w:rFonts w:ascii="Calibri" w:eastAsia="Calibri" w:hAnsi="Calibri" w:cs="Calibri"/>
                              <w:color w:val="FF0000"/>
                              <w:sz w:val="20"/>
                              <w:szCs w:val="20"/>
                            </w:rPr>
                          </w:pPr>
                          <w:r w:rsidRPr="00363D98">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7C6F678"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L21ousnAgAASQQAAA4AAAAAAAAAAAAAAAAALgIAAGRycy9lMm9Eb2MueG1s&#10;UEsBAi0AFAAGAAgAAAAhABMN77DYAAAAAwEAAA8AAAAAAAAAAAAAAAAAgQQAAGRycy9kb3ducmV2&#10;LnhtbFBLBQYAAAAABAAEAPMAAACGBQAAAAA=&#10;" filled="f" stroked="f">
              <v:fill o:detectmouseclick="t"/>
              <v:textbox style="mso-fit-shape-to-text:t" inset="0,0,15pt,0">
                <w:txbxContent>
                  <w:p w14:paraId="0D647F0E" w14:textId="636AFA80" w:rsidR="00363D98" w:rsidRPr="00363D98" w:rsidRDefault="00363D98">
                    <w:pPr>
                      <w:rPr>
                        <w:rFonts w:ascii="Calibri" w:eastAsia="Calibri" w:hAnsi="Calibri" w:cs="Calibri"/>
                        <w:color w:val="FF0000"/>
                        <w:sz w:val="20"/>
                        <w:szCs w:val="20"/>
                      </w:rPr>
                    </w:pPr>
                    <w:r w:rsidRPr="00363D98">
                      <w:rPr>
                        <w:rFonts w:ascii="Calibri" w:eastAsia="Calibri" w:hAnsi="Calibri" w:cs="Calibri"/>
                        <w:color w:val="FF0000"/>
                        <w:sz w:val="20"/>
                        <w:szCs w:val="20"/>
                      </w:rPr>
                      <w:t>Public</w:t>
                    </w:r>
                  </w:p>
                </w:txbxContent>
              </v:textbox>
              <w10:wrap type="square" anchorx="margin"/>
            </v:shape>
          </w:pict>
        </mc:Fallback>
      </mc:AlternateContent>
    </w:r>
    <w:r w:rsidR="001F32E7">
      <w:rPr>
        <w:noProof/>
        <w:lang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1F32E7">
      <w:rPr>
        <w:noProof/>
        <w:lang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32E7">
      <w:rPr>
        <w:noProof/>
        <w:lang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D11D9"/>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1F32E7"/>
    <w:rsid w:val="00200355"/>
    <w:rsid w:val="0021351D"/>
    <w:rsid w:val="00253A2E"/>
    <w:rsid w:val="002603EC"/>
    <w:rsid w:val="002611FE"/>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63D98"/>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1967"/>
    <w:rsid w:val="004D130E"/>
    <w:rsid w:val="004D23D0"/>
    <w:rsid w:val="004D2BE0"/>
    <w:rsid w:val="004E6EF5"/>
    <w:rsid w:val="00506409"/>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5327E"/>
    <w:rsid w:val="00677F11"/>
    <w:rsid w:val="00682B1A"/>
    <w:rsid w:val="006833FE"/>
    <w:rsid w:val="00690D7C"/>
    <w:rsid w:val="00690DFE"/>
    <w:rsid w:val="006B3EEC"/>
    <w:rsid w:val="006C0C87"/>
    <w:rsid w:val="006D6CC6"/>
    <w:rsid w:val="006D7EAC"/>
    <w:rsid w:val="006E0104"/>
    <w:rsid w:val="006F7602"/>
    <w:rsid w:val="00722A17"/>
    <w:rsid w:val="00723F4F"/>
    <w:rsid w:val="00754B80"/>
    <w:rsid w:val="00755AE0"/>
    <w:rsid w:val="0075761B"/>
    <w:rsid w:val="00757B83"/>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1AB2"/>
    <w:rsid w:val="00832921"/>
    <w:rsid w:val="00834472"/>
    <w:rsid w:val="00835591"/>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D2B87"/>
    <w:rsid w:val="008D770E"/>
    <w:rsid w:val="00900F50"/>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38C2"/>
    <w:rsid w:val="009B7C05"/>
    <w:rsid w:val="009C2378"/>
    <w:rsid w:val="009C5A77"/>
    <w:rsid w:val="009C5D99"/>
    <w:rsid w:val="009D016F"/>
    <w:rsid w:val="009E251D"/>
    <w:rsid w:val="009F10A8"/>
    <w:rsid w:val="009F715C"/>
    <w:rsid w:val="00A02F49"/>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3212"/>
    <w:rsid w:val="00F33B16"/>
    <w:rsid w:val="00F353EA"/>
    <w:rsid w:val="00F36C27"/>
    <w:rsid w:val="00F56318"/>
    <w:rsid w:val="00F67C95"/>
    <w:rsid w:val="00F74540"/>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3107C-1BBA-43E4-9725-387F404E3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1031</Words>
  <Characters>6500</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7516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10</cp:revision>
  <cp:lastPrinted>2021-10-28T15:19:00Z</cp:lastPrinted>
  <dcterms:created xsi:type="dcterms:W3CDTF">2022-01-13T14:54:00Z</dcterms:created>
  <dcterms:modified xsi:type="dcterms:W3CDTF">2022-02-22T11:31:00Z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2022-02-22T11:30:20Z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6a7610fe-a3fd-4282-9a2d-97aa10c20ec2</vt:lpwstr>
  </property>
  <property fmtid="{D5CDD505-2E9C-101B-9397-08002B2CF9AE}" pid="11" name="MSIP_Label_df1a195f-122b-42dc-a2d3-71a1903dcdac_ContentBits">
    <vt:lpwstr>1</vt:lpwstr>
  </property>
</Properties>
</file>