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689AF7B" w:rsidR="00A27829" w:rsidRPr="0069317F" w:rsidRDefault="00FF441D" w:rsidP="00A27829">
      <w:pPr>
        <w:pStyle w:val="Head"/>
        <w:rPr>
          <w:lang w:val="en-US"/>
        </w:rPr>
      </w:pPr>
      <w:r>
        <w:rPr>
          <w:lang w:val="en-US"/>
        </w:rPr>
        <w:t>Vögele</w:t>
      </w:r>
      <w:r w:rsidR="008A6DA1">
        <w:rPr>
          <w:lang w:val="en-US"/>
        </w:rPr>
        <w:t xml:space="preserve"> </w:t>
      </w:r>
      <w:r w:rsidR="008A6DA1" w:rsidRPr="0069317F">
        <w:rPr>
          <w:lang w:val="en-US"/>
        </w:rPr>
        <w:t xml:space="preserve">│ </w:t>
      </w:r>
      <w:r w:rsidRPr="0069317F">
        <w:rPr>
          <w:lang w:val="en-US"/>
        </w:rPr>
        <w:t>New Compact Class pave</w:t>
      </w:r>
      <w:r w:rsidR="00B10D49" w:rsidRPr="0069317F">
        <w:rPr>
          <w:lang w:val="en-US"/>
        </w:rPr>
        <w:t>r</w:t>
      </w:r>
      <w:r w:rsidRPr="0069317F">
        <w:rPr>
          <w:lang w:val="en-US"/>
        </w:rPr>
        <w:t>s from Vögele</w:t>
      </w:r>
      <w:r w:rsidR="00BD25D1" w:rsidRPr="0069317F">
        <w:rPr>
          <w:lang w:val="en-US"/>
        </w:rPr>
        <w:t xml:space="preserve"> </w:t>
      </w:r>
      <w:r w:rsidR="002E437A">
        <w:rPr>
          <w:lang w:val="en-US"/>
        </w:rPr>
        <w:t>for the Chinese Market</w:t>
      </w:r>
    </w:p>
    <w:p w14:paraId="26F0996C" w14:textId="515D0EAE" w:rsidR="00A46F1E" w:rsidRPr="0069317F" w:rsidRDefault="00FF441D" w:rsidP="00881E44">
      <w:pPr>
        <w:pStyle w:val="Subhead"/>
        <w:rPr>
          <w:lang w:val="en-GB"/>
        </w:rPr>
      </w:pPr>
      <w:r w:rsidRPr="0069317F">
        <w:rPr>
          <w:lang w:val="en-GB"/>
        </w:rPr>
        <w:t>SUPER 1380i and SUPER 1383i with straightforward operation</w:t>
      </w:r>
      <w:r w:rsidR="00C04B2E" w:rsidRPr="0069317F">
        <w:rPr>
          <w:lang w:val="en-GB"/>
        </w:rPr>
        <w:t xml:space="preserve"> </w:t>
      </w:r>
      <w:r w:rsidR="00D820F8" w:rsidRPr="0069317F">
        <w:rPr>
          <w:lang w:val="en-GB"/>
        </w:rPr>
        <w:t xml:space="preserve">and </w:t>
      </w:r>
      <w:r w:rsidR="001C010E" w:rsidRPr="0069317F">
        <w:rPr>
          <w:lang w:val="en-GB"/>
        </w:rPr>
        <w:t>latest drive technology</w:t>
      </w:r>
    </w:p>
    <w:p w14:paraId="193790FB" w14:textId="7670ACCB" w:rsidR="00A46F1E" w:rsidRPr="0069317F" w:rsidRDefault="00B10D49" w:rsidP="00881E44">
      <w:pPr>
        <w:pStyle w:val="Teaser"/>
        <w:rPr>
          <w:lang w:val="en-US"/>
        </w:rPr>
      </w:pPr>
      <w:r w:rsidRPr="0069317F">
        <w:rPr>
          <w:lang w:val="en-GB"/>
        </w:rPr>
        <w:t xml:space="preserve">The world market leader for road pavers is introducing two new machines with pave widths from 0.75 to 5 m: the compact SUPER 1380i tracked paver and the SUPER 1383i wheeled model. </w:t>
      </w:r>
      <w:r w:rsidR="00D820F8" w:rsidRPr="0069317F">
        <w:rPr>
          <w:lang w:val="en-GB"/>
        </w:rPr>
        <w:t xml:space="preserve">Both pavers are equipped with a powerful, low-emission engine and </w:t>
      </w:r>
      <w:r w:rsidRPr="0069317F">
        <w:rPr>
          <w:lang w:val="en-GB"/>
        </w:rPr>
        <w:t>deliver all the key paving functions</w:t>
      </w:r>
      <w:r w:rsidR="00FE4026" w:rsidRPr="0069317F">
        <w:rPr>
          <w:lang w:val="en-GB"/>
        </w:rPr>
        <w:t xml:space="preserve">, </w:t>
      </w:r>
      <w:r w:rsidRPr="0069317F">
        <w:rPr>
          <w:lang w:val="en-GB"/>
        </w:rPr>
        <w:t>top quality</w:t>
      </w:r>
      <w:r w:rsidR="00FE4026" w:rsidRPr="0069317F">
        <w:rPr>
          <w:lang w:val="en-GB"/>
        </w:rPr>
        <w:t xml:space="preserve"> as well as an attractive price/benefit ratio.</w:t>
      </w:r>
    </w:p>
    <w:p w14:paraId="03C1B33F" w14:textId="29FFBBF8" w:rsidR="00A46F1E" w:rsidRPr="0069317F" w:rsidRDefault="00E70F6D" w:rsidP="002611FE">
      <w:pPr>
        <w:pStyle w:val="Absatzberschrift"/>
        <w:rPr>
          <w:lang w:val="en-US"/>
        </w:rPr>
      </w:pPr>
      <w:r w:rsidRPr="0069317F">
        <w:rPr>
          <w:lang w:val="en-US"/>
        </w:rPr>
        <w:t xml:space="preserve">Robust and powerful pavers </w:t>
      </w:r>
    </w:p>
    <w:p w14:paraId="79FBE24A" w14:textId="4D35F42D" w:rsidR="000707F2" w:rsidRPr="0069317F" w:rsidRDefault="0019246E" w:rsidP="000707F2">
      <w:pPr>
        <w:pStyle w:val="Standardabsatz"/>
        <w:rPr>
          <w:lang w:val="en-US"/>
        </w:rPr>
      </w:pPr>
      <w:r w:rsidRPr="0069317F">
        <w:rPr>
          <w:lang w:val="en-US"/>
        </w:rPr>
        <w:t>Vögele presents two new Compact Class pavers especially for the Chinese market:</w:t>
      </w:r>
      <w:r w:rsidR="000707F2" w:rsidRPr="0069317F">
        <w:rPr>
          <w:lang w:val="en-US"/>
        </w:rPr>
        <w:t xml:space="preserve"> the SUPER 13</w:t>
      </w:r>
      <w:r w:rsidR="002C112F" w:rsidRPr="0069317F">
        <w:rPr>
          <w:lang w:val="en-US"/>
        </w:rPr>
        <w:t>80i</w:t>
      </w:r>
      <w:r w:rsidR="000707F2" w:rsidRPr="0069317F">
        <w:rPr>
          <w:lang w:val="en-US"/>
        </w:rPr>
        <w:t xml:space="preserve"> and SUPER 13</w:t>
      </w:r>
      <w:r w:rsidR="002C112F" w:rsidRPr="0069317F">
        <w:rPr>
          <w:lang w:val="en-US"/>
        </w:rPr>
        <w:t>83i</w:t>
      </w:r>
      <w:r w:rsidR="000707F2" w:rsidRPr="0069317F">
        <w:rPr>
          <w:lang w:val="en-US"/>
        </w:rPr>
        <w:t xml:space="preserve"> Compact Class pavers are ideal both for rehabilitating a wide variety of traffic areas and for economically and efficiently completing projects in inner cities and on major roads to a high standard. Both pavers are aimed at customers who give a high priority to robust and reliable engineering. The new compact pavers provide all the basic paving functions and feature the clear, easy-to-learn ErgoBasic operating concept as well as the optional Niveltronic Basic System for Automated Grade and Slope Control. Their compact design, </w:t>
      </w:r>
      <w:r w:rsidR="009508A3" w:rsidRPr="0069317F">
        <w:rPr>
          <w:lang w:val="en-US"/>
        </w:rPr>
        <w:t>81</w:t>
      </w:r>
      <w:r w:rsidR="000707F2" w:rsidRPr="0069317F">
        <w:rPr>
          <w:lang w:val="en-US"/>
        </w:rPr>
        <w:t xml:space="preserve"> kW diesel engine and laydown rates of up to 350 t/h make these pavers extremely powerful, </w:t>
      </w:r>
      <w:proofErr w:type="gramStart"/>
      <w:r w:rsidR="000707F2" w:rsidRPr="0069317F">
        <w:rPr>
          <w:lang w:val="en-US"/>
        </w:rPr>
        <w:t>robust</w:t>
      </w:r>
      <w:proofErr w:type="gramEnd"/>
      <w:r w:rsidR="000707F2" w:rsidRPr="0069317F">
        <w:rPr>
          <w:lang w:val="en-US"/>
        </w:rPr>
        <w:t xml:space="preserve"> and versatile.</w:t>
      </w:r>
      <w:r w:rsidR="002C112F" w:rsidRPr="0069317F">
        <w:rPr>
          <w:lang w:val="en-US"/>
        </w:rPr>
        <w:t xml:space="preserve"> </w:t>
      </w:r>
      <w:r w:rsidR="000707F2" w:rsidRPr="0069317F">
        <w:rPr>
          <w:lang w:val="en-US"/>
        </w:rPr>
        <w:t xml:space="preserve">In combination with the AB 340 Extending Screed and the compacting systems comprising tamper (T), vibrators (V) or a combination (TV), these machines facilitate pave widths from 1.8 to 3.4 m. Cut-off shoes furthermore allow a minimum pave width of 0.75 m, whilst additional bolt-on extensions enable a maximum pave width of up to 5 m to be achieved. </w:t>
      </w:r>
    </w:p>
    <w:p w14:paraId="02934646" w14:textId="2451B0CC" w:rsidR="00D820F8" w:rsidRPr="0069317F" w:rsidRDefault="007529DE" w:rsidP="00D820F8">
      <w:pPr>
        <w:jc w:val="both"/>
        <w:rPr>
          <w:b/>
          <w:sz w:val="22"/>
          <w:szCs w:val="22"/>
          <w:lang w:val="en-GB"/>
        </w:rPr>
      </w:pPr>
      <w:r w:rsidRPr="0069317F">
        <w:rPr>
          <w:b/>
          <w:sz w:val="22"/>
          <w:lang w:val="en-GB"/>
        </w:rPr>
        <w:t>L</w:t>
      </w:r>
      <w:r w:rsidR="00D820F8" w:rsidRPr="0069317F">
        <w:rPr>
          <w:b/>
          <w:sz w:val="22"/>
          <w:lang w:val="en-GB"/>
        </w:rPr>
        <w:t>ow emissions</w:t>
      </w:r>
    </w:p>
    <w:p w14:paraId="41695FF6" w14:textId="4A6EFBBC" w:rsidR="00D820F8" w:rsidRPr="0069317F" w:rsidRDefault="00D820F8" w:rsidP="00D820F8">
      <w:pPr>
        <w:pStyle w:val="Standardabsatz"/>
        <w:rPr>
          <w:lang w:val="en-US"/>
        </w:rPr>
      </w:pPr>
      <w:r w:rsidRPr="0069317F">
        <w:rPr>
          <w:lang w:val="en-GB"/>
        </w:rPr>
        <w:t xml:space="preserve">Both pavers are equipped with a powerful </w:t>
      </w:r>
      <w:r w:rsidR="007F56D4" w:rsidRPr="0069317F">
        <w:rPr>
          <w:lang w:val="en-GB"/>
        </w:rPr>
        <w:t>4</w:t>
      </w:r>
      <w:r w:rsidRPr="0069317F">
        <w:rPr>
          <w:lang w:val="en-GB"/>
        </w:rPr>
        <w:t>-cylinder diesel engine</w:t>
      </w:r>
      <w:r w:rsidR="00BC7691" w:rsidRPr="0069317F">
        <w:rPr>
          <w:lang w:val="en-GB"/>
        </w:rPr>
        <w:t xml:space="preserve"> </w:t>
      </w:r>
      <w:r w:rsidR="00D64C5F" w:rsidRPr="0069317F">
        <w:rPr>
          <w:lang w:val="en-GB"/>
        </w:rPr>
        <w:t>that</w:t>
      </w:r>
      <w:r w:rsidRPr="0069317F">
        <w:rPr>
          <w:lang w:val="en-GB"/>
        </w:rPr>
        <w:t xml:space="preserve"> delivers an output of up to </w:t>
      </w:r>
      <w:r w:rsidR="00AC68E0" w:rsidRPr="0069317F">
        <w:rPr>
          <w:lang w:val="en-GB"/>
        </w:rPr>
        <w:t>81</w:t>
      </w:r>
      <w:r w:rsidRPr="0069317F">
        <w:rPr>
          <w:lang w:val="en-GB"/>
        </w:rPr>
        <w:t xml:space="preserve"> kW</w:t>
      </w:r>
      <w:r w:rsidR="00BC7691" w:rsidRPr="0069317F">
        <w:rPr>
          <w:lang w:val="en-GB"/>
        </w:rPr>
        <w:t xml:space="preserve"> at 2,000 rpm</w:t>
      </w:r>
      <w:r w:rsidRPr="0069317F">
        <w:rPr>
          <w:lang w:val="en-GB"/>
        </w:rPr>
        <w:t xml:space="preserve">. It also has particularly low emissions and fuel consumption: the effective exhaust emissions after-treatment with a diesel particulate filter (DPF) and diesel oxidation catalyst (DOC), together with intelligent electronic engine control, significantly reduce harmful substances. The two Vögele </w:t>
      </w:r>
      <w:r w:rsidR="00AC68E0" w:rsidRPr="0069317F">
        <w:rPr>
          <w:lang w:val="en-GB"/>
        </w:rPr>
        <w:t>Compact</w:t>
      </w:r>
      <w:r w:rsidRPr="0069317F">
        <w:rPr>
          <w:lang w:val="en-GB"/>
        </w:rPr>
        <w:t xml:space="preserve"> Class pavers thus satisfy </w:t>
      </w:r>
      <w:r w:rsidR="0033512D" w:rsidRPr="0069317F">
        <w:rPr>
          <w:lang w:val="en-GB"/>
        </w:rPr>
        <w:t>NR4</w:t>
      </w:r>
      <w:r w:rsidRPr="0069317F">
        <w:rPr>
          <w:lang w:val="en-GB"/>
        </w:rPr>
        <w:t xml:space="preserve"> emissions standards and have the “i” suffix in their machine name: this suffix stands for “intelligent emission control” and indicates environmentally</w:t>
      </w:r>
      <w:r w:rsidR="0069317F">
        <w:rPr>
          <w:lang w:val="en-GB"/>
        </w:rPr>
        <w:t xml:space="preserve"> </w:t>
      </w:r>
      <w:r w:rsidRPr="0069317F">
        <w:rPr>
          <w:lang w:val="en-GB"/>
        </w:rPr>
        <w:t>friendly engines in which the latest technology guarantees especially low emissions.</w:t>
      </w:r>
    </w:p>
    <w:p w14:paraId="4F251FB3" w14:textId="77777777" w:rsidR="000707F2" w:rsidRPr="0069317F" w:rsidRDefault="000707F2" w:rsidP="000707F2">
      <w:pPr>
        <w:pStyle w:val="Absatzberschrift"/>
        <w:rPr>
          <w:lang w:val="en-US"/>
        </w:rPr>
      </w:pPr>
      <w:r w:rsidRPr="0069317F">
        <w:rPr>
          <w:lang w:val="en-US"/>
        </w:rPr>
        <w:t>Simple operation with ErgoBasic</w:t>
      </w:r>
    </w:p>
    <w:p w14:paraId="5E3E08BE" w14:textId="1DE52F69" w:rsidR="000707F2" w:rsidRPr="0069317F" w:rsidRDefault="000707F2" w:rsidP="000707F2">
      <w:pPr>
        <w:pStyle w:val="Standardabsatz"/>
        <w:rPr>
          <w:lang w:val="en-US"/>
        </w:rPr>
      </w:pPr>
      <w:r w:rsidRPr="0069317F">
        <w:rPr>
          <w:lang w:val="en-US"/>
        </w:rPr>
        <w:t>Equipped with</w:t>
      </w:r>
      <w:r w:rsidR="00391C97" w:rsidRPr="0069317F">
        <w:rPr>
          <w:lang w:val="en-US"/>
        </w:rPr>
        <w:t xml:space="preserve"> the</w:t>
      </w:r>
      <w:r w:rsidRPr="0069317F">
        <w:rPr>
          <w:lang w:val="en-US"/>
        </w:rPr>
        <w:t xml:space="preserve"> ErgoBasic</w:t>
      </w:r>
      <w:r w:rsidR="000156CC" w:rsidRPr="0069317F">
        <w:rPr>
          <w:lang w:val="en-US"/>
        </w:rPr>
        <w:t xml:space="preserve"> operating concept</w:t>
      </w:r>
      <w:r w:rsidRPr="0069317F">
        <w:rPr>
          <w:lang w:val="en-US"/>
        </w:rPr>
        <w:t xml:space="preserve">, the SUPER </w:t>
      </w:r>
      <w:r w:rsidR="00A96D68" w:rsidRPr="0069317F">
        <w:rPr>
          <w:lang w:val="en-US"/>
        </w:rPr>
        <w:t>1380i</w:t>
      </w:r>
      <w:r w:rsidRPr="0069317F">
        <w:rPr>
          <w:lang w:val="en-US"/>
        </w:rPr>
        <w:t xml:space="preserve"> and SUPER </w:t>
      </w:r>
      <w:r w:rsidR="00A96D68" w:rsidRPr="0069317F">
        <w:rPr>
          <w:lang w:val="en-US"/>
        </w:rPr>
        <w:t>1383i</w:t>
      </w:r>
      <w:r w:rsidRPr="0069317F">
        <w:rPr>
          <w:lang w:val="en-US"/>
        </w:rPr>
        <w:t xml:space="preserve"> are just as fast, </w:t>
      </w:r>
      <w:proofErr w:type="gramStart"/>
      <w:r w:rsidRPr="0069317F">
        <w:rPr>
          <w:lang w:val="en-US"/>
        </w:rPr>
        <w:t>precise</w:t>
      </w:r>
      <w:proofErr w:type="gramEnd"/>
      <w:r w:rsidRPr="0069317F">
        <w:rPr>
          <w:lang w:val="en-US"/>
        </w:rPr>
        <w:t xml:space="preserve"> and intuitive to operate as the </w:t>
      </w:r>
      <w:r w:rsidR="000156CC" w:rsidRPr="0069317F">
        <w:rPr>
          <w:lang w:val="en-US"/>
        </w:rPr>
        <w:t>ErgoPlus 3</w:t>
      </w:r>
      <w:r w:rsidRPr="0069317F">
        <w:rPr>
          <w:lang w:val="en-US"/>
        </w:rPr>
        <w:t xml:space="preserve"> machines, though ErgoBasic is limited to the basic functions required. These include clear function and status displays, control of various modes, glare-free backlighting for working at night and simple steering involving either a rotary controller or, in the case of the wheeled model, a steering wheel. </w:t>
      </w:r>
      <w:r w:rsidR="009A7119" w:rsidRPr="0069317F">
        <w:rPr>
          <w:lang w:val="en-US"/>
        </w:rPr>
        <w:t xml:space="preserve">In addition, the new pavers offer even more ergonomics and comfort with a swivelling seat and a swivelling driver's control console. </w:t>
      </w:r>
      <w:r w:rsidRPr="0069317F">
        <w:rPr>
          <w:lang w:val="en-US"/>
        </w:rPr>
        <w:t xml:space="preserve">Both the ErgoBasic and the ErgoPlus 3 operating systems are based on the same concept and the same system of symbols, making it perfectly straightforward for users to switch between </w:t>
      </w:r>
      <w:r w:rsidR="00964ACA" w:rsidRPr="0069317F">
        <w:rPr>
          <w:lang w:val="en-US"/>
        </w:rPr>
        <w:t>different Vögele</w:t>
      </w:r>
      <w:r w:rsidRPr="0069317F">
        <w:rPr>
          <w:lang w:val="en-US"/>
        </w:rPr>
        <w:t xml:space="preserve"> pavers.</w:t>
      </w:r>
    </w:p>
    <w:p w14:paraId="0CE23E63" w14:textId="77777777" w:rsidR="000707F2" w:rsidRPr="0069317F" w:rsidRDefault="000707F2" w:rsidP="000707F2">
      <w:pPr>
        <w:pStyle w:val="Absatzberschrift"/>
        <w:rPr>
          <w:lang w:val="en-US"/>
        </w:rPr>
      </w:pPr>
      <w:r w:rsidRPr="0069317F">
        <w:rPr>
          <w:lang w:val="en-US"/>
        </w:rPr>
        <w:lastRenderedPageBreak/>
        <w:t>Intuitive Niveltronic Basic System for Automated Grade and Slope Control</w:t>
      </w:r>
    </w:p>
    <w:p w14:paraId="2C143220" w14:textId="27AF7512" w:rsidR="00E45587" w:rsidRPr="0069317F" w:rsidRDefault="000707F2" w:rsidP="00282AFC">
      <w:pPr>
        <w:pStyle w:val="Standardabsatz"/>
        <w:rPr>
          <w:lang w:val="en-US"/>
        </w:rPr>
      </w:pPr>
      <w:r w:rsidRPr="0069317F">
        <w:rPr>
          <w:lang w:val="en-US"/>
        </w:rPr>
        <w:t xml:space="preserve">To go with the ErgoBasic operating concept, Vögele is also supplying the Niveltronic Basic System for Automated Grade and Slope Control. It is completely integrated in the machine control system and so precisely tailored to the paver model concerned. The System for Automated Grade and Slope Control can be controlled separately for each side of the screed using a compact, sturdy </w:t>
      </w:r>
      <w:proofErr w:type="gramStart"/>
      <w:r w:rsidRPr="0069317F">
        <w:rPr>
          <w:lang w:val="en-US"/>
        </w:rPr>
        <w:t>remote control</w:t>
      </w:r>
      <w:proofErr w:type="gramEnd"/>
      <w:r w:rsidRPr="0069317F">
        <w:rPr>
          <w:lang w:val="en-US"/>
        </w:rPr>
        <w:t xml:space="preserve"> unit. It is particularly straightforward and intuitive to operate, guaranteeing paving true to line and level on any terrain. Niveltronic Basic can furthermore be combined with a wide variety of Vögele sensors ranging from a variable mechanical grade sensor to non-contacting sonic sensors or a laser receiver.</w:t>
      </w:r>
    </w:p>
    <w:p w14:paraId="5FAE7237" w14:textId="77777777" w:rsidR="00E45587" w:rsidRPr="0069317F" w:rsidRDefault="00E45587" w:rsidP="00282AFC">
      <w:pPr>
        <w:pStyle w:val="Standardabsatz"/>
        <w:rPr>
          <w:lang w:val="en-US"/>
        </w:rPr>
      </w:pPr>
    </w:p>
    <w:p w14:paraId="31412CCB" w14:textId="10995DDC" w:rsidR="00E15EBE" w:rsidRPr="0069317F" w:rsidRDefault="00E15EBE" w:rsidP="00E15EBE">
      <w:pPr>
        <w:pStyle w:val="Fotos"/>
        <w:rPr>
          <w:lang w:val="en-US"/>
        </w:rPr>
      </w:pPr>
      <w:r w:rsidRPr="0069317F">
        <w:rPr>
          <w:lang w:val="en-US"/>
        </w:rPr>
        <w:t>Fotos:</w:t>
      </w:r>
    </w:p>
    <w:p w14:paraId="20879CE4" w14:textId="6F6DC25F" w:rsidR="002611FE" w:rsidRPr="0069317F" w:rsidRDefault="00C91D94" w:rsidP="002611FE">
      <w:pPr>
        <w:pStyle w:val="BUbold"/>
        <w:rPr>
          <w:lang w:val="en-US"/>
        </w:rPr>
      </w:pPr>
      <w:r w:rsidRPr="0069317F">
        <w:rPr>
          <w:noProof/>
        </w:rPr>
        <w:drawing>
          <wp:inline distT="0" distB="0" distL="0" distR="0" wp14:anchorId="32C830DA" wp14:editId="00C51711">
            <wp:extent cx="3289300" cy="1849109"/>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302404" cy="1856475"/>
                    </a:xfrm>
                    <a:prstGeom prst="rect">
                      <a:avLst/>
                    </a:prstGeom>
                    <a:noFill/>
                    <a:ln>
                      <a:noFill/>
                    </a:ln>
                  </pic:spPr>
                </pic:pic>
              </a:graphicData>
            </a:graphic>
          </wp:inline>
        </w:drawing>
      </w:r>
      <w:r w:rsidR="002611FE" w:rsidRPr="0069317F">
        <w:rPr>
          <w:lang w:val="en-US"/>
        </w:rPr>
        <w:br/>
      </w:r>
      <w:r w:rsidRPr="0069317F">
        <w:rPr>
          <w:lang w:val="en-US"/>
        </w:rPr>
        <w:t>JV</w:t>
      </w:r>
      <w:r w:rsidR="00A46F1E" w:rsidRPr="0069317F">
        <w:rPr>
          <w:lang w:val="en-US"/>
        </w:rPr>
        <w:t>_</w:t>
      </w:r>
      <w:r w:rsidRPr="0069317F">
        <w:rPr>
          <w:lang w:val="en-US"/>
        </w:rPr>
        <w:t>SUPER_138Xi</w:t>
      </w:r>
      <w:r w:rsidR="00BD25D1" w:rsidRPr="0069317F">
        <w:rPr>
          <w:lang w:val="en-US"/>
        </w:rPr>
        <w:t>_00</w:t>
      </w:r>
      <w:r w:rsidRPr="0069317F">
        <w:rPr>
          <w:lang w:val="en-US"/>
        </w:rPr>
        <w:t>1</w:t>
      </w:r>
      <w:r w:rsidR="006C0C87" w:rsidRPr="0069317F">
        <w:rPr>
          <w:lang w:val="en-US"/>
        </w:rPr>
        <w:t>_PR</w:t>
      </w:r>
    </w:p>
    <w:p w14:paraId="47324A88" w14:textId="2D9DEA27" w:rsidR="002611FE" w:rsidRDefault="00395E09" w:rsidP="002611FE">
      <w:pPr>
        <w:pStyle w:val="BUnormal"/>
        <w:rPr>
          <w:color w:val="auto"/>
          <w:lang w:val="en-GB"/>
        </w:rPr>
      </w:pPr>
      <w:r w:rsidRPr="0069317F">
        <w:rPr>
          <w:color w:val="auto"/>
          <w:lang w:val="en-GB"/>
        </w:rPr>
        <w:t xml:space="preserve">The new SUPER 1380i and SUPER 1383i </w:t>
      </w:r>
      <w:r w:rsidR="001A3D27" w:rsidRPr="0069317F">
        <w:rPr>
          <w:color w:val="auto"/>
          <w:lang w:val="en-GB"/>
        </w:rPr>
        <w:t xml:space="preserve">pavers are equipped with a powerful 81kW diesel engine, </w:t>
      </w:r>
      <w:r w:rsidRPr="0069317F">
        <w:rPr>
          <w:color w:val="auto"/>
          <w:lang w:val="en-GB"/>
        </w:rPr>
        <w:t xml:space="preserve">feature the ErgoBasic operating concept and deliver top quality as well as an attractive price/benefit ratio. </w:t>
      </w:r>
    </w:p>
    <w:p w14:paraId="6AF3D388" w14:textId="77777777" w:rsidR="00DF2B79" w:rsidRPr="00DF2B79" w:rsidRDefault="00DF2B79" w:rsidP="00DF2B79">
      <w:pPr>
        <w:pStyle w:val="Note"/>
        <w:rPr>
          <w:lang w:val="en-GB"/>
        </w:rPr>
      </w:pPr>
    </w:p>
    <w:p w14:paraId="04824B2F" w14:textId="12D93365" w:rsidR="00F74540" w:rsidRPr="00A338F5" w:rsidRDefault="00A338F5" w:rsidP="006C0C87">
      <w:pPr>
        <w:pStyle w:val="Note"/>
        <w:rPr>
          <w:lang w:val="en-US"/>
        </w:rPr>
      </w:pPr>
      <w:r w:rsidRPr="0069317F">
        <w:rPr>
          <w:color w:val="auto"/>
          <w:lang w:val="en-US" w:eastAsia="de-DE"/>
        </w:rPr>
        <w:t xml:space="preserve">Note: These photographs are only intended as a </w:t>
      </w:r>
      <w:r w:rsidRPr="00A338F5">
        <w:rPr>
          <w:lang w:val="en-US" w:eastAsia="de-DE"/>
        </w:rPr>
        <w:t>preview. For printing in publications, please use the photographs in 300 dpi resolution that are available for download from the Wirtgen Group websites.</w:t>
      </w:r>
    </w:p>
    <w:p w14:paraId="55931FB8" w14:textId="6A12725D" w:rsidR="00E15EBE" w:rsidRPr="00A338F5" w:rsidRDefault="00A338F5" w:rsidP="00A338F5">
      <w:pPr>
        <w:pStyle w:val="Absatzberschrift"/>
        <w:rPr>
          <w:iCs/>
          <w:lang w:val="en-US"/>
        </w:rPr>
      </w:pPr>
      <w:r w:rsidRPr="00A338F5">
        <w:rPr>
          <w:iCs/>
          <w:lang w:val="en-US"/>
        </w:rPr>
        <w:t>For further information please contact</w:t>
      </w:r>
      <w:r w:rsidR="00E15EBE" w:rsidRPr="00A338F5">
        <w:rPr>
          <w:iCs/>
          <w:lang w:val="en-US"/>
        </w:rPr>
        <w:t>:</w:t>
      </w:r>
    </w:p>
    <w:p w14:paraId="0834BAC7" w14:textId="77777777" w:rsidR="00E15EBE" w:rsidRPr="00A338F5"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358832BD" w14:textId="77777777" w:rsidR="00A338F5" w:rsidRDefault="00A338F5" w:rsidP="00A338F5">
      <w:pPr>
        <w:pStyle w:val="Fuzeile1"/>
      </w:pPr>
      <w:r>
        <w:t>Reinhard-Wirtgen-Strasse 2</w:t>
      </w:r>
    </w:p>
    <w:p w14:paraId="450F4C89" w14:textId="77777777" w:rsidR="00A338F5" w:rsidRDefault="00A338F5" w:rsidP="00A338F5">
      <w:pPr>
        <w:pStyle w:val="Fuzeile1"/>
      </w:pPr>
      <w:r>
        <w:t>53578 Windhagen</w:t>
      </w:r>
    </w:p>
    <w:p w14:paraId="5A37CC2B" w14:textId="76F7EF5F" w:rsidR="00E15EBE" w:rsidRDefault="00A338F5" w:rsidP="00A338F5">
      <w:pPr>
        <w:pStyle w:val="Fuzeile1"/>
      </w:pPr>
      <w:r>
        <w:t>Germany</w:t>
      </w:r>
    </w:p>
    <w:p w14:paraId="29A07732" w14:textId="77777777" w:rsidR="00E15EBE" w:rsidRDefault="00E15EBE" w:rsidP="00E15EBE">
      <w:pPr>
        <w:pStyle w:val="Fuzeile1"/>
      </w:pPr>
    </w:p>
    <w:p w14:paraId="0AF5D5C5" w14:textId="77777777" w:rsidR="00A338F5" w:rsidRDefault="00A338F5" w:rsidP="00A338F5">
      <w:pPr>
        <w:pStyle w:val="Fuzeile1"/>
      </w:pPr>
      <w:r>
        <w:t>Phone:   +49 (0) 2645 131 – 1966</w:t>
      </w:r>
    </w:p>
    <w:p w14:paraId="1416A68F" w14:textId="77777777" w:rsidR="00A338F5" w:rsidRDefault="00A338F5" w:rsidP="00A338F5">
      <w:pPr>
        <w:pStyle w:val="Fuzeile1"/>
      </w:pPr>
      <w:r>
        <w:t>Fax:       +49 (0) 2645 131 – 499</w:t>
      </w:r>
    </w:p>
    <w:p w14:paraId="44007412" w14:textId="77777777" w:rsidR="00A338F5" w:rsidRDefault="00A338F5" w:rsidP="00A338F5">
      <w:pPr>
        <w:pStyle w:val="Fuzeile1"/>
      </w:pPr>
      <w:r>
        <w:t>E-mail:   PR@wirtgen-group.com</w:t>
      </w:r>
    </w:p>
    <w:p w14:paraId="3D604A55" w14:textId="6071B240" w:rsidR="00F048D4" w:rsidRPr="00F74540" w:rsidRDefault="00A338F5" w:rsidP="00A338F5">
      <w:pPr>
        <w:pStyle w:val="Fuzeile1"/>
      </w:pPr>
      <w: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274A3817" w:rsidR="005101B4" w:rsidRDefault="00E74427">
    <w:pPr>
      <w:pStyle w:val="Kopfzeile"/>
    </w:pPr>
    <w:r>
      <w:rPr>
        <w:noProof/>
      </w:rPr>
      <mc:AlternateContent>
        <mc:Choice Requires="wps">
          <w:drawing>
            <wp:anchor distT="0" distB="0" distL="0" distR="0" simplePos="0" relativeHeight="251662336" behindDoc="0" locked="0" layoutInCell="1" allowOverlap="1" wp14:anchorId="6556A431" wp14:editId="7090311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626221" w14:textId="2E5B8094"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56A431"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9626221" w14:textId="2E5B8094"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3239CE0" w:rsidR="00533132" w:rsidRPr="00533132" w:rsidRDefault="00E74427" w:rsidP="00533132">
    <w:pPr>
      <w:pStyle w:val="Kopfzeile"/>
    </w:pPr>
    <w:r>
      <w:rPr>
        <w:noProof/>
        <w:lang w:eastAsia="zh-CN"/>
      </w:rPr>
      <mc:AlternateContent>
        <mc:Choice Requires="wps">
          <w:drawing>
            <wp:anchor distT="0" distB="0" distL="0" distR="0" simplePos="0" relativeHeight="251663360" behindDoc="0" locked="0" layoutInCell="1" allowOverlap="1" wp14:anchorId="48460F59" wp14:editId="50FCB785">
              <wp:simplePos x="754380" y="449580"/>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27F389" w14:textId="5DB6C262"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460F59" id="_x0000_t202" coordsize="21600,21600" o:spt="202" path="m,l,21600r21600,l21600,xe">
              <v:stroke joinstyle="miter"/>
              <v:path gradientshapeok="t" o:connecttype="rect"/>
            </v:shapetype>
            <v:shape id="Textfeld 9"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E27F389" w14:textId="5DB6C262"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9BD5DCB" w:rsidR="00533132" w:rsidRDefault="00E74427">
    <w:pPr>
      <w:pStyle w:val="Kopfzeile"/>
    </w:pPr>
    <w:r>
      <w:rPr>
        <w:noProof/>
        <w:lang w:eastAsia="zh-CN"/>
      </w:rPr>
      <mc:AlternateContent>
        <mc:Choice Requires="wps">
          <w:drawing>
            <wp:anchor distT="0" distB="0" distL="0" distR="0" simplePos="0" relativeHeight="251661312" behindDoc="0" locked="0" layoutInCell="1" allowOverlap="1" wp14:anchorId="70C421C4" wp14:editId="6351479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DF829B" w14:textId="7DA23232"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0C421C4"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4DF829B" w14:textId="7DA23232" w:rsidR="00E74427" w:rsidRPr="00E74427" w:rsidRDefault="00E74427" w:rsidP="00E74427">
                    <w:pPr>
                      <w:rPr>
                        <w:rFonts w:ascii="Calibri" w:eastAsia="Calibri" w:hAnsi="Calibri" w:cs="Calibri"/>
                        <w:noProof/>
                        <w:color w:val="FF0000"/>
                        <w:sz w:val="20"/>
                        <w:szCs w:val="20"/>
                      </w:rPr>
                    </w:pPr>
                    <w:r w:rsidRPr="00E74427">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916232D"/>
    <w:multiLevelType w:val="hybridMultilevel"/>
    <w:tmpl w:val="557025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385061519">
    <w:abstractNumId w:val="9"/>
  </w:num>
  <w:num w:numId="2" w16cid:durableId="1168983639">
    <w:abstractNumId w:val="9"/>
  </w:num>
  <w:num w:numId="3" w16cid:durableId="977681577">
    <w:abstractNumId w:val="9"/>
  </w:num>
  <w:num w:numId="4" w16cid:durableId="1217080657">
    <w:abstractNumId w:val="9"/>
  </w:num>
  <w:num w:numId="5" w16cid:durableId="522019185">
    <w:abstractNumId w:val="9"/>
  </w:num>
  <w:num w:numId="6" w16cid:durableId="1871334894">
    <w:abstractNumId w:val="2"/>
  </w:num>
  <w:num w:numId="7" w16cid:durableId="1786922193">
    <w:abstractNumId w:val="2"/>
  </w:num>
  <w:num w:numId="8" w16cid:durableId="1053771960">
    <w:abstractNumId w:val="2"/>
  </w:num>
  <w:num w:numId="9" w16cid:durableId="33046326">
    <w:abstractNumId w:val="2"/>
  </w:num>
  <w:num w:numId="10" w16cid:durableId="981692012">
    <w:abstractNumId w:val="2"/>
  </w:num>
  <w:num w:numId="11" w16cid:durableId="1189293570">
    <w:abstractNumId w:val="6"/>
  </w:num>
  <w:num w:numId="12" w16cid:durableId="1749762462">
    <w:abstractNumId w:val="6"/>
  </w:num>
  <w:num w:numId="13" w16cid:durableId="1914968385">
    <w:abstractNumId w:val="5"/>
  </w:num>
  <w:num w:numId="14" w16cid:durableId="521943674">
    <w:abstractNumId w:val="5"/>
  </w:num>
  <w:num w:numId="15" w16cid:durableId="986517987">
    <w:abstractNumId w:val="5"/>
  </w:num>
  <w:num w:numId="16" w16cid:durableId="1631934299">
    <w:abstractNumId w:val="5"/>
  </w:num>
  <w:num w:numId="17" w16cid:durableId="2042434961">
    <w:abstractNumId w:val="5"/>
  </w:num>
  <w:num w:numId="18" w16cid:durableId="2097092714">
    <w:abstractNumId w:val="1"/>
  </w:num>
  <w:num w:numId="19" w16cid:durableId="1889761289">
    <w:abstractNumId w:val="4"/>
  </w:num>
  <w:num w:numId="20" w16cid:durableId="1525165217">
    <w:abstractNumId w:val="8"/>
  </w:num>
  <w:num w:numId="21" w16cid:durableId="11433055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10392570">
    <w:abstractNumId w:val="0"/>
  </w:num>
  <w:num w:numId="23" w16cid:durableId="2092651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7455423">
    <w:abstractNumId w:val="7"/>
  </w:num>
  <w:num w:numId="25" w16cid:durableId="26297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94825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56CC"/>
    <w:rsid w:val="00042106"/>
    <w:rsid w:val="00042FE8"/>
    <w:rsid w:val="0005285B"/>
    <w:rsid w:val="00055529"/>
    <w:rsid w:val="00062C3A"/>
    <w:rsid w:val="00066D09"/>
    <w:rsid w:val="000707F2"/>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246E"/>
    <w:rsid w:val="00194FB1"/>
    <w:rsid w:val="001A3D27"/>
    <w:rsid w:val="001B16BB"/>
    <w:rsid w:val="001B34EE"/>
    <w:rsid w:val="001C010E"/>
    <w:rsid w:val="001C1A3E"/>
    <w:rsid w:val="001D2602"/>
    <w:rsid w:val="001F769B"/>
    <w:rsid w:val="00200355"/>
    <w:rsid w:val="0021351D"/>
    <w:rsid w:val="00253A2E"/>
    <w:rsid w:val="002603EC"/>
    <w:rsid w:val="002611FE"/>
    <w:rsid w:val="00282AFC"/>
    <w:rsid w:val="00286C15"/>
    <w:rsid w:val="0029634D"/>
    <w:rsid w:val="002C112F"/>
    <w:rsid w:val="002C7542"/>
    <w:rsid w:val="002D065C"/>
    <w:rsid w:val="002D0780"/>
    <w:rsid w:val="002D2EE5"/>
    <w:rsid w:val="002D63E6"/>
    <w:rsid w:val="002E437A"/>
    <w:rsid w:val="002E765F"/>
    <w:rsid w:val="002E7E4E"/>
    <w:rsid w:val="002F108B"/>
    <w:rsid w:val="002F190B"/>
    <w:rsid w:val="002F5818"/>
    <w:rsid w:val="002F70FD"/>
    <w:rsid w:val="0030316D"/>
    <w:rsid w:val="003247A0"/>
    <w:rsid w:val="0032774C"/>
    <w:rsid w:val="00332D28"/>
    <w:rsid w:val="0033512D"/>
    <w:rsid w:val="0034191A"/>
    <w:rsid w:val="00343CC7"/>
    <w:rsid w:val="0036561D"/>
    <w:rsid w:val="003665BE"/>
    <w:rsid w:val="00384A08"/>
    <w:rsid w:val="00387E6F"/>
    <w:rsid w:val="00391C97"/>
    <w:rsid w:val="00395E09"/>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77518"/>
    <w:rsid w:val="00487BFC"/>
    <w:rsid w:val="004A463B"/>
    <w:rsid w:val="004C1967"/>
    <w:rsid w:val="004D23D0"/>
    <w:rsid w:val="004D2BE0"/>
    <w:rsid w:val="004E6EF5"/>
    <w:rsid w:val="00506409"/>
    <w:rsid w:val="005101B4"/>
    <w:rsid w:val="00524E15"/>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25AE2"/>
    <w:rsid w:val="00627157"/>
    <w:rsid w:val="006330A2"/>
    <w:rsid w:val="00642EB6"/>
    <w:rsid w:val="006433E2"/>
    <w:rsid w:val="00651E5D"/>
    <w:rsid w:val="00677F11"/>
    <w:rsid w:val="00682B1A"/>
    <w:rsid w:val="00690D7C"/>
    <w:rsid w:val="00690DFE"/>
    <w:rsid w:val="0069317F"/>
    <w:rsid w:val="006B3EEC"/>
    <w:rsid w:val="006C0C87"/>
    <w:rsid w:val="006D6CC6"/>
    <w:rsid w:val="006D7EAC"/>
    <w:rsid w:val="006E0104"/>
    <w:rsid w:val="006F7602"/>
    <w:rsid w:val="00722A17"/>
    <w:rsid w:val="00723F4F"/>
    <w:rsid w:val="0075027F"/>
    <w:rsid w:val="007529DE"/>
    <w:rsid w:val="00754B80"/>
    <w:rsid w:val="00755AE0"/>
    <w:rsid w:val="00756571"/>
    <w:rsid w:val="0075761B"/>
    <w:rsid w:val="00757B83"/>
    <w:rsid w:val="00774358"/>
    <w:rsid w:val="00791A69"/>
    <w:rsid w:val="0079462A"/>
    <w:rsid w:val="00794830"/>
    <w:rsid w:val="00797CAA"/>
    <w:rsid w:val="007A2B6F"/>
    <w:rsid w:val="007A6BD2"/>
    <w:rsid w:val="007C2658"/>
    <w:rsid w:val="007D59A2"/>
    <w:rsid w:val="007E20D0"/>
    <w:rsid w:val="007E3DAB"/>
    <w:rsid w:val="007F1F7B"/>
    <w:rsid w:val="007F56D4"/>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6DA1"/>
    <w:rsid w:val="008C2A29"/>
    <w:rsid w:val="008C2DB2"/>
    <w:rsid w:val="008D2B87"/>
    <w:rsid w:val="008D770E"/>
    <w:rsid w:val="0090337E"/>
    <w:rsid w:val="009049D8"/>
    <w:rsid w:val="00910609"/>
    <w:rsid w:val="00915841"/>
    <w:rsid w:val="00931FA3"/>
    <w:rsid w:val="009328FA"/>
    <w:rsid w:val="00936A78"/>
    <w:rsid w:val="009375E1"/>
    <w:rsid w:val="009405D6"/>
    <w:rsid w:val="009508A3"/>
    <w:rsid w:val="00952853"/>
    <w:rsid w:val="009646E4"/>
    <w:rsid w:val="00964ACA"/>
    <w:rsid w:val="0096778F"/>
    <w:rsid w:val="00977EC3"/>
    <w:rsid w:val="0098631D"/>
    <w:rsid w:val="009A7119"/>
    <w:rsid w:val="009B17A9"/>
    <w:rsid w:val="009B211F"/>
    <w:rsid w:val="009B7C05"/>
    <w:rsid w:val="009C2378"/>
    <w:rsid w:val="009C5A77"/>
    <w:rsid w:val="009C5D99"/>
    <w:rsid w:val="009D016F"/>
    <w:rsid w:val="009E251D"/>
    <w:rsid w:val="009F10A8"/>
    <w:rsid w:val="009F696B"/>
    <w:rsid w:val="009F715C"/>
    <w:rsid w:val="00A02F49"/>
    <w:rsid w:val="00A171F4"/>
    <w:rsid w:val="00A1772D"/>
    <w:rsid w:val="00A177B2"/>
    <w:rsid w:val="00A24EFC"/>
    <w:rsid w:val="00A27829"/>
    <w:rsid w:val="00A338F5"/>
    <w:rsid w:val="00A46F1E"/>
    <w:rsid w:val="00A66B3F"/>
    <w:rsid w:val="00A82395"/>
    <w:rsid w:val="00A9295C"/>
    <w:rsid w:val="00A96D68"/>
    <w:rsid w:val="00A977CE"/>
    <w:rsid w:val="00AA0DF7"/>
    <w:rsid w:val="00AB52F9"/>
    <w:rsid w:val="00AC4F42"/>
    <w:rsid w:val="00AC68E0"/>
    <w:rsid w:val="00AD131F"/>
    <w:rsid w:val="00AD32D5"/>
    <w:rsid w:val="00AD70E4"/>
    <w:rsid w:val="00AF3B3A"/>
    <w:rsid w:val="00AF4E8E"/>
    <w:rsid w:val="00AF6569"/>
    <w:rsid w:val="00AF6F4F"/>
    <w:rsid w:val="00B06265"/>
    <w:rsid w:val="00B10D49"/>
    <w:rsid w:val="00B21240"/>
    <w:rsid w:val="00B5232A"/>
    <w:rsid w:val="00B60ED1"/>
    <w:rsid w:val="00B62CF5"/>
    <w:rsid w:val="00B85705"/>
    <w:rsid w:val="00B874DC"/>
    <w:rsid w:val="00B90F78"/>
    <w:rsid w:val="00BC7691"/>
    <w:rsid w:val="00BD1058"/>
    <w:rsid w:val="00BD25D1"/>
    <w:rsid w:val="00BD5391"/>
    <w:rsid w:val="00BD764C"/>
    <w:rsid w:val="00BF56B2"/>
    <w:rsid w:val="00C04B2E"/>
    <w:rsid w:val="00C055AB"/>
    <w:rsid w:val="00C0683A"/>
    <w:rsid w:val="00C11F95"/>
    <w:rsid w:val="00C136DF"/>
    <w:rsid w:val="00C17501"/>
    <w:rsid w:val="00C32D50"/>
    <w:rsid w:val="00C40627"/>
    <w:rsid w:val="00C43EAF"/>
    <w:rsid w:val="00C457C3"/>
    <w:rsid w:val="00C644CA"/>
    <w:rsid w:val="00C658FC"/>
    <w:rsid w:val="00C73005"/>
    <w:rsid w:val="00C84D75"/>
    <w:rsid w:val="00C85E18"/>
    <w:rsid w:val="00C91D94"/>
    <w:rsid w:val="00C96E9F"/>
    <w:rsid w:val="00CA4A09"/>
    <w:rsid w:val="00CB71DD"/>
    <w:rsid w:val="00CC5A63"/>
    <w:rsid w:val="00CC787C"/>
    <w:rsid w:val="00CF36C9"/>
    <w:rsid w:val="00D00EC4"/>
    <w:rsid w:val="00D166AC"/>
    <w:rsid w:val="00D36BA2"/>
    <w:rsid w:val="00D37CF4"/>
    <w:rsid w:val="00D4487C"/>
    <w:rsid w:val="00D63D33"/>
    <w:rsid w:val="00D64C5F"/>
    <w:rsid w:val="00D73352"/>
    <w:rsid w:val="00D820F8"/>
    <w:rsid w:val="00D935C3"/>
    <w:rsid w:val="00D961A3"/>
    <w:rsid w:val="00DA0266"/>
    <w:rsid w:val="00DA14C0"/>
    <w:rsid w:val="00DA477E"/>
    <w:rsid w:val="00DB4BB0"/>
    <w:rsid w:val="00DE461D"/>
    <w:rsid w:val="00DF2B79"/>
    <w:rsid w:val="00E04039"/>
    <w:rsid w:val="00E14608"/>
    <w:rsid w:val="00E15EBE"/>
    <w:rsid w:val="00E21E67"/>
    <w:rsid w:val="00E30EBF"/>
    <w:rsid w:val="00E316C0"/>
    <w:rsid w:val="00E31E03"/>
    <w:rsid w:val="00E451CD"/>
    <w:rsid w:val="00E45587"/>
    <w:rsid w:val="00E51170"/>
    <w:rsid w:val="00E52D70"/>
    <w:rsid w:val="00E55534"/>
    <w:rsid w:val="00E70F6D"/>
    <w:rsid w:val="00E7116D"/>
    <w:rsid w:val="00E72429"/>
    <w:rsid w:val="00E74427"/>
    <w:rsid w:val="00E764A0"/>
    <w:rsid w:val="00E914D1"/>
    <w:rsid w:val="00E960D8"/>
    <w:rsid w:val="00E97CC0"/>
    <w:rsid w:val="00EB5FCA"/>
    <w:rsid w:val="00EE0E33"/>
    <w:rsid w:val="00EE3B56"/>
    <w:rsid w:val="00F048D4"/>
    <w:rsid w:val="00F20920"/>
    <w:rsid w:val="00F23212"/>
    <w:rsid w:val="00F33B16"/>
    <w:rsid w:val="00F353EA"/>
    <w:rsid w:val="00F36C27"/>
    <w:rsid w:val="00F429DC"/>
    <w:rsid w:val="00F534EE"/>
    <w:rsid w:val="00F5544E"/>
    <w:rsid w:val="00F56318"/>
    <w:rsid w:val="00F67C95"/>
    <w:rsid w:val="00F74540"/>
    <w:rsid w:val="00F75B79"/>
    <w:rsid w:val="00F82525"/>
    <w:rsid w:val="00F91AC4"/>
    <w:rsid w:val="00F97FEA"/>
    <w:rsid w:val="00FA7C36"/>
    <w:rsid w:val="00FB60E1"/>
    <w:rsid w:val="00FD3768"/>
    <w:rsid w:val="00FD51E9"/>
    <w:rsid w:val="00FE4026"/>
    <w:rsid w:val="00FF4075"/>
    <w:rsid w:val="00FF441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45587"/>
    <w:pPr>
      <w:ind w:left="720"/>
    </w:pPr>
    <w:rPr>
      <w:rFonts w:ascii="Calibri" w:eastAsiaTheme="minorHAnsi" w:hAnsi="Calibri" w:cs="Calibri"/>
      <w:sz w:val="22"/>
      <w:szCs w:val="22"/>
      <w:lang w:eastAsia="de-DE"/>
      <w14:ligatures w14:val="standardContextual"/>
    </w:rPr>
  </w:style>
  <w:style w:type="character" w:styleId="Platzhaltertext">
    <w:name w:val="Placeholder Text"/>
    <w:basedOn w:val="Absatz-Standardschriftart"/>
    <w:uiPriority w:val="99"/>
    <w:unhideWhenUsed/>
    <w:rsid w:val="00D820F8"/>
    <w:rPr>
      <w:color w:val="808080"/>
    </w:rPr>
  </w:style>
  <w:style w:type="paragraph" w:styleId="berarbeitung">
    <w:name w:val="Revision"/>
    <w:hidden/>
    <w:uiPriority w:val="71"/>
    <w:semiHidden/>
    <w:rsid w:val="009F696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73082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633</Words>
  <Characters>3989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2021-10-28T15:19:00Z</cp:lastPrinted>
  <dcterms:created xsi:type="dcterms:W3CDTF">2024-05-23T07:13:00Z</dcterms:created>
  <dcterms:modified xsi:type="dcterms:W3CDTF">2024-05-27T11:04:00Z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7,8,9</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2024-05-23T07:12:23Z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00b2c6c6-47f0-4531-af7b-dddf5fadecb2</vt:lpwstr>
  </property>
  <property fmtid="{D5CDD505-2E9C-101B-9397-08002B2CF9AE}" pid="11" name="MSIP_Label_df1a195f-122b-42dc-a2d3-71a1903dcdac_ContentBits">
    <vt:lpwstr>1</vt:lpwstr>
  </property>
</Properties>
</file>