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F88A613" w:rsidR="00A27829" w:rsidRPr="00C95DAB" w:rsidRDefault="00C95DAB" w:rsidP="00A27829">
      <w:pPr>
        <w:pStyle w:val="Head"/>
      </w:pPr>
      <w:r>
        <w:t xml:space="preserve">La nueva clase de fresadoras compactas de Wirtgen es especialmente rentable y sostenible   </w:t>
      </w:r>
    </w:p>
    <w:p w14:paraId="193790FB" w14:textId="5EEF6184" w:rsidR="00A46F1E" w:rsidRPr="00C95DAB" w:rsidRDefault="00C95DAB" w:rsidP="00881E44">
      <w:pPr>
        <w:pStyle w:val="Teaser"/>
      </w:pPr>
      <w:r>
        <w:t>Con el lanzamiento al mercado de la W 100 Fi, la W 120 Fi y la W 130 Fi en Europa, el especialista en fresado en frío Wirtgen presenta desde ahora tres potentes fresadoras compactas de un metro de última generación. Ahora, en las fresadoras compactas también hay integradas tecnologías únicas en todo el sector tomadas de las acreditadas fresadoras grandes de la serie F.</w:t>
      </w:r>
    </w:p>
    <w:p w14:paraId="03C1B33F" w14:textId="465EAD76" w:rsidR="00A46F1E" w:rsidRPr="00C95DAB" w:rsidRDefault="00C95DAB" w:rsidP="002611FE">
      <w:pPr>
        <w:pStyle w:val="Absatzberschrift"/>
      </w:pPr>
      <w:r>
        <w:t xml:space="preserve">Mill </w:t>
      </w:r>
      <w:proofErr w:type="spellStart"/>
      <w:r>
        <w:t>Assist</w:t>
      </w:r>
      <w:proofErr w:type="spellEnd"/>
      <w:r>
        <w:t xml:space="preserve"> y WPT por primera vez para la clase de un metro</w:t>
      </w:r>
    </w:p>
    <w:p w14:paraId="778004D4" w14:textId="5D4F6564" w:rsidR="002954CA" w:rsidRDefault="002954CA" w:rsidP="00057F82">
      <w:pPr>
        <w:autoSpaceDE w:val="0"/>
        <w:autoSpaceDN w:val="0"/>
        <w:adjustRightInd w:val="0"/>
        <w:spacing w:after="220"/>
        <w:jc w:val="both"/>
        <w:textAlignment w:val="center"/>
        <w:rPr>
          <w:bCs/>
          <w:sz w:val="22"/>
          <w:szCs w:val="22"/>
        </w:rPr>
      </w:pPr>
      <w:r>
        <w:rPr>
          <w:sz w:val="22"/>
        </w:rPr>
        <w:t xml:space="preserve">Las tres fresadoras de carga frontal con anchuras de trabajo de 1,0 m, 1,2 m y 1,3 m están equipadas con la tecnología de motor más ecológica, equivalente a la normativa de gases de escape de fase EU </w:t>
      </w:r>
      <w:proofErr w:type="spellStart"/>
      <w:r>
        <w:rPr>
          <w:sz w:val="22"/>
        </w:rPr>
        <w:t>Stage</w:t>
      </w:r>
      <w:proofErr w:type="spellEnd"/>
      <w:r>
        <w:rPr>
          <w:sz w:val="22"/>
        </w:rPr>
        <w:t xml:space="preserve"> 5/US </w:t>
      </w:r>
      <w:proofErr w:type="spellStart"/>
      <w:r>
        <w:rPr>
          <w:sz w:val="22"/>
        </w:rPr>
        <w:t>Tier</w:t>
      </w:r>
      <w:proofErr w:type="spellEnd"/>
      <w:r>
        <w:rPr>
          <w:sz w:val="22"/>
        </w:rPr>
        <w:t xml:space="preserve"> 4 Final. Además, el moderno motor diésel John Deere ofrece una potencia de 265 kW/360 CV. Wirtgen y John Deere han adaptado la curva característica del momento de giro del motor exactamente a los requisitos del fresado en frío. Así, las máquinas consumen mucho menos combustible incluso con altos rendimientos y una profundidad de fresado máxima de hasta 330 </w:t>
      </w:r>
      <w:proofErr w:type="spellStart"/>
      <w:r>
        <w:rPr>
          <w:sz w:val="22"/>
        </w:rPr>
        <w:t>mm.</w:t>
      </w:r>
      <w:proofErr w:type="spellEnd"/>
      <w:r>
        <w:rPr>
          <w:sz w:val="22"/>
        </w:rPr>
        <w:t xml:space="preserve"> </w:t>
      </w:r>
    </w:p>
    <w:p w14:paraId="52FCEE11" w14:textId="68A92862" w:rsidR="002954CA" w:rsidRPr="00C95DAB" w:rsidRDefault="002954CA" w:rsidP="00057F82">
      <w:pPr>
        <w:pStyle w:val="Standardabsatz"/>
      </w:pPr>
      <w:r>
        <w:t>A bordo también se incluyen</w:t>
      </w:r>
      <w:r>
        <w:rPr>
          <w:color w:val="000000" w:themeColor="text1"/>
        </w:rPr>
        <w:t xml:space="preserve"> </w:t>
      </w:r>
      <w:r>
        <w:t xml:space="preserve">sistemas de asistencia digitales como el control de máquina Mill </w:t>
      </w:r>
      <w:proofErr w:type="spellStart"/>
      <w:r>
        <w:t>Assist</w:t>
      </w:r>
      <w:proofErr w:type="spellEnd"/>
      <w:r>
        <w:t xml:space="preserve">, Wirtgen Performance </w:t>
      </w:r>
      <w:proofErr w:type="spellStart"/>
      <w:r>
        <w:t>Tracker</w:t>
      </w:r>
      <w:proofErr w:type="spellEnd"/>
      <w:r>
        <w:t xml:space="preserve"> (WPT) y el sistema de nivelación </w:t>
      </w:r>
      <w:proofErr w:type="spellStart"/>
      <w:r>
        <w:t>Level</w:t>
      </w:r>
      <w:proofErr w:type="spellEnd"/>
      <w:r>
        <w:t xml:space="preserve"> Pro Active. Con espíritu pionero, Wirtgen ya los había utilizado en las aplicaciones con fresadoras grandes y había redefinido el concepto de fresado preciso y rentable. Ahora también los clientes de la clase de fresadoras compactas se benefician de los altos rendimientos de fresado, de la eficiencia y de la documentación clara que ofrecen estos sistemas.</w:t>
      </w:r>
    </w:p>
    <w:p w14:paraId="4C45ECE0" w14:textId="6C1AB7A1" w:rsidR="002954CA" w:rsidRPr="00C95DAB" w:rsidRDefault="002954CA" w:rsidP="002954CA">
      <w:pPr>
        <w:pStyle w:val="Absatzberschrift"/>
      </w:pPr>
      <w:r>
        <w:t xml:space="preserve">Mill </w:t>
      </w:r>
      <w:proofErr w:type="spellStart"/>
      <w:r>
        <w:t>Assist</w:t>
      </w:r>
      <w:proofErr w:type="spellEnd"/>
      <w:r>
        <w:t xml:space="preserve"> para un fresado más eficiente</w:t>
      </w:r>
      <w:r>
        <w:rPr>
          <w:color w:val="000000"/>
        </w:rPr>
        <w:t xml:space="preserve"> </w:t>
      </w:r>
    </w:p>
    <w:p w14:paraId="2D0C3B57" w14:textId="4778CF0F" w:rsidR="00057F82" w:rsidRDefault="002954CA" w:rsidP="00057F82">
      <w:pPr>
        <w:pStyle w:val="Text"/>
        <w:spacing w:after="220" w:line="240" w:lineRule="auto"/>
        <w:rPr>
          <w:rFonts w:eastAsiaTheme="minorHAnsi" w:cs="AvenirNext LT Pro Regular"/>
          <w:szCs w:val="22"/>
        </w:rPr>
      </w:pPr>
      <w:r>
        <w:t xml:space="preserve">En el modo automático, Mill </w:t>
      </w:r>
      <w:proofErr w:type="spellStart"/>
      <w:r>
        <w:t>Assist</w:t>
      </w:r>
      <w:proofErr w:type="spellEnd"/>
      <w:r>
        <w:t xml:space="preserve"> ajusta la relación de trabajo más favorable entre el rendimiento de fresado y los costes operativos. Esto no solo aumenta el rendimiento de fresado, sino que también reduce el consumo de gasóleo, agua y picas y las emisiones de CO</w:t>
      </w:r>
      <w:r>
        <w:rPr>
          <w:vertAlign w:val="subscript"/>
        </w:rPr>
        <w:t>2</w:t>
      </w:r>
      <w:r>
        <w:t xml:space="preserve">. </w:t>
      </w:r>
    </w:p>
    <w:p w14:paraId="7A13E147" w14:textId="4329937F" w:rsidR="002954CA" w:rsidRPr="00990FA6" w:rsidRDefault="002954CA" w:rsidP="00057F82">
      <w:pPr>
        <w:pStyle w:val="Text"/>
        <w:spacing w:line="240" w:lineRule="auto"/>
        <w:rPr>
          <w:rFonts w:cstheme="minorBidi"/>
          <w:b/>
          <w:szCs w:val="22"/>
        </w:rPr>
      </w:pPr>
      <w:r>
        <w:t>El conductor de la fresadora puede preseleccionar adicionalmente una estrategia de trabajo «ECO», «Optimización del rendimiento» o «Calidad del fresado». Así es posible, por ejemplo, definir previamente la calidad de fresado necesaria en una escala del 1 (gruesa) al 10 (muy fina) con solo pulsar un botón.</w:t>
      </w:r>
    </w:p>
    <w:p w14:paraId="67B66231" w14:textId="77777777" w:rsidR="002954CA" w:rsidRDefault="002954CA" w:rsidP="00057F82">
      <w:pPr>
        <w:autoSpaceDE w:val="0"/>
        <w:autoSpaceDN w:val="0"/>
        <w:adjustRightInd w:val="0"/>
        <w:jc w:val="both"/>
        <w:textAlignment w:val="center"/>
        <w:rPr>
          <w:rFonts w:eastAsia="Calibri" w:cs="Arial"/>
          <w:b/>
          <w:sz w:val="22"/>
          <w:szCs w:val="22"/>
        </w:rPr>
      </w:pPr>
    </w:p>
    <w:p w14:paraId="274D7636" w14:textId="1B9ADBD8" w:rsidR="002954CA" w:rsidRDefault="002954CA" w:rsidP="00057F82">
      <w:pPr>
        <w:spacing w:after="220"/>
        <w:jc w:val="both"/>
        <w:rPr>
          <w:noProof/>
          <w:sz w:val="22"/>
        </w:rPr>
      </w:pPr>
      <w:r>
        <w:rPr>
          <w:sz w:val="22"/>
        </w:rPr>
        <w:t xml:space="preserve">Mill </w:t>
      </w:r>
      <w:proofErr w:type="spellStart"/>
      <w:r>
        <w:rPr>
          <w:sz w:val="22"/>
        </w:rPr>
        <w:t>Assist</w:t>
      </w:r>
      <w:proofErr w:type="spellEnd"/>
      <w:r>
        <w:rPr>
          <w:sz w:val="22"/>
        </w:rPr>
        <w:t xml:space="preserve"> también controla automáticamente el accionamiento del motor. En combinación con el motor diésel, los números de revoluciones del tambor de fresado se pueden ampliar por arriba y por abajo adecuándolo a un enorme campo de aplicaciones. Al trabajar en un régimen bajo es posible minimizar significativamente el consumo de gasóleo y el desgaste de las picas. En el régimen superior se consigue una alta calidad del patrón de fresado incluso con un mayor rendimiento por unidad de superficie.</w:t>
      </w:r>
    </w:p>
    <w:p w14:paraId="61BCC5B7" w14:textId="77777777" w:rsidR="002954CA" w:rsidRPr="00057F82" w:rsidRDefault="002954CA" w:rsidP="002954CA">
      <w:pPr>
        <w:spacing w:line="276" w:lineRule="auto"/>
        <w:jc w:val="both"/>
        <w:rPr>
          <w:b/>
          <w:sz w:val="22"/>
          <w:szCs w:val="22"/>
        </w:rPr>
      </w:pPr>
      <w:r>
        <w:rPr>
          <w:b/>
          <w:sz w:val="22"/>
        </w:rPr>
        <w:t>WPT para una documentación exacta del rendimiento y la eficiencia</w:t>
      </w:r>
      <w:r>
        <w:rPr>
          <w:b/>
        </w:rPr>
        <w:t xml:space="preserve"> </w:t>
      </w:r>
    </w:p>
    <w:p w14:paraId="5941A861" w14:textId="3A028B0B" w:rsidR="000B582B" w:rsidRPr="002954CA" w:rsidRDefault="002954CA" w:rsidP="002954CA">
      <w:pPr>
        <w:pStyle w:val="Standardabsatz"/>
      </w:pPr>
      <w:r>
        <w:lastRenderedPageBreak/>
        <w:t xml:space="preserve">El Wirtgen Performance </w:t>
      </w:r>
      <w:proofErr w:type="spellStart"/>
      <w:r>
        <w:t>Tracker</w:t>
      </w:r>
      <w:proofErr w:type="spellEnd"/>
      <w:r>
        <w:t xml:space="preserve"> calcula de forma exacta y automática el rendimiento de fresado de superficies, el volumen de fresado y los valores de consumo de la máquina, </w:t>
      </w:r>
      <w:r>
        <w:rPr>
          <w:rStyle w:val="Hervorhebung"/>
          <w:b w:val="0"/>
        </w:rPr>
        <w:t>todo ello sin necesidad de topógrafos externos en la obra</w:t>
      </w:r>
      <w:r>
        <w:t xml:space="preserve">. Todos los datos de rendimiento y consumo importantes se le muestran al maquinista de la fresadora en su puesto de conductor en tiempo real y se le envían también al explotador de la máquina por correo electrónico en un informe generado automáticamente justo a la conclusión de los trabajos de fresado. El WPT es opcional y se puede reequipar en todo momento también en fresadoras compactas que ya se encuentran en servicio. </w:t>
      </w:r>
    </w:p>
    <w:p w14:paraId="69F49D88" w14:textId="4F0FCE34" w:rsidR="00BD25D1" w:rsidRPr="00C95DAB" w:rsidRDefault="00C95DAB" w:rsidP="00754B80">
      <w:pPr>
        <w:pStyle w:val="Absatzberschrift"/>
      </w:pPr>
      <w:r>
        <w:rPr>
          <w:color w:val="000000"/>
        </w:rPr>
        <w:t>Cambio rápido a diversas aplicaciones se fresado</w:t>
      </w:r>
      <w:r>
        <w:t xml:space="preserve"> </w:t>
      </w:r>
    </w:p>
    <w:p w14:paraId="684C6270" w14:textId="5044736E" w:rsidR="00BD25D1" w:rsidRPr="00C95DAB" w:rsidRDefault="00C95DAB" w:rsidP="00BD25D1">
      <w:pPr>
        <w:pStyle w:val="Standardabsatz"/>
      </w:pPr>
      <w:r>
        <w:t xml:space="preserve">Gracias a las dimensiones compactas y al peso optimizado que facilita el transporte, este trío de máquinas acredita su valía para numerosas obras. Las maniobrables fresadoras en frío son especialmente adecuadas para trabajos de fresado en espacios reducidos, como en centros urbanos o aparcamientos. Por su alta productividad, se utilizan también para la rehabilitación de capas de rodadura y para la retirada completa de material en obras de dimensiones pequeñas y medianas. Gracias al cambio rápido de los tambores de fresado FCS con distintos espaciados entre picas y diversas anchuras de trabajo, las fresadoras compactas de Wirtgen también se pueden reequipar en tiempo récord en la propia obra para cambiar de aplicación. </w:t>
      </w:r>
    </w:p>
    <w:p w14:paraId="55696270" w14:textId="6F6CA16F" w:rsidR="00BD25D1" w:rsidRPr="00C95DAB" w:rsidRDefault="00C95DAB" w:rsidP="00754B80">
      <w:pPr>
        <w:pStyle w:val="Absatzberschrift"/>
      </w:pPr>
      <w:r>
        <w:t>Moderna central de mando para el conductor de la fresadora</w:t>
      </w:r>
      <w:r>
        <w:rPr>
          <w:color w:val="000000"/>
        </w:rPr>
        <w:t xml:space="preserve"> </w:t>
      </w:r>
    </w:p>
    <w:p w14:paraId="4DE781AF" w14:textId="0C9A8D74" w:rsidR="006D6CC6" w:rsidRDefault="00C95DAB" w:rsidP="00282AFC">
      <w:pPr>
        <w:pStyle w:val="Standardabsatz"/>
      </w:pPr>
      <w:r>
        <w:t xml:space="preserve">El nuevo puesto del maquinista destaca por su confort, sus elementos de mando con disposición ergonómica, sus propiedades táctiles de alta calidad y un diseño moderno. La esbelta cintura de avispa y hasta cinco cámaras se encargan de que haya una magnífica visibilidad sobre todas las zonas de trabajo importantes, como es costumbre en las fresadoras de Wirtgen. </w:t>
      </w:r>
      <w:r>
        <w:rPr>
          <w:color w:val="000000" w:themeColor="text1"/>
        </w:rPr>
        <w:t xml:space="preserve">Además, en el nuevo </w:t>
      </w:r>
      <w:proofErr w:type="spellStart"/>
      <w:r>
        <w:rPr>
          <w:color w:val="000000" w:themeColor="text1"/>
        </w:rPr>
        <w:t>display</w:t>
      </w:r>
      <w:proofErr w:type="spellEnd"/>
      <w:r>
        <w:rPr>
          <w:color w:val="000000" w:themeColor="text1"/>
        </w:rPr>
        <w:t xml:space="preserve"> de mando de </w:t>
      </w:r>
      <w:proofErr w:type="gramStart"/>
      <w:r>
        <w:rPr>
          <w:color w:val="000000" w:themeColor="text1"/>
        </w:rPr>
        <w:t>5“ que</w:t>
      </w:r>
      <w:proofErr w:type="gramEnd"/>
      <w:r>
        <w:rPr>
          <w:color w:val="000000" w:themeColor="text1"/>
        </w:rPr>
        <w:t xml:space="preserve"> hay en el reposabrazos multifuncional se muestra toda la información esencial de la máquina. Otro elemento clave es el ascenso a la fresadora en la parte trasera con adaptación automática de la altura. Así se puede entrar al puesto del maquinista de forma ergonómica</w:t>
      </w:r>
      <w:r>
        <w:t xml:space="preserve"> </w:t>
      </w:r>
      <w:r>
        <w:rPr>
          <w:color w:val="000000" w:themeColor="text1"/>
        </w:rPr>
        <w:t>en cualquier situación de trabajo</w:t>
      </w:r>
      <w:r>
        <w:t xml:space="preserve">. </w:t>
      </w:r>
    </w:p>
    <w:p w14:paraId="20314062" w14:textId="1C7FADA5" w:rsidR="00A70473" w:rsidRDefault="00A70473" w:rsidP="00282AFC">
      <w:pPr>
        <w:pStyle w:val="Standardabsatz"/>
      </w:pPr>
    </w:p>
    <w:p w14:paraId="693555B3" w14:textId="295DF835" w:rsidR="00A70473" w:rsidRPr="00A70473" w:rsidRDefault="00A70473" w:rsidP="00282AFC">
      <w:pPr>
        <w:pStyle w:val="Standardabsatz"/>
        <w:rPr>
          <w:b/>
          <w:bCs/>
        </w:rPr>
      </w:pPr>
      <w:r>
        <w:rPr>
          <w:b/>
        </w:rPr>
        <w:t>Fotos: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6202D787" w:rsidR="006C0C87" w:rsidRDefault="002954CA" w:rsidP="0085522C">
      <w:pPr>
        <w:pStyle w:val="BUnormal"/>
        <w:jc w:val="both"/>
      </w:pPr>
      <w:r>
        <w:t xml:space="preserve">La W 100 Fi, la W 120 Fi y la W 130 Fi de la nueva clase compacta de Wirtgen destacan en todas las aplicaciones, por </w:t>
      </w:r>
      <w:proofErr w:type="gramStart"/>
      <w:r>
        <w:t>ejemplo</w:t>
      </w:r>
      <w:proofErr w:type="gramEnd"/>
      <w:r>
        <w:t xml:space="preserve"> al retirar capas de calzada mediante fresado o durante trabajos de fresado de conexiones en la rehabilitación de calzadas. </w:t>
      </w:r>
    </w:p>
    <w:p w14:paraId="4FD9008B" w14:textId="77777777" w:rsidR="00A70473" w:rsidRPr="00A70473" w:rsidRDefault="00A70473" w:rsidP="00A70473">
      <w:pPr>
        <w:pStyle w:val="Note"/>
        <w:rPr>
          <w:i w:val="0"/>
          <w:iCs/>
        </w:rPr>
      </w:pP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El potente motor John Deere, con una curva característica del momento de giro exactamente adaptada a las fresadoras en frío, permite en todo momento un trabajo de fresado eficiente y productivo. </w:t>
      </w:r>
      <w:r>
        <w:br/>
      </w:r>
    </w:p>
    <w:p w14:paraId="04824B2F" w14:textId="1D2C88F5" w:rsidR="00F74540" w:rsidRPr="006C0C87" w:rsidRDefault="00E15EBE" w:rsidP="006C0C87">
      <w:pPr>
        <w:pStyle w:val="Note"/>
      </w:pPr>
      <w:r>
        <w:t xml:space="preserve">Nota: estas fotos sirven únicamente de vista previa. Para la impresión en las publicaciones, por favor, utilice fotos con una resolución de 300 dpi que podrá descargar de las páginas web de Wirtgen GmbH y de Wirtgen </w:t>
      </w:r>
      <w:proofErr w:type="spellStart"/>
      <w:r>
        <w:t>Group</w:t>
      </w:r>
      <w:proofErr w:type="spellEnd"/>
      <w:r>
        <w:t>.</w:t>
      </w:r>
    </w:p>
    <w:p w14:paraId="55931FB8" w14:textId="77777777" w:rsidR="00E15EBE" w:rsidRDefault="00E15EBE" w:rsidP="00E15EBE">
      <w:pPr>
        <w:pStyle w:val="Absatzberschrift"/>
        <w:rPr>
          <w:iCs/>
        </w:rPr>
      </w:pPr>
      <w: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proofErr w:type="spellStart"/>
      <w:r>
        <w:t>Public</w:t>
      </w:r>
      <w:proofErr w:type="spellEnd"/>
      <w:r>
        <w:t xml:space="preserve"> </w:t>
      </w:r>
      <w:proofErr w:type="spellStart"/>
      <w:r>
        <w:t>Relations</w:t>
      </w:r>
      <w:proofErr w:type="spellEnd"/>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903FF7" w:rsidP="00F74540">
      <w:pPr>
        <w:pStyle w:val="Fuzeile1"/>
      </w:pPr>
      <w:hyperlink r:id="rId10" w:history="1">
        <w:r w:rsidR="0035224C">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9B60" w14:textId="77777777" w:rsidR="0060722A" w:rsidRDefault="0060722A" w:rsidP="00E55534">
      <w:r>
        <w:separator/>
      </w:r>
    </w:p>
  </w:endnote>
  <w:endnote w:type="continuationSeparator" w:id="0">
    <w:p w14:paraId="15375A96" w14:textId="77777777" w:rsidR="0060722A" w:rsidRDefault="006072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4F91" w14:textId="77777777" w:rsidR="0060722A" w:rsidRDefault="0060722A" w:rsidP="00E55534">
      <w:r>
        <w:separator/>
      </w:r>
    </w:p>
  </w:footnote>
  <w:footnote w:type="continuationSeparator" w:id="0">
    <w:p w14:paraId="791515C4" w14:textId="77777777" w:rsidR="0060722A" w:rsidRDefault="006072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38D73308" w:rsidR="00A5159F" w:rsidRDefault="00903FF7">
    <w:pPr>
      <w:pStyle w:val="Kopfzeile"/>
    </w:pPr>
    <w:r>
      <w:rPr>
        <w:noProof/>
      </w:rPr>
      <mc:AlternateContent>
        <mc:Choice Requires="wps">
          <w:drawing>
            <wp:anchor distT="0" distB="0" distL="0" distR="0" simplePos="0" relativeHeight="251662336" behindDoc="0" locked="0" layoutInCell="1" allowOverlap="1" wp14:anchorId="32CD7ED7" wp14:editId="4DEB9A5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DFEDC3" w14:textId="56B10EAE"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2CD7ED7"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11DFEDC3" w14:textId="56B10EAE"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4018076" w:rsidR="00533132" w:rsidRPr="00533132" w:rsidRDefault="00903FF7" w:rsidP="00533132">
    <w:pPr>
      <w:pStyle w:val="Kopfzeile"/>
    </w:pPr>
    <w:r>
      <w:rPr>
        <w:noProof/>
      </w:rPr>
      <mc:AlternateContent>
        <mc:Choice Requires="wps">
          <w:drawing>
            <wp:anchor distT="0" distB="0" distL="0" distR="0" simplePos="0" relativeHeight="251663360" behindDoc="0" locked="0" layoutInCell="1" allowOverlap="1" wp14:anchorId="28AA1F90" wp14:editId="71BD9353">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675CFB" w14:textId="0B66D504"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8AA1F90"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CQY43M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0F675CFB" w14:textId="0B66D504"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12D155A" w:rsidR="00533132" w:rsidRDefault="00903FF7">
    <w:pPr>
      <w:pStyle w:val="Kopfzeile"/>
    </w:pPr>
    <w:r>
      <w:rPr>
        <w:noProof/>
      </w:rPr>
      <mc:AlternateContent>
        <mc:Choice Requires="wps">
          <w:drawing>
            <wp:anchor distT="0" distB="0" distL="0" distR="0" simplePos="0" relativeHeight="251661312" behindDoc="0" locked="0" layoutInCell="1" allowOverlap="1" wp14:anchorId="69991E45" wp14:editId="6544E3A2">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6121C" w14:textId="52417651"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9991E45"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ekvliYCAABJBAAADgAAAAAAAAAAAAAAAAAuAgAAZHJzL2Uyb0RvYy54bWxQ&#10;SwECLQAUAAYACAAAACEAEw3vsNgAAAADAQAADwAAAAAAAAAAAAAAAACABAAAZHJzL2Rvd25yZXYu&#10;eG1sUEsFBgAAAAAEAAQA8wAAAIUFAAAAAA==&#10;" filled="f" stroked="f">
              <v:fill o:detectmouseclick="t"/>
              <v:textbox style="mso-fit-shape-to-text:t" inset="0,0,15pt,0">
                <w:txbxContent>
                  <w:p w14:paraId="0296121C" w14:textId="52417651" w:rsidR="00903FF7" w:rsidRPr="00903FF7" w:rsidRDefault="00903FF7">
                    <w:pPr>
                      <w:rPr>
                        <w:rFonts w:ascii="Calibri" w:eastAsia="Calibri" w:hAnsi="Calibri" w:cs="Calibri"/>
                        <w:color w:val="FF0000"/>
                        <w:sz w:val="20"/>
                        <w:szCs w:val="20"/>
                      </w:rPr>
                    </w:pPr>
                    <w:proofErr w:type="spellStart"/>
                    <w:r w:rsidRPr="00903FF7">
                      <w:rPr>
                        <w:rFonts w:ascii="Calibri" w:eastAsia="Calibri" w:hAnsi="Calibri" w:cs="Calibri"/>
                        <w:color w:val="FF0000"/>
                        <w:sz w:val="20"/>
                        <w:szCs w:val="20"/>
                      </w:rPr>
                      <w:t>Public</w:t>
                    </w:r>
                    <w:proofErr w:type="spellEnd"/>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5285B"/>
    <w:rsid w:val="00055529"/>
    <w:rsid w:val="00057F82"/>
    <w:rsid w:val="00062C3A"/>
    <w:rsid w:val="00066D09"/>
    <w:rsid w:val="000677AC"/>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E137B"/>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24C"/>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0722A"/>
    <w:rsid w:val="00607953"/>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522C"/>
    <w:rsid w:val="00863129"/>
    <w:rsid w:val="00866830"/>
    <w:rsid w:val="00870ACE"/>
    <w:rsid w:val="00873125"/>
    <w:rsid w:val="008755E5"/>
    <w:rsid w:val="00881E44"/>
    <w:rsid w:val="00892F6F"/>
    <w:rsid w:val="00896F7E"/>
    <w:rsid w:val="008C2A29"/>
    <w:rsid w:val="008C2DB2"/>
    <w:rsid w:val="008D2B87"/>
    <w:rsid w:val="008D770E"/>
    <w:rsid w:val="008E2898"/>
    <w:rsid w:val="0090337E"/>
    <w:rsid w:val="00903FF7"/>
    <w:rsid w:val="00904778"/>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9295C"/>
    <w:rsid w:val="00A977CE"/>
    <w:rsid w:val="00AA0DF7"/>
    <w:rsid w:val="00AB52F9"/>
    <w:rsid w:val="00AD131F"/>
    <w:rsid w:val="00AD32D5"/>
    <w:rsid w:val="00AD70E4"/>
    <w:rsid w:val="00AF3475"/>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1EF8"/>
    <w:rsid w:val="00C644CA"/>
    <w:rsid w:val="00C658FC"/>
    <w:rsid w:val="00C73005"/>
    <w:rsid w:val="00C84D75"/>
    <w:rsid w:val="00C85E18"/>
    <w:rsid w:val="00C95DAB"/>
    <w:rsid w:val="00C96E9F"/>
    <w:rsid w:val="00CA4A09"/>
    <w:rsid w:val="00CB71DD"/>
    <w:rsid w:val="00CC5A63"/>
    <w:rsid w:val="00CC787C"/>
    <w:rsid w:val="00CF36C9"/>
    <w:rsid w:val="00D00EC4"/>
    <w:rsid w:val="00D166AC"/>
    <w:rsid w:val="00D25215"/>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830</Words>
  <Characters>5235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Kreuter Marion</cp:lastModifiedBy>
  <cp:revision>17</cp:revision>
  <cp:lastPrinted>2021-10-28T15:19:00Z</cp:lastPrinted>
  <dcterms:created xsi:type="dcterms:W3CDTF">2021-11-22T14:15:00Z</dcterms:created>
  <dcterms:modified xsi:type="dcterms:W3CDTF">2022-01-26T16:06:00Z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329463bb-8fad-4455-b722-64e5c5b94c72</vt:lpwstr>
  </property>
  <property fmtid="{D5CDD505-2E9C-101B-9397-08002B2CF9AE}" pid="11" name="MSIP_Label_df1a195f-122b-42dc-a2d3-71a1903dcdac_ContentBits">
    <vt:lpwstr>1</vt:lpwstr>
  </property>
</Properties>
</file>