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2F7B7155" w:rsidR="007F2EBD" w:rsidRPr="005F1098" w:rsidRDefault="00DE572B" w:rsidP="007F2EBD">
      <w:pPr>
        <w:pStyle w:val="Head"/>
      </w:pPr>
      <w:r w:rsidRPr="00DE572B">
        <w:t xml:space="preserve">50 Jahre Ausbildung bei der Wirtgen GmbH </w:t>
      </w:r>
    </w:p>
    <w:p w14:paraId="42270004" w14:textId="2FC2A7CC" w:rsidR="007F2EBD" w:rsidRPr="005F1098" w:rsidRDefault="00DE572B" w:rsidP="007F2EBD">
      <w:pPr>
        <w:pStyle w:val="Subhead"/>
      </w:pPr>
      <w:r w:rsidRPr="00DE572B">
        <w:t>Ein starkes Signal für die Region und die Zukunft</w:t>
      </w:r>
    </w:p>
    <w:p w14:paraId="6D386F65" w14:textId="3583BDC7" w:rsidR="007F2EBD" w:rsidRPr="005F1098" w:rsidRDefault="000D003F" w:rsidP="007F2EBD">
      <w:pPr>
        <w:pStyle w:val="Teaser"/>
      </w:pPr>
      <w:r w:rsidRPr="005F1098">
        <w:t xml:space="preserve">Wirtgen hat </w:t>
      </w:r>
      <w:r w:rsidR="00446D85">
        <w:t xml:space="preserve">vor </w:t>
      </w:r>
      <w:r w:rsidR="006B4FD3">
        <w:t>K</w:t>
      </w:r>
      <w:r w:rsidR="00446D85">
        <w:t>urzem</w:t>
      </w:r>
      <w:r w:rsidRPr="005F1098">
        <w:t xml:space="preserve"> ein besonderes Jubiläum gefeiert: Seit nunmehr 50 Jahren bildet das Unternehmen in Windhagen junge Menschen in unterschiedlichen Berufen aus. Fast 600 Gäste folgten der Einladung ins Josef Rüddel Forum, darunter kommunale Vertreter, Partner aus den Berufsschulen, Vertreter der dualen Partner sowie zahlreiche ehemalige und aktuelle Auszubildende</w:t>
      </w:r>
      <w:r w:rsidR="007F2EBD" w:rsidRPr="005F1098">
        <w:t xml:space="preserve">. </w:t>
      </w:r>
    </w:p>
    <w:p w14:paraId="3CA90C52" w14:textId="721C2095" w:rsidR="000D003F" w:rsidRPr="005F1098" w:rsidRDefault="000D003F" w:rsidP="000D003F">
      <w:pPr>
        <w:pStyle w:val="Absatzberschrift"/>
      </w:pPr>
      <w:r w:rsidRPr="005F1098">
        <w:t>Von einem Beruf zu 15 Ausbildungswegen</w:t>
      </w:r>
    </w:p>
    <w:p w14:paraId="4DBD1346" w14:textId="0A19CAEA" w:rsidR="000D003F" w:rsidRPr="005F1098" w:rsidRDefault="000D003F" w:rsidP="000D003F">
      <w:pPr>
        <w:pStyle w:val="Standardabsatz"/>
      </w:pPr>
      <w:r w:rsidRPr="005F1098">
        <w:t xml:space="preserve">Gestartet ist die Ausbildung bei Wirtgen 1974 mit dem Berufsbild Bürokaufmann/-frau. Heute bietet das Unternehmen 15 verschiedene Ausbildungsberufe sowie duale Studiengänge an. Über die Jahrzehnte wurden kontinuierlich neue Berufe ergänzt, um den Anforderungen </w:t>
      </w:r>
      <w:r w:rsidR="005B761D">
        <w:t xml:space="preserve">der Branche </w:t>
      </w:r>
      <w:r w:rsidRPr="005F1098">
        <w:t xml:space="preserve">und </w:t>
      </w:r>
      <w:r w:rsidR="005B761D">
        <w:t>dem wachsenden Angebot an Produkten und Technologie gerecht zu werden</w:t>
      </w:r>
      <w:r w:rsidRPr="005F1098">
        <w:t>.</w:t>
      </w:r>
    </w:p>
    <w:p w14:paraId="699951E6" w14:textId="39433A08" w:rsidR="000D003F" w:rsidRPr="005F1098" w:rsidRDefault="005B761D" w:rsidP="000D003F">
      <w:pPr>
        <w:pStyle w:val="Standardabsatz"/>
      </w:pPr>
      <w:r>
        <w:t>Bis heute</w:t>
      </w:r>
      <w:r w:rsidR="000D003F" w:rsidRPr="005F1098">
        <w:t xml:space="preserve"> haben mehr als 1.200 Auszubildende ihre berufliche Laufbahn bei Wirtgen begonnen. Mit einer Übernahmequote von über 90 Prozent sind </w:t>
      </w:r>
      <w:r>
        <w:t>aktuell</w:t>
      </w:r>
      <w:r w:rsidR="000D003F" w:rsidRPr="005F1098">
        <w:t xml:space="preserve"> rund 700 Mitarbeitende im Unternehmen tätig, die einst ihre Ausbildung dort absolviert</w:t>
      </w:r>
      <w:r>
        <w:t>en</w:t>
      </w:r>
      <w:r w:rsidR="000D003F" w:rsidRPr="005F1098">
        <w:t>.</w:t>
      </w:r>
    </w:p>
    <w:p w14:paraId="0CAAC168" w14:textId="77777777" w:rsidR="000D003F" w:rsidRPr="005F1098" w:rsidRDefault="000D003F" w:rsidP="000D003F">
      <w:pPr>
        <w:pStyle w:val="Absatzberschrift"/>
      </w:pPr>
      <w:r w:rsidRPr="005F1098">
        <w:t>Verantwortung für die nächste Generation</w:t>
      </w:r>
    </w:p>
    <w:p w14:paraId="4B77D574" w14:textId="49C48ABB" w:rsidR="000D003F" w:rsidRPr="005F1098" w:rsidRDefault="005F1098" w:rsidP="000D003F">
      <w:pPr>
        <w:pStyle w:val="Standardabsatz"/>
      </w:pPr>
      <w:r w:rsidRPr="003C2D79">
        <w:t>In den</w:t>
      </w:r>
      <w:r>
        <w:t xml:space="preserve"> vergangenen</w:t>
      </w:r>
      <w:r w:rsidRPr="003C2D79">
        <w:t xml:space="preserve"> 50 Jahren sind die Ausbildungszahlen stetig gestiegen. Jedoch </w:t>
      </w:r>
      <w:r>
        <w:t>variiert die</w:t>
      </w:r>
      <w:r w:rsidRPr="003C2D79">
        <w:t xml:space="preserve"> Anzahl der qualifizierten Bewerber </w:t>
      </w:r>
      <w:r>
        <w:t>aufgrund des demografischen Wandels</w:t>
      </w:r>
      <w:r w:rsidRPr="003C2D79">
        <w:t>. Der Bewerbungsprozess zieht sich mittlerweile fast über das ganze Jahr.</w:t>
      </w:r>
      <w:r>
        <w:t xml:space="preserve"> </w:t>
      </w:r>
      <w:r w:rsidR="000D003F" w:rsidRPr="00B9723C">
        <w:t xml:space="preserve">„Ausbildung ist weit mehr als Fachvermittlung – sie ist ein gesellschaftlicher Auftrag und Ausdruck unserer Verantwortung gegenüber der nächsten Generation“, betonte </w:t>
      </w:r>
      <w:r w:rsidR="00B9723C" w:rsidRPr="00B9723C">
        <w:t xml:space="preserve">Wirtgen Geschäftsführer </w:t>
      </w:r>
      <w:r w:rsidR="00B9723C">
        <w:t xml:space="preserve">Dr. </w:t>
      </w:r>
      <w:r w:rsidR="00B9723C" w:rsidRPr="00B9723C">
        <w:t xml:space="preserve">Cyrus Barimani </w:t>
      </w:r>
      <w:r w:rsidR="00B9723C">
        <w:t>in seiner Ansprache</w:t>
      </w:r>
      <w:r w:rsidR="000D003F" w:rsidRPr="00B9723C">
        <w:t>. „Wir bilden nicht nur für unser Unternehmen aus, sondern für die Zukunft unserer Region, unserer Branche und unserer Gesellschaft.</w:t>
      </w:r>
      <w:r w:rsidR="00B9723C" w:rsidRPr="00B9723C">
        <w:t xml:space="preserve"> Durch eine fundierte Ausbildung bieten wir jungen Menschen eine Perspektive.</w:t>
      </w:r>
      <w:r w:rsidR="000D003F" w:rsidRPr="00B9723C">
        <w:t>“</w:t>
      </w:r>
      <w:r w:rsidRPr="00B9723C">
        <w:t xml:space="preserve"> </w:t>
      </w:r>
      <w:r w:rsidR="00B9723C">
        <w:t xml:space="preserve">Wirtgen Ausbildungsleiter Boris Becker ergänzte: </w:t>
      </w:r>
      <w:r w:rsidR="000D003F" w:rsidRPr="00B9723C">
        <w:t>„In fünf Jahrzehnten haben Generationen von Auszubildenden ihre Karriere bei uns begonnen – manchmal sogar innerhalb einer Familie über mehrere Generationen hinweg. Während sich Berufe und Technik verändert haben, ist eines konstant geblieben: die Leidenschaft und das Engagement, mit dem wir unsere jungen Talente fördern.“</w:t>
      </w:r>
    </w:p>
    <w:p w14:paraId="140554DA" w14:textId="62EB53F4" w:rsidR="000D003F" w:rsidRPr="005F1098" w:rsidRDefault="000D003F" w:rsidP="000D003F">
      <w:pPr>
        <w:pStyle w:val="Absatzberschrift"/>
      </w:pPr>
      <w:r w:rsidRPr="005F1098">
        <w:t>„</w:t>
      </w:r>
      <w:r w:rsidR="005B761D">
        <w:t>Wirtgen</w:t>
      </w:r>
      <w:r w:rsidR="005B761D" w:rsidRPr="005F1098">
        <w:t xml:space="preserve"> </w:t>
      </w:r>
      <w:r w:rsidRPr="005F1098">
        <w:t>Doppelpass“ – Talkrunde mit Zeitzeugen</w:t>
      </w:r>
    </w:p>
    <w:p w14:paraId="0D1E6BC0" w14:textId="7900A136" w:rsidR="000D003F" w:rsidRPr="005F1098" w:rsidRDefault="000D003F" w:rsidP="000D003F">
      <w:pPr>
        <w:pStyle w:val="Standardabsatz"/>
      </w:pPr>
      <w:r w:rsidRPr="005F1098">
        <w:t>Ein Highlight der Jubiläumsfeier war der „</w:t>
      </w:r>
      <w:r w:rsidR="005B761D">
        <w:t>Wirtgen</w:t>
      </w:r>
      <w:r w:rsidR="005B761D" w:rsidRPr="005F1098">
        <w:t xml:space="preserve"> </w:t>
      </w:r>
      <w:r w:rsidRPr="005F1098">
        <w:t>Doppelpass“, eine Talkrunde mit Zeitzeugen aus unterschiedlichen Generationen. Unter anderem berichteten Dominik Hecken, Meike Jungheim, Lutz Freymann und Helmut Hecking von ihren persönlichen Ausbildungswegen, Karrieren und prägenden Erinnerungen.</w:t>
      </w:r>
      <w:r w:rsidR="005F1098">
        <w:t xml:space="preserve"> </w:t>
      </w:r>
    </w:p>
    <w:p w14:paraId="3879152F" w14:textId="1A145177" w:rsidR="000D003F" w:rsidRDefault="000D003F" w:rsidP="000D003F">
      <w:pPr>
        <w:pStyle w:val="Standardabsatz"/>
      </w:pPr>
      <w:r w:rsidRPr="005F1098">
        <w:t xml:space="preserve">Zum Abschluss überreichte der jüngste Auszubildende, Louis </w:t>
      </w:r>
      <w:proofErr w:type="spellStart"/>
      <w:r w:rsidRPr="005F1098">
        <w:t>Huferath</w:t>
      </w:r>
      <w:proofErr w:type="spellEnd"/>
      <w:r w:rsidRPr="005F1098">
        <w:t>, einen Präsentkorb an Petra Holl, die erste Auszubildende der Firmengeschichte – ein symbolträchtiger Moment, der die Verbindung zwischen Vergangenheit und Zukunft eindrucksvoll sichtbar machte.</w:t>
      </w:r>
    </w:p>
    <w:p w14:paraId="1885F15D" w14:textId="77777777" w:rsidR="002B2AB4" w:rsidRPr="005F1098" w:rsidRDefault="002B2AB4" w:rsidP="000D003F">
      <w:pPr>
        <w:pStyle w:val="Standardabsatz"/>
      </w:pPr>
    </w:p>
    <w:p w14:paraId="49C97304" w14:textId="77777777" w:rsidR="00FA4632" w:rsidRDefault="00FA4632">
      <w:pPr>
        <w:rPr>
          <w:rFonts w:eastAsiaTheme="minorHAnsi" w:cstheme="minorBidi"/>
          <w:b/>
          <w:sz w:val="22"/>
          <w:szCs w:val="24"/>
        </w:rPr>
      </w:pPr>
      <w:r>
        <w:br w:type="page"/>
      </w:r>
    </w:p>
    <w:p w14:paraId="4833BD74" w14:textId="3C66AB61" w:rsidR="000D003F" w:rsidRPr="005F1098" w:rsidRDefault="000D003F" w:rsidP="005F1098">
      <w:pPr>
        <w:pStyle w:val="Absatzberschrift"/>
      </w:pPr>
      <w:r w:rsidRPr="005F1098">
        <w:lastRenderedPageBreak/>
        <w:t>Ein gelungenes Jubiläum</w:t>
      </w:r>
      <w:r w:rsidR="005F1098">
        <w:t xml:space="preserve"> mit Gästen und Wegbegleitern</w:t>
      </w:r>
    </w:p>
    <w:p w14:paraId="3C4A6B2C" w14:textId="7E63ACDC" w:rsidR="000D003F" w:rsidRPr="005F1098" w:rsidRDefault="000D003F" w:rsidP="000D003F">
      <w:pPr>
        <w:pStyle w:val="Standardabsatz"/>
      </w:pPr>
      <w:r w:rsidRPr="005F1098">
        <w:t>Die Feier im Josef</w:t>
      </w:r>
      <w:r w:rsidR="005F1098">
        <w:t xml:space="preserve"> </w:t>
      </w:r>
      <w:r w:rsidRPr="005F1098">
        <w:t>Rüddel</w:t>
      </w:r>
      <w:r w:rsidR="005F1098">
        <w:t xml:space="preserve"> </w:t>
      </w:r>
      <w:r w:rsidRPr="005F1098">
        <w:t xml:space="preserve">Forum war geprägt von Wiedersehen, lebhaften Gesprächen und vielen Erinnerungen – fast wie ein Klassentreffen. </w:t>
      </w:r>
      <w:r w:rsidRPr="00B9723C">
        <w:t>„Es war inspirierend zu sehen, wie über 500 aktuelle und ehemalige Auszubildende diesen Meilenstein zu</w:t>
      </w:r>
      <w:r w:rsidR="005B761D" w:rsidRPr="00B9723C">
        <w:t>sammen gefeiert haben</w:t>
      </w:r>
      <w:r w:rsidRPr="00B9723C">
        <w:t xml:space="preserve">. Das ist gelebter </w:t>
      </w:r>
      <w:r w:rsidR="005F1098" w:rsidRPr="00B9723C">
        <w:t>Wirtgen</w:t>
      </w:r>
      <w:r w:rsidRPr="00B9723C">
        <w:t xml:space="preserve"> Spirit“, so Barimani.</w:t>
      </w:r>
      <w:r w:rsidR="00461FCA">
        <w:t xml:space="preserve"> Besonderes Highlight bei den ehemaligen Mitarbeitenden war die Werksführung. Beim Blick hinter die Kulissen nahmen sie die vielen Veränderungen der vergangenen Jahre </w:t>
      </w:r>
      <w:proofErr w:type="gramStart"/>
      <w:r w:rsidR="00461FCA">
        <w:t>war</w:t>
      </w:r>
      <w:proofErr w:type="gramEnd"/>
      <w:r w:rsidR="00461FCA">
        <w:t>. Denn neben zahlreichen neuen Maschinen hat sich das Werksgelände samt Ausstattung deutlich vergrößert.</w:t>
      </w:r>
    </w:p>
    <w:p w14:paraId="7D02F415" w14:textId="5D733A5E" w:rsidR="000D003F" w:rsidRPr="005F1098" w:rsidRDefault="000D003F" w:rsidP="000D003F">
      <w:pPr>
        <w:pStyle w:val="Standardabsatz"/>
      </w:pPr>
      <w:r w:rsidRPr="005F1098">
        <w:t>Zu den Ehrengästen zäh</w:t>
      </w:r>
      <w:r w:rsidR="005F1098">
        <w:t>l</w:t>
      </w:r>
      <w:r w:rsidRPr="005F1098">
        <w:t>ten unter anderem Dr. Holger Bentz, IHK-Geschäftsführer der Aus- und We</w:t>
      </w:r>
      <w:r w:rsidR="005B761D">
        <w:t>i</w:t>
      </w:r>
      <w:r w:rsidRPr="005F1098">
        <w:t xml:space="preserve">terbildung, Bernd Hammes, Geschäftsführer der Handwerkskammer, sowie Dirk Oswald, Direktor der David-Röntgen-Schule als Vertreter der Berufsschulen. Auch die Kommunalpolitik war </w:t>
      </w:r>
      <w:r w:rsidR="005B761D">
        <w:t>zugegen</w:t>
      </w:r>
      <w:r w:rsidRPr="005F1098">
        <w:t xml:space="preserve">, darunter Verbandsgemeindebürgermeister Michael Christ, Windhagens Ortsbürgermeister Hans-Dieter Geiger sowie </w:t>
      </w:r>
      <w:r w:rsidR="00AC16FE">
        <w:t>Birgit</w:t>
      </w:r>
      <w:r w:rsidRPr="005F1098">
        <w:t xml:space="preserve"> Haas als Vertreterin </w:t>
      </w:r>
      <w:r w:rsidR="005B761D">
        <w:t>von</w:t>
      </w:r>
      <w:r w:rsidR="005B761D" w:rsidRPr="005F1098">
        <w:t xml:space="preserve"> </w:t>
      </w:r>
      <w:r w:rsidRPr="005F1098">
        <w:t>Landrat Achim Hallerbach.</w:t>
      </w:r>
    </w:p>
    <w:p w14:paraId="1761188D" w14:textId="4B5BA33A" w:rsidR="003C2D79" w:rsidRPr="003C2D79" w:rsidRDefault="000D003F" w:rsidP="00CC0CAD">
      <w:pPr>
        <w:pStyle w:val="Standardabsatz"/>
        <w:rPr>
          <w:rFonts w:ascii="Aptos" w:eastAsia="Times New Roman" w:hAnsi="Aptos" w:cs="Aptos"/>
          <w:sz w:val="24"/>
          <w:lang w:eastAsia="de-DE"/>
        </w:rPr>
      </w:pPr>
      <w:r w:rsidRPr="005F1098">
        <w:t>Von den kooperierenden Schulen nahmen u.</w:t>
      </w:r>
      <w:r w:rsidR="009957CB">
        <w:t> </w:t>
      </w:r>
      <w:r w:rsidRPr="005F1098">
        <w:t xml:space="preserve">a. Birgit Braun (Realschule Plus Neustadt), Torsten </w:t>
      </w:r>
      <w:proofErr w:type="spellStart"/>
      <w:r w:rsidRPr="005F1098">
        <w:t>Mehlfeldt</w:t>
      </w:r>
      <w:proofErr w:type="spellEnd"/>
      <w:r w:rsidRPr="005F1098">
        <w:t xml:space="preserve"> (Wiedtal-Gymnasium) und Christian </w:t>
      </w:r>
      <w:proofErr w:type="spellStart"/>
      <w:r w:rsidRPr="005F1098">
        <w:t>Worliczek</w:t>
      </w:r>
      <w:proofErr w:type="spellEnd"/>
      <w:r w:rsidRPr="005F1098">
        <w:t xml:space="preserve"> (IGS Horhausen) teil.</w:t>
      </w:r>
    </w:p>
    <w:p w14:paraId="31412CCB" w14:textId="2155E081" w:rsidR="00E15EBE" w:rsidRPr="00AB6B9C" w:rsidRDefault="00E15EBE" w:rsidP="00E15EBE">
      <w:pPr>
        <w:pStyle w:val="Fotos"/>
        <w:rPr>
          <w:lang w:val="pt-BR"/>
        </w:rPr>
      </w:pPr>
      <w:r w:rsidRPr="00AB6B9C">
        <w:rPr>
          <w:lang w:val="pt-BR"/>
        </w:rPr>
        <w:t>Fotos:</w:t>
      </w:r>
    </w:p>
    <w:p w14:paraId="20879CE4" w14:textId="177C00CD" w:rsidR="002611FE" w:rsidRPr="008C4172" w:rsidRDefault="00AC16FE" w:rsidP="002611FE">
      <w:pPr>
        <w:pStyle w:val="BUbold"/>
        <w:rPr>
          <w:sz w:val="22"/>
          <w:szCs w:val="22"/>
          <w:lang w:val="pt-BR"/>
        </w:rPr>
      </w:pPr>
      <w:r>
        <w:rPr>
          <w:noProof/>
          <w:lang w:val="pt-BR"/>
        </w:rPr>
        <w:drawing>
          <wp:inline distT="0" distB="0" distL="0" distR="0" wp14:anchorId="34CC61A0" wp14:editId="0B915298">
            <wp:extent cx="2809875" cy="158221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12417" cy="1583647"/>
                    </a:xfrm>
                    <a:prstGeom prst="rect">
                      <a:avLst/>
                    </a:prstGeom>
                    <a:noFill/>
                    <a:ln>
                      <a:noFill/>
                    </a:ln>
                  </pic:spPr>
                </pic:pic>
              </a:graphicData>
            </a:graphic>
          </wp:inline>
        </w:drawing>
      </w:r>
      <w:r w:rsidR="002611FE" w:rsidRPr="00AB6B9C">
        <w:rPr>
          <w:lang w:val="pt-BR"/>
        </w:rPr>
        <w:br/>
      </w:r>
      <w:r w:rsidR="001B690E" w:rsidRPr="008C4172">
        <w:rPr>
          <w:sz w:val="22"/>
          <w:szCs w:val="22"/>
          <w:lang w:val="pt-BR"/>
        </w:rPr>
        <w:t>W_pic_50 Jahre Ausbildung_</w:t>
      </w:r>
      <w:r w:rsidR="0098237B" w:rsidRPr="008C4172">
        <w:rPr>
          <w:sz w:val="22"/>
          <w:szCs w:val="22"/>
          <w:lang w:val="pt-BR"/>
        </w:rPr>
        <w:t>0005</w:t>
      </w:r>
    </w:p>
    <w:p w14:paraId="47324A88" w14:textId="3C5DDD7F" w:rsidR="002611FE" w:rsidRDefault="001D20AA" w:rsidP="002611FE">
      <w:pPr>
        <w:pStyle w:val="BUnormal"/>
      </w:pPr>
      <w:r>
        <w:t xml:space="preserve">Aktuelle Auszubildende: </w:t>
      </w:r>
      <w:r w:rsidRPr="005F1098">
        <w:t xml:space="preserve">Heute bietet </w:t>
      </w:r>
      <w:r>
        <w:t>Wirtgen</w:t>
      </w:r>
      <w:r w:rsidRPr="005F1098">
        <w:t xml:space="preserve"> 15 verschiedene Ausbildungsberufe sowie duale Studiengänge </w:t>
      </w:r>
      <w:r>
        <w:t>für junge Menschen an.</w:t>
      </w:r>
    </w:p>
    <w:p w14:paraId="147A88A0" w14:textId="5A3A5584" w:rsidR="00AC16FE" w:rsidRDefault="00AC16FE" w:rsidP="00AC16FE">
      <w:pPr>
        <w:pStyle w:val="BUnormal"/>
      </w:pPr>
      <w:r>
        <w:rPr>
          <w:noProof/>
          <w:lang w:val="pt-BR"/>
        </w:rPr>
        <w:drawing>
          <wp:inline distT="0" distB="0" distL="0" distR="0" wp14:anchorId="00567DE1" wp14:editId="530940F8">
            <wp:extent cx="2647950" cy="198805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653515" cy="1992229"/>
                    </a:xfrm>
                    <a:prstGeom prst="rect">
                      <a:avLst/>
                    </a:prstGeom>
                    <a:noFill/>
                    <a:ln>
                      <a:noFill/>
                    </a:ln>
                  </pic:spPr>
                </pic:pic>
              </a:graphicData>
            </a:graphic>
          </wp:inline>
        </w:drawing>
      </w:r>
      <w:r>
        <w:rPr>
          <w:b/>
          <w:i/>
          <w:color w:val="auto"/>
          <w:szCs w:val="24"/>
          <w:lang w:val="pt-BR"/>
        </w:rPr>
        <w:br/>
      </w:r>
      <w:r w:rsidR="0098237B" w:rsidRPr="008C4172">
        <w:rPr>
          <w:b/>
          <w:iCs/>
          <w:color w:val="auto"/>
          <w:sz w:val="22"/>
          <w:szCs w:val="22"/>
          <w:lang w:val="pt-BR"/>
        </w:rPr>
        <w:t xml:space="preserve">W_pic_50 Jahre Ausbildung_0011 </w:t>
      </w:r>
      <w:r w:rsidRPr="008C4172">
        <w:rPr>
          <w:b/>
          <w:iCs/>
          <w:color w:val="auto"/>
          <w:sz w:val="22"/>
          <w:szCs w:val="22"/>
          <w:lang w:val="pt-BR"/>
        </w:rPr>
        <w:br/>
      </w:r>
      <w:r w:rsidRPr="005F1098">
        <w:t>Fast 600 Gäste folgten der Einladung ins Josef Rüddel Forum</w:t>
      </w:r>
      <w:r>
        <w:t xml:space="preserve"> und feiert mit Wirtgen dieses besondere Jubiläum</w:t>
      </w:r>
      <w:r w:rsidRPr="005F1098">
        <w:t>.</w:t>
      </w:r>
    </w:p>
    <w:p w14:paraId="09EAACA0" w14:textId="54AE6260" w:rsidR="00AC16FE" w:rsidRDefault="00B9723C" w:rsidP="00AC16FE">
      <w:pPr>
        <w:pStyle w:val="BUnormal"/>
      </w:pPr>
      <w:r>
        <w:rPr>
          <w:noProof/>
        </w:rPr>
        <w:lastRenderedPageBreak/>
        <w:drawing>
          <wp:inline distT="0" distB="0" distL="0" distR="0" wp14:anchorId="09F68804" wp14:editId="78783520">
            <wp:extent cx="2628900" cy="1973748"/>
            <wp:effectExtent l="0" t="0" r="0" b="762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44898" cy="1985759"/>
                    </a:xfrm>
                    <a:prstGeom prst="rect">
                      <a:avLst/>
                    </a:prstGeom>
                    <a:noFill/>
                    <a:ln>
                      <a:noFill/>
                    </a:ln>
                  </pic:spPr>
                </pic:pic>
              </a:graphicData>
            </a:graphic>
          </wp:inline>
        </w:drawing>
      </w:r>
      <w:r w:rsidR="00AC16FE">
        <w:br/>
      </w:r>
      <w:r w:rsidR="0098237B" w:rsidRPr="008C4172">
        <w:rPr>
          <w:b/>
          <w:iCs/>
          <w:color w:val="auto"/>
          <w:sz w:val="22"/>
          <w:szCs w:val="22"/>
          <w:lang w:val="pt-BR"/>
        </w:rPr>
        <w:t>W_pic_50 Jahre Ausbildung_0017</w:t>
      </w:r>
      <w:r w:rsidR="00AC16FE" w:rsidRPr="008C4172">
        <w:rPr>
          <w:b/>
          <w:iCs/>
          <w:color w:val="auto"/>
          <w:sz w:val="22"/>
          <w:szCs w:val="22"/>
          <w:lang w:val="pt-BR"/>
        </w:rPr>
        <w:br/>
      </w:r>
      <w:r w:rsidR="007F0095">
        <w:t xml:space="preserve">Wirtgen Geschäftsführer </w:t>
      </w:r>
      <w:r w:rsidR="003573A8">
        <w:t xml:space="preserve">Dr. </w:t>
      </w:r>
      <w:r w:rsidR="007F0095">
        <w:t xml:space="preserve">Cyrus Barimani (3.v.l.) begrüßte (v.l.n.r.) </w:t>
      </w:r>
      <w:r w:rsidR="00461FCA" w:rsidRPr="005F1098">
        <w:t>Windhagens Ortsbürgermeister Hans-Dieter Geiger</w:t>
      </w:r>
      <w:r w:rsidR="00461FCA">
        <w:t>,</w:t>
      </w:r>
      <w:r w:rsidR="00461FCA" w:rsidRPr="005F1098">
        <w:t xml:space="preserve"> </w:t>
      </w:r>
      <w:r w:rsidR="00AC16FE">
        <w:t>ehrenamtliche Kreisbeigeordnete Birgit Haas</w:t>
      </w:r>
      <w:r w:rsidR="007F0095">
        <w:t xml:space="preserve"> und</w:t>
      </w:r>
      <w:r w:rsidR="00AC16FE">
        <w:t xml:space="preserve"> </w:t>
      </w:r>
      <w:r w:rsidR="00AC16FE" w:rsidRPr="005F1098">
        <w:t>Verbandsgemeindebürgermeister Michael Christ</w:t>
      </w:r>
      <w:r w:rsidR="007F0095">
        <w:t>.</w:t>
      </w:r>
    </w:p>
    <w:p w14:paraId="1E428D71" w14:textId="77777777" w:rsidR="00CC0CAD" w:rsidRDefault="00CC0CAD" w:rsidP="006C0C87">
      <w:pPr>
        <w:pStyle w:val="Note"/>
        <w:rPr>
          <w:lang w:eastAsia="de-DE"/>
        </w:rPr>
      </w:pPr>
    </w:p>
    <w:p w14:paraId="04824B2F" w14:textId="6F4AA901"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742D85FC" w14:textId="77777777" w:rsidR="00CC0CAD" w:rsidRDefault="00CC0CAD" w:rsidP="00E15EBE">
      <w:pPr>
        <w:pStyle w:val="Absatzberschrift"/>
        <w:rPr>
          <w:iCs/>
        </w:rPr>
      </w:pPr>
    </w:p>
    <w:p w14:paraId="55931FB8" w14:textId="7A38E81C"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6A963221" w:rsidR="00E15EBE" w:rsidRPr="00AB6B9C" w:rsidRDefault="00E15EBE" w:rsidP="00E15EBE">
      <w:pPr>
        <w:pStyle w:val="Fuzeile1"/>
        <w:rPr>
          <w:rFonts w:ascii="Times New Roman" w:hAnsi="Times New Roman" w:cs="Times New Roman"/>
        </w:rPr>
      </w:pPr>
      <w:r>
        <w:t xml:space="preserve">Telefon: +49 (0) 2645 131 – </w:t>
      </w:r>
      <w:r w:rsidRPr="00AB6B9C">
        <w:t>1966</w:t>
      </w:r>
    </w:p>
    <w:p w14:paraId="65F4C38F" w14:textId="77777777" w:rsidR="00E15EBE" w:rsidRPr="00AB6B9C" w:rsidRDefault="00E15EBE" w:rsidP="00E15EBE">
      <w:pPr>
        <w:pStyle w:val="Fuzeile1"/>
        <w:rPr>
          <w:lang w:val="pt-BR"/>
        </w:rPr>
      </w:pPr>
      <w:r w:rsidRPr="00AB6B9C">
        <w:rPr>
          <w:lang w:val="pt-BR"/>
        </w:rPr>
        <w:t>Telefax: +49 (0) 2645 131 – 499</w:t>
      </w:r>
    </w:p>
    <w:p w14:paraId="79FF3B7C" w14:textId="23BD8875" w:rsidR="00E15EBE" w:rsidRPr="00AB6B9C" w:rsidRDefault="00E15EBE" w:rsidP="00E15EBE">
      <w:pPr>
        <w:pStyle w:val="Fuzeile1"/>
        <w:rPr>
          <w:lang w:val="pt-BR"/>
        </w:rPr>
      </w:pPr>
      <w:r w:rsidRPr="00AB6B9C">
        <w:rPr>
          <w:lang w:val="pt-BR"/>
        </w:rPr>
        <w:t xml:space="preserve">E-Mail: </w:t>
      </w:r>
      <w:hyperlink r:id="rId11" w:history="1">
        <w:r w:rsidR="002F70FD" w:rsidRPr="002E4EB0">
          <w:rPr>
            <w:rStyle w:val="Hyperlink"/>
            <w:rFonts w:cs="Times New Roman (Textkörper CS)" w:hint="cs"/>
            <w:lang w:val="pt-BR"/>
          </w:rPr>
          <w:t>P</w:t>
        </w:r>
        <w:r w:rsidR="002F70FD" w:rsidRPr="002E4EB0">
          <w:rPr>
            <w:rStyle w:val="Hyperlink"/>
            <w:rFonts w:cs="Times New Roman (Textkörper CS)"/>
            <w:lang w:val="pt-BR"/>
          </w:rPr>
          <w:t>R@wirtgen-group.com</w:t>
        </w:r>
      </w:hyperlink>
    </w:p>
    <w:p w14:paraId="4F99EB86" w14:textId="77777777" w:rsidR="00E15EBE" w:rsidRPr="00AB6B9C" w:rsidRDefault="00E15EBE" w:rsidP="00E15EBE">
      <w:pPr>
        <w:pStyle w:val="Fuzeile1"/>
        <w:rPr>
          <w:vanish/>
          <w:lang w:val="pt-BR"/>
        </w:rPr>
      </w:pPr>
    </w:p>
    <w:p w14:paraId="3D604A55" w14:textId="5BB8C1A2" w:rsidR="00F048D4" w:rsidRDefault="00B5101D" w:rsidP="00F74540">
      <w:pPr>
        <w:pStyle w:val="Fuzeile1"/>
      </w:pPr>
      <w:hyperlink r:id="rId12" w:history="1">
        <w:r w:rsidRPr="00131497">
          <w:rPr>
            <w:rStyle w:val="Hyperlink"/>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295224A4" w:rsidR="005101B4" w:rsidRDefault="00A0216C">
    <w:pPr>
      <w:pStyle w:val="Kopfzeile"/>
    </w:pPr>
    <w:r>
      <w:rPr>
        <w:noProof/>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2D2FBDDE" w:rsidR="00533132" w:rsidRPr="00533132" w:rsidRDefault="00A0216C" w:rsidP="00533132">
    <w:pPr>
      <w:pStyle w:val="Kopfzeile"/>
    </w:pPr>
    <w:r>
      <w:rPr>
        <w:noProof/>
        <w:lang w:eastAsia="zh-CN"/>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5A52CCB2" w:rsidR="00A0216C" w:rsidRPr="00A0216C" w:rsidRDefault="002B2AB4">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91D52FF" w14:textId="5A52CCB2" w:rsidR="00A0216C" w:rsidRPr="00A0216C" w:rsidRDefault="002B2AB4">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551C559" w:rsidR="00533132" w:rsidRDefault="00A0216C">
    <w:pPr>
      <w:pStyle w:val="Kopfzeile"/>
    </w:pPr>
    <w:r>
      <w:rPr>
        <w:noProof/>
        <w:lang w:eastAsia="zh-CN"/>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500pt;height:1500pt" o:bullet="t">
        <v:imagedata r:id="rId1" o:title="AZ_04a"/>
      </v:shape>
    </w:pict>
  </w:numPicBullet>
  <w:numPicBullet w:numPicBulletId="1">
    <w:pict>
      <v:shape id="_x0000_i107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348216830">
    <w:abstractNumId w:val="8"/>
  </w:num>
  <w:num w:numId="2" w16cid:durableId="1354841701">
    <w:abstractNumId w:val="8"/>
  </w:num>
  <w:num w:numId="3" w16cid:durableId="1941791515">
    <w:abstractNumId w:val="8"/>
  </w:num>
  <w:num w:numId="4" w16cid:durableId="980233302">
    <w:abstractNumId w:val="8"/>
  </w:num>
  <w:num w:numId="5" w16cid:durableId="553976047">
    <w:abstractNumId w:val="8"/>
  </w:num>
  <w:num w:numId="6" w16cid:durableId="240217090">
    <w:abstractNumId w:val="2"/>
  </w:num>
  <w:num w:numId="7" w16cid:durableId="1836217515">
    <w:abstractNumId w:val="2"/>
  </w:num>
  <w:num w:numId="8" w16cid:durableId="1917476016">
    <w:abstractNumId w:val="2"/>
  </w:num>
  <w:num w:numId="9" w16cid:durableId="1173883458">
    <w:abstractNumId w:val="2"/>
  </w:num>
  <w:num w:numId="10" w16cid:durableId="1383363668">
    <w:abstractNumId w:val="2"/>
  </w:num>
  <w:num w:numId="11" w16cid:durableId="627007114">
    <w:abstractNumId w:val="5"/>
  </w:num>
  <w:num w:numId="12" w16cid:durableId="1845198507">
    <w:abstractNumId w:val="5"/>
  </w:num>
  <w:num w:numId="13" w16cid:durableId="212809426">
    <w:abstractNumId w:val="4"/>
  </w:num>
  <w:num w:numId="14" w16cid:durableId="437723970">
    <w:abstractNumId w:val="4"/>
  </w:num>
  <w:num w:numId="15" w16cid:durableId="206189663">
    <w:abstractNumId w:val="4"/>
  </w:num>
  <w:num w:numId="16" w16cid:durableId="1815756805">
    <w:abstractNumId w:val="4"/>
  </w:num>
  <w:num w:numId="17" w16cid:durableId="1893031897">
    <w:abstractNumId w:val="4"/>
  </w:num>
  <w:num w:numId="18" w16cid:durableId="294795497">
    <w:abstractNumId w:val="1"/>
  </w:num>
  <w:num w:numId="19" w16cid:durableId="294678793">
    <w:abstractNumId w:val="3"/>
  </w:num>
  <w:num w:numId="20" w16cid:durableId="1745838834">
    <w:abstractNumId w:val="7"/>
  </w:num>
  <w:num w:numId="21" w16cid:durableId="379938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43709732">
    <w:abstractNumId w:val="0"/>
  </w:num>
  <w:num w:numId="23" w16cid:durableId="937980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86010245">
    <w:abstractNumId w:val="6"/>
  </w:num>
  <w:num w:numId="25" w16cid:durableId="878888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300B"/>
    <w:rsid w:val="0005285B"/>
    <w:rsid w:val="00055529"/>
    <w:rsid w:val="00062C3A"/>
    <w:rsid w:val="00066D09"/>
    <w:rsid w:val="0007696B"/>
    <w:rsid w:val="0009665C"/>
    <w:rsid w:val="000A0479"/>
    <w:rsid w:val="000A36D9"/>
    <w:rsid w:val="000A4C7D"/>
    <w:rsid w:val="000B582B"/>
    <w:rsid w:val="000D003F"/>
    <w:rsid w:val="000D15C3"/>
    <w:rsid w:val="000E24F8"/>
    <w:rsid w:val="000E5738"/>
    <w:rsid w:val="000F3883"/>
    <w:rsid w:val="00103205"/>
    <w:rsid w:val="00112A48"/>
    <w:rsid w:val="0011795C"/>
    <w:rsid w:val="0012026F"/>
    <w:rsid w:val="00130601"/>
    <w:rsid w:val="00132055"/>
    <w:rsid w:val="00136653"/>
    <w:rsid w:val="00146C3D"/>
    <w:rsid w:val="00153B47"/>
    <w:rsid w:val="001613A6"/>
    <w:rsid w:val="001614F0"/>
    <w:rsid w:val="001616F4"/>
    <w:rsid w:val="001632B1"/>
    <w:rsid w:val="0018021A"/>
    <w:rsid w:val="00194FB1"/>
    <w:rsid w:val="001B16BB"/>
    <w:rsid w:val="001B34EE"/>
    <w:rsid w:val="001B690E"/>
    <w:rsid w:val="001C1A3E"/>
    <w:rsid w:val="001D20AA"/>
    <w:rsid w:val="00200355"/>
    <w:rsid w:val="0021351D"/>
    <w:rsid w:val="00253A2E"/>
    <w:rsid w:val="002603EC"/>
    <w:rsid w:val="002611FE"/>
    <w:rsid w:val="00282AFC"/>
    <w:rsid w:val="00286C15"/>
    <w:rsid w:val="0029634D"/>
    <w:rsid w:val="002B2AB4"/>
    <w:rsid w:val="002C7542"/>
    <w:rsid w:val="002D065C"/>
    <w:rsid w:val="002D0780"/>
    <w:rsid w:val="002D2EE5"/>
    <w:rsid w:val="002D63E6"/>
    <w:rsid w:val="002E4EB0"/>
    <w:rsid w:val="002E765F"/>
    <w:rsid w:val="002E7E4E"/>
    <w:rsid w:val="002F108B"/>
    <w:rsid w:val="002F5818"/>
    <w:rsid w:val="002F70FD"/>
    <w:rsid w:val="0030316D"/>
    <w:rsid w:val="0032774C"/>
    <w:rsid w:val="00332D28"/>
    <w:rsid w:val="0034191A"/>
    <w:rsid w:val="00343CC7"/>
    <w:rsid w:val="003573A8"/>
    <w:rsid w:val="0036561D"/>
    <w:rsid w:val="003665BE"/>
    <w:rsid w:val="00384A08"/>
    <w:rsid w:val="00387E6F"/>
    <w:rsid w:val="003967E5"/>
    <w:rsid w:val="003A753A"/>
    <w:rsid w:val="003B3803"/>
    <w:rsid w:val="003C2A71"/>
    <w:rsid w:val="003C2D79"/>
    <w:rsid w:val="003E1CB6"/>
    <w:rsid w:val="003E3CF6"/>
    <w:rsid w:val="003E759F"/>
    <w:rsid w:val="003E7853"/>
    <w:rsid w:val="003F57AB"/>
    <w:rsid w:val="00400FD9"/>
    <w:rsid w:val="004016F7"/>
    <w:rsid w:val="00403373"/>
    <w:rsid w:val="00406C81"/>
    <w:rsid w:val="00412545"/>
    <w:rsid w:val="0041475A"/>
    <w:rsid w:val="00415313"/>
    <w:rsid w:val="00417237"/>
    <w:rsid w:val="00430BB0"/>
    <w:rsid w:val="00446D85"/>
    <w:rsid w:val="00461FCA"/>
    <w:rsid w:val="0046460D"/>
    <w:rsid w:val="00467F3C"/>
    <w:rsid w:val="0047498D"/>
    <w:rsid w:val="00476100"/>
    <w:rsid w:val="00487BFC"/>
    <w:rsid w:val="004A463B"/>
    <w:rsid w:val="004C1967"/>
    <w:rsid w:val="004D23D0"/>
    <w:rsid w:val="004D2BE0"/>
    <w:rsid w:val="004E6EF5"/>
    <w:rsid w:val="004F47B6"/>
    <w:rsid w:val="00502E34"/>
    <w:rsid w:val="00506409"/>
    <w:rsid w:val="005101B4"/>
    <w:rsid w:val="00530E32"/>
    <w:rsid w:val="00533132"/>
    <w:rsid w:val="00537210"/>
    <w:rsid w:val="005649F4"/>
    <w:rsid w:val="005710C8"/>
    <w:rsid w:val="005711A3"/>
    <w:rsid w:val="00571A5C"/>
    <w:rsid w:val="00573B2B"/>
    <w:rsid w:val="005776E9"/>
    <w:rsid w:val="00587AD9"/>
    <w:rsid w:val="005909A8"/>
    <w:rsid w:val="005A2646"/>
    <w:rsid w:val="005A4F04"/>
    <w:rsid w:val="005B5793"/>
    <w:rsid w:val="005B761D"/>
    <w:rsid w:val="005C6B30"/>
    <w:rsid w:val="005C71EC"/>
    <w:rsid w:val="005E764C"/>
    <w:rsid w:val="005E7F7D"/>
    <w:rsid w:val="005F1098"/>
    <w:rsid w:val="006063D4"/>
    <w:rsid w:val="00623B37"/>
    <w:rsid w:val="006330A2"/>
    <w:rsid w:val="00642EB6"/>
    <w:rsid w:val="006433E2"/>
    <w:rsid w:val="00651E5D"/>
    <w:rsid w:val="00677F11"/>
    <w:rsid w:val="00682B1A"/>
    <w:rsid w:val="00690D7C"/>
    <w:rsid w:val="00690DFE"/>
    <w:rsid w:val="006B3EEC"/>
    <w:rsid w:val="006B4FD3"/>
    <w:rsid w:val="006C0C87"/>
    <w:rsid w:val="006D6CC6"/>
    <w:rsid w:val="006D7EAC"/>
    <w:rsid w:val="006E0104"/>
    <w:rsid w:val="006F7602"/>
    <w:rsid w:val="00722A17"/>
    <w:rsid w:val="00723F4F"/>
    <w:rsid w:val="00753D8D"/>
    <w:rsid w:val="00754B80"/>
    <w:rsid w:val="00755AE0"/>
    <w:rsid w:val="0075761B"/>
    <w:rsid w:val="00757B83"/>
    <w:rsid w:val="00765D74"/>
    <w:rsid w:val="00774358"/>
    <w:rsid w:val="00791A69"/>
    <w:rsid w:val="00792879"/>
    <w:rsid w:val="0079462A"/>
    <w:rsid w:val="00794830"/>
    <w:rsid w:val="00797CAA"/>
    <w:rsid w:val="007A2B6F"/>
    <w:rsid w:val="007A6BD2"/>
    <w:rsid w:val="007C2658"/>
    <w:rsid w:val="007D59A2"/>
    <w:rsid w:val="007E20D0"/>
    <w:rsid w:val="007E3DAB"/>
    <w:rsid w:val="007F0095"/>
    <w:rsid w:val="007F2EBD"/>
    <w:rsid w:val="008053B3"/>
    <w:rsid w:val="00813E47"/>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4172"/>
    <w:rsid w:val="008D2B87"/>
    <w:rsid w:val="008D770E"/>
    <w:rsid w:val="0090337E"/>
    <w:rsid w:val="009049D8"/>
    <w:rsid w:val="00910609"/>
    <w:rsid w:val="00915841"/>
    <w:rsid w:val="00920E0F"/>
    <w:rsid w:val="009328FA"/>
    <w:rsid w:val="00936916"/>
    <w:rsid w:val="00936A78"/>
    <w:rsid w:val="009375E1"/>
    <w:rsid w:val="009405D6"/>
    <w:rsid w:val="00952853"/>
    <w:rsid w:val="00954D68"/>
    <w:rsid w:val="009646E4"/>
    <w:rsid w:val="00977EC3"/>
    <w:rsid w:val="0098237B"/>
    <w:rsid w:val="0098631D"/>
    <w:rsid w:val="009957CB"/>
    <w:rsid w:val="009B17A9"/>
    <w:rsid w:val="009B211F"/>
    <w:rsid w:val="009B7C05"/>
    <w:rsid w:val="009C2378"/>
    <w:rsid w:val="009C5A77"/>
    <w:rsid w:val="009C5D99"/>
    <w:rsid w:val="009D016F"/>
    <w:rsid w:val="009E251D"/>
    <w:rsid w:val="009E4817"/>
    <w:rsid w:val="009F10A8"/>
    <w:rsid w:val="009F715C"/>
    <w:rsid w:val="00A0216C"/>
    <w:rsid w:val="00A02F49"/>
    <w:rsid w:val="00A1297D"/>
    <w:rsid w:val="00A171F4"/>
    <w:rsid w:val="00A1772D"/>
    <w:rsid w:val="00A177B2"/>
    <w:rsid w:val="00A24EFC"/>
    <w:rsid w:val="00A27829"/>
    <w:rsid w:val="00A46F1E"/>
    <w:rsid w:val="00A54B45"/>
    <w:rsid w:val="00A66B3F"/>
    <w:rsid w:val="00A82395"/>
    <w:rsid w:val="00A9295C"/>
    <w:rsid w:val="00A977CE"/>
    <w:rsid w:val="00AA0DF7"/>
    <w:rsid w:val="00AB52F9"/>
    <w:rsid w:val="00AB6B9C"/>
    <w:rsid w:val="00AC16FE"/>
    <w:rsid w:val="00AD131F"/>
    <w:rsid w:val="00AD32D5"/>
    <w:rsid w:val="00AD70E4"/>
    <w:rsid w:val="00AF3B3A"/>
    <w:rsid w:val="00AF4E8E"/>
    <w:rsid w:val="00AF6569"/>
    <w:rsid w:val="00B06265"/>
    <w:rsid w:val="00B35915"/>
    <w:rsid w:val="00B5101D"/>
    <w:rsid w:val="00B5232A"/>
    <w:rsid w:val="00B60ED1"/>
    <w:rsid w:val="00B62CF5"/>
    <w:rsid w:val="00B85705"/>
    <w:rsid w:val="00B874DC"/>
    <w:rsid w:val="00B90F78"/>
    <w:rsid w:val="00B9723C"/>
    <w:rsid w:val="00BB6A28"/>
    <w:rsid w:val="00BD1058"/>
    <w:rsid w:val="00BD25D1"/>
    <w:rsid w:val="00BD5391"/>
    <w:rsid w:val="00BD764C"/>
    <w:rsid w:val="00BF56B2"/>
    <w:rsid w:val="00C055AB"/>
    <w:rsid w:val="00C06F64"/>
    <w:rsid w:val="00C11F95"/>
    <w:rsid w:val="00C136DF"/>
    <w:rsid w:val="00C17501"/>
    <w:rsid w:val="00C40627"/>
    <w:rsid w:val="00C43EAF"/>
    <w:rsid w:val="00C457C3"/>
    <w:rsid w:val="00C56E34"/>
    <w:rsid w:val="00C644CA"/>
    <w:rsid w:val="00C658FC"/>
    <w:rsid w:val="00C73005"/>
    <w:rsid w:val="00C84D75"/>
    <w:rsid w:val="00C85E18"/>
    <w:rsid w:val="00C96E9F"/>
    <w:rsid w:val="00CA4A09"/>
    <w:rsid w:val="00CB71DD"/>
    <w:rsid w:val="00CC0CAD"/>
    <w:rsid w:val="00CC5A63"/>
    <w:rsid w:val="00CC787C"/>
    <w:rsid w:val="00CF36C9"/>
    <w:rsid w:val="00D00EC4"/>
    <w:rsid w:val="00D166AC"/>
    <w:rsid w:val="00D20B6F"/>
    <w:rsid w:val="00D36BA2"/>
    <w:rsid w:val="00D37CF4"/>
    <w:rsid w:val="00D4487C"/>
    <w:rsid w:val="00D63D33"/>
    <w:rsid w:val="00D73352"/>
    <w:rsid w:val="00D935C3"/>
    <w:rsid w:val="00DA0266"/>
    <w:rsid w:val="00DA477E"/>
    <w:rsid w:val="00DB4BB0"/>
    <w:rsid w:val="00DB7E8C"/>
    <w:rsid w:val="00DC6558"/>
    <w:rsid w:val="00DE461D"/>
    <w:rsid w:val="00DE572B"/>
    <w:rsid w:val="00E04039"/>
    <w:rsid w:val="00E14608"/>
    <w:rsid w:val="00E15EBE"/>
    <w:rsid w:val="00E20825"/>
    <w:rsid w:val="00E21E67"/>
    <w:rsid w:val="00E30EBF"/>
    <w:rsid w:val="00E316C0"/>
    <w:rsid w:val="00E31E03"/>
    <w:rsid w:val="00E451CD"/>
    <w:rsid w:val="00E51170"/>
    <w:rsid w:val="00E52D70"/>
    <w:rsid w:val="00E55534"/>
    <w:rsid w:val="00E7116D"/>
    <w:rsid w:val="00E72429"/>
    <w:rsid w:val="00E914D1"/>
    <w:rsid w:val="00E960D8"/>
    <w:rsid w:val="00EB5FCA"/>
    <w:rsid w:val="00EE78EA"/>
    <w:rsid w:val="00F048D4"/>
    <w:rsid w:val="00F20920"/>
    <w:rsid w:val="00F23212"/>
    <w:rsid w:val="00F33B16"/>
    <w:rsid w:val="00F353EA"/>
    <w:rsid w:val="00F36C27"/>
    <w:rsid w:val="00F56318"/>
    <w:rsid w:val="00F56CBF"/>
    <w:rsid w:val="00F67C95"/>
    <w:rsid w:val="00F74540"/>
    <w:rsid w:val="00F75B79"/>
    <w:rsid w:val="00F82525"/>
    <w:rsid w:val="00F911CB"/>
    <w:rsid w:val="00F91AC4"/>
    <w:rsid w:val="00F97FEA"/>
    <w:rsid w:val="00FA4632"/>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5B761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group.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706</Words>
  <Characters>4453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5149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17</cp:revision>
  <cp:lastPrinted>2021-10-28T15:19:00Z</cp:lastPrinted>
  <dcterms:created xsi:type="dcterms:W3CDTF">2025-09-04T16:24:00Z</dcterms:created>
  <dcterms:modified xsi:type="dcterms:W3CDTF">2025-09-10T08:55:00Z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