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996C" w14:textId="7714EC5F" w:rsidR="00A46F1E" w:rsidRDefault="003C60DB" w:rsidP="00881E44">
      <w:pPr>
        <w:pStyle w:val="Subhead"/>
        <w:rPr>
          <w:bCs/>
          <w:iCs w:val="0"/>
          <w:spacing w:val="-10"/>
          <w:kern w:val="28"/>
          <w:sz w:val="40"/>
          <w:szCs w:val="40"/>
        </w:rPr>
        <w:bidi w:val="0"/>
      </w:pPr>
      <w:r>
        <w:rPr>
          <w:kern w:val="28"/>
          <w:sz w:val="40"/>
          <w:szCs w:val="40"/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Streumaster | Новое поколение распределителей вяжущих </w:t>
      </w:r>
    </w:p>
    <w:p w14:paraId="01347D8C" w14:textId="670004A5" w:rsidR="00385E48" w:rsidRDefault="00515EB1" w:rsidP="00385E48">
      <w:pPr>
        <w:pStyle w:val="Subhead"/>
        <w:spacing w:after="0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Новые модели серий MC и TC задают новые стандарты эффективности загрузки машины, транспортировки материала, точности распределения вяжущего и удобства эксплуатации.</w:t>
      </w:r>
    </w:p>
    <w:p w14:paraId="78BCE1EF" w14:textId="77777777" w:rsidR="00385E48" w:rsidRPr="00385E48" w:rsidRDefault="00385E48" w:rsidP="00385E48">
      <w:pPr>
        <w:pStyle w:val="Teaser"/>
      </w:pPr>
    </w:p>
    <w:p w14:paraId="193790FB" w14:textId="26250C5B" w:rsidR="00A46F1E" w:rsidRPr="003C60DB" w:rsidRDefault="00385E48" w:rsidP="00385E48">
      <w:pPr>
        <w:pStyle w:val="Teaser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Распределители вяжущего в виде прицепа или смонтированные на тягаче позволяют добиться превосходного результата распределения вяжущих с максимальной точностью благодаря двухстороннему высокоскоростному устройству загрузки, самоочищающимся шлюзам дозатора и новой панели управления.</w:t>
      </w:r>
    </w:p>
    <w:p w14:paraId="02698BFB" w14:textId="06BF1725" w:rsidR="003C60DB" w:rsidRPr="00391639" w:rsidRDefault="003C60DB" w:rsidP="003C60DB">
      <w:pPr>
        <w:pStyle w:val="Text"/>
        <w:spacing w:line="240" w:lineRule="auto"/>
        <w:rPr>
          <w:b/>
          <w:bCs/>
        </w:r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Быстра загрузка и эффективная подача материала</w:t>
      </w:r>
    </w:p>
    <w:p w14:paraId="77F8AD04" w14:textId="425BF9F2" w:rsidR="003C60DB" w:rsidRDefault="003C60DB" w:rsidP="003C60DB">
      <w:pPr>
        <w:jc w:val="both"/>
        <w:rPr>
          <w:bCs/>
          <w:iCs/>
          <w:sz w:val="22"/>
        </w:rPr>
        <w:bidi w:val="0"/>
      </w:pPr>
      <w:r>
        <w:rPr>
          <w:sz w:val="22"/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Две линии загрузки больших размеров в стандартном исполнении установлены в задней части машины, что позволяет цементовозам беспрепятственно подъехать и загрузить распределитель вяжущего даже в условиях ограниченного пространства или интенсивного движения. Так, загрузка новых распределителей вяжущего теперь возможна с обеих сторон. Оптимизированное пневматическое высокоскоростное устройство загрузки в сочетании с новой геометрией бункера обеспечивают не только быструю загрузку, но и равномерное распределение материала в бункере. Благодаря этому распределители вяжущих могут заполняться со скоростью до 2 тонн вяжущего в минуту и через одну линии загрузки. Дополнительная автоматическая система фильтрации также обеспечивает загрузку без пыли. Стандартный встроенный цепной привод конвейера OptiPower с автоматическим регулированием нагрузки при необходимости увеличивает усилие натяжения конвейерной цепи. </w:t>
      </w:r>
    </w:p>
    <w:p w14:paraId="1A127249" w14:textId="77777777" w:rsidR="003C60DB" w:rsidRDefault="003C60DB" w:rsidP="003C60DB">
      <w:pPr>
        <w:jc w:val="both"/>
        <w:rPr>
          <w:bCs/>
          <w:iCs/>
          <w:sz w:val="22"/>
        </w:rPr>
      </w:pPr>
    </w:p>
    <w:p w14:paraId="50B70980" w14:textId="77777777" w:rsidR="003C60DB" w:rsidRPr="00CE027F" w:rsidRDefault="003C60DB" w:rsidP="003C60DB">
      <w:pPr>
        <w:jc w:val="both"/>
        <w:rPr>
          <w:b/>
          <w:iCs/>
          <w:sz w:val="22"/>
        </w:rPr>
        <w:bidi w:val="0"/>
      </w:pPr>
      <w:r>
        <w:rPr>
          <w:sz w:val="22"/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Точный результат распределения материала </w:t>
      </w:r>
    </w:p>
    <w:p w14:paraId="23F9ED6B" w14:textId="7946C2E4" w:rsidR="003C60DB" w:rsidRDefault="003C60DB" w:rsidP="003C60DB">
      <w:pPr>
        <w:jc w:val="both"/>
        <w:rPr>
          <w:bCs/>
          <w:iCs/>
          <w:sz w:val="22"/>
        </w:rPr>
        <w:bidi w:val="0"/>
      </w:pPr>
      <w:r>
        <w:rPr>
          <w:sz w:val="22"/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Полностью автоматический регулятор объемного расхода материала позволяет надежно распределять вяжущее независимо от скорости движения машины. Опциональное весовое устройство WeighTronic обеспечивает безошибочное и точное распределение вяжущего. Программа непрерывно сравнивает фактический расход вяжущего с заданным значением и немедленно корректирует его при обнаружении отклонений. Таким образом, погрешности управления практически исключены. Еще одной отличительной чертой новых распределителей вяжущего являются самоочищающиеся ячейковые шлюзы дозатора. Благодаря специальному корпусу с напорной и разгрузочной зонами, а также гибким ячейкам они самоочищаются. Такая технология обеспечивает неизменно эффективный процесс распределения с высокой точностью. Расход вяжущего также можно задать индивидуально для каждой из трех секций.</w:t>
      </w:r>
    </w:p>
    <w:p w14:paraId="4615DABE" w14:textId="77777777" w:rsidR="003C60DB" w:rsidRDefault="003C60DB" w:rsidP="003C60DB">
      <w:pPr>
        <w:jc w:val="both"/>
        <w:rPr>
          <w:bCs/>
          <w:iCs/>
          <w:sz w:val="22"/>
        </w:rPr>
      </w:pPr>
    </w:p>
    <w:p w14:paraId="4F757FB1" w14:textId="77777777" w:rsidR="003C60DB" w:rsidRPr="007C7BC4" w:rsidRDefault="003C60DB" w:rsidP="003C60DB">
      <w:pPr>
        <w:jc w:val="both"/>
        <w:rPr>
          <w:b/>
          <w:iCs/>
          <w:sz w:val="22"/>
        </w:rPr>
        <w:bidi w:val="0"/>
      </w:pPr>
      <w:r>
        <w:rPr>
          <w:sz w:val="22"/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Простое управление и инновационная концепция управления</w:t>
      </w:r>
    </w:p>
    <w:p w14:paraId="69B08CE1" w14:textId="3D35B7D1" w:rsidR="003C60DB" w:rsidRDefault="003C60DB" w:rsidP="003C60DB">
      <w:pPr>
        <w:jc w:val="both"/>
        <w:rPr>
          <w:bCs/>
          <w:iCs/>
          <w:sz w:val="22"/>
        </w:rPr>
        <w:bidi w:val="0"/>
      </w:pPr>
      <w:r>
        <w:rPr>
          <w:sz w:val="22"/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Новые модели Streumaster оснащены многофункциональной панелью управления, объединившей все элементы управления в один блок. Это обеспечивает постоянный оптимальный обзор всех функций машины и предоставляет индивидуально настраиваемый пользовательский интерфейс с функцией разделения экрана при использовании системы видеокамер. Рабочие параметры и функциональные клавиши можно программировать индивидуально посредством пользовательского интерфейса на 12-дюймовом сенсорном дисплее. </w:t>
      </w:r>
    </w:p>
    <w:p w14:paraId="2895F3BE" w14:textId="593B7963" w:rsidR="00385E48" w:rsidRDefault="00385E48" w:rsidP="003C60DB">
      <w:pPr>
        <w:jc w:val="both"/>
        <w:rPr>
          <w:bCs/>
          <w:iCs/>
          <w:sz w:val="22"/>
        </w:rPr>
      </w:pPr>
    </w:p>
    <w:p w14:paraId="59ACB61C" w14:textId="77777777" w:rsidR="000F3928" w:rsidRDefault="000F3928" w:rsidP="003C60DB">
      <w:pPr>
        <w:jc w:val="both"/>
        <w:rPr>
          <w:bCs/>
          <w:iCs/>
          <w:sz w:val="22"/>
        </w:rPr>
      </w:pPr>
    </w:p>
    <w:p w14:paraId="35197CF0" w14:textId="77777777" w:rsidR="003C60DB" w:rsidRDefault="003C60DB" w:rsidP="003C60DB">
      <w:pPr>
        <w:jc w:val="both"/>
        <w:rPr>
          <w:bCs/>
          <w:iCs/>
          <w:color w:val="FF0000"/>
          <w:sz w:val="22"/>
        </w:rPr>
      </w:pPr>
    </w:p>
    <w:p w14:paraId="2DDADDED" w14:textId="77777777" w:rsidR="003C60DB" w:rsidRPr="00EC0525" w:rsidRDefault="003C60DB" w:rsidP="003C60DB">
      <w:pPr>
        <w:jc w:val="both"/>
        <w:rPr>
          <w:b/>
          <w:bCs/>
          <w:iCs/>
          <w:sz w:val="22"/>
        </w:rPr>
        <w:bidi w:val="0"/>
      </w:pPr>
      <w:r>
        <w:rPr>
          <w:sz w:val="22"/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Точный расчет производительности распределения материала</w:t>
      </w:r>
    </w:p>
    <w:p w14:paraId="4080A5AA" w14:textId="2FA5B24B" w:rsidR="003C60DB" w:rsidRPr="00EC0525" w:rsidRDefault="003C60DB" w:rsidP="003C60DB">
      <w:pPr>
        <w:jc w:val="both"/>
        <w:rPr>
          <w:bCs/>
          <w:iCs/>
          <w:sz w:val="22"/>
        </w:rPr>
        <w:bidi w:val="0"/>
      </w:pPr>
      <w:r>
        <w:rPr>
          <w:sz w:val="22"/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Распределители вяжущих нового поколения можно укомплектовать модулем Wirtgen Performance Tracker – WPT. Этот модуль обеспечивает регистрацию всех необходимых рабочих параметров конкретной строительной площадки для создания обширной базы данных для анализа и ведения документации.</w:t>
      </w:r>
    </w:p>
    <w:p w14:paraId="5FA565FF" w14:textId="77777777" w:rsidR="00385E48" w:rsidRDefault="00385E48" w:rsidP="00E15EBE">
      <w:pPr>
        <w:pStyle w:val="Fotos"/>
      </w:pPr>
    </w:p>
    <w:p w14:paraId="31412CCB" w14:textId="475D72A8" w:rsidR="00E15EBE" w:rsidRPr="00F211C7" w:rsidRDefault="00E15EBE" w:rsidP="00E15EBE">
      <w:pPr>
        <w:pStyle w:val="Fotos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Фотографии:</w:t>
      </w:r>
    </w:p>
    <w:p w14:paraId="20879CE4" w14:textId="79D511C2" w:rsidR="002611FE" w:rsidRPr="00F211C7" w:rsidRDefault="00A46F1E" w:rsidP="002611FE">
      <w:pPr>
        <w:pStyle w:val="BUbold"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1B66E54E" wp14:editId="3D38EE9C">
            <wp:extent cx="2404800" cy="1350807"/>
            <wp:effectExtent l="0" t="0" r="0" b="190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ST_SW112TC_00007_PR</w:t>
      </w:r>
    </w:p>
    <w:p w14:paraId="1F8A7162" w14:textId="39171E5E" w:rsidR="006C0C87" w:rsidRPr="00B21442" w:rsidRDefault="00B21442" w:rsidP="00C84D75">
      <w:pPr>
        <w:pStyle w:val="BUnormal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Буксируемые транспортными средствами и смонтированные на прицепе распределители вяжущего, как например Streumaster SW 112 TC, подходят для точного распределения вяжущих в масштабных проектах как на дорогах, так и в условиях бездорожья.</w:t>
      </w:r>
    </w:p>
    <w:p w14:paraId="47324A88" w14:textId="77777777" w:rsidR="002611FE" w:rsidRPr="00B21442" w:rsidRDefault="002611FE" w:rsidP="002611FE">
      <w:pPr>
        <w:pStyle w:val="BUnormal"/>
      </w:pPr>
    </w:p>
    <w:p w14:paraId="29E92010" w14:textId="60FF4CFA" w:rsidR="00BD25D1" w:rsidRPr="00F211C7" w:rsidRDefault="00BD25D1" w:rsidP="00BD25D1">
      <w:pPr>
        <w:pStyle w:val="BUbold"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7CBAC95B" wp14:editId="544E7585">
            <wp:extent cx="2226078" cy="1384991"/>
            <wp:effectExtent l="0" t="0" r="3175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078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ST_SW112TC_00008_PR</w:t>
      </w:r>
    </w:p>
    <w:p w14:paraId="170DB770" w14:textId="77777777" w:rsidR="00745F70" w:rsidRDefault="00B21442" w:rsidP="002611FE">
      <w:pPr>
        <w:pStyle w:val="BUnormal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Быстрая, двусторонняя высокоскоростная загрузка новых распределителей вяжущего Streumaster снижает простои, повышая производительность работ на строительной площадки. </w:t>
      </w:r>
    </w:p>
    <w:p w14:paraId="6F7FC9EB" w14:textId="12BDD128" w:rsidR="00BD25D1" w:rsidRPr="00B21442" w:rsidRDefault="002611FE" w:rsidP="002611FE">
      <w:pPr>
        <w:pStyle w:val="BUnormal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</w:p>
    <w:p w14:paraId="04824B2F" w14:textId="1D2C88F5" w:rsidR="00F74540" w:rsidRPr="006C0C87" w:rsidRDefault="00E15EBE" w:rsidP="006C0C87">
      <w:pPr>
        <w:pStyle w:val="Note"/>
        <w:bidi w:val="0"/>
      </w:pP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Примечание: </w:t>
      </w: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настоящие фотографии представлены лишь для ознакомления. </w:t>
      </w: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Для печати в публикациях используйте фотографии с разрешением 300 dpi, которые доступны для скачивания на вебсайтах 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Wirtgen Group</w:t>
      </w: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.</w:t>
      </w:r>
    </w:p>
    <w:p w14:paraId="1813B7CE" w14:textId="77777777" w:rsidR="00745F70" w:rsidRDefault="00745F70">
      <w:pPr>
        <w:rPr>
          <w:rFonts w:eastAsiaTheme="minorHAnsi" w:cstheme="minorBidi"/>
          <w:b/>
          <w:iCs/>
          <w:sz w:val="22"/>
          <w:szCs w:val="24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page"/>
      </w:r>
    </w:p>
    <w:p w14:paraId="55931FB8" w14:textId="0442F73E" w:rsidR="00E15EBE" w:rsidRDefault="00E15EBE" w:rsidP="00E15EBE">
      <w:pPr>
        <w:pStyle w:val="Absatzberschrift"/>
        <w:rPr>
          <w:iCs/>
        </w:r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Контакты для получения дополнительной информации: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Public Relations</w:t>
      </w:r>
    </w:p>
    <w:p w14:paraId="11D0C008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1063A82F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5A37CC2B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Телефон: +49 (0) 2645 131 – 1966 </w:t>
      </w:r>
    </w:p>
    <w:p w14:paraId="65F4C38F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Факс: +49 (0) 2645 131 – 499</w:t>
      </w:r>
    </w:p>
    <w:p w14:paraId="79FF3B7C" w14:textId="0C5495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E-mail: PR@wirtgen-group.com</w:t>
      </w:r>
      <w:r>
        <w:rPr>
          <w:vanish/>
          <w:b w:val="0"/>
          <w:bCs w:val="0"/>
          <w:i w:val="0"/>
          <w:iCs w:val="0"/>
          <w:u w:val="none"/>
          <w:vertAlign w:val="baseline"/>
          <w:rtl w:val="0"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6583B" w14:textId="77777777" w:rsidR="00B83044" w:rsidRDefault="00B83044" w:rsidP="00E55534">
      <w:pPr>
        <w:bidi w:val="0"/>
      </w:pPr>
      <w:r>
        <w:separator/>
      </w:r>
    </w:p>
  </w:endnote>
  <w:endnote w:type="continuationSeparator" w:id="0">
    <w:p w14:paraId="2DC2E2C6" w14:textId="77777777" w:rsidR="00B83044" w:rsidRDefault="00B83044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5A083" w14:textId="77777777" w:rsidR="003C60DB" w:rsidRDefault="003C60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WIRTGEN</w:t>
          </w:r>
          <w:r>
            <w:rPr>
              <w:rStyle w:val="Hervorhebung"/>
              <w:szCs w:val="20"/>
              <w:lang w:val="ru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 GmbH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66495" w14:textId="77777777" w:rsidR="00B83044" w:rsidRDefault="00B83044" w:rsidP="00E55534">
      <w:pPr>
        <w:bidi w:val="0"/>
      </w:pPr>
      <w:r>
        <w:separator/>
      </w:r>
    </w:p>
  </w:footnote>
  <w:footnote w:type="continuationSeparator" w:id="0">
    <w:p w14:paraId="1EB1B47E" w14:textId="77777777" w:rsidR="00B83044" w:rsidRDefault="00B83044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CBC80" w14:textId="22D0CE24" w:rsidR="003C60DB" w:rsidRDefault="003C60DB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F80F346" wp14:editId="1A5B4CC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E29125" w14:textId="62E732DF" w:rsidR="003C60DB" w:rsidRPr="003C60DB" w:rsidRDefault="003C60D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80F34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64E29125" w14:textId="62E732DF" w:rsidR="003C60DB" w:rsidRPr="003C60DB" w:rsidRDefault="003C60D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630AC04" w:rsidR="00533132" w:rsidRPr="00533132" w:rsidRDefault="003C60DB" w:rsidP="00533132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443BAEC" wp14:editId="579971AC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E58256" w14:textId="7EC5C8FF" w:rsidR="003C60DB" w:rsidRPr="003C60DB" w:rsidRDefault="003C60D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43BAEC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BE58256" w14:textId="7EC5C8FF" w:rsidR="003C60DB" w:rsidRPr="003C60DB" w:rsidRDefault="003C60D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977F4E5" w:rsidR="00533132" w:rsidRDefault="003C60DB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9FAC2BE" wp14:editId="69F9135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862582" w14:textId="355993B7" w:rsidR="003C60DB" w:rsidRPr="003C60DB" w:rsidRDefault="003C60D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FAC2BE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00862582" w14:textId="355993B7" w:rsidR="003C60DB" w:rsidRPr="003C60DB" w:rsidRDefault="003C60D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646206533">
    <w:abstractNumId w:val="8"/>
  </w:num>
  <w:num w:numId="2" w16cid:durableId="67004498">
    <w:abstractNumId w:val="8"/>
  </w:num>
  <w:num w:numId="3" w16cid:durableId="715080548">
    <w:abstractNumId w:val="8"/>
  </w:num>
  <w:num w:numId="4" w16cid:durableId="572592855">
    <w:abstractNumId w:val="8"/>
  </w:num>
  <w:num w:numId="5" w16cid:durableId="1518159184">
    <w:abstractNumId w:val="8"/>
  </w:num>
  <w:num w:numId="6" w16cid:durableId="1312249386">
    <w:abstractNumId w:val="2"/>
  </w:num>
  <w:num w:numId="7" w16cid:durableId="1176186057">
    <w:abstractNumId w:val="2"/>
  </w:num>
  <w:num w:numId="8" w16cid:durableId="1591425466">
    <w:abstractNumId w:val="2"/>
  </w:num>
  <w:num w:numId="9" w16cid:durableId="1991278456">
    <w:abstractNumId w:val="2"/>
  </w:num>
  <w:num w:numId="10" w16cid:durableId="1859848149">
    <w:abstractNumId w:val="2"/>
  </w:num>
  <w:num w:numId="11" w16cid:durableId="557324001">
    <w:abstractNumId w:val="5"/>
  </w:num>
  <w:num w:numId="12" w16cid:durableId="2059931042">
    <w:abstractNumId w:val="5"/>
  </w:num>
  <w:num w:numId="13" w16cid:durableId="219874009">
    <w:abstractNumId w:val="4"/>
  </w:num>
  <w:num w:numId="14" w16cid:durableId="1098284237">
    <w:abstractNumId w:val="4"/>
  </w:num>
  <w:num w:numId="15" w16cid:durableId="95181320">
    <w:abstractNumId w:val="4"/>
  </w:num>
  <w:num w:numId="16" w16cid:durableId="453988016">
    <w:abstractNumId w:val="4"/>
  </w:num>
  <w:num w:numId="17" w16cid:durableId="1515074672">
    <w:abstractNumId w:val="4"/>
  </w:num>
  <w:num w:numId="18" w16cid:durableId="423383366">
    <w:abstractNumId w:val="1"/>
  </w:num>
  <w:num w:numId="19" w16cid:durableId="1542546567">
    <w:abstractNumId w:val="3"/>
  </w:num>
  <w:num w:numId="20" w16cid:durableId="2056343373">
    <w:abstractNumId w:val="7"/>
  </w:num>
  <w:num w:numId="21" w16cid:durableId="2721327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4440332">
    <w:abstractNumId w:val="0"/>
  </w:num>
  <w:num w:numId="23" w16cid:durableId="755132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5250505">
    <w:abstractNumId w:val="6"/>
  </w:num>
  <w:num w:numId="25" w16cid:durableId="7911715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0F392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1F47AC"/>
    <w:rsid w:val="00200355"/>
    <w:rsid w:val="0021351D"/>
    <w:rsid w:val="00246DBB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5ACC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561D"/>
    <w:rsid w:val="003665BE"/>
    <w:rsid w:val="00384A08"/>
    <w:rsid w:val="00385E48"/>
    <w:rsid w:val="00387E6F"/>
    <w:rsid w:val="003967E5"/>
    <w:rsid w:val="003A753A"/>
    <w:rsid w:val="003B3803"/>
    <w:rsid w:val="003C2A71"/>
    <w:rsid w:val="003C60DB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4F052F"/>
    <w:rsid w:val="00506409"/>
    <w:rsid w:val="00515EB1"/>
    <w:rsid w:val="00530E32"/>
    <w:rsid w:val="00533132"/>
    <w:rsid w:val="00537210"/>
    <w:rsid w:val="0054416D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E0F6A"/>
    <w:rsid w:val="006F7602"/>
    <w:rsid w:val="00722A17"/>
    <w:rsid w:val="00723F4F"/>
    <w:rsid w:val="00745F70"/>
    <w:rsid w:val="00754B80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C2658"/>
    <w:rsid w:val="007D1B25"/>
    <w:rsid w:val="007D59A2"/>
    <w:rsid w:val="007E20D0"/>
    <w:rsid w:val="007E3DAB"/>
    <w:rsid w:val="008053B3"/>
    <w:rsid w:val="008201F7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55429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21442"/>
    <w:rsid w:val="00B5232A"/>
    <w:rsid w:val="00B60ED1"/>
    <w:rsid w:val="00B62CF5"/>
    <w:rsid w:val="00B83044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20920"/>
    <w:rsid w:val="00F211C7"/>
    <w:rsid w:val="00F23212"/>
    <w:rsid w:val="00F33B16"/>
    <w:rsid w:val="00F353EA"/>
    <w:rsid w:val="00F36C27"/>
    <w:rsid w:val="00F52ECB"/>
    <w:rsid w:val="00F56318"/>
    <w:rsid w:val="00F67C95"/>
    <w:rsid w:val="00F742D4"/>
    <w:rsid w:val="00F74540"/>
    <w:rsid w:val="00F75B79"/>
    <w:rsid w:val="00F82525"/>
    <w:rsid w:val="00F91AC4"/>
    <w:rsid w:val="00F97FEA"/>
    <w:rsid w:val="00FB60E1"/>
    <w:rsid w:val="00FD3768"/>
    <w:rsid w:val="00FD51E9"/>
    <w:rsid w:val="00FE60D1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515EB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footer" Target="footer2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1.xml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image" Target="media/image4.jpeg" /><Relationship Id="rId14" Type="http://schemas.openxmlformats.org/officeDocument/2006/relationships/header" Target="header3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 /><Relationship Id="rId1" Type="http://schemas.openxmlformats.org/officeDocument/2006/relationships/image" Target="media/image6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541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Narres Christian</cp:lastModifiedBy>
  <cp:revision>6</cp:revision>
  <cp:lastPrinted>2021-10-28T15:19:00Z</cp:lastPrinted>
  <dcterms:created xsi:type="dcterms:W3CDTF">2023-05-23T12:18:00Z</dcterms:created>
  <dcterms:modified xsi:type="dcterms:W3CDTF">2023-05-23T13:23:00Z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2023-05-15T16:09:41Z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b048f713-0520-4b24-8379-2ab12005fc12</vt:lpwstr>
  </property>
  <property fmtid="{D5CDD505-2E9C-101B-9397-08002B2CF9AE}" pid="11" name="MSIP_Label_df1a195f-122b-42dc-a2d3-71a1903dcdac_ContentBits">
    <vt:lpwstr>1</vt:lpwstr>
  </property>
</Properties>
</file>