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95FC" w14:textId="2A16BB6C" w:rsidR="00BD5391" w:rsidRPr="00F7162E" w:rsidRDefault="00F7162E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  <w:lang w:val="it-IT"/>
        </w:rPr>
      </w:pPr>
      <w:r w:rsidRPr="00F7162E">
        <w:rPr>
          <w:b/>
          <w:sz w:val="40"/>
          <w:lang w:val="it-IT"/>
        </w:rPr>
        <w:t>La nuova Fresa compatta W</w:t>
      </w:r>
      <w:r w:rsidR="004E48A6" w:rsidRPr="00F7162E">
        <w:rPr>
          <w:b/>
          <w:sz w:val="40"/>
          <w:lang w:val="it-IT"/>
        </w:rPr>
        <w:t xml:space="preserve"> 120 Fi </w:t>
      </w:r>
      <w:r w:rsidRPr="00F7162E">
        <w:rPr>
          <w:b/>
          <w:sz w:val="40"/>
          <w:lang w:val="it-IT"/>
        </w:rPr>
        <w:t>fa il suo ingresso nello</w:t>
      </w:r>
      <w:r w:rsidR="004E48A6" w:rsidRPr="00F7162E">
        <w:rPr>
          <w:b/>
          <w:sz w:val="40"/>
          <w:lang w:val="it-IT"/>
        </w:rPr>
        <w:t xml:space="preserve"> </w:t>
      </w:r>
      <w:r w:rsidR="00EA2EF1">
        <w:rPr>
          <w:b/>
          <w:sz w:val="40"/>
          <w:lang w:val="it-IT"/>
        </w:rPr>
        <w:t>stand</w:t>
      </w:r>
      <w:r w:rsidR="004E48A6" w:rsidRPr="00F7162E">
        <w:rPr>
          <w:b/>
          <w:sz w:val="40"/>
          <w:lang w:val="it-IT"/>
        </w:rPr>
        <w:t xml:space="preserve"> </w:t>
      </w:r>
      <w:r w:rsidRPr="00F7162E">
        <w:rPr>
          <w:b/>
          <w:sz w:val="40"/>
          <w:lang w:val="it-IT"/>
        </w:rPr>
        <w:t>di</w:t>
      </w:r>
      <w:r w:rsidR="004E48A6" w:rsidRPr="00F7162E">
        <w:rPr>
          <w:b/>
          <w:sz w:val="40"/>
          <w:lang w:val="it-IT"/>
        </w:rPr>
        <w:t xml:space="preserve"> Wirtgen Group Solutions </w:t>
      </w:r>
      <w:r w:rsidRPr="00F7162E">
        <w:rPr>
          <w:b/>
          <w:sz w:val="40"/>
          <w:lang w:val="it-IT"/>
        </w:rPr>
        <w:t>al</w:t>
      </w:r>
      <w:r w:rsidR="004E48A6" w:rsidRPr="00F7162E">
        <w:rPr>
          <w:b/>
          <w:sz w:val="40"/>
          <w:lang w:val="it-IT"/>
        </w:rPr>
        <w:t xml:space="preserve"> World of </w:t>
      </w:r>
      <w:proofErr w:type="spellStart"/>
      <w:r w:rsidR="004E48A6" w:rsidRPr="00F7162E">
        <w:rPr>
          <w:b/>
          <w:sz w:val="40"/>
          <w:lang w:val="it-IT"/>
        </w:rPr>
        <w:t>Asphalt</w:t>
      </w:r>
      <w:proofErr w:type="spellEnd"/>
      <w:r w:rsidR="004E48A6" w:rsidRPr="00F7162E">
        <w:rPr>
          <w:b/>
          <w:sz w:val="40"/>
          <w:lang w:val="it-IT"/>
        </w:rPr>
        <w:t xml:space="preserve"> 2022</w:t>
      </w:r>
    </w:p>
    <w:p w14:paraId="6CA39DCA" w14:textId="77777777" w:rsidR="00BD5391" w:rsidRPr="00F7162E" w:rsidRDefault="00BD5391" w:rsidP="00BD5391">
      <w:pPr>
        <w:spacing w:line="280" w:lineRule="atLeast"/>
        <w:jc w:val="both"/>
        <w:rPr>
          <w:sz w:val="22"/>
          <w:lang w:val="it-IT"/>
        </w:rPr>
      </w:pPr>
    </w:p>
    <w:p w14:paraId="55B178A6" w14:textId="4DFBDB2D" w:rsidR="00B102BE" w:rsidRPr="00F7162E" w:rsidRDefault="00F7162E" w:rsidP="00ED569B">
      <w:pPr>
        <w:spacing w:line="276" w:lineRule="auto"/>
        <w:jc w:val="both"/>
        <w:rPr>
          <w:sz w:val="22"/>
          <w:lang w:val="it-IT"/>
        </w:rPr>
      </w:pPr>
      <w:r w:rsidRPr="00F7162E">
        <w:rPr>
          <w:sz w:val="22"/>
          <w:lang w:val="it-IT"/>
        </w:rPr>
        <w:t xml:space="preserve">Dal 29 al 31 </w:t>
      </w:r>
      <w:proofErr w:type="gramStart"/>
      <w:r w:rsidRPr="00F7162E">
        <w:rPr>
          <w:sz w:val="22"/>
          <w:lang w:val="it-IT"/>
        </w:rPr>
        <w:t>Marzo</w:t>
      </w:r>
      <w:proofErr w:type="gramEnd"/>
      <w:r w:rsidR="00377BE9" w:rsidRPr="00F7162E">
        <w:rPr>
          <w:sz w:val="22"/>
          <w:lang w:val="it-IT"/>
        </w:rPr>
        <w:t xml:space="preserve"> 2022</w:t>
      </w:r>
      <w:r>
        <w:rPr>
          <w:sz w:val="22"/>
          <w:lang w:val="it-IT"/>
        </w:rPr>
        <w:t xml:space="preserve">, </w:t>
      </w:r>
      <w:r w:rsidRPr="00F7162E">
        <w:rPr>
          <w:sz w:val="22"/>
          <w:lang w:val="it-IT"/>
        </w:rPr>
        <w:t>il</w:t>
      </w:r>
      <w:r w:rsidR="00377BE9" w:rsidRPr="00F7162E">
        <w:rPr>
          <w:sz w:val="22"/>
          <w:lang w:val="it-IT"/>
        </w:rPr>
        <w:t xml:space="preserve"> Wirtgen Group</w:t>
      </w:r>
      <w:r w:rsidRPr="00F7162E">
        <w:rPr>
          <w:sz w:val="22"/>
          <w:lang w:val="it-IT"/>
        </w:rPr>
        <w:t xml:space="preserve"> </w:t>
      </w:r>
      <w:r>
        <w:rPr>
          <w:sz w:val="22"/>
          <w:lang w:val="it-IT"/>
        </w:rPr>
        <w:t>terrà</w:t>
      </w:r>
      <w:r w:rsidRPr="00F7162E">
        <w:rPr>
          <w:sz w:val="22"/>
          <w:lang w:val="it-IT"/>
        </w:rPr>
        <w:t xml:space="preserve"> </w:t>
      </w:r>
      <w:r>
        <w:rPr>
          <w:sz w:val="22"/>
          <w:lang w:val="it-IT"/>
        </w:rPr>
        <w:t>11 esibizioni</w:t>
      </w:r>
      <w:r w:rsidR="00EA2EF1">
        <w:rPr>
          <w:sz w:val="22"/>
          <w:lang w:val="it-IT"/>
        </w:rPr>
        <w:t xml:space="preserve"> all’evento che </w:t>
      </w:r>
      <w:r w:rsidR="00867C65">
        <w:rPr>
          <w:sz w:val="22"/>
          <w:lang w:val="it-IT"/>
        </w:rPr>
        <w:t>avrà luogo</w:t>
      </w:r>
      <w:r w:rsidR="00EA2EF1">
        <w:rPr>
          <w:sz w:val="22"/>
          <w:lang w:val="it-IT"/>
        </w:rPr>
        <w:t xml:space="preserve"> a Nashville</w:t>
      </w:r>
      <w:r>
        <w:rPr>
          <w:sz w:val="22"/>
          <w:lang w:val="it-IT"/>
        </w:rPr>
        <w:t>, nelle quali esibirà una selezione di macchine per le lavorazioni stradali</w:t>
      </w:r>
      <w:r w:rsidR="00B102BE">
        <w:rPr>
          <w:sz w:val="22"/>
          <w:lang w:val="it-IT"/>
        </w:rPr>
        <w:t xml:space="preserve"> orientate al proprio mercato. Il punto focale dello show, la nuova W 120 Fi,</w:t>
      </w:r>
      <w:r w:rsidR="00671502">
        <w:rPr>
          <w:sz w:val="22"/>
          <w:lang w:val="it-IT"/>
        </w:rPr>
        <w:t xml:space="preserve"> celebrerà la sua prima mondiale all’evento, facendo il suo ingresso in qualità di rappresentante Wirtgen delle frese compatte di nuova generazione.</w:t>
      </w:r>
      <w:r w:rsidR="00EA2EF1">
        <w:rPr>
          <w:sz w:val="22"/>
          <w:lang w:val="it-IT"/>
        </w:rPr>
        <w:t xml:space="preserve"> </w:t>
      </w:r>
    </w:p>
    <w:p w14:paraId="20AE5B78" w14:textId="07784608" w:rsidR="00F7162E" w:rsidRPr="00671502" w:rsidRDefault="00EA2EF1" w:rsidP="00ED569B">
      <w:pPr>
        <w:spacing w:line="276" w:lineRule="auto"/>
        <w:jc w:val="both"/>
        <w:rPr>
          <w:sz w:val="22"/>
          <w:lang w:val="it-IT"/>
        </w:rPr>
      </w:pPr>
      <w:r>
        <w:rPr>
          <w:sz w:val="22"/>
          <w:lang w:val="it-IT"/>
        </w:rPr>
        <w:t>Lo</w:t>
      </w:r>
      <w:r w:rsidR="00671502" w:rsidRPr="00671502">
        <w:rPr>
          <w:sz w:val="22"/>
          <w:lang w:val="it-IT"/>
        </w:rPr>
        <w:t xml:space="preserve"> </w:t>
      </w:r>
      <w:r w:rsidRPr="00B85B1A">
        <w:rPr>
          <w:sz w:val="22"/>
          <w:lang w:val="it-IT"/>
        </w:rPr>
        <w:t>S</w:t>
      </w:r>
      <w:r w:rsidR="00671502" w:rsidRPr="00B85B1A">
        <w:rPr>
          <w:sz w:val="22"/>
          <w:lang w:val="it-IT"/>
        </w:rPr>
        <w:t>tand 2302</w:t>
      </w:r>
      <w:r w:rsidR="00671502">
        <w:rPr>
          <w:sz w:val="22"/>
          <w:lang w:val="it-IT"/>
        </w:rPr>
        <w:t xml:space="preserve"> </w:t>
      </w:r>
      <w:r>
        <w:rPr>
          <w:sz w:val="22"/>
          <w:lang w:val="it-IT"/>
        </w:rPr>
        <w:t xml:space="preserve">coprirà circa 840 </w:t>
      </w:r>
      <w:r w:rsidRPr="00671502">
        <w:rPr>
          <w:sz w:val="22"/>
          <w:lang w:val="it-IT"/>
        </w:rPr>
        <w:t xml:space="preserve">m² </w:t>
      </w:r>
      <w:r w:rsidR="00671502">
        <w:rPr>
          <w:sz w:val="22"/>
          <w:lang w:val="it-IT"/>
        </w:rPr>
        <w:t>all’interno dello show</w:t>
      </w:r>
      <w:r w:rsidR="00947B86">
        <w:rPr>
          <w:sz w:val="22"/>
          <w:lang w:val="it-IT"/>
        </w:rPr>
        <w:t>;</w:t>
      </w:r>
      <w:r w:rsidR="00671502">
        <w:rPr>
          <w:sz w:val="22"/>
          <w:lang w:val="it-IT"/>
        </w:rPr>
        <w:t xml:space="preserve"> l’attenzione non sarà </w:t>
      </w:r>
      <w:r>
        <w:rPr>
          <w:sz w:val="22"/>
          <w:lang w:val="it-IT"/>
        </w:rPr>
        <w:t xml:space="preserve">concentrata </w:t>
      </w:r>
      <w:r w:rsidR="00671502">
        <w:rPr>
          <w:sz w:val="22"/>
          <w:lang w:val="it-IT"/>
        </w:rPr>
        <w:t>solamente sulle soluzioni del Wirtgen</w:t>
      </w:r>
      <w:r w:rsidR="00DC20B7">
        <w:rPr>
          <w:sz w:val="22"/>
          <w:lang w:val="it-IT"/>
        </w:rPr>
        <w:t xml:space="preserve"> Group</w:t>
      </w:r>
      <w:r w:rsidR="00671502">
        <w:rPr>
          <w:sz w:val="22"/>
          <w:lang w:val="it-IT"/>
        </w:rPr>
        <w:t>, ma anche sulle questioni critiche di costi e sostenibilità.</w:t>
      </w:r>
      <w:r>
        <w:rPr>
          <w:sz w:val="22"/>
          <w:lang w:val="it-IT"/>
        </w:rPr>
        <w:t xml:space="preserve"> </w:t>
      </w:r>
    </w:p>
    <w:p w14:paraId="4CDEC428" w14:textId="0A5D4588" w:rsidR="008B59E8" w:rsidRPr="00671502" w:rsidRDefault="00377BE9" w:rsidP="00ED569B">
      <w:pPr>
        <w:spacing w:line="276" w:lineRule="auto"/>
        <w:jc w:val="both"/>
        <w:rPr>
          <w:iCs/>
          <w:sz w:val="22"/>
          <w:lang w:val="it-IT"/>
        </w:rPr>
      </w:pPr>
      <w:r w:rsidRPr="00F7162E">
        <w:rPr>
          <w:sz w:val="22"/>
          <w:lang w:val="it-IT"/>
        </w:rPr>
        <w:t xml:space="preserve"> </w:t>
      </w:r>
    </w:p>
    <w:p w14:paraId="47162338" w14:textId="7FED71FB" w:rsidR="00DF393A" w:rsidRPr="00867C65" w:rsidRDefault="00671502" w:rsidP="00DF393A">
      <w:pPr>
        <w:pStyle w:val="Standardabsatz"/>
        <w:rPr>
          <w:b/>
          <w:bCs/>
          <w:color w:val="000000" w:themeColor="text1"/>
          <w:lang w:val="it-IT"/>
        </w:rPr>
      </w:pPr>
      <w:r w:rsidRPr="00867C65">
        <w:rPr>
          <w:b/>
          <w:color w:val="000000" w:themeColor="text1"/>
          <w:lang w:val="it-IT"/>
        </w:rPr>
        <w:t>Foto</w:t>
      </w:r>
      <w:r w:rsidR="00DF393A" w:rsidRPr="00867C65">
        <w:rPr>
          <w:b/>
          <w:color w:val="000000" w:themeColor="text1"/>
          <w:lang w:val="it-IT"/>
        </w:rPr>
        <w:t>:</w:t>
      </w:r>
    </w:p>
    <w:p w14:paraId="3751F602" w14:textId="7D8EA825" w:rsidR="00DF393A" w:rsidRPr="00867C65" w:rsidRDefault="000C369D" w:rsidP="00DF393A">
      <w:pPr>
        <w:pStyle w:val="BUbold"/>
        <w:rPr>
          <w:lang w:val="it-IT"/>
        </w:rPr>
      </w:pPr>
      <w:r>
        <w:rPr>
          <w:b w:val="0"/>
          <w:noProof/>
        </w:rPr>
        <w:drawing>
          <wp:inline distT="0" distB="0" distL="0" distR="0" wp14:anchorId="2A1C5EEF" wp14:editId="267897C2">
            <wp:extent cx="1986380" cy="1324034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380" cy="132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7C65">
        <w:rPr>
          <w:lang w:val="it-IT"/>
        </w:rPr>
        <w:t xml:space="preserve">       </w:t>
      </w:r>
      <w:r w:rsidRPr="00867C65">
        <w:rPr>
          <w:lang w:val="it-IT"/>
        </w:rPr>
        <w:br/>
      </w:r>
      <w:r w:rsidR="00AF4964" w:rsidRPr="00867C65">
        <w:rPr>
          <w:lang w:val="it-IT"/>
        </w:rPr>
        <w:t>W_graphic_W120Fi_00001_HI</w:t>
      </w:r>
    </w:p>
    <w:p w14:paraId="7FF9AEA8" w14:textId="2910AC6F" w:rsidR="00EA2EF1" w:rsidRPr="00EA2EF1" w:rsidRDefault="00671502" w:rsidP="00DF393A">
      <w:pPr>
        <w:rPr>
          <w:sz w:val="20"/>
          <w:lang w:val="it-IT"/>
        </w:rPr>
      </w:pPr>
      <w:r w:rsidRPr="00EA2EF1">
        <w:rPr>
          <w:sz w:val="20"/>
          <w:lang w:val="it-IT"/>
        </w:rPr>
        <w:t>Unica</w:t>
      </w:r>
      <w:r w:rsidR="00EA2EF1" w:rsidRPr="00EA2EF1">
        <w:rPr>
          <w:sz w:val="20"/>
          <w:lang w:val="it-IT"/>
        </w:rPr>
        <w:t xml:space="preserve"> in questo settore industrial</w:t>
      </w:r>
      <w:r w:rsidR="00EA2EF1">
        <w:rPr>
          <w:sz w:val="20"/>
          <w:lang w:val="it-IT"/>
        </w:rPr>
        <w:t>e</w:t>
      </w:r>
      <w:r w:rsidR="00EA2EF1" w:rsidRPr="00EA2EF1">
        <w:rPr>
          <w:sz w:val="20"/>
          <w:lang w:val="it-IT"/>
        </w:rPr>
        <w:t>,</w:t>
      </w:r>
      <w:r w:rsidR="00EA2EF1">
        <w:rPr>
          <w:sz w:val="20"/>
          <w:lang w:val="it-IT"/>
        </w:rPr>
        <w:t xml:space="preserve"> le tecnologie innovative delle collaudate grandi Frese Wirtgen sono adesso integrate nella nuova serie di Frese compatte del gruppo.</w:t>
      </w:r>
    </w:p>
    <w:p w14:paraId="76C6C5B5" w14:textId="2E2530FE" w:rsidR="00DF393A" w:rsidRDefault="00DF393A" w:rsidP="00DF393A">
      <w:pPr>
        <w:rPr>
          <w:sz w:val="20"/>
          <w:lang w:val="it-IT"/>
        </w:rPr>
      </w:pPr>
    </w:p>
    <w:p w14:paraId="5BDCCF66" w14:textId="77777777" w:rsidR="00B85B1A" w:rsidRDefault="00B85B1A" w:rsidP="000B53E6">
      <w:pPr>
        <w:rPr>
          <w:b/>
          <w:sz w:val="22"/>
          <w:lang w:val="it-IT"/>
        </w:rPr>
      </w:pPr>
    </w:p>
    <w:p w14:paraId="75A1557C" w14:textId="6D6BCE78" w:rsidR="00DF393A" w:rsidRPr="00EA2EF1" w:rsidRDefault="00EA2EF1" w:rsidP="000B53E6">
      <w:pPr>
        <w:rPr>
          <w:rFonts w:eastAsiaTheme="minorHAnsi" w:cstheme="minorBidi"/>
          <w:b/>
          <w:bCs/>
          <w:iCs/>
          <w:sz w:val="22"/>
          <w:szCs w:val="22"/>
          <w:lang w:val="it-IT"/>
        </w:rPr>
      </w:pPr>
      <w:r w:rsidRPr="00EA2EF1">
        <w:rPr>
          <w:b/>
          <w:sz w:val="22"/>
          <w:lang w:val="it-IT"/>
        </w:rPr>
        <w:t>Per maggiori informazioni, si prega di contatt</w:t>
      </w:r>
      <w:r>
        <w:rPr>
          <w:b/>
          <w:sz w:val="22"/>
          <w:lang w:val="it-IT"/>
        </w:rPr>
        <w:t>are:</w:t>
      </w:r>
    </w:p>
    <w:p w14:paraId="49596B89" w14:textId="77777777" w:rsidR="00DF393A" w:rsidRPr="00EA2EF1" w:rsidRDefault="00DF393A" w:rsidP="00DF393A">
      <w:pPr>
        <w:pStyle w:val="Absatzberschrift"/>
        <w:rPr>
          <w:lang w:val="it-IT"/>
        </w:rPr>
      </w:pPr>
    </w:p>
    <w:p w14:paraId="067F396B" w14:textId="77777777" w:rsidR="00DF393A" w:rsidRPr="00AF4964" w:rsidRDefault="00DF393A" w:rsidP="00DF393A">
      <w:pPr>
        <w:pStyle w:val="Absatzberschrift"/>
        <w:rPr>
          <w:b w:val="0"/>
          <w:bCs/>
          <w:szCs w:val="22"/>
          <w:lang w:val="de-DE"/>
        </w:rPr>
      </w:pPr>
      <w:r w:rsidRPr="00AF4964">
        <w:rPr>
          <w:b w:val="0"/>
          <w:lang w:val="de-DE"/>
        </w:rPr>
        <w:t>WIRTGEN GROUP</w:t>
      </w:r>
    </w:p>
    <w:p w14:paraId="59CA7EC2" w14:textId="77777777" w:rsidR="00DF393A" w:rsidRPr="00AF4964" w:rsidRDefault="00DF393A" w:rsidP="00DF393A">
      <w:pPr>
        <w:pStyle w:val="Fuzeile1"/>
        <w:rPr>
          <w:lang w:val="de-DE"/>
        </w:rPr>
      </w:pPr>
      <w:r w:rsidRPr="00AF4964">
        <w:rPr>
          <w:lang w:val="de-DE"/>
        </w:rPr>
        <w:t>Public Relations</w:t>
      </w:r>
    </w:p>
    <w:p w14:paraId="486DBDDB" w14:textId="77777777" w:rsidR="00DF393A" w:rsidRPr="00AF4964" w:rsidRDefault="00DF393A" w:rsidP="00DF393A">
      <w:pPr>
        <w:pStyle w:val="Fuzeile1"/>
        <w:rPr>
          <w:lang w:val="de-DE"/>
        </w:rPr>
      </w:pPr>
      <w:r w:rsidRPr="00AF4964">
        <w:rPr>
          <w:lang w:val="de-DE"/>
        </w:rPr>
        <w:t>Reinhard-Wirtgen-</w:t>
      </w:r>
      <w:proofErr w:type="spellStart"/>
      <w:r w:rsidRPr="00AF4964">
        <w:rPr>
          <w:lang w:val="de-DE"/>
        </w:rPr>
        <w:t>Strasse</w:t>
      </w:r>
      <w:proofErr w:type="spellEnd"/>
      <w:r w:rsidRPr="00AF4964">
        <w:rPr>
          <w:lang w:val="de-DE"/>
        </w:rPr>
        <w:t xml:space="preserve"> 2</w:t>
      </w:r>
    </w:p>
    <w:p w14:paraId="35194B2F" w14:textId="77777777" w:rsidR="00DF393A" w:rsidRDefault="00DF393A" w:rsidP="00DF393A">
      <w:pPr>
        <w:pStyle w:val="Fuzeile1"/>
      </w:pPr>
      <w:r>
        <w:t xml:space="preserve">53578 </w:t>
      </w:r>
      <w:proofErr w:type="spellStart"/>
      <w:r>
        <w:t>Windhagen</w:t>
      </w:r>
      <w:proofErr w:type="spellEnd"/>
    </w:p>
    <w:p w14:paraId="26660EA3" w14:textId="77777777" w:rsidR="00DF393A" w:rsidRDefault="00DF393A" w:rsidP="00DF393A">
      <w:pPr>
        <w:pStyle w:val="Fuzeile1"/>
      </w:pPr>
      <w:r>
        <w:t>Germany</w:t>
      </w:r>
    </w:p>
    <w:p w14:paraId="344C3E69" w14:textId="77777777" w:rsidR="00DF393A" w:rsidRDefault="00DF393A" w:rsidP="00DF393A">
      <w:pPr>
        <w:pStyle w:val="Fuzeile1"/>
      </w:pPr>
    </w:p>
    <w:p w14:paraId="6C0308A6" w14:textId="71C84200" w:rsidR="00DF393A" w:rsidRDefault="00EA2EF1" w:rsidP="00DF393A">
      <w:pPr>
        <w:pStyle w:val="Fuzeile1"/>
        <w:rPr>
          <w:rFonts w:ascii="Times New Roman" w:hAnsi="Times New Roman" w:cs="Times New Roman"/>
          <w:color w:val="FF0000"/>
        </w:rPr>
      </w:pPr>
      <w:r>
        <w:t>Tel</w:t>
      </w:r>
      <w:r w:rsidR="00DF393A">
        <w:t xml:space="preserve">: +49-2645-131-1966 </w:t>
      </w:r>
    </w:p>
    <w:p w14:paraId="4B6FC596" w14:textId="77777777" w:rsidR="00DF393A" w:rsidRDefault="00DF393A" w:rsidP="00DF393A">
      <w:pPr>
        <w:pStyle w:val="Fuzeile1"/>
      </w:pPr>
      <w:r>
        <w:t>Fax: +49-2645-131-499</w:t>
      </w:r>
    </w:p>
    <w:p w14:paraId="19FBD9F2" w14:textId="77777777" w:rsidR="00DF393A" w:rsidRDefault="00DF393A" w:rsidP="00DF393A">
      <w:pPr>
        <w:pStyle w:val="Fuzeile1"/>
      </w:pPr>
      <w:r>
        <w:t>E-mail: PR@wirtgen-group.com</w:t>
      </w:r>
      <w:r>
        <w:rPr>
          <w:vanish/>
        </w:rPr>
        <w:t>PR@wirtgen-group.com</w:t>
      </w:r>
    </w:p>
    <w:p w14:paraId="6DE4D335" w14:textId="77777777" w:rsidR="00DF393A" w:rsidRPr="00F91A52" w:rsidRDefault="00DF393A" w:rsidP="00DF393A">
      <w:pPr>
        <w:pStyle w:val="Fuzeile1"/>
        <w:rPr>
          <w:vanish/>
        </w:rPr>
      </w:pPr>
    </w:p>
    <w:p w14:paraId="7E877E3A" w14:textId="77777777" w:rsidR="00DF393A" w:rsidRPr="00F74540" w:rsidRDefault="00DF393A" w:rsidP="00DF393A">
      <w:pPr>
        <w:pStyle w:val="Fuzeile1"/>
      </w:pPr>
      <w:r>
        <w:t>www.wirtgen-group.com</w:t>
      </w:r>
    </w:p>
    <w:p w14:paraId="6D12916D" w14:textId="7C61F443" w:rsidR="00DF393A" w:rsidRDefault="00DF393A">
      <w:pPr>
        <w:rPr>
          <w:rFonts w:eastAsia="Calibri" w:cs="Arial"/>
          <w:b/>
          <w:sz w:val="22"/>
          <w:szCs w:val="22"/>
        </w:rPr>
      </w:pPr>
    </w:p>
    <w:p w14:paraId="54E49D4F" w14:textId="6173B9FC" w:rsidR="00DF393A" w:rsidRPr="00DF393A" w:rsidRDefault="00DF393A">
      <w:pPr>
        <w:rPr>
          <w:rFonts w:eastAsia="Calibri" w:cs="Arial"/>
          <w:bCs/>
          <w:sz w:val="22"/>
          <w:szCs w:val="22"/>
        </w:rPr>
      </w:pPr>
    </w:p>
    <w:sectPr w:rsidR="00DF393A" w:rsidRPr="00DF393A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B5EA" w14:textId="77777777" w:rsidR="00656C56" w:rsidRDefault="00656C56" w:rsidP="00E55534">
      <w:r>
        <w:separator/>
      </w:r>
    </w:p>
  </w:endnote>
  <w:endnote w:type="continuationSeparator" w:id="0">
    <w:p w14:paraId="3BEE7BD3" w14:textId="77777777"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5496" w14:textId="77777777" w:rsidR="0039477F" w:rsidRDefault="003947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5525CAAC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923F940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41DC54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4E48E6">
            <w:t>02</w:t>
          </w:r>
          <w:r w:rsidRPr="00723F4F">
            <w:fldChar w:fldCharType="end"/>
          </w:r>
        </w:p>
      </w:tc>
    </w:tr>
  </w:tbl>
  <w:p w14:paraId="25DD03D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1C673" wp14:editId="1AE72D9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081349FA" w14:textId="77777777" w:rsidTr="00723F4F">
      <w:tc>
        <w:tcPr>
          <w:tcW w:w="9664" w:type="dxa"/>
          <w:shd w:val="clear" w:color="auto" w:fill="auto"/>
        </w:tcPr>
        <w:p w14:paraId="36236CD7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AF4964">
            <w:rPr>
              <w:rStyle w:val="Hervorhebung"/>
              <w:lang w:val="de-DE"/>
            </w:rPr>
            <w:t>WIRTGEN GmbH</w:t>
          </w:r>
          <w:r w:rsidRPr="00AF4964">
            <w:rPr>
              <w:lang w:val="de-DE"/>
            </w:rPr>
            <w:t xml:space="preserve"> · Reinhard-Wirtgen-Str. </w:t>
          </w:r>
          <w:r>
            <w:t xml:space="preserve">2 · 53578 </w:t>
          </w:r>
          <w:proofErr w:type="spellStart"/>
          <w:r>
            <w:t>Windhagen</w:t>
          </w:r>
          <w:proofErr w:type="spellEnd"/>
          <w:r>
            <w:t>, Germany · T: +49-2645-131-0</w:t>
          </w:r>
        </w:p>
      </w:tc>
    </w:tr>
  </w:tbl>
  <w:p w14:paraId="6709B570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604076" wp14:editId="3E95B680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31A0" w14:textId="77777777" w:rsidR="00656C56" w:rsidRDefault="00656C56" w:rsidP="00E55534">
      <w:r>
        <w:separator/>
      </w:r>
    </w:p>
  </w:footnote>
  <w:footnote w:type="continuationSeparator" w:id="0">
    <w:p w14:paraId="151BB84F" w14:textId="77777777"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3D10" w14:textId="1A76084D" w:rsidR="0039477F" w:rsidRDefault="007726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D292AFE" wp14:editId="1F40C15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F07713" w14:textId="6314FDED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92AF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OeBego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4BF07713" w14:textId="6314FDED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D945" w14:textId="7AC95107" w:rsidR="00533132" w:rsidRPr="00533132" w:rsidRDefault="0077266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836618C" wp14:editId="669B33E5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58C27" w14:textId="017EA2FE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6618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qhb3c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7E258C27" w14:textId="017EA2FE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9477F">
      <w:rPr>
        <w:noProof/>
      </w:rPr>
      <w:drawing>
        <wp:anchor distT="0" distB="0" distL="114300" distR="114300" simplePos="0" relativeHeight="251660288" behindDoc="1" locked="0" layoutInCell="1" allowOverlap="1" wp14:anchorId="0466B8CA" wp14:editId="73CBDBF2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ECDB" w14:textId="6D7E1BE4" w:rsidR="00533132" w:rsidRDefault="007726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00F649" wp14:editId="1C2070D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AF67F" w14:textId="597F1D82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0F64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+ekvliYCAABJBAAADgAAAAAAAAAAAAAAAAAuAgAAZHJzL2Uyb0RvYy54bWxQ&#10;SwECLQAUAAYACAAAACEAEw3vsNgAAAADAQAADwAAAAAAAAAAAAAAAACABAAAZHJzL2Rvd25yZXYu&#10;eG1sUEsFBgAAAAAEAAQA8wAAAIUFAAAAAA==&#10;" filled="f" stroked="f">
              <v:fill o:detectmouseclick="t"/>
              <v:textbox style="mso-fit-shape-to-text:t" inset="0,0,15pt,0">
                <w:txbxContent>
                  <w:p w14:paraId="236AF67F" w14:textId="597F1D82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9477F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CC4DB9" wp14:editId="05CE8C93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 w:rsidR="0039477F">
      <w:rPr>
        <w:noProof/>
      </w:rPr>
      <w:drawing>
        <wp:anchor distT="0" distB="0" distL="114300" distR="114300" simplePos="0" relativeHeight="251656192" behindDoc="0" locked="0" layoutInCell="1" allowOverlap="1" wp14:anchorId="5FF39920" wp14:editId="1F46438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77F">
      <w:rPr>
        <w:noProof/>
      </w:rPr>
      <w:drawing>
        <wp:anchor distT="0" distB="0" distL="114300" distR="114300" simplePos="0" relativeHeight="251655168" behindDoc="0" locked="0" layoutInCell="1" allowOverlap="1" wp14:anchorId="65998940" wp14:editId="4E335C14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56"/>
    <w:rsid w:val="00012BFD"/>
    <w:rsid w:val="00016656"/>
    <w:rsid w:val="00030032"/>
    <w:rsid w:val="00031CDB"/>
    <w:rsid w:val="00042106"/>
    <w:rsid w:val="00046AB0"/>
    <w:rsid w:val="0005285B"/>
    <w:rsid w:val="00066D09"/>
    <w:rsid w:val="0009665C"/>
    <w:rsid w:val="000977B0"/>
    <w:rsid w:val="000B53E6"/>
    <w:rsid w:val="000C369D"/>
    <w:rsid w:val="000D42D4"/>
    <w:rsid w:val="00103205"/>
    <w:rsid w:val="0012026F"/>
    <w:rsid w:val="00132055"/>
    <w:rsid w:val="001B16BB"/>
    <w:rsid w:val="00207BE9"/>
    <w:rsid w:val="00253A2E"/>
    <w:rsid w:val="002843A4"/>
    <w:rsid w:val="0029634D"/>
    <w:rsid w:val="002E765F"/>
    <w:rsid w:val="002F108B"/>
    <w:rsid w:val="0030316D"/>
    <w:rsid w:val="0032774C"/>
    <w:rsid w:val="00333DA6"/>
    <w:rsid w:val="0034191A"/>
    <w:rsid w:val="00343CC7"/>
    <w:rsid w:val="00345642"/>
    <w:rsid w:val="00377BE9"/>
    <w:rsid w:val="00384A08"/>
    <w:rsid w:val="0039477F"/>
    <w:rsid w:val="003A753A"/>
    <w:rsid w:val="003C0462"/>
    <w:rsid w:val="003D322E"/>
    <w:rsid w:val="003D69F7"/>
    <w:rsid w:val="003E1CB6"/>
    <w:rsid w:val="003E3CF6"/>
    <w:rsid w:val="003E759F"/>
    <w:rsid w:val="003E7853"/>
    <w:rsid w:val="003F334B"/>
    <w:rsid w:val="00403373"/>
    <w:rsid w:val="00406C81"/>
    <w:rsid w:val="00412545"/>
    <w:rsid w:val="00430BB0"/>
    <w:rsid w:val="00476888"/>
    <w:rsid w:val="004A48F5"/>
    <w:rsid w:val="004E48A6"/>
    <w:rsid w:val="004E48E6"/>
    <w:rsid w:val="004E4D53"/>
    <w:rsid w:val="004E6EF5"/>
    <w:rsid w:val="004F0D8B"/>
    <w:rsid w:val="0050482B"/>
    <w:rsid w:val="00506409"/>
    <w:rsid w:val="00513E2D"/>
    <w:rsid w:val="00530E32"/>
    <w:rsid w:val="00533132"/>
    <w:rsid w:val="005711A3"/>
    <w:rsid w:val="00573B2B"/>
    <w:rsid w:val="005776E9"/>
    <w:rsid w:val="005A4F04"/>
    <w:rsid w:val="005B5793"/>
    <w:rsid w:val="005D7067"/>
    <w:rsid w:val="0060684C"/>
    <w:rsid w:val="006330A2"/>
    <w:rsid w:val="00642EB6"/>
    <w:rsid w:val="00656C56"/>
    <w:rsid w:val="00671502"/>
    <w:rsid w:val="006C2AE6"/>
    <w:rsid w:val="006C5359"/>
    <w:rsid w:val="006C5A75"/>
    <w:rsid w:val="006F7602"/>
    <w:rsid w:val="007207C5"/>
    <w:rsid w:val="00722A17"/>
    <w:rsid w:val="00723F4F"/>
    <w:rsid w:val="00732124"/>
    <w:rsid w:val="00732ABD"/>
    <w:rsid w:val="00757B83"/>
    <w:rsid w:val="00772664"/>
    <w:rsid w:val="00791A69"/>
    <w:rsid w:val="00794830"/>
    <w:rsid w:val="00797CAA"/>
    <w:rsid w:val="007C2658"/>
    <w:rsid w:val="007E20D0"/>
    <w:rsid w:val="007E3DAB"/>
    <w:rsid w:val="00816DA7"/>
    <w:rsid w:val="00820315"/>
    <w:rsid w:val="008427F2"/>
    <w:rsid w:val="00843B45"/>
    <w:rsid w:val="00863129"/>
    <w:rsid w:val="008670A3"/>
    <w:rsid w:val="00867C65"/>
    <w:rsid w:val="008755E5"/>
    <w:rsid w:val="00894BAD"/>
    <w:rsid w:val="008B59E8"/>
    <w:rsid w:val="008C2DB2"/>
    <w:rsid w:val="008D770E"/>
    <w:rsid w:val="0090337E"/>
    <w:rsid w:val="0091625B"/>
    <w:rsid w:val="00920702"/>
    <w:rsid w:val="009328FA"/>
    <w:rsid w:val="00947B86"/>
    <w:rsid w:val="009646E4"/>
    <w:rsid w:val="009C2378"/>
    <w:rsid w:val="009D016F"/>
    <w:rsid w:val="009E251D"/>
    <w:rsid w:val="009F24CE"/>
    <w:rsid w:val="009F5DDA"/>
    <w:rsid w:val="00A07275"/>
    <w:rsid w:val="00A112D4"/>
    <w:rsid w:val="00A171F4"/>
    <w:rsid w:val="00A24EFC"/>
    <w:rsid w:val="00A514B7"/>
    <w:rsid w:val="00A57B37"/>
    <w:rsid w:val="00A84796"/>
    <w:rsid w:val="00A977CE"/>
    <w:rsid w:val="00AD131F"/>
    <w:rsid w:val="00AF3B3A"/>
    <w:rsid w:val="00AF4964"/>
    <w:rsid w:val="00AF4E8E"/>
    <w:rsid w:val="00AF6569"/>
    <w:rsid w:val="00B06265"/>
    <w:rsid w:val="00B102BE"/>
    <w:rsid w:val="00B13BD7"/>
    <w:rsid w:val="00B5232A"/>
    <w:rsid w:val="00B54074"/>
    <w:rsid w:val="00B85B1A"/>
    <w:rsid w:val="00B90F78"/>
    <w:rsid w:val="00B95835"/>
    <w:rsid w:val="00B9709C"/>
    <w:rsid w:val="00BC2EBA"/>
    <w:rsid w:val="00BC3C34"/>
    <w:rsid w:val="00BD1058"/>
    <w:rsid w:val="00BD5391"/>
    <w:rsid w:val="00BD7CBB"/>
    <w:rsid w:val="00BF1638"/>
    <w:rsid w:val="00BF56B2"/>
    <w:rsid w:val="00C457C3"/>
    <w:rsid w:val="00C644CA"/>
    <w:rsid w:val="00C73005"/>
    <w:rsid w:val="00C85E18"/>
    <w:rsid w:val="00CA4A09"/>
    <w:rsid w:val="00CF197D"/>
    <w:rsid w:val="00CF36C9"/>
    <w:rsid w:val="00CF6965"/>
    <w:rsid w:val="00D04D22"/>
    <w:rsid w:val="00D166AC"/>
    <w:rsid w:val="00D243AD"/>
    <w:rsid w:val="00D36BA2"/>
    <w:rsid w:val="00D5145D"/>
    <w:rsid w:val="00DA33BA"/>
    <w:rsid w:val="00DB3B13"/>
    <w:rsid w:val="00DB4BB0"/>
    <w:rsid w:val="00DC20B7"/>
    <w:rsid w:val="00DE12AD"/>
    <w:rsid w:val="00DF393A"/>
    <w:rsid w:val="00DF7D9B"/>
    <w:rsid w:val="00E07290"/>
    <w:rsid w:val="00E14608"/>
    <w:rsid w:val="00E21E67"/>
    <w:rsid w:val="00E23A4E"/>
    <w:rsid w:val="00E24472"/>
    <w:rsid w:val="00E30EBF"/>
    <w:rsid w:val="00E316C0"/>
    <w:rsid w:val="00E4572E"/>
    <w:rsid w:val="00E52D70"/>
    <w:rsid w:val="00E55534"/>
    <w:rsid w:val="00E914D1"/>
    <w:rsid w:val="00E979B9"/>
    <w:rsid w:val="00EA2EF1"/>
    <w:rsid w:val="00EC6DE9"/>
    <w:rsid w:val="00ED569B"/>
    <w:rsid w:val="00F05124"/>
    <w:rsid w:val="00F20920"/>
    <w:rsid w:val="00F27E08"/>
    <w:rsid w:val="00F56318"/>
    <w:rsid w:val="00F7162E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D1408F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customStyle="1" w:styleId="Standardabsatz">
    <w:name w:val="Standardabsatz"/>
    <w:basedOn w:val="Standard"/>
    <w:qFormat/>
    <w:rsid w:val="00DF393A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DF393A"/>
    <w:rPr>
      <w:b w:val="0"/>
      <w:bCs/>
      <w:iCs/>
      <w:szCs w:val="22"/>
    </w:rPr>
  </w:style>
  <w:style w:type="paragraph" w:customStyle="1" w:styleId="Absatzberschrift">
    <w:name w:val="Absatzüberschrift"/>
    <w:next w:val="Standardabsatz"/>
    <w:qFormat/>
    <w:rsid w:val="00DF393A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BUbold">
    <w:name w:val="BU bold"/>
    <w:basedOn w:val="Standard"/>
    <w:next w:val="BUnormal"/>
    <w:qFormat/>
    <w:rsid w:val="00DF393A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DF393A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DF393A"/>
    <w:pPr>
      <w:spacing w:before="220" w:after="440"/>
    </w:pPr>
    <w:rPr>
      <w:rFonts w:eastAsiaTheme="minorHAnsi" w:cstheme="minorBidi"/>
      <w:i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0BED-4CD6-4D0F-9D0D-0F48E9B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162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1185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2018-04-24T11:37:00Z</cp:lastPrinted>
  <dcterms:created xsi:type="dcterms:W3CDTF">2022-02-16T16:21:00Z</dcterms:created>
  <dcterms:modified xsi:type="dcterms:W3CDTF">2022-02-16T16:21:00Z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2022-02-14T13:09:11Z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760c280c-ae23-45ec-9fd5-551c9e9b578b</vt:lpwstr>
  </property>
  <property fmtid="{D5CDD505-2E9C-101B-9397-08002B2CF9AE}" pid="11" name="MSIP_Label_df1a195f-122b-42dc-a2d3-71a1903dcdac_ContentBits">
    <vt:lpwstr>1</vt:lpwstr>
  </property>
</Properties>
</file>