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5A4524" w:rsidRDefault="003E6300" w:rsidP="002D6D12">
      <w:pPr>
        <w:pStyle w:val="1RoadNews"/>
        <w:spacing w:after="220"/>
        <w:rPr>
          <w:rFonts w:ascii="Verdana" w:eastAsiaTheme="majorEastAsia" w:hAnsi="Verdana" w:cstheme="majorBidi"/>
          <w:b/>
          <w:color w:val="000000" w:themeColor="text1"/>
          <w:sz w:val="40"/>
          <w:szCs w:val="52"/>
          <w:lang w:val="en-US"/>
        </w:rPr>
      </w:pPr>
      <w:bookmarkStart w:id="0" w:name="_Hlk171512125"/>
      <w:bookmarkEnd w:id="0"/>
      <w:r>
        <w:rPr>
          <w:rFonts w:ascii="Verdana" w:eastAsiaTheme="majorEastAsia" w:hAnsi="Verdana" w:cstheme="majorBidi"/>
          <w:b/>
          <w:bCs/>
          <w:iCs w:val="0"/>
          <w:color w:val="000000" w:themeColor="text1"/>
          <w:sz w:val="40"/>
          <w:szCs w:val="52"/>
          <w:lang w:val="en-US"/>
        </w:rPr>
        <w:t>How Is Reduced-Temperature Asphalt Produced?</w:t>
      </w:r>
    </w:p>
    <w:p w14:paraId="77BBE3A2" w14:textId="7D4F8263" w:rsidR="000E24F8" w:rsidRPr="005A4524" w:rsidRDefault="003E6300" w:rsidP="002D6D12">
      <w:pPr>
        <w:spacing w:after="220"/>
        <w:jc w:val="both"/>
        <w:rPr>
          <w:b/>
          <w:bCs/>
          <w:sz w:val="22"/>
          <w:szCs w:val="22"/>
          <w:lang w:val="en-US"/>
        </w:rPr>
      </w:pPr>
      <w:r>
        <w:rPr>
          <w:b/>
          <w:bCs/>
          <w:sz w:val="22"/>
          <w:szCs w:val="22"/>
          <w:lang w:val="en-US"/>
        </w:rPr>
        <w:t xml:space="preserve">The energy-saving potentials are one of the most important drivers behind the current, strongly growing importance of reduced-temperature asphalt as a road construction material. Technologies and solutions from the </w:t>
      </w:r>
      <w:r>
        <w:rPr>
          <w:sz w:val="22"/>
          <w:szCs w:val="22"/>
          <w:lang w:val="en-US"/>
        </w:rPr>
        <w:t>Wirtgen Group</w:t>
      </w:r>
      <w:r>
        <w:rPr>
          <w:b/>
          <w:bCs/>
          <w:sz w:val="22"/>
          <w:szCs w:val="22"/>
          <w:lang w:val="en-US"/>
        </w:rPr>
        <w:t xml:space="preserve"> are the perfect response to this trend – and can play an important role in ensuring that the production and utilization of lower-temperature mixes is practically realizable with conventional methods and equipment.</w:t>
      </w:r>
    </w:p>
    <w:p w14:paraId="7816E7A9" w14:textId="435739A9" w:rsidR="00E608EC" w:rsidRPr="005A4524" w:rsidRDefault="00BA1EA7" w:rsidP="00BA1EA7">
      <w:pPr>
        <w:jc w:val="both"/>
        <w:rPr>
          <w:sz w:val="22"/>
          <w:szCs w:val="22"/>
          <w:lang w:val="en-US"/>
        </w:rPr>
      </w:pPr>
      <w:r>
        <w:rPr>
          <w:sz w:val="22"/>
          <w:szCs w:val="22"/>
          <w:lang w:val="en-US"/>
        </w:rPr>
        <w:t>Reduced-temperature asphalts – also known as low-temperature asphalt, warm asphalt, or warm mix – are mixes produced at temperatures of 110°C to 130°C. In contrast, conventional hot-mixed asphalts are produced at 140°C to 180°C – typically with hot bitumen at a temperature of 160°C as a binding agent. There are various reasons for the growing trend toward the use of this construction material in many countries and regions.</w:t>
      </w:r>
    </w:p>
    <w:p w14:paraId="43924C5E" w14:textId="21C224F9" w:rsidR="00C710F8" w:rsidRPr="005A4524" w:rsidRDefault="00C710F8" w:rsidP="00BA3DCA">
      <w:pPr>
        <w:autoSpaceDE w:val="0"/>
        <w:autoSpaceDN w:val="0"/>
        <w:adjustRightInd w:val="0"/>
        <w:jc w:val="both"/>
        <w:rPr>
          <w:sz w:val="22"/>
          <w:szCs w:val="22"/>
          <w:lang w:val="en-US"/>
        </w:rPr>
      </w:pPr>
    </w:p>
    <w:p w14:paraId="33650B36" w14:textId="3C8FC91F" w:rsidR="00E608EC" w:rsidRPr="005A4524" w:rsidRDefault="00BA1EA7" w:rsidP="00E608EC">
      <w:pPr>
        <w:jc w:val="both"/>
        <w:rPr>
          <w:sz w:val="22"/>
          <w:szCs w:val="22"/>
          <w:lang w:val="en-US"/>
        </w:rPr>
      </w:pPr>
      <w:r>
        <w:rPr>
          <w:b/>
          <w:bCs/>
          <w:sz w:val="22"/>
          <w:szCs w:val="22"/>
          <w:lang w:val="en-US"/>
        </w:rPr>
        <w:t xml:space="preserve">High Potential for Saving Energy and Reducing CO₂ </w:t>
      </w:r>
      <w:proofErr w:type="gramStart"/>
      <w:r>
        <w:rPr>
          <w:b/>
          <w:bCs/>
          <w:sz w:val="22"/>
          <w:szCs w:val="22"/>
          <w:lang w:val="en-US"/>
        </w:rPr>
        <w:t>Emissions</w:t>
      </w:r>
      <w:proofErr w:type="gramEnd"/>
    </w:p>
    <w:p w14:paraId="2CC698AD" w14:textId="3BD24169" w:rsidR="000E616E" w:rsidRPr="005A4524" w:rsidRDefault="00BA1EA7" w:rsidP="008A7261">
      <w:pPr>
        <w:jc w:val="both"/>
        <w:rPr>
          <w:sz w:val="22"/>
          <w:szCs w:val="22"/>
          <w:lang w:val="en-US"/>
        </w:rPr>
      </w:pPr>
      <w:r>
        <w:rPr>
          <w:sz w:val="22"/>
          <w:szCs w:val="22"/>
          <w:lang w:val="en-US"/>
        </w:rPr>
        <w:t xml:space="preserve">The production and use of reduced-temperature asphalt brings </w:t>
      </w:r>
      <w:proofErr w:type="gramStart"/>
      <w:r>
        <w:rPr>
          <w:sz w:val="22"/>
          <w:szCs w:val="22"/>
          <w:lang w:val="en-US"/>
        </w:rPr>
        <w:t>a number of</w:t>
      </w:r>
      <w:proofErr w:type="gramEnd"/>
      <w:r>
        <w:rPr>
          <w:sz w:val="22"/>
          <w:szCs w:val="22"/>
          <w:lang w:val="en-US"/>
        </w:rPr>
        <w:t xml:space="preserve"> financial benefits. The overall energy balance of these mixes is much more favorable. Lower energy consumption always means fewer emissions, in particular, a considerable reduction of CO₂ emissions. Increased environmental friendliness is an important issue, which explains why reduced-temperature asphalt ranks high on the agenda of authorities around the globe. According to the German Asphalt Association, a temperature reduction of only 30°C results in a saving of 0.9 l of heating oil (or a fuel equivalent) per tonne of finished asphalt. At a daily production rate of 2,000 t of mix, this corresponds to a saving of 1,800 liters of oil – or up to three-quarters of the annual heating energy consumed in a domestic household. The reduction in CO₂ emissions amounts to 6,000 kg per day. The figures that can be achieved in the real world are significantly higher – primarily because the reduction in temperature often amounts to 50°C or more.</w:t>
      </w:r>
    </w:p>
    <w:p w14:paraId="34AC3681" w14:textId="2E6D4871" w:rsidR="001C79A8" w:rsidRPr="005A4524" w:rsidRDefault="001C79A8" w:rsidP="008A7261">
      <w:pPr>
        <w:jc w:val="both"/>
        <w:rPr>
          <w:sz w:val="22"/>
          <w:szCs w:val="22"/>
          <w:lang w:val="en-US"/>
        </w:rPr>
      </w:pPr>
    </w:p>
    <w:p w14:paraId="13799DC9" w14:textId="6FE310D0" w:rsidR="00A76C64" w:rsidRPr="005A4524" w:rsidRDefault="00A76C64" w:rsidP="009363C3">
      <w:pPr>
        <w:autoSpaceDE w:val="0"/>
        <w:autoSpaceDN w:val="0"/>
        <w:adjustRightInd w:val="0"/>
        <w:jc w:val="both"/>
        <w:rPr>
          <w:b/>
          <w:bCs/>
          <w:sz w:val="22"/>
          <w:szCs w:val="22"/>
          <w:lang w:val="en-US"/>
        </w:rPr>
      </w:pPr>
      <w:r>
        <w:rPr>
          <w:b/>
          <w:bCs/>
          <w:sz w:val="22"/>
          <w:szCs w:val="22"/>
          <w:lang w:val="en-US"/>
        </w:rPr>
        <w:t>Mixing Plants and Technologies for High-Quality Production</w:t>
      </w:r>
    </w:p>
    <w:p w14:paraId="3BA6EC5B" w14:textId="6112DE41" w:rsidR="00A76C64" w:rsidRPr="005A4524" w:rsidRDefault="008A7261" w:rsidP="009363C3">
      <w:pPr>
        <w:autoSpaceDE w:val="0"/>
        <w:autoSpaceDN w:val="0"/>
        <w:adjustRightInd w:val="0"/>
        <w:jc w:val="both"/>
        <w:rPr>
          <w:sz w:val="22"/>
          <w:szCs w:val="22"/>
          <w:lang w:val="en-US"/>
        </w:rPr>
      </w:pPr>
      <w:r>
        <w:rPr>
          <w:sz w:val="22"/>
          <w:szCs w:val="22"/>
          <w:lang w:val="en-US"/>
        </w:rPr>
        <w:t xml:space="preserve">The major contribution to energy saving and the reduction of emissions lies in the asphalt production process, namely in the asphalt mixing plants. As a specialist for the production and recycling of all kinds of asphalt mixes, Benninghoven can draw on many years of experience and expertise, also </w:t>
      </w:r>
      <w:proofErr w:type="gramStart"/>
      <w:r>
        <w:rPr>
          <w:sz w:val="22"/>
          <w:szCs w:val="22"/>
          <w:lang w:val="en-US"/>
        </w:rPr>
        <w:t>with regard to</w:t>
      </w:r>
      <w:proofErr w:type="gramEnd"/>
      <w:r>
        <w:rPr>
          <w:sz w:val="22"/>
          <w:szCs w:val="22"/>
          <w:lang w:val="en-US"/>
        </w:rPr>
        <w:t xml:space="preserve"> the realization of sustainable technologies.</w:t>
      </w:r>
    </w:p>
    <w:p w14:paraId="0DC62BB7" w14:textId="77777777" w:rsidR="00A76C64" w:rsidRPr="005A4524" w:rsidRDefault="00A76C64" w:rsidP="009363C3">
      <w:pPr>
        <w:autoSpaceDE w:val="0"/>
        <w:autoSpaceDN w:val="0"/>
        <w:adjustRightInd w:val="0"/>
        <w:jc w:val="both"/>
        <w:rPr>
          <w:sz w:val="22"/>
          <w:szCs w:val="22"/>
          <w:lang w:val="en-US"/>
        </w:rPr>
      </w:pPr>
    </w:p>
    <w:p w14:paraId="0687B7FE" w14:textId="31DB444F" w:rsidR="00A76C64" w:rsidRPr="005A4524" w:rsidRDefault="00A76C64" w:rsidP="009363C3">
      <w:pPr>
        <w:autoSpaceDE w:val="0"/>
        <w:autoSpaceDN w:val="0"/>
        <w:adjustRightInd w:val="0"/>
        <w:jc w:val="both"/>
        <w:rPr>
          <w:sz w:val="22"/>
          <w:szCs w:val="22"/>
          <w:lang w:val="en-US"/>
        </w:rPr>
      </w:pPr>
      <w:r>
        <w:rPr>
          <w:sz w:val="22"/>
          <w:szCs w:val="22"/>
          <w:lang w:val="en-US"/>
        </w:rPr>
        <w:t xml:space="preserve">The reduction of bitumen viscosity is a basic requirement </w:t>
      </w:r>
      <w:proofErr w:type="gramStart"/>
      <w:r>
        <w:rPr>
          <w:sz w:val="22"/>
          <w:szCs w:val="22"/>
          <w:lang w:val="en-US"/>
        </w:rPr>
        <w:t>for the production of</w:t>
      </w:r>
      <w:proofErr w:type="gramEnd"/>
      <w:r>
        <w:rPr>
          <w:sz w:val="22"/>
          <w:szCs w:val="22"/>
          <w:lang w:val="en-US"/>
        </w:rPr>
        <w:t xml:space="preserve"> asphalt at lower temperatures. As a result, Benninghoven has developed and successfully implemented various solutions to temporarily reduce its viscosity. These include, for instance, precise metering systems for the addition of liquid and solid additives and the foamed bitumen module.</w:t>
      </w:r>
    </w:p>
    <w:p w14:paraId="1FAA3AB5" w14:textId="77777777" w:rsidR="00A76C64" w:rsidRPr="005A4524" w:rsidRDefault="00A76C64" w:rsidP="009363C3">
      <w:pPr>
        <w:autoSpaceDE w:val="0"/>
        <w:autoSpaceDN w:val="0"/>
        <w:adjustRightInd w:val="0"/>
        <w:jc w:val="both"/>
        <w:rPr>
          <w:sz w:val="22"/>
          <w:szCs w:val="22"/>
          <w:lang w:val="en-US"/>
        </w:rPr>
      </w:pPr>
    </w:p>
    <w:p w14:paraId="609AE467" w14:textId="77777777" w:rsidR="00A76C64" w:rsidRPr="005A4524" w:rsidRDefault="00A76C64" w:rsidP="009363C3">
      <w:pPr>
        <w:autoSpaceDE w:val="0"/>
        <w:autoSpaceDN w:val="0"/>
        <w:adjustRightInd w:val="0"/>
        <w:jc w:val="both"/>
        <w:rPr>
          <w:b/>
          <w:bCs/>
          <w:sz w:val="22"/>
          <w:szCs w:val="22"/>
          <w:lang w:val="en-US"/>
        </w:rPr>
      </w:pPr>
      <w:r>
        <w:rPr>
          <w:b/>
          <w:bCs/>
          <w:sz w:val="22"/>
          <w:szCs w:val="22"/>
          <w:lang w:val="en-US"/>
        </w:rPr>
        <w:t>Low-Cost Foamed Bitumen Also Offers Advantages in the Production Process</w:t>
      </w:r>
    </w:p>
    <w:p w14:paraId="31393B87" w14:textId="18DFE9DC" w:rsidR="00A76C64" w:rsidRPr="005A4524" w:rsidRDefault="00A76C64" w:rsidP="009363C3">
      <w:pPr>
        <w:autoSpaceDE w:val="0"/>
        <w:autoSpaceDN w:val="0"/>
        <w:adjustRightInd w:val="0"/>
        <w:jc w:val="both"/>
        <w:rPr>
          <w:sz w:val="22"/>
          <w:szCs w:val="22"/>
          <w:lang w:val="en-US"/>
        </w:rPr>
      </w:pPr>
      <w:r>
        <w:rPr>
          <w:sz w:val="22"/>
          <w:szCs w:val="22"/>
          <w:lang w:val="en-US"/>
        </w:rPr>
        <w:t xml:space="preserve">Foamed bitumen is interesting as a binder because only one additive is required – water, a commodity that is always readily available at asphalt mixing plants. Mixing hot bitumen with water increases its volume many times over, which is why this </w:t>
      </w:r>
      <w:r>
        <w:rPr>
          <w:sz w:val="22"/>
          <w:szCs w:val="22"/>
          <w:lang w:val="en-US"/>
        </w:rPr>
        <w:lastRenderedPageBreak/>
        <w:t>process is also referred to as “foaming” the bitumen. Due to the surface energy released, the binding agent coats the aggregate extremely well during the mixing process – even at low temperatures – and results in smooth paving properties.</w:t>
      </w:r>
    </w:p>
    <w:p w14:paraId="7BAD8A66" w14:textId="77777777" w:rsidR="00A76C64" w:rsidRPr="005A4524" w:rsidRDefault="00A76C64" w:rsidP="009363C3">
      <w:pPr>
        <w:autoSpaceDE w:val="0"/>
        <w:autoSpaceDN w:val="0"/>
        <w:adjustRightInd w:val="0"/>
        <w:jc w:val="both"/>
        <w:rPr>
          <w:sz w:val="22"/>
          <w:szCs w:val="22"/>
          <w:lang w:val="en-US"/>
        </w:rPr>
      </w:pPr>
    </w:p>
    <w:p w14:paraId="155EFD1A" w14:textId="62CE044C" w:rsidR="00BA1EA7" w:rsidRPr="005A4524" w:rsidRDefault="00A76C64" w:rsidP="009363C3">
      <w:pPr>
        <w:autoSpaceDE w:val="0"/>
        <w:autoSpaceDN w:val="0"/>
        <w:adjustRightInd w:val="0"/>
        <w:jc w:val="both"/>
        <w:rPr>
          <w:sz w:val="22"/>
          <w:szCs w:val="22"/>
          <w:lang w:val="en-US"/>
        </w:rPr>
      </w:pPr>
      <w:r>
        <w:rPr>
          <w:sz w:val="22"/>
          <w:szCs w:val="22"/>
          <w:lang w:val="en-US"/>
        </w:rPr>
        <w:t>The technology behind the foamed bitumen module offers a key benefit for asphalt mixing plant operators. This plant option only needs to be installed as an extension to the weighing and mixing section. It consists of a bitumen pump, an expansion chamber, pipework, injection bars and a water metering system. Thanks to Benninghoven’s “Plug &amp; Work” concept, the foamed bitumen module can also be retrofitted to existing plants at any time. This makes it possible to produce reduced-temperature asphalt mixes that can easily compete with conventional mixes.</w:t>
      </w:r>
    </w:p>
    <w:p w14:paraId="65A31751" w14:textId="77777777" w:rsidR="001C79A8" w:rsidRPr="005A4524" w:rsidRDefault="001C79A8" w:rsidP="009363C3">
      <w:pPr>
        <w:autoSpaceDE w:val="0"/>
        <w:autoSpaceDN w:val="0"/>
        <w:adjustRightInd w:val="0"/>
        <w:jc w:val="both"/>
        <w:rPr>
          <w:sz w:val="22"/>
          <w:szCs w:val="22"/>
          <w:lang w:val="en-US"/>
        </w:rPr>
      </w:pPr>
    </w:p>
    <w:p w14:paraId="41844F89" w14:textId="78AD7A26" w:rsidR="00A76C64" w:rsidRPr="005A4524" w:rsidRDefault="00A76C64" w:rsidP="009363C3">
      <w:pPr>
        <w:autoSpaceDE w:val="0"/>
        <w:autoSpaceDN w:val="0"/>
        <w:adjustRightInd w:val="0"/>
        <w:jc w:val="both"/>
        <w:rPr>
          <w:b/>
          <w:bCs/>
          <w:sz w:val="22"/>
          <w:szCs w:val="22"/>
          <w:lang w:val="en-US"/>
        </w:rPr>
      </w:pPr>
      <w:r>
        <w:rPr>
          <w:b/>
          <w:bCs/>
          <w:sz w:val="22"/>
          <w:szCs w:val="22"/>
          <w:lang w:val="en-US"/>
        </w:rPr>
        <w:t>Paving with Reduced-Temperature Asphalt</w:t>
      </w:r>
    </w:p>
    <w:p w14:paraId="0BEC0E9E" w14:textId="3233F58C" w:rsidR="00A76C64" w:rsidRPr="005A4524" w:rsidRDefault="00A76C64" w:rsidP="009363C3">
      <w:pPr>
        <w:autoSpaceDE w:val="0"/>
        <w:autoSpaceDN w:val="0"/>
        <w:adjustRightInd w:val="0"/>
        <w:jc w:val="both"/>
        <w:rPr>
          <w:sz w:val="22"/>
          <w:szCs w:val="22"/>
          <w:lang w:val="en-US"/>
        </w:rPr>
      </w:pPr>
      <w:r>
        <w:rPr>
          <w:sz w:val="22"/>
          <w:szCs w:val="22"/>
          <w:lang w:val="en-US"/>
        </w:rPr>
        <w:t>Many construction contractors who have worked to date almost exclusively with conventional hot mixes ask themselves the following question: “How does a reduced-temperature asphalt mix behave in the paving process with a road paver?”</w:t>
      </w:r>
    </w:p>
    <w:p w14:paraId="79F980B0" w14:textId="77777777" w:rsidR="00A76C64" w:rsidRPr="005A4524" w:rsidRDefault="00A76C64" w:rsidP="009363C3">
      <w:pPr>
        <w:autoSpaceDE w:val="0"/>
        <w:autoSpaceDN w:val="0"/>
        <w:adjustRightInd w:val="0"/>
        <w:jc w:val="both"/>
        <w:rPr>
          <w:sz w:val="22"/>
          <w:szCs w:val="22"/>
          <w:lang w:val="en-US"/>
        </w:rPr>
      </w:pPr>
    </w:p>
    <w:p w14:paraId="73CAD01A" w14:textId="025AE54E" w:rsidR="00A76C64" w:rsidRPr="005A4524" w:rsidRDefault="00FB6536" w:rsidP="009363C3">
      <w:pPr>
        <w:autoSpaceDE w:val="0"/>
        <w:autoSpaceDN w:val="0"/>
        <w:adjustRightInd w:val="0"/>
        <w:jc w:val="both"/>
        <w:rPr>
          <w:sz w:val="22"/>
          <w:szCs w:val="22"/>
          <w:lang w:val="en-US"/>
        </w:rPr>
      </w:pPr>
      <w:r>
        <w:rPr>
          <w:sz w:val="22"/>
          <w:szCs w:val="22"/>
          <w:lang w:val="en-US"/>
        </w:rPr>
        <w:t>The advantages throughout the paving process begin before the actual paving work with the paver begins. The use of mobile feeders from the Vögele PowerFeeder series is essential when working with reduced-temperature asphalts due to their ability to offload an entire 25 t truckload of mix in only 60</w:t>
      </w:r>
      <w:r>
        <w:rPr>
          <w:lang w:val="en-US"/>
        </w:rPr>
        <w:t xml:space="preserve"> </w:t>
      </w:r>
      <w:r>
        <w:rPr>
          <w:sz w:val="22"/>
          <w:szCs w:val="22"/>
          <w:lang w:val="en-US"/>
        </w:rPr>
        <w:t>seconds. In conjunction with an extra material hopper, it’s possible to bunker up to 45 t of material on the paver. This enables non-stop paving and lays the foundation for the sufficiently broad time-window that is particularly critical when compacting reduced-temperature asphalt. An effective conveyor heating system that maintains the right temperature of the asphalt mix during transportation to the paver also plays a role in this.</w:t>
      </w:r>
    </w:p>
    <w:p w14:paraId="3269FAAC" w14:textId="77777777" w:rsidR="00A76C64" w:rsidRPr="005A4524" w:rsidRDefault="00A76C64" w:rsidP="009363C3">
      <w:pPr>
        <w:autoSpaceDE w:val="0"/>
        <w:autoSpaceDN w:val="0"/>
        <w:adjustRightInd w:val="0"/>
        <w:jc w:val="both"/>
        <w:rPr>
          <w:sz w:val="22"/>
          <w:szCs w:val="22"/>
          <w:lang w:val="en-US"/>
        </w:rPr>
      </w:pPr>
    </w:p>
    <w:p w14:paraId="4C3ADA14" w14:textId="303FFA0F" w:rsidR="00BA1EA7" w:rsidRPr="005A4524" w:rsidRDefault="00A76C64" w:rsidP="009363C3">
      <w:pPr>
        <w:autoSpaceDE w:val="0"/>
        <w:autoSpaceDN w:val="0"/>
        <w:adjustRightInd w:val="0"/>
        <w:jc w:val="both"/>
        <w:rPr>
          <w:sz w:val="22"/>
          <w:szCs w:val="22"/>
          <w:lang w:val="en-US"/>
        </w:rPr>
      </w:pPr>
      <w:r>
        <w:rPr>
          <w:sz w:val="22"/>
          <w:szCs w:val="22"/>
          <w:lang w:val="en-US"/>
        </w:rPr>
        <w:t xml:space="preserve">In addition, the components of all screeds that </w:t>
      </w:r>
      <w:proofErr w:type="gramStart"/>
      <w:r>
        <w:rPr>
          <w:sz w:val="22"/>
          <w:szCs w:val="22"/>
          <w:lang w:val="en-US"/>
        </w:rPr>
        <w:t>come into contact with</w:t>
      </w:r>
      <w:proofErr w:type="gramEnd"/>
      <w:r>
        <w:rPr>
          <w:sz w:val="22"/>
          <w:szCs w:val="22"/>
          <w:lang w:val="en-US"/>
        </w:rPr>
        <w:t xml:space="preserve"> the material are also electrically heated. The use of Vögele’s high-compaction technology has proven to be particularly advantageous during paving. In this context, pressure bars powered by pulsed-flow hydraulics achieve a high degree of pre-compaction, which also extends the time window for the rollers. In addition, Vögele has developed and already implemented specific technologies that play a valuable role in the processing of reduced-temperature asphalts – namely WITOS Paving Plus and </w:t>
      </w:r>
      <w:proofErr w:type="spellStart"/>
      <w:r>
        <w:rPr>
          <w:sz w:val="22"/>
          <w:szCs w:val="22"/>
          <w:lang w:val="en-US"/>
        </w:rPr>
        <w:t>RoadScan</w:t>
      </w:r>
      <w:proofErr w:type="spellEnd"/>
      <w:r>
        <w:rPr>
          <w:sz w:val="22"/>
          <w:szCs w:val="22"/>
          <w:lang w:val="en-US"/>
        </w:rPr>
        <w:t>.</w:t>
      </w:r>
    </w:p>
    <w:p w14:paraId="02CD14A4" w14:textId="01398F91" w:rsidR="001C79A8" w:rsidRPr="005A4524" w:rsidRDefault="001C79A8" w:rsidP="009363C3">
      <w:pPr>
        <w:autoSpaceDE w:val="0"/>
        <w:autoSpaceDN w:val="0"/>
        <w:adjustRightInd w:val="0"/>
        <w:jc w:val="both"/>
        <w:rPr>
          <w:sz w:val="22"/>
          <w:szCs w:val="22"/>
          <w:lang w:val="en-US"/>
        </w:rPr>
      </w:pPr>
    </w:p>
    <w:p w14:paraId="3BED4AD7" w14:textId="35680137" w:rsidR="00A76C64" w:rsidRPr="005A4524" w:rsidRDefault="00A76C64" w:rsidP="009363C3">
      <w:pPr>
        <w:autoSpaceDE w:val="0"/>
        <w:autoSpaceDN w:val="0"/>
        <w:adjustRightInd w:val="0"/>
        <w:jc w:val="both"/>
        <w:rPr>
          <w:b/>
          <w:bCs/>
          <w:sz w:val="22"/>
          <w:szCs w:val="22"/>
          <w:lang w:val="en-US"/>
        </w:rPr>
      </w:pPr>
      <w:r>
        <w:rPr>
          <w:b/>
          <w:bCs/>
          <w:sz w:val="22"/>
          <w:szCs w:val="22"/>
          <w:lang w:val="en-US"/>
        </w:rPr>
        <w:t>Process Reliability in Logistics and Paving Processes</w:t>
      </w:r>
    </w:p>
    <w:p w14:paraId="195CF4EC" w14:textId="60AA46ED" w:rsidR="00A76C64" w:rsidRPr="005A4524" w:rsidRDefault="00A76C64" w:rsidP="009363C3">
      <w:pPr>
        <w:autoSpaceDE w:val="0"/>
        <w:autoSpaceDN w:val="0"/>
        <w:adjustRightInd w:val="0"/>
        <w:jc w:val="both"/>
        <w:rPr>
          <w:sz w:val="22"/>
          <w:szCs w:val="22"/>
          <w:lang w:val="en-US"/>
        </w:rPr>
      </w:pPr>
      <w:r>
        <w:rPr>
          <w:sz w:val="22"/>
          <w:szCs w:val="22"/>
          <w:lang w:val="en-US"/>
        </w:rPr>
        <w:t>Site logistics plays a particularly important role when working with reduced-temperature mixes. The biggest challenge here is the time-window for compaction: Reduced-temperature asphalts in particular become increasingly resistant to compaction as their viscosity increases, which makes it essential to complete the process at the highest possible material temperature. However, as these asphalts are produced at a lower temperature, the gears must mesh perfectly during transportation and on the construction site in order to ensure that the rollers have as much time for compaction as possible. An integrated system solution for process optimization and documentation such as WITOS Paving Plus, which comprises five coordinated modules for the various individuals involved in the process – from the mixing plant operator and truck driver to the site manager – can be used as an aid to the successful management of these complex processes.</w:t>
      </w:r>
    </w:p>
    <w:p w14:paraId="65AF3A60" w14:textId="4324080A" w:rsidR="00BA1EA7" w:rsidRPr="005A4524" w:rsidRDefault="00A76C64" w:rsidP="009363C3">
      <w:pPr>
        <w:autoSpaceDE w:val="0"/>
        <w:autoSpaceDN w:val="0"/>
        <w:adjustRightInd w:val="0"/>
        <w:jc w:val="both"/>
        <w:rPr>
          <w:sz w:val="22"/>
          <w:szCs w:val="22"/>
          <w:lang w:val="en-US"/>
        </w:rPr>
      </w:pPr>
      <w:proofErr w:type="spellStart"/>
      <w:r w:rsidRPr="005A4524">
        <w:rPr>
          <w:sz w:val="22"/>
          <w:szCs w:val="22"/>
          <w:lang w:val="en-US"/>
        </w:rPr>
        <w:t>RoadScan</w:t>
      </w:r>
      <w:proofErr w:type="spellEnd"/>
      <w:r w:rsidRPr="005A4524">
        <w:rPr>
          <w:sz w:val="22"/>
          <w:szCs w:val="22"/>
          <w:lang w:val="en-US"/>
        </w:rPr>
        <w:t xml:space="preserve"> has become established as a solution for monitoring and maintaining a constant temperature range of the mix. In the</w:t>
      </w:r>
      <w:r>
        <w:rPr>
          <w:sz w:val="22"/>
          <w:szCs w:val="22"/>
          <w:lang w:val="en-US"/>
        </w:rPr>
        <w:t xml:space="preserve"> process, an infrared camera precisely </w:t>
      </w:r>
      <w:r>
        <w:rPr>
          <w:sz w:val="22"/>
          <w:szCs w:val="22"/>
          <w:lang w:val="en-US"/>
        </w:rPr>
        <w:lastRenderedPageBreak/>
        <w:t xml:space="preserve">measures the temperature of the entire area behind the road paver’s screed across a width of 10 m. The system makes the quality of paving with </w:t>
      </w:r>
      <w:proofErr w:type="gramStart"/>
      <w:r>
        <w:rPr>
          <w:sz w:val="22"/>
          <w:szCs w:val="22"/>
          <w:lang w:val="en-US"/>
        </w:rPr>
        <w:t>reduced-temperature</w:t>
      </w:r>
      <w:proofErr w:type="gramEnd"/>
      <w:r>
        <w:rPr>
          <w:sz w:val="22"/>
          <w:szCs w:val="22"/>
          <w:lang w:val="en-US"/>
        </w:rPr>
        <w:t xml:space="preserve"> asphalt a measurable and verifiable parameter, which can be important, for example, in the event of an inspection by the client.</w:t>
      </w:r>
    </w:p>
    <w:p w14:paraId="0EF03B08" w14:textId="77777777" w:rsidR="001C79A8" w:rsidRPr="005A4524" w:rsidRDefault="001C79A8" w:rsidP="009363C3">
      <w:pPr>
        <w:autoSpaceDE w:val="0"/>
        <w:autoSpaceDN w:val="0"/>
        <w:adjustRightInd w:val="0"/>
        <w:jc w:val="both"/>
        <w:rPr>
          <w:sz w:val="22"/>
          <w:szCs w:val="22"/>
          <w:lang w:val="en-US"/>
        </w:rPr>
      </w:pPr>
    </w:p>
    <w:p w14:paraId="75B0A6D1" w14:textId="37680E93" w:rsidR="00BA1EA7" w:rsidRPr="005A4524" w:rsidRDefault="00356FD2" w:rsidP="009363C3">
      <w:pPr>
        <w:autoSpaceDE w:val="0"/>
        <w:autoSpaceDN w:val="0"/>
        <w:adjustRightInd w:val="0"/>
        <w:jc w:val="both"/>
        <w:rPr>
          <w:b/>
          <w:bCs/>
          <w:sz w:val="22"/>
          <w:szCs w:val="22"/>
          <w:lang w:val="en-US"/>
        </w:rPr>
      </w:pPr>
      <w:r>
        <w:rPr>
          <w:b/>
          <w:bCs/>
          <w:sz w:val="22"/>
          <w:szCs w:val="22"/>
          <w:lang w:val="en-US"/>
        </w:rPr>
        <w:t>Rapid Increase in Compaction with Oscillation</w:t>
      </w:r>
    </w:p>
    <w:p w14:paraId="6AB57951" w14:textId="77DE48DC" w:rsidR="00356FD2" w:rsidRPr="005A4524" w:rsidRDefault="00356FD2" w:rsidP="0052764C">
      <w:pPr>
        <w:autoSpaceDE w:val="0"/>
        <w:autoSpaceDN w:val="0"/>
        <w:adjustRightInd w:val="0"/>
        <w:jc w:val="both"/>
        <w:rPr>
          <w:sz w:val="22"/>
          <w:szCs w:val="22"/>
          <w:lang w:val="en-US"/>
        </w:rPr>
      </w:pPr>
      <w:r>
        <w:rPr>
          <w:sz w:val="22"/>
          <w:szCs w:val="22"/>
          <w:lang w:val="en-US"/>
        </w:rPr>
        <w:t xml:space="preserve">For compaction, the use of reduced- temperature asphalt means that the time window available for achieving the required stiffness value is shorter. </w:t>
      </w:r>
      <w:proofErr w:type="gramStart"/>
      <w:r>
        <w:rPr>
          <w:sz w:val="22"/>
          <w:szCs w:val="22"/>
          <w:lang w:val="en-US"/>
        </w:rPr>
        <w:t>In order to</w:t>
      </w:r>
      <w:proofErr w:type="gramEnd"/>
      <w:r>
        <w:rPr>
          <w:sz w:val="22"/>
          <w:szCs w:val="22"/>
          <w:lang w:val="en-US"/>
        </w:rPr>
        <w:t xml:space="preserve"> achieve a high surface quality despite this, operators have a variety of solutions for compaction at their disposal. </w:t>
      </w:r>
    </w:p>
    <w:p w14:paraId="5DA50214" w14:textId="77777777" w:rsidR="00356FD2" w:rsidRPr="005A4524" w:rsidRDefault="00356FD2" w:rsidP="0052764C">
      <w:pPr>
        <w:autoSpaceDE w:val="0"/>
        <w:autoSpaceDN w:val="0"/>
        <w:adjustRightInd w:val="0"/>
        <w:jc w:val="both"/>
        <w:rPr>
          <w:sz w:val="22"/>
          <w:szCs w:val="22"/>
          <w:lang w:val="en-US"/>
        </w:rPr>
      </w:pPr>
    </w:p>
    <w:p w14:paraId="2F0909DB" w14:textId="2AB75644" w:rsidR="00356FD2" w:rsidRPr="005A4524" w:rsidRDefault="00F96377" w:rsidP="0052764C">
      <w:pPr>
        <w:autoSpaceDE w:val="0"/>
        <w:autoSpaceDN w:val="0"/>
        <w:adjustRightInd w:val="0"/>
        <w:jc w:val="both"/>
        <w:rPr>
          <w:sz w:val="22"/>
          <w:szCs w:val="22"/>
          <w:lang w:val="en-US"/>
        </w:rPr>
      </w:pPr>
      <w:r>
        <w:rPr>
          <w:sz w:val="22"/>
          <w:szCs w:val="22"/>
          <w:lang w:val="en-US"/>
        </w:rPr>
        <w:t xml:space="preserve">The first of these is oscillation, which was developed by compaction specialist Hamm around 40 years ago. Here, the permanent contact of the oscillation drum with the surface layer enables rapidly increasing compaction. The more material-friendly compaction in comparison to vibration also ensures the prevention of surface damage during compaction at low asphalt temperatures. The advantages of oscillation also play an important role when handling joints and prevent damage to the already cooled asphalt. </w:t>
      </w:r>
    </w:p>
    <w:p w14:paraId="2DC7057F" w14:textId="77777777" w:rsidR="00F31C5B" w:rsidRPr="005A4524" w:rsidRDefault="00F31C5B" w:rsidP="0052764C">
      <w:pPr>
        <w:jc w:val="both"/>
        <w:rPr>
          <w:sz w:val="22"/>
          <w:szCs w:val="22"/>
          <w:lang w:val="en-US"/>
        </w:rPr>
      </w:pPr>
    </w:p>
    <w:p w14:paraId="521CB3C0" w14:textId="6E4A17F5" w:rsidR="0052764C" w:rsidRPr="005A4524" w:rsidRDefault="00886D7D" w:rsidP="0052764C">
      <w:pPr>
        <w:jc w:val="both"/>
        <w:rPr>
          <w:sz w:val="22"/>
          <w:szCs w:val="22"/>
          <w:lang w:val="en-US"/>
        </w:rPr>
      </w:pPr>
      <w:r>
        <w:rPr>
          <w:sz w:val="22"/>
          <w:szCs w:val="22"/>
          <w:lang w:val="en-US"/>
        </w:rPr>
        <w:t>A further solution is the Hamm Smart Compact compaction assistant, which continuously regulates the compaction energy and mode in both drums of HX series tandem rollers under consideration of the cooling behavior of the asphalt and the momentary stiffness values. For example, Smart Compact shows the operator whether compaction should be carried out statically, with vibration, or with oscillation and selects the required compaction energy. The outcome of this is the effective prevention of over-compaction and surface damage and a reduction of the number of compaction passes required. Smart Compact increases the efficiency of the compaction process and makes optimal use of the available time.</w:t>
      </w:r>
    </w:p>
    <w:p w14:paraId="1395052A" w14:textId="77777777" w:rsidR="00BB76BA" w:rsidRPr="005A4524" w:rsidRDefault="00BB76BA" w:rsidP="0052764C">
      <w:pPr>
        <w:jc w:val="both"/>
        <w:rPr>
          <w:sz w:val="22"/>
          <w:szCs w:val="22"/>
          <w:lang w:val="en-US"/>
        </w:rPr>
      </w:pPr>
    </w:p>
    <w:p w14:paraId="4F360904" w14:textId="5FE80E9C" w:rsidR="00BB76BA" w:rsidRPr="005A4524" w:rsidRDefault="009A7EDB" w:rsidP="0052764C">
      <w:pPr>
        <w:jc w:val="both"/>
        <w:rPr>
          <w:b/>
          <w:bCs/>
          <w:sz w:val="22"/>
          <w:szCs w:val="22"/>
          <w:lang w:val="en-US"/>
        </w:rPr>
      </w:pPr>
      <w:r>
        <w:rPr>
          <w:b/>
          <w:bCs/>
          <w:sz w:val="22"/>
          <w:szCs w:val="22"/>
          <w:lang w:val="en-US"/>
        </w:rPr>
        <w:t>A Road Construction Material with Enormous Potential</w:t>
      </w:r>
    </w:p>
    <w:p w14:paraId="55E5458A" w14:textId="71A12C86" w:rsidR="00F31C5B" w:rsidRPr="005A4524" w:rsidRDefault="0052764C" w:rsidP="0052764C">
      <w:pPr>
        <w:jc w:val="both"/>
        <w:rPr>
          <w:sz w:val="22"/>
          <w:szCs w:val="22"/>
          <w:lang w:val="en-US"/>
        </w:rPr>
      </w:pPr>
      <w:r>
        <w:rPr>
          <w:sz w:val="22"/>
          <w:szCs w:val="22"/>
          <w:lang w:val="en-US"/>
        </w:rPr>
        <w:t>The potential for saving energy is high when paving with reduced-temperature asphalt. The challenges simultaneously arising from the use of this road construction material can, however, be effectively overcome by the use of perfectly coordinated, state-of-the-art technologies such as those offered by the Wirtgen Group. In this way, the lower temperature asphalt mix can not only be produced, but also paved and compacted with conventional methods.</w:t>
      </w:r>
    </w:p>
    <w:p w14:paraId="43FC56EE" w14:textId="77777777" w:rsidR="0052764C" w:rsidRPr="005A4524" w:rsidRDefault="0052764C" w:rsidP="0052764C">
      <w:pPr>
        <w:jc w:val="both"/>
        <w:rPr>
          <w:sz w:val="22"/>
          <w:szCs w:val="22"/>
          <w:lang w:val="en-US"/>
        </w:rPr>
      </w:pPr>
    </w:p>
    <w:p w14:paraId="40F70296" w14:textId="77777777" w:rsidR="0052764C" w:rsidRPr="005A4524" w:rsidRDefault="0052764C" w:rsidP="0052764C">
      <w:pPr>
        <w:jc w:val="both"/>
        <w:rPr>
          <w:sz w:val="22"/>
          <w:szCs w:val="22"/>
          <w:lang w:val="en-US"/>
        </w:rPr>
      </w:pPr>
    </w:p>
    <w:p w14:paraId="4F9DE236" w14:textId="77777777" w:rsidR="00A1776F" w:rsidRPr="005A4524" w:rsidRDefault="00A1776F">
      <w:pPr>
        <w:rPr>
          <w:b/>
          <w:bCs/>
          <w:sz w:val="22"/>
          <w:szCs w:val="22"/>
          <w:lang w:val="en-US"/>
        </w:rPr>
      </w:pPr>
      <w:r>
        <w:rPr>
          <w:b/>
          <w:bCs/>
          <w:sz w:val="22"/>
          <w:szCs w:val="22"/>
          <w:lang w:val="en-US"/>
        </w:rPr>
        <w:br w:type="page"/>
      </w:r>
    </w:p>
    <w:p w14:paraId="7C7C5A74" w14:textId="76FC0349" w:rsidR="00A95CE5" w:rsidRDefault="00A95CE5" w:rsidP="00A76C64">
      <w:pPr>
        <w:autoSpaceDE w:val="0"/>
        <w:autoSpaceDN w:val="0"/>
        <w:adjustRightInd w:val="0"/>
        <w:rPr>
          <w:sz w:val="22"/>
          <w:szCs w:val="22"/>
        </w:rPr>
      </w:pPr>
      <w:r>
        <w:rPr>
          <w:b/>
          <w:bCs/>
          <w:sz w:val="22"/>
          <w:szCs w:val="22"/>
          <w:lang w:val="en-US"/>
        </w:rPr>
        <w:lastRenderedPageBreak/>
        <w:t>Photos:</w:t>
      </w:r>
    </w:p>
    <w:p w14:paraId="69F471DE" w14:textId="683C4AB2" w:rsidR="00A95CE5" w:rsidRDefault="00A95CE5" w:rsidP="00A95CE5">
      <w:pPr>
        <w:autoSpaceDE w:val="0"/>
        <w:autoSpaceDN w:val="0"/>
        <w:adjustRightInd w:val="0"/>
        <w:rPr>
          <w:sz w:val="22"/>
          <w:szCs w:val="22"/>
        </w:rPr>
      </w:pPr>
    </w:p>
    <w:p w14:paraId="35A976E3" w14:textId="4CD47559" w:rsidR="00A95CE5" w:rsidRPr="005B2A6B" w:rsidRDefault="00A95CE5" w:rsidP="00A95CE5">
      <w:pPr>
        <w:autoSpaceDE w:val="0"/>
        <w:autoSpaceDN w:val="0"/>
        <w:adjustRightInd w:val="0"/>
        <w:rPr>
          <w:sz w:val="20"/>
          <w:szCs w:val="20"/>
        </w:rPr>
      </w:pPr>
      <w:r>
        <w:rPr>
          <w:noProof/>
          <w:lang w:val="en-US"/>
        </w:rPr>
        <w:drawing>
          <wp:inline distT="0" distB="0" distL="0" distR="0" wp14:anchorId="6F89E9F9" wp14:editId="187527A7">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print">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5A4524" w:rsidRDefault="0042155D" w:rsidP="00A95CE5">
      <w:pPr>
        <w:autoSpaceDE w:val="0"/>
        <w:autoSpaceDN w:val="0"/>
        <w:adjustRightInd w:val="0"/>
        <w:rPr>
          <w:b/>
          <w:bCs/>
          <w:sz w:val="20"/>
          <w:szCs w:val="20"/>
          <w:lang w:val="en-US"/>
        </w:rPr>
      </w:pPr>
      <w:r>
        <w:rPr>
          <w:b/>
          <w:bCs/>
          <w:sz w:val="20"/>
          <w:szCs w:val="20"/>
          <w:lang w:val="en-US"/>
        </w:rPr>
        <w:t>WG_composing_ECO-Low-Temperature-Paving_Temp.jpg</w:t>
      </w:r>
    </w:p>
    <w:p w14:paraId="7507AE06" w14:textId="177BF265" w:rsidR="005B2A6B" w:rsidRPr="005A4524" w:rsidRDefault="005B2A6B" w:rsidP="00A76C64">
      <w:pPr>
        <w:autoSpaceDE w:val="0"/>
        <w:autoSpaceDN w:val="0"/>
        <w:adjustRightInd w:val="0"/>
        <w:rPr>
          <w:sz w:val="20"/>
          <w:szCs w:val="20"/>
          <w:lang w:val="en-US"/>
        </w:rPr>
      </w:pPr>
      <w:r>
        <w:rPr>
          <w:sz w:val="20"/>
          <w:szCs w:val="20"/>
          <w:lang w:val="en-US"/>
        </w:rPr>
        <w:t>Paving with reduced-temperature asphalt is a topic that is currently at the top of the road construction industry’s agenda, and the Wirtgen Group has the technological solutions that make it possible.</w:t>
      </w:r>
    </w:p>
    <w:p w14:paraId="1659D1BE" w14:textId="77777777" w:rsidR="00A95CE5" w:rsidRPr="005A4524" w:rsidRDefault="00A95CE5" w:rsidP="00A76C64">
      <w:pPr>
        <w:autoSpaceDE w:val="0"/>
        <w:autoSpaceDN w:val="0"/>
        <w:adjustRightInd w:val="0"/>
        <w:rPr>
          <w:sz w:val="22"/>
          <w:szCs w:val="22"/>
          <w:lang w:val="en-US"/>
        </w:rPr>
      </w:pPr>
    </w:p>
    <w:p w14:paraId="762B5A34" w14:textId="77777777" w:rsidR="00F31C5B" w:rsidRPr="005A4524" w:rsidRDefault="00F31C5B" w:rsidP="00A76C64">
      <w:pPr>
        <w:autoSpaceDE w:val="0"/>
        <w:autoSpaceDN w:val="0"/>
        <w:adjustRightInd w:val="0"/>
        <w:rPr>
          <w:sz w:val="22"/>
          <w:szCs w:val="22"/>
          <w:lang w:val="en-US"/>
        </w:rPr>
      </w:pPr>
    </w:p>
    <w:p w14:paraId="75A7B760" w14:textId="1872E613" w:rsidR="00A95CE5" w:rsidRDefault="00A95CE5" w:rsidP="00A76C64">
      <w:pPr>
        <w:autoSpaceDE w:val="0"/>
        <w:autoSpaceDN w:val="0"/>
        <w:adjustRightInd w:val="0"/>
        <w:rPr>
          <w:sz w:val="22"/>
          <w:szCs w:val="22"/>
        </w:rPr>
      </w:pPr>
      <w:r>
        <w:rPr>
          <w:noProof/>
          <w:lang w:val="en-US"/>
        </w:rPr>
        <w:drawing>
          <wp:inline distT="0" distB="0" distL="0" distR="0" wp14:anchorId="0AF12459" wp14:editId="11A7AB6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5A4524" w:rsidRDefault="005B2A6B" w:rsidP="00A76C64">
      <w:pPr>
        <w:autoSpaceDE w:val="0"/>
        <w:autoSpaceDN w:val="0"/>
        <w:adjustRightInd w:val="0"/>
        <w:rPr>
          <w:sz w:val="20"/>
          <w:szCs w:val="20"/>
          <w:lang w:val="en-US"/>
        </w:rPr>
      </w:pPr>
      <w:r>
        <w:rPr>
          <w:b/>
          <w:bCs/>
          <w:sz w:val="20"/>
          <w:szCs w:val="20"/>
          <w:lang w:val="en-US"/>
        </w:rPr>
        <w:t>BE_TBA 4000_Boreta_DSC5883.jpg</w:t>
      </w:r>
      <w:r>
        <w:rPr>
          <w:sz w:val="20"/>
          <w:szCs w:val="20"/>
          <w:lang w:val="en-US"/>
        </w:rPr>
        <w:br/>
        <w:t xml:space="preserve">Foamed bitumen is particularly attractive as a binding agent </w:t>
      </w:r>
      <w:proofErr w:type="gramStart"/>
      <w:r>
        <w:rPr>
          <w:sz w:val="20"/>
          <w:szCs w:val="20"/>
          <w:lang w:val="en-US"/>
        </w:rPr>
        <w:t>for the production of</w:t>
      </w:r>
      <w:proofErr w:type="gramEnd"/>
      <w:r>
        <w:rPr>
          <w:sz w:val="20"/>
          <w:szCs w:val="20"/>
          <w:lang w:val="en-US"/>
        </w:rPr>
        <w:t xml:space="preserve"> reduced-temperature asphalt because it only requires water as an additive, which is available at every asphalt mixing plant anyway.</w:t>
      </w:r>
    </w:p>
    <w:p w14:paraId="29A8474C" w14:textId="77777777" w:rsidR="00F31C5B" w:rsidRPr="005A4524" w:rsidRDefault="00F31C5B" w:rsidP="00A76C64">
      <w:pPr>
        <w:autoSpaceDE w:val="0"/>
        <w:autoSpaceDN w:val="0"/>
        <w:adjustRightInd w:val="0"/>
        <w:rPr>
          <w:sz w:val="22"/>
          <w:szCs w:val="22"/>
          <w:lang w:val="en-US"/>
        </w:rPr>
      </w:pPr>
    </w:p>
    <w:p w14:paraId="22543DAF" w14:textId="77777777" w:rsidR="00A95CE5" w:rsidRPr="005A4524" w:rsidRDefault="00A95CE5" w:rsidP="00A76C64">
      <w:pPr>
        <w:autoSpaceDE w:val="0"/>
        <w:autoSpaceDN w:val="0"/>
        <w:adjustRightInd w:val="0"/>
        <w:rPr>
          <w:sz w:val="22"/>
          <w:szCs w:val="22"/>
          <w:lang w:val="en-US"/>
        </w:rPr>
      </w:pPr>
    </w:p>
    <w:p w14:paraId="05E894B2" w14:textId="7A387224" w:rsidR="00F31C5B" w:rsidRPr="00F31C5B" w:rsidRDefault="00F31C5B" w:rsidP="008755E5">
      <w:pPr>
        <w:pStyle w:val="Text"/>
        <w:rPr>
          <w:iCs/>
        </w:rPr>
      </w:pPr>
      <w:r>
        <w:rPr>
          <w:noProof/>
          <w:color w:val="FF0000"/>
          <w:lang w:val="en-US"/>
        </w:rPr>
        <w:drawing>
          <wp:inline distT="0" distB="0" distL="0" distR="0" wp14:anchorId="627FBEA5" wp14:editId="31A95018">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5A4524" w:rsidRDefault="0042155D" w:rsidP="00F31C5B">
      <w:pPr>
        <w:pStyle w:val="Text"/>
        <w:jc w:val="left"/>
        <w:rPr>
          <w:iCs/>
          <w:sz w:val="20"/>
          <w:szCs w:val="20"/>
          <w:lang w:val="en-US"/>
        </w:rPr>
      </w:pPr>
      <w:r>
        <w:rPr>
          <w:b/>
          <w:bCs/>
          <w:sz w:val="20"/>
          <w:szCs w:val="20"/>
          <w:lang w:val="en-US"/>
        </w:rPr>
        <w:t>JV_pic_RoadScan_00015.jpg</w:t>
      </w:r>
      <w:r>
        <w:rPr>
          <w:sz w:val="20"/>
          <w:szCs w:val="20"/>
          <w:lang w:val="en-US"/>
        </w:rPr>
        <w:br/>
        <w:t>The importance of temperature monitoring across the entire paved area is currently on the rise in an increasing number of markets. Vögele’s RoadScan non-contacting temperature-measurement system is an innovative and cost-efficient solution for the road construction industry.</w:t>
      </w:r>
    </w:p>
    <w:p w14:paraId="297771C7" w14:textId="77777777" w:rsidR="00F31C5B" w:rsidRPr="005A4524" w:rsidRDefault="00F31C5B" w:rsidP="00F31C5B">
      <w:pPr>
        <w:pStyle w:val="Text"/>
        <w:jc w:val="left"/>
        <w:rPr>
          <w:iCs/>
          <w:sz w:val="20"/>
          <w:szCs w:val="20"/>
          <w:lang w:val="en-US"/>
        </w:rPr>
      </w:pPr>
    </w:p>
    <w:p w14:paraId="7094A928" w14:textId="77777777" w:rsidR="00F31C5B" w:rsidRPr="005A4524" w:rsidRDefault="00F31C5B" w:rsidP="008755E5">
      <w:pPr>
        <w:pStyle w:val="Text"/>
        <w:rPr>
          <w:iCs/>
          <w:sz w:val="20"/>
          <w:szCs w:val="20"/>
          <w:lang w:val="en-US"/>
        </w:rPr>
      </w:pPr>
    </w:p>
    <w:p w14:paraId="1A7CC7FF" w14:textId="77777777" w:rsidR="001D0769" w:rsidRPr="005A4524" w:rsidRDefault="001D0769" w:rsidP="008755E5">
      <w:pPr>
        <w:pStyle w:val="Text"/>
        <w:rPr>
          <w:iCs/>
          <w:lang w:val="en-US"/>
        </w:rPr>
      </w:pPr>
    </w:p>
    <w:p w14:paraId="0329545D" w14:textId="77777777" w:rsidR="009A7EDB" w:rsidRPr="00756272" w:rsidRDefault="009A7EDB" w:rsidP="009A7EDB">
      <w:pPr>
        <w:pStyle w:val="BUbold"/>
      </w:pPr>
      <w:r>
        <w:rPr>
          <w:b w:val="0"/>
          <w:noProof/>
        </w:rPr>
        <w:lastRenderedPageBreak/>
        <w:drawing>
          <wp:inline distT="0" distB="0" distL="0" distR="0" wp14:anchorId="0F9B877A" wp14:editId="5FCEBC46">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Pr>
          <w:b w:val="0"/>
        </w:rPr>
        <w:br/>
      </w:r>
      <w:proofErr w:type="spellStart"/>
      <w:r>
        <w:rPr>
          <w:bCs/>
        </w:rPr>
        <w:t>HAMM_low</w:t>
      </w:r>
      <w:proofErr w:type="spellEnd"/>
      <w:r>
        <w:rPr>
          <w:bCs/>
        </w:rPr>
        <w:t xml:space="preserve"> temperature asphalt compaction_01</w:t>
      </w:r>
    </w:p>
    <w:p w14:paraId="63961474" w14:textId="77777777" w:rsidR="009A7EDB" w:rsidRPr="00756272" w:rsidRDefault="009A7EDB" w:rsidP="009A7EDB">
      <w:pPr>
        <w:pStyle w:val="BUnormal"/>
      </w:pPr>
      <w:r>
        <w:t>Automated compaction with Smart Compact is an ideal solution for the compaction of reduced-temperature asphalts.</w:t>
      </w:r>
    </w:p>
    <w:p w14:paraId="78F0A2C2" w14:textId="77777777" w:rsidR="00A95CE5" w:rsidRPr="005A4524" w:rsidRDefault="00A95CE5" w:rsidP="008755E5">
      <w:pPr>
        <w:pStyle w:val="Text"/>
        <w:rPr>
          <w:iCs/>
          <w:lang w:val="en-US"/>
        </w:rPr>
      </w:pPr>
    </w:p>
    <w:p w14:paraId="31DE49F5" w14:textId="77777777" w:rsidR="00A95CE5" w:rsidRPr="005A4524" w:rsidRDefault="00A95CE5" w:rsidP="008755E5">
      <w:pPr>
        <w:pStyle w:val="Text"/>
        <w:rPr>
          <w:iCs/>
          <w:lang w:val="en-US"/>
        </w:rPr>
      </w:pPr>
    </w:p>
    <w:p w14:paraId="2B0AA557" w14:textId="0FEEC9EC" w:rsidR="008755E5" w:rsidRPr="005A4524" w:rsidRDefault="00651E5D" w:rsidP="008755E5">
      <w:pPr>
        <w:pStyle w:val="Text"/>
        <w:rPr>
          <w:lang w:val="en-US"/>
        </w:rPr>
      </w:pPr>
      <w:r>
        <w:rPr>
          <w:i/>
          <w:iCs/>
          <w:u w:val="single"/>
          <w:lang w:val="en-US"/>
        </w:rPr>
        <w:t>Note:</w:t>
      </w:r>
      <w:r>
        <w:rPr>
          <w:i/>
          <w:iCs/>
          <w:lang w:val="en-US"/>
        </w:rPr>
        <w:t xml:space="preserve"> The photographs shown here are only previews. </w:t>
      </w:r>
      <w:r>
        <w:rPr>
          <w:lang w:val="en-US"/>
        </w:rPr>
        <w:t xml:space="preserve">If you wish to publish them in other media, please download the higher resolution (300 dpi) versions from the Wirtgen Group </w:t>
      </w:r>
      <w:r>
        <w:rPr>
          <w:i/>
          <w:iCs/>
          <w:lang w:val="en-US"/>
        </w:rPr>
        <w:t xml:space="preserve">Wirtgen Group </w:t>
      </w:r>
      <w:r>
        <w:rPr>
          <w:lang w:val="en-US"/>
        </w:rPr>
        <w:t>websites.</w:t>
      </w:r>
    </w:p>
    <w:p w14:paraId="5275C4B5" w14:textId="77777777" w:rsidR="008755E5" w:rsidRPr="005A4524" w:rsidRDefault="008755E5" w:rsidP="008755E5">
      <w:pPr>
        <w:pStyle w:val="Text"/>
        <w:rPr>
          <w:lang w:val="en-US"/>
        </w:rPr>
      </w:pPr>
    </w:p>
    <w:p w14:paraId="0B08463F" w14:textId="77777777" w:rsidR="008755E5" w:rsidRPr="005A4524" w:rsidRDefault="008755E5" w:rsidP="008755E5">
      <w:pPr>
        <w:pStyle w:val="Text"/>
        <w:rPr>
          <w:lang w:val="en-US"/>
        </w:rPr>
      </w:pPr>
    </w:p>
    <w:p w14:paraId="71F45639" w14:textId="77777777" w:rsidR="00C02C15" w:rsidRPr="005A4524" w:rsidRDefault="00C02C15" w:rsidP="008755E5">
      <w:pPr>
        <w:pStyle w:val="Text"/>
        <w:rPr>
          <w:lang w:val="en-US"/>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5A4524" w:rsidRDefault="008755E5" w:rsidP="008E7B5E">
            <w:pPr>
              <w:pStyle w:val="HeadlineKontakte"/>
              <w:rPr>
                <w:lang w:val="en-US"/>
              </w:rPr>
            </w:pPr>
            <w:r>
              <w:rPr>
                <w:bCs/>
                <w:caps w:val="0"/>
                <w:szCs w:val="22"/>
                <w:lang w:val="en-US"/>
              </w:rPr>
              <w:t>For further information,</w:t>
            </w:r>
            <w:r>
              <w:rPr>
                <w:bCs/>
                <w:lang w:val="en-US"/>
              </w:rPr>
              <w:t xml:space="preserve"> </w:t>
            </w:r>
          </w:p>
          <w:p w14:paraId="3DCFA73F" w14:textId="3EEA7FE0" w:rsidR="008755E5" w:rsidRPr="005A4524" w:rsidRDefault="008755E5" w:rsidP="008E7B5E">
            <w:pPr>
              <w:pStyle w:val="HeadlineKontakte"/>
              <w:rPr>
                <w:lang w:val="en-US"/>
              </w:rPr>
            </w:pPr>
            <w:r>
              <w:rPr>
                <w:bCs/>
                <w:caps w:val="0"/>
                <w:szCs w:val="22"/>
                <w:lang w:val="en-US"/>
              </w:rPr>
              <w:t xml:space="preserve"> please contact us at:</w:t>
            </w:r>
          </w:p>
          <w:p w14:paraId="624FF247" w14:textId="77777777" w:rsidR="008755E5" w:rsidRPr="00E04039" w:rsidRDefault="008755E5" w:rsidP="008E7B5E">
            <w:pPr>
              <w:pStyle w:val="Text"/>
            </w:pPr>
            <w:r w:rsidRPr="005A4524">
              <w:t>WIRTGEN GROUP</w:t>
            </w:r>
          </w:p>
          <w:p w14:paraId="300E7831" w14:textId="77777777" w:rsidR="008755E5" w:rsidRPr="00E04039" w:rsidRDefault="002D2EE5" w:rsidP="008E7B5E">
            <w:pPr>
              <w:pStyle w:val="Text"/>
            </w:pPr>
            <w:r w:rsidRPr="005A4524">
              <w:t>Public Relations</w:t>
            </w:r>
          </w:p>
          <w:p w14:paraId="3625C6F1" w14:textId="72C9B325" w:rsidR="008755E5" w:rsidRPr="00E04039" w:rsidRDefault="008755E5" w:rsidP="008E7B5E">
            <w:pPr>
              <w:pStyle w:val="Text"/>
            </w:pPr>
            <w:r w:rsidRPr="005A4524">
              <w:t>Reinhard-Wirtgen-Stra</w:t>
            </w:r>
            <w:r w:rsidR="005A4524" w:rsidRPr="005A4524">
              <w:t>ß</w:t>
            </w:r>
            <w:r w:rsidRPr="005A4524">
              <w:t>e 2</w:t>
            </w:r>
          </w:p>
          <w:p w14:paraId="624DEEE7" w14:textId="77777777" w:rsidR="008755E5" w:rsidRPr="00E04039" w:rsidRDefault="008755E5" w:rsidP="008E7B5E">
            <w:pPr>
              <w:pStyle w:val="Text"/>
            </w:pPr>
            <w:r>
              <w:rPr>
                <w:lang w:val="en-US"/>
              </w:rPr>
              <w:t>53578 Windhagen</w:t>
            </w:r>
          </w:p>
          <w:p w14:paraId="62D30E93" w14:textId="77777777" w:rsidR="008755E5" w:rsidRPr="00E04039" w:rsidRDefault="008755E5" w:rsidP="008E7B5E">
            <w:pPr>
              <w:pStyle w:val="Text"/>
            </w:pPr>
            <w:r>
              <w:rPr>
                <w:lang w:val="en-US"/>
              </w:rPr>
              <w:t>Germany</w:t>
            </w:r>
          </w:p>
          <w:p w14:paraId="55E30481" w14:textId="77777777" w:rsidR="008755E5" w:rsidRPr="00E04039" w:rsidRDefault="008755E5" w:rsidP="008E7B5E">
            <w:pPr>
              <w:pStyle w:val="Text"/>
            </w:pPr>
          </w:p>
          <w:p w14:paraId="0130A04F" w14:textId="1870B8B6" w:rsidR="002603EC" w:rsidRPr="006570EF" w:rsidRDefault="008755E5" w:rsidP="008E7B5E">
            <w:pPr>
              <w:pStyle w:val="Text"/>
            </w:pPr>
            <w:r>
              <w:rPr>
                <w:lang w:val="en-US"/>
              </w:rPr>
              <w:t>Telephone: +49-2645-131-1966</w:t>
            </w:r>
          </w:p>
          <w:p w14:paraId="4182A933" w14:textId="77777777" w:rsidR="008755E5" w:rsidRPr="006570EF" w:rsidRDefault="008755E5" w:rsidP="008E7B5E">
            <w:pPr>
              <w:pStyle w:val="Text"/>
            </w:pPr>
            <w:r>
              <w:rPr>
                <w:lang w:val="en-US"/>
              </w:rPr>
              <w:t>Fax: +49-2645-131-499</w:t>
            </w:r>
          </w:p>
          <w:p w14:paraId="4CA1F3B4" w14:textId="77777777" w:rsidR="008755E5" w:rsidRPr="00E04039" w:rsidRDefault="008755E5" w:rsidP="008E7B5E">
            <w:pPr>
              <w:pStyle w:val="Text"/>
            </w:pPr>
            <w:r>
              <w:rPr>
                <w:lang w:val="en-US"/>
              </w:rPr>
              <w:t>E-mail: PR@wirtgen-group.com</w:t>
            </w:r>
          </w:p>
          <w:p w14:paraId="7C0F0E17" w14:textId="77777777" w:rsidR="008755E5" w:rsidRPr="00E04039" w:rsidRDefault="002D2EE5" w:rsidP="008E7B5E">
            <w:pPr>
              <w:pStyle w:val="Text"/>
            </w:pPr>
            <w:r>
              <w:rPr>
                <w:lang w:val="en-US"/>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A4524">
            <w:rPr>
              <w:rStyle w:val="Hervorhebung"/>
              <w:b w:val="0"/>
              <w:iCs w:val="0"/>
              <w:szCs w:val="20"/>
            </w:rPr>
            <w:t>WIRTGEN</w:t>
          </w:r>
          <w:r w:rsidRPr="005A4524">
            <w:rPr>
              <w:rStyle w:val="Hervorhebung"/>
              <w:bCs/>
              <w:iCs w:val="0"/>
              <w:szCs w:val="20"/>
            </w:rPr>
            <w:t xml:space="preserve"> GmbH</w:t>
          </w:r>
          <w:r w:rsidRPr="005A4524">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lang w:val="en-US"/>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val="en-US"/>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val="en-US"/>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30BB0"/>
    <w:rsid w:val="004324F9"/>
    <w:rsid w:val="00454254"/>
    <w:rsid w:val="00471CB5"/>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524"/>
    <w:rsid w:val="005A4F04"/>
    <w:rsid w:val="005B2A6B"/>
    <w:rsid w:val="005B5793"/>
    <w:rsid w:val="005C65FA"/>
    <w:rsid w:val="005D6B6F"/>
    <w:rsid w:val="005E2793"/>
    <w:rsid w:val="006063D4"/>
    <w:rsid w:val="00620A6C"/>
    <w:rsid w:val="006330A2"/>
    <w:rsid w:val="00642EB6"/>
    <w:rsid w:val="00651E5D"/>
    <w:rsid w:val="006570EF"/>
    <w:rsid w:val="00662214"/>
    <w:rsid w:val="00682D41"/>
    <w:rsid w:val="006931DB"/>
    <w:rsid w:val="006A1487"/>
    <w:rsid w:val="006A5EE7"/>
    <w:rsid w:val="006B165A"/>
    <w:rsid w:val="006C06C8"/>
    <w:rsid w:val="006C7411"/>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A02696"/>
    <w:rsid w:val="00A171F4"/>
    <w:rsid w:val="00A1776F"/>
    <w:rsid w:val="00A24EFC"/>
    <w:rsid w:val="00A470BD"/>
    <w:rsid w:val="00A55453"/>
    <w:rsid w:val="00A63E56"/>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1424</Words>
  <Characters>8976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10380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5</cp:revision>
  <cp:lastPrinted>2021-01-10T17:30:00Z</cp:lastPrinted>
  <dcterms:created xsi:type="dcterms:W3CDTF">2024-07-15T14:40:00Z</dcterms:created>
  <dcterms:modified xsi:type="dcterms:W3CDTF">2024-07-30T06:39:00Z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